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96B" w:rsidRPr="005B300D" w:rsidRDefault="005D696B" w:rsidP="005D696B">
      <w:pPr>
        <w:jc w:val="center"/>
        <w:rPr>
          <w:b/>
          <w:caps/>
        </w:rPr>
      </w:pPr>
      <w:r w:rsidRPr="005B300D">
        <w:rPr>
          <w:b/>
          <w:caps/>
        </w:rPr>
        <w:t>2. 190.</w:t>
      </w:r>
    </w:p>
    <w:p w:rsidR="005D696B" w:rsidRPr="005B300D" w:rsidRDefault="005D696B" w:rsidP="005D696B">
      <w:pPr>
        <w:jc w:val="center"/>
        <w:rPr>
          <w:b/>
          <w:caps/>
          <w:spacing w:val="60"/>
        </w:rPr>
      </w:pPr>
      <w:r w:rsidRPr="005B300D">
        <w:rPr>
          <w:b/>
          <w:caps/>
          <w:spacing w:val="60"/>
        </w:rPr>
        <w:t>Szakképzési kerettanterv</w:t>
      </w:r>
    </w:p>
    <w:p w:rsidR="005D696B" w:rsidRPr="005B300D" w:rsidRDefault="005D696B" w:rsidP="005D696B">
      <w:pPr>
        <w:jc w:val="center"/>
        <w:rPr>
          <w:b/>
        </w:rPr>
      </w:pPr>
      <w:proofErr w:type="gramStart"/>
      <w:r w:rsidRPr="005B300D">
        <w:rPr>
          <w:b/>
        </w:rPr>
        <w:t>az</w:t>
      </w:r>
      <w:proofErr w:type="gramEnd"/>
    </w:p>
    <w:p w:rsidR="005D696B" w:rsidRPr="005B300D" w:rsidRDefault="005D696B" w:rsidP="005D696B">
      <w:pPr>
        <w:jc w:val="center"/>
        <w:rPr>
          <w:b/>
          <w:caps/>
        </w:rPr>
      </w:pPr>
      <w:r w:rsidRPr="005B300D">
        <w:rPr>
          <w:b/>
          <w:caps/>
        </w:rPr>
        <w:t>I. Egészségügy</w:t>
      </w:r>
    </w:p>
    <w:p w:rsidR="005D696B" w:rsidRPr="005B300D" w:rsidRDefault="005D696B" w:rsidP="005D696B">
      <w:pPr>
        <w:jc w:val="center"/>
        <w:rPr>
          <w:b/>
        </w:rPr>
      </w:pPr>
      <w:proofErr w:type="gramStart"/>
      <w:r w:rsidRPr="005B300D">
        <w:rPr>
          <w:b/>
        </w:rPr>
        <w:t>ágazathoz</w:t>
      </w:r>
      <w:proofErr w:type="gramEnd"/>
      <w:r w:rsidRPr="005B300D">
        <w:rPr>
          <w:b/>
        </w:rPr>
        <w:t xml:space="preserve"> tartozó</w:t>
      </w:r>
    </w:p>
    <w:p w:rsidR="005D696B" w:rsidRPr="005B300D" w:rsidRDefault="005D696B" w:rsidP="005D696B">
      <w:pPr>
        <w:jc w:val="center"/>
        <w:rPr>
          <w:b/>
        </w:rPr>
      </w:pPr>
      <w:r w:rsidRPr="005B300D">
        <w:rPr>
          <w:b/>
        </w:rPr>
        <w:t>54 725 02</w:t>
      </w:r>
    </w:p>
    <w:p w:rsidR="005D696B" w:rsidRPr="005B300D" w:rsidRDefault="005D696B" w:rsidP="005D696B">
      <w:pPr>
        <w:jc w:val="center"/>
        <w:rPr>
          <w:b/>
          <w:caps/>
        </w:rPr>
      </w:pPr>
      <w:r w:rsidRPr="005B300D">
        <w:rPr>
          <w:b/>
          <w:caps/>
        </w:rPr>
        <w:t xml:space="preserve">Audiológiai asszisztens </w:t>
      </w:r>
      <w:proofErr w:type="gramStart"/>
      <w:r w:rsidRPr="005B300D">
        <w:rPr>
          <w:b/>
          <w:caps/>
        </w:rPr>
        <w:t>és</w:t>
      </w:r>
      <w:proofErr w:type="gramEnd"/>
      <w:r w:rsidRPr="005B300D">
        <w:rPr>
          <w:b/>
          <w:caps/>
        </w:rPr>
        <w:t xml:space="preserve"> hallásakusztikus</w:t>
      </w:r>
    </w:p>
    <w:p w:rsidR="005D696B" w:rsidRPr="005B300D" w:rsidRDefault="005D696B" w:rsidP="005D696B">
      <w:pPr>
        <w:jc w:val="center"/>
        <w:rPr>
          <w:b/>
          <w:caps/>
        </w:rPr>
      </w:pPr>
      <w:r w:rsidRPr="005B300D">
        <w:rPr>
          <w:b/>
          <w:caps/>
        </w:rPr>
        <w:t>szakképesítéshez</w:t>
      </w:r>
    </w:p>
    <w:p w:rsidR="005D696B" w:rsidRPr="005B300D" w:rsidRDefault="005D696B" w:rsidP="005D696B"/>
    <w:p w:rsidR="005D696B" w:rsidRPr="005B300D" w:rsidRDefault="005D696B" w:rsidP="005D696B"/>
    <w:p w:rsidR="005D696B" w:rsidRPr="005B300D" w:rsidRDefault="005D696B" w:rsidP="005D696B">
      <w:pPr>
        <w:rPr>
          <w:b/>
        </w:rPr>
      </w:pPr>
      <w:r w:rsidRPr="005B300D">
        <w:rPr>
          <w:b/>
        </w:rPr>
        <w:t xml:space="preserve">I. </w:t>
      </w:r>
      <w:proofErr w:type="gramStart"/>
      <w:r w:rsidRPr="005B300D">
        <w:rPr>
          <w:b/>
        </w:rPr>
        <w:t>A</w:t>
      </w:r>
      <w:proofErr w:type="gramEnd"/>
      <w:r w:rsidRPr="005B300D">
        <w:rPr>
          <w:b/>
        </w:rPr>
        <w:t xml:space="preserve"> szakképzés jogi háttere</w:t>
      </w:r>
    </w:p>
    <w:p w:rsidR="005D696B" w:rsidRPr="005B300D" w:rsidRDefault="005D696B" w:rsidP="005D696B"/>
    <w:p w:rsidR="005D696B" w:rsidRPr="005B300D" w:rsidRDefault="005D696B" w:rsidP="005D696B">
      <w:r w:rsidRPr="005B300D">
        <w:t>A szakképzési kerettanterv</w:t>
      </w:r>
    </w:p>
    <w:p w:rsidR="005D696B" w:rsidRPr="005B300D" w:rsidRDefault="005D696B" w:rsidP="005D696B">
      <w:pPr>
        <w:pStyle w:val="Listaszerbekezds"/>
        <w:numPr>
          <w:ilvl w:val="0"/>
          <w:numId w:val="2"/>
        </w:numPr>
        <w:jc w:val="both"/>
      </w:pPr>
      <w:r w:rsidRPr="005B300D">
        <w:t>a nemzeti köznevelésről szóló 2011. évi CXC. törvény,</w:t>
      </w:r>
    </w:p>
    <w:p w:rsidR="005D696B" w:rsidRPr="005B300D" w:rsidRDefault="005D696B" w:rsidP="005D696B">
      <w:pPr>
        <w:pStyle w:val="Listaszerbekezds"/>
        <w:numPr>
          <w:ilvl w:val="0"/>
          <w:numId w:val="2"/>
        </w:numPr>
        <w:jc w:val="both"/>
      </w:pPr>
      <w:r w:rsidRPr="005B300D">
        <w:t>a szakképzésről szóló 2011. évi CLXXXVII. törvény,</w:t>
      </w:r>
    </w:p>
    <w:p w:rsidR="005D696B" w:rsidRPr="005B300D" w:rsidRDefault="005D696B" w:rsidP="005D696B"/>
    <w:p w:rsidR="005D696B" w:rsidRPr="005B300D" w:rsidRDefault="005D696B" w:rsidP="005D696B">
      <w:proofErr w:type="gramStart"/>
      <w:r w:rsidRPr="005B300D">
        <w:t>valamint</w:t>
      </w:r>
      <w:proofErr w:type="gramEnd"/>
    </w:p>
    <w:p w:rsidR="005D696B" w:rsidRPr="005B300D" w:rsidRDefault="005D696B" w:rsidP="005D696B">
      <w:pPr>
        <w:pStyle w:val="Listaszerbekezds"/>
        <w:numPr>
          <w:ilvl w:val="0"/>
          <w:numId w:val="2"/>
        </w:numPr>
        <w:jc w:val="both"/>
      </w:pPr>
      <w:r w:rsidRPr="005B300D">
        <w:t>az Országos Képzési Jegyzékről és az Országos Képzési Jegyzék módosításának eljárásrendjéről szóló 150/2012. (VII. 6.) Korm. rendelet,</w:t>
      </w:r>
    </w:p>
    <w:p w:rsidR="005D696B" w:rsidRPr="005B300D" w:rsidRDefault="005D696B" w:rsidP="005D696B">
      <w:pPr>
        <w:pStyle w:val="Listaszerbekezds"/>
        <w:numPr>
          <w:ilvl w:val="0"/>
          <w:numId w:val="2"/>
        </w:numPr>
        <w:jc w:val="both"/>
      </w:pPr>
      <w:r w:rsidRPr="005B300D">
        <w:t>az állam által elismert szakképesítések szakmai követelménymoduljairól szóló 217/2012. (VIII. 9.) Korm. rendelet</w:t>
      </w:r>
      <w:r w:rsidR="0092256D">
        <w:t>,</w:t>
      </w:r>
      <w:r w:rsidRPr="005B300D">
        <w:t xml:space="preserve"> és</w:t>
      </w:r>
    </w:p>
    <w:p w:rsidR="005D696B" w:rsidRPr="005B300D" w:rsidRDefault="005D696B" w:rsidP="005D696B">
      <w:pPr>
        <w:pStyle w:val="Listaszerbekezds"/>
        <w:numPr>
          <w:ilvl w:val="0"/>
          <w:numId w:val="2"/>
        </w:numPr>
        <w:jc w:val="both"/>
      </w:pPr>
      <w:r w:rsidRPr="005B300D">
        <w:t xml:space="preserve">az 54 725 02 számú, </w:t>
      </w:r>
      <w:proofErr w:type="spellStart"/>
      <w:r w:rsidRPr="005B300D">
        <w:t>Audiológiai</w:t>
      </w:r>
      <w:proofErr w:type="spellEnd"/>
      <w:r w:rsidRPr="005B300D">
        <w:t xml:space="preserve"> asszisztens és </w:t>
      </w:r>
      <w:proofErr w:type="spellStart"/>
      <w:r w:rsidRPr="005B300D">
        <w:t>hallásakusztikus</w:t>
      </w:r>
      <w:proofErr w:type="spellEnd"/>
      <w:r w:rsidRPr="005B300D">
        <w:t xml:space="preserve"> megnevezésű szakképesítés szakmai és vizsgakövetelményeit tartalmazó rendelet </w:t>
      </w:r>
    </w:p>
    <w:p w:rsidR="005D696B" w:rsidRPr="005B300D" w:rsidRDefault="005D696B" w:rsidP="005D696B">
      <w:proofErr w:type="gramStart"/>
      <w:r w:rsidRPr="005B300D">
        <w:t>alapján</w:t>
      </w:r>
      <w:proofErr w:type="gramEnd"/>
      <w:r w:rsidRPr="005B300D">
        <w:t xml:space="preserve"> készült.</w:t>
      </w:r>
    </w:p>
    <w:p w:rsidR="005D696B" w:rsidRPr="005B300D" w:rsidRDefault="005D696B" w:rsidP="005D696B"/>
    <w:p w:rsidR="005D696B" w:rsidRPr="005B300D" w:rsidRDefault="005D696B" w:rsidP="005D696B"/>
    <w:p w:rsidR="005D696B" w:rsidRPr="005B300D" w:rsidRDefault="005D696B" w:rsidP="005D696B">
      <w:pPr>
        <w:rPr>
          <w:b/>
        </w:rPr>
      </w:pPr>
      <w:r w:rsidRPr="005B300D">
        <w:rPr>
          <w:b/>
        </w:rPr>
        <w:t xml:space="preserve">II. </w:t>
      </w:r>
      <w:proofErr w:type="gramStart"/>
      <w:r w:rsidRPr="005B300D">
        <w:rPr>
          <w:b/>
        </w:rPr>
        <w:t>A</w:t>
      </w:r>
      <w:proofErr w:type="gramEnd"/>
      <w:r w:rsidRPr="005B300D">
        <w:rPr>
          <w:b/>
        </w:rPr>
        <w:t xml:space="preserve"> szakképesítés alapadatai</w:t>
      </w:r>
    </w:p>
    <w:p w:rsidR="005D696B" w:rsidRPr="005B300D" w:rsidRDefault="005D696B" w:rsidP="005D696B"/>
    <w:p w:rsidR="005D696B" w:rsidRPr="005B300D" w:rsidRDefault="005D696B" w:rsidP="005D696B">
      <w:r w:rsidRPr="005B300D">
        <w:t>A szakképesítés azonosító száma: 54 725 02</w:t>
      </w:r>
    </w:p>
    <w:p w:rsidR="005D696B" w:rsidRPr="005B300D" w:rsidRDefault="005D696B" w:rsidP="005D696B">
      <w:r w:rsidRPr="005B300D">
        <w:t xml:space="preserve">Szakképesítés megnevezése: </w:t>
      </w:r>
      <w:proofErr w:type="spellStart"/>
      <w:r w:rsidRPr="005B300D">
        <w:t>Audiológiai</w:t>
      </w:r>
      <w:proofErr w:type="spellEnd"/>
      <w:r w:rsidRPr="005B300D">
        <w:t xml:space="preserve"> asszisztens és </w:t>
      </w:r>
      <w:proofErr w:type="spellStart"/>
      <w:r w:rsidRPr="005B300D">
        <w:t>hallásakusztikus</w:t>
      </w:r>
      <w:proofErr w:type="spellEnd"/>
    </w:p>
    <w:p w:rsidR="005D696B" w:rsidRPr="005B300D" w:rsidRDefault="005D696B" w:rsidP="005D696B">
      <w:r w:rsidRPr="005B300D">
        <w:t>A szakmacsoport száma és megnevezése: 1. Egészségügy</w:t>
      </w:r>
    </w:p>
    <w:p w:rsidR="005D696B" w:rsidRPr="005B300D" w:rsidRDefault="005D696B" w:rsidP="005D696B">
      <w:r w:rsidRPr="005B300D">
        <w:t>Ágazati besorolás száma és megnevezése: I. Egészségügy</w:t>
      </w:r>
    </w:p>
    <w:p w:rsidR="005D696B" w:rsidRPr="005B300D" w:rsidRDefault="005D696B" w:rsidP="005D696B">
      <w:r w:rsidRPr="005B300D">
        <w:t>Iskolai rendszerű szakképzésben a szakképzési évfolyamok száma: 2 év</w:t>
      </w:r>
    </w:p>
    <w:p w:rsidR="005D696B" w:rsidRPr="005B300D" w:rsidRDefault="005D696B" w:rsidP="005D696B">
      <w:r w:rsidRPr="005B300D">
        <w:t>Elméleti képzési idő aránya: 50%</w:t>
      </w:r>
    </w:p>
    <w:p w:rsidR="005D696B" w:rsidRPr="005B300D" w:rsidRDefault="005D696B" w:rsidP="005D696B">
      <w:r w:rsidRPr="005B300D">
        <w:t>Gyakorlati képzési idő aránya: 50%</w:t>
      </w:r>
    </w:p>
    <w:p w:rsidR="005D696B" w:rsidRPr="005B300D" w:rsidRDefault="005D696B" w:rsidP="005D696B">
      <w:r w:rsidRPr="005B300D">
        <w:t>Az iskolai rendszerű képzésben az összefüggő szakmai gyakorlat időtartama:</w:t>
      </w:r>
    </w:p>
    <w:p w:rsidR="005D696B" w:rsidRPr="005B300D" w:rsidRDefault="005D696B" w:rsidP="005D696B">
      <w:pPr>
        <w:pStyle w:val="Listaszerbekezds"/>
        <w:numPr>
          <w:ilvl w:val="0"/>
          <w:numId w:val="3"/>
        </w:numPr>
        <w:jc w:val="both"/>
      </w:pPr>
      <w:r w:rsidRPr="005B300D">
        <w:t xml:space="preserve">5 évfolyamos képzés esetén: a 10. évfolyamot követően 140 óra, a 11. évfolyamot követően 140 óra; </w:t>
      </w:r>
    </w:p>
    <w:p w:rsidR="005D696B" w:rsidRPr="005B300D" w:rsidRDefault="005D696B" w:rsidP="005D696B">
      <w:pPr>
        <w:pStyle w:val="Listaszerbekezds"/>
        <w:numPr>
          <w:ilvl w:val="0"/>
          <w:numId w:val="3"/>
        </w:numPr>
        <w:jc w:val="both"/>
      </w:pPr>
      <w:r w:rsidRPr="005B300D">
        <w:t>2 évfolyamos képzés esetén: az első szakképzési évfolyamot követően 160 óra</w:t>
      </w:r>
    </w:p>
    <w:p w:rsidR="005D696B" w:rsidRPr="005B300D" w:rsidRDefault="005D696B" w:rsidP="005D696B"/>
    <w:p w:rsidR="005D696B" w:rsidRPr="005B300D" w:rsidRDefault="005D696B" w:rsidP="005D696B"/>
    <w:p w:rsidR="005D696B" w:rsidRPr="005B300D" w:rsidRDefault="005D696B" w:rsidP="005D696B">
      <w:pPr>
        <w:rPr>
          <w:b/>
        </w:rPr>
      </w:pPr>
      <w:r w:rsidRPr="005B300D">
        <w:rPr>
          <w:b/>
        </w:rPr>
        <w:t xml:space="preserve">III. </w:t>
      </w:r>
      <w:proofErr w:type="gramStart"/>
      <w:r w:rsidRPr="005B300D">
        <w:rPr>
          <w:b/>
        </w:rPr>
        <w:t>A</w:t>
      </w:r>
      <w:proofErr w:type="gramEnd"/>
      <w:r w:rsidRPr="005B300D">
        <w:rPr>
          <w:b/>
        </w:rPr>
        <w:t xml:space="preserve"> szakképzésbe történő belépés feltételei</w:t>
      </w:r>
    </w:p>
    <w:p w:rsidR="005D696B" w:rsidRPr="005B300D" w:rsidRDefault="005D696B" w:rsidP="005D696B"/>
    <w:p w:rsidR="005D696B" w:rsidRPr="005B300D" w:rsidRDefault="005D696B" w:rsidP="005D696B">
      <w:r w:rsidRPr="005B300D">
        <w:t>Iskolai előképzettség: érettségi végzettség</w:t>
      </w:r>
    </w:p>
    <w:p w:rsidR="005D696B" w:rsidRPr="005B300D" w:rsidRDefault="005D696B" w:rsidP="005D696B">
      <w:r w:rsidRPr="005B300D">
        <w:t>Bemeneti kompetenciák: —</w:t>
      </w:r>
    </w:p>
    <w:p w:rsidR="005D696B" w:rsidRPr="005B300D" w:rsidRDefault="005D696B" w:rsidP="005D696B">
      <w:r w:rsidRPr="005B300D">
        <w:t>Szakmai előképzettség: —</w:t>
      </w:r>
    </w:p>
    <w:p w:rsidR="005D696B" w:rsidRPr="005B300D" w:rsidRDefault="005D696B" w:rsidP="005D696B">
      <w:r w:rsidRPr="005B300D">
        <w:t>Előírt gyakorlat: —</w:t>
      </w:r>
    </w:p>
    <w:p w:rsidR="005D696B" w:rsidRPr="005B300D" w:rsidRDefault="005D696B" w:rsidP="005D696B">
      <w:r w:rsidRPr="005B300D">
        <w:t>Egészségügyi alkalmassági követelmények: szükségesek</w:t>
      </w:r>
    </w:p>
    <w:p w:rsidR="005D696B" w:rsidRPr="005B300D" w:rsidRDefault="005D696B" w:rsidP="005D696B">
      <w:r w:rsidRPr="005B300D">
        <w:t>Pályaalkalmassági követelmények: nem szükségesek</w:t>
      </w:r>
    </w:p>
    <w:p w:rsidR="005D696B" w:rsidRPr="005B300D" w:rsidRDefault="005D696B" w:rsidP="005D696B"/>
    <w:p w:rsidR="005D696B" w:rsidRPr="005B300D" w:rsidRDefault="005D696B" w:rsidP="005D696B">
      <w:pPr>
        <w:rPr>
          <w:b/>
        </w:rPr>
      </w:pPr>
      <w:r w:rsidRPr="005B300D">
        <w:rPr>
          <w:b/>
        </w:rPr>
        <w:lastRenderedPageBreak/>
        <w:t xml:space="preserve">IV. </w:t>
      </w:r>
      <w:proofErr w:type="gramStart"/>
      <w:r w:rsidRPr="005B300D">
        <w:rPr>
          <w:b/>
        </w:rPr>
        <w:t>A</w:t>
      </w:r>
      <w:proofErr w:type="gramEnd"/>
      <w:r w:rsidRPr="005B300D">
        <w:rPr>
          <w:b/>
        </w:rPr>
        <w:t xml:space="preserve"> szakképzés szervezésének feltételei</w:t>
      </w:r>
    </w:p>
    <w:p w:rsidR="005D696B" w:rsidRPr="005B300D" w:rsidRDefault="005D696B" w:rsidP="005D696B"/>
    <w:p w:rsidR="005D696B" w:rsidRPr="005B300D" w:rsidRDefault="005D696B" w:rsidP="005D696B">
      <w:pPr>
        <w:rPr>
          <w:b/>
        </w:rPr>
      </w:pPr>
      <w:r w:rsidRPr="005B300D">
        <w:rPr>
          <w:b/>
        </w:rPr>
        <w:t>Személyi feltételek</w:t>
      </w:r>
    </w:p>
    <w:p w:rsidR="005D696B" w:rsidRPr="005B300D" w:rsidRDefault="005D696B" w:rsidP="005D696B">
      <w:r w:rsidRPr="005B300D">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5D696B" w:rsidRPr="005B300D" w:rsidRDefault="005D696B" w:rsidP="005D696B">
      <w:r w:rsidRPr="005B300D">
        <w:t>Ezen túl az alábbi tantárgyak oktatására az Egészségügyi Szakmai Kollégium Fül-orr gégészeti tagozatának ajánlása alapján az alábbi végzettséggel rendelkező szakember alkalmazható:</w:t>
      </w:r>
    </w:p>
    <w:p w:rsidR="005D696B" w:rsidRPr="005B300D" w:rsidRDefault="005D696B" w:rsidP="005D696B"/>
    <w:tbl>
      <w:tblPr>
        <w:tblStyle w:val="Rcsostblzat"/>
        <w:tblpPr w:leftFromText="141" w:rightFromText="141" w:vertAnchor="text" w:tblpY="1"/>
        <w:tblOverlap w:val="never"/>
        <w:tblW w:w="9180" w:type="dxa"/>
        <w:tblLook w:val="04A0" w:firstRow="1" w:lastRow="0" w:firstColumn="1" w:lastColumn="0" w:noHBand="0" w:noVBand="1"/>
      </w:tblPr>
      <w:tblGrid>
        <w:gridCol w:w="3220"/>
        <w:gridCol w:w="5960"/>
      </w:tblGrid>
      <w:tr w:rsidR="005D696B" w:rsidRPr="005B300D" w:rsidTr="00FF0CD2">
        <w:trPr>
          <w:trHeight w:val="300"/>
        </w:trPr>
        <w:tc>
          <w:tcPr>
            <w:tcW w:w="3220" w:type="dxa"/>
            <w:noWrap/>
            <w:hideMark/>
          </w:tcPr>
          <w:p w:rsidR="005D696B" w:rsidRPr="005B300D" w:rsidRDefault="005D696B" w:rsidP="00FF0CD2">
            <w:pPr>
              <w:jc w:val="center"/>
              <w:rPr>
                <w:b/>
                <w:bCs/>
                <w:color w:val="000000"/>
                <w:sz w:val="20"/>
                <w:szCs w:val="20"/>
              </w:rPr>
            </w:pPr>
            <w:r w:rsidRPr="005B300D">
              <w:rPr>
                <w:b/>
                <w:bCs/>
                <w:color w:val="000000"/>
                <w:sz w:val="20"/>
                <w:szCs w:val="20"/>
              </w:rPr>
              <w:t>Tantárgy</w:t>
            </w:r>
          </w:p>
        </w:tc>
        <w:tc>
          <w:tcPr>
            <w:tcW w:w="5960" w:type="dxa"/>
            <w:noWrap/>
            <w:hideMark/>
          </w:tcPr>
          <w:p w:rsidR="005D696B" w:rsidRPr="005B300D" w:rsidRDefault="005D696B" w:rsidP="00FF0CD2">
            <w:pPr>
              <w:jc w:val="center"/>
              <w:rPr>
                <w:b/>
                <w:bCs/>
                <w:color w:val="000000"/>
                <w:sz w:val="20"/>
                <w:szCs w:val="20"/>
              </w:rPr>
            </w:pPr>
            <w:r w:rsidRPr="005B300D">
              <w:rPr>
                <w:b/>
                <w:bCs/>
                <w:color w:val="000000"/>
                <w:sz w:val="20"/>
                <w:szCs w:val="20"/>
              </w:rPr>
              <w:t>Szakképesítés/Szakképzettség</w:t>
            </w:r>
          </w:p>
        </w:tc>
      </w:tr>
      <w:tr w:rsidR="005D696B" w:rsidRPr="005B300D" w:rsidTr="00FF0CD2">
        <w:trPr>
          <w:trHeight w:val="300"/>
        </w:trPr>
        <w:tc>
          <w:tcPr>
            <w:tcW w:w="3220" w:type="dxa"/>
            <w:noWrap/>
            <w:hideMark/>
          </w:tcPr>
          <w:p w:rsidR="005D696B" w:rsidRPr="005B300D" w:rsidRDefault="005D696B" w:rsidP="00FF0CD2">
            <w:pPr>
              <w:rPr>
                <w:sz w:val="20"/>
                <w:szCs w:val="20"/>
              </w:rPr>
            </w:pPr>
            <w:r w:rsidRPr="005B300D">
              <w:rPr>
                <w:sz w:val="20"/>
                <w:szCs w:val="20"/>
              </w:rPr>
              <w:t>Egészségügyi alapismeretek</w:t>
            </w:r>
          </w:p>
        </w:tc>
        <w:tc>
          <w:tcPr>
            <w:tcW w:w="5960" w:type="dxa"/>
            <w:noWrap/>
            <w:hideMark/>
          </w:tcPr>
          <w:p w:rsidR="005D696B" w:rsidRPr="005B300D" w:rsidRDefault="005D696B" w:rsidP="00FF0CD2">
            <w:pPr>
              <w:rPr>
                <w:sz w:val="20"/>
                <w:szCs w:val="20"/>
              </w:rPr>
            </w:pPr>
            <w:r w:rsidRPr="005B300D">
              <w:rPr>
                <w:sz w:val="20"/>
                <w:szCs w:val="20"/>
              </w:rPr>
              <w:t>egészségügyi szaktanár, egészségügyi szakoktató, egyetemi okleveles ápoló, egészségtan tanár egészségügyi előképzettséggel, jogász (szakmai jogi és etikai ismeretek), egészségügyi menedzser (egészségügyi ellátórendszer</w:t>
            </w:r>
            <w:proofErr w:type="gramStart"/>
            <w:r w:rsidRPr="005B300D">
              <w:rPr>
                <w:sz w:val="20"/>
                <w:szCs w:val="20"/>
              </w:rPr>
              <w:t>) ,</w:t>
            </w:r>
            <w:proofErr w:type="gramEnd"/>
            <w:r w:rsidRPr="005B300D">
              <w:rPr>
                <w:sz w:val="20"/>
                <w:szCs w:val="20"/>
              </w:rPr>
              <w:t xml:space="preserve"> ápoló </w:t>
            </w:r>
            <w:proofErr w:type="spellStart"/>
            <w:r w:rsidRPr="005B300D">
              <w:rPr>
                <w:sz w:val="20"/>
                <w:szCs w:val="20"/>
              </w:rPr>
              <w:t>BSc</w:t>
            </w:r>
            <w:proofErr w:type="spellEnd"/>
          </w:p>
        </w:tc>
      </w:tr>
      <w:tr w:rsidR="005D696B" w:rsidRPr="005B300D" w:rsidTr="00FF0CD2">
        <w:trPr>
          <w:trHeight w:val="300"/>
        </w:trPr>
        <w:tc>
          <w:tcPr>
            <w:tcW w:w="3220" w:type="dxa"/>
            <w:noWrap/>
          </w:tcPr>
          <w:p w:rsidR="005D696B" w:rsidRPr="005B300D" w:rsidRDefault="005D696B" w:rsidP="00FF0CD2">
            <w:pPr>
              <w:rPr>
                <w:sz w:val="20"/>
                <w:szCs w:val="20"/>
              </w:rPr>
            </w:pPr>
            <w:proofErr w:type="spellStart"/>
            <w:r w:rsidRPr="005B300D">
              <w:rPr>
                <w:sz w:val="20"/>
                <w:szCs w:val="20"/>
              </w:rPr>
              <w:t>Klinikumi</w:t>
            </w:r>
            <w:proofErr w:type="spellEnd"/>
            <w:r w:rsidRPr="005B300D">
              <w:rPr>
                <w:sz w:val="20"/>
                <w:szCs w:val="20"/>
              </w:rPr>
              <w:t xml:space="preserve"> alapozó ismeretek</w:t>
            </w:r>
          </w:p>
        </w:tc>
        <w:tc>
          <w:tcPr>
            <w:tcW w:w="5960" w:type="dxa"/>
            <w:noWrap/>
          </w:tcPr>
          <w:p w:rsidR="005D696B" w:rsidRPr="005B300D" w:rsidRDefault="005D696B" w:rsidP="00FF0CD2">
            <w:pPr>
              <w:rPr>
                <w:sz w:val="20"/>
                <w:szCs w:val="20"/>
              </w:rPr>
            </w:pPr>
            <w:r w:rsidRPr="005B300D">
              <w:rPr>
                <w:sz w:val="20"/>
                <w:szCs w:val="20"/>
              </w:rPr>
              <w:t xml:space="preserve">általános orvos, szakorvos, egészségügyi szakoktató, egészségügyi szaktanár, egyetemi okleveles ápoló, közegészségügyi-járványügyi felügyelő (mikrobiológia-járványtan), közegészségügyi járványügyi ellenőr (mikrobiológia-járványtan), mentőtiszt (elsősegélynyújtás-első ellátás), ápoló </w:t>
            </w:r>
            <w:proofErr w:type="spellStart"/>
            <w:r w:rsidRPr="005B300D">
              <w:rPr>
                <w:sz w:val="20"/>
                <w:szCs w:val="20"/>
              </w:rPr>
              <w:t>BSc</w:t>
            </w:r>
            <w:proofErr w:type="spellEnd"/>
          </w:p>
        </w:tc>
      </w:tr>
      <w:tr w:rsidR="005D696B" w:rsidRPr="005B300D" w:rsidTr="00FF0CD2">
        <w:trPr>
          <w:trHeight w:val="300"/>
        </w:trPr>
        <w:tc>
          <w:tcPr>
            <w:tcW w:w="3220" w:type="dxa"/>
            <w:noWrap/>
            <w:hideMark/>
          </w:tcPr>
          <w:p w:rsidR="005D696B" w:rsidRPr="005B300D" w:rsidRDefault="005D696B" w:rsidP="00FF0CD2">
            <w:pPr>
              <w:rPr>
                <w:sz w:val="20"/>
                <w:szCs w:val="20"/>
              </w:rPr>
            </w:pPr>
            <w:r w:rsidRPr="005B300D">
              <w:rPr>
                <w:sz w:val="20"/>
                <w:szCs w:val="20"/>
              </w:rPr>
              <w:t>Ápolástan-gondozástan</w:t>
            </w:r>
          </w:p>
        </w:tc>
        <w:tc>
          <w:tcPr>
            <w:tcW w:w="5960" w:type="dxa"/>
            <w:noWrap/>
            <w:hideMark/>
          </w:tcPr>
          <w:p w:rsidR="005D696B" w:rsidRPr="005B300D" w:rsidRDefault="005D696B" w:rsidP="00FF0CD2">
            <w:pPr>
              <w:rPr>
                <w:sz w:val="20"/>
                <w:szCs w:val="20"/>
              </w:rPr>
            </w:pPr>
            <w:r w:rsidRPr="005B300D">
              <w:rPr>
                <w:sz w:val="20"/>
                <w:szCs w:val="20"/>
              </w:rPr>
              <w:t xml:space="preserve">egészségügyi szaktanár, egészségügyi szakoktató, egyetemi okleveles ápoló, </w:t>
            </w:r>
            <w:proofErr w:type="spellStart"/>
            <w:r w:rsidRPr="005B300D">
              <w:rPr>
                <w:sz w:val="20"/>
                <w:szCs w:val="20"/>
              </w:rPr>
              <w:t>ápoló</w:t>
            </w:r>
            <w:proofErr w:type="spellEnd"/>
            <w:r w:rsidRPr="005B300D">
              <w:rPr>
                <w:sz w:val="20"/>
                <w:szCs w:val="20"/>
              </w:rPr>
              <w:t xml:space="preserve"> </w:t>
            </w:r>
            <w:proofErr w:type="spellStart"/>
            <w:r w:rsidRPr="005B300D">
              <w:rPr>
                <w:sz w:val="20"/>
                <w:szCs w:val="20"/>
              </w:rPr>
              <w:t>BSc</w:t>
            </w:r>
            <w:proofErr w:type="spellEnd"/>
          </w:p>
        </w:tc>
      </w:tr>
      <w:tr w:rsidR="005D696B" w:rsidRPr="005B300D" w:rsidTr="00FF0CD2">
        <w:trPr>
          <w:trHeight w:val="300"/>
        </w:trPr>
        <w:tc>
          <w:tcPr>
            <w:tcW w:w="3220" w:type="dxa"/>
            <w:shd w:val="clear" w:color="auto" w:fill="FFFFFF" w:themeFill="background1"/>
            <w:noWrap/>
          </w:tcPr>
          <w:p w:rsidR="005D696B" w:rsidRPr="005B300D" w:rsidRDefault="005D696B" w:rsidP="00FF0CD2">
            <w:pPr>
              <w:rPr>
                <w:sz w:val="20"/>
                <w:szCs w:val="20"/>
              </w:rPr>
            </w:pPr>
            <w:r w:rsidRPr="005B300D">
              <w:rPr>
                <w:sz w:val="20"/>
                <w:szCs w:val="20"/>
              </w:rPr>
              <w:t>Anatómiai, élettani és kórtani alapismeretek</w:t>
            </w:r>
          </w:p>
        </w:tc>
        <w:tc>
          <w:tcPr>
            <w:tcW w:w="5960" w:type="dxa"/>
            <w:noWrap/>
          </w:tcPr>
          <w:p w:rsidR="005D696B" w:rsidRPr="005B300D" w:rsidRDefault="005D696B" w:rsidP="00FF0CD2">
            <w:pPr>
              <w:rPr>
                <w:sz w:val="20"/>
                <w:szCs w:val="20"/>
              </w:rPr>
            </w:pPr>
            <w:r w:rsidRPr="005B300D">
              <w:rPr>
                <w:sz w:val="20"/>
                <w:szCs w:val="20"/>
              </w:rPr>
              <w:t xml:space="preserve">fül-orr-gégész szakorvos, </w:t>
            </w:r>
            <w:proofErr w:type="spellStart"/>
            <w:r w:rsidRPr="005B300D">
              <w:rPr>
                <w:sz w:val="20"/>
                <w:szCs w:val="20"/>
              </w:rPr>
              <w:t>audiológus</w:t>
            </w:r>
            <w:proofErr w:type="spellEnd"/>
            <w:r w:rsidRPr="005B300D">
              <w:rPr>
                <w:sz w:val="20"/>
                <w:szCs w:val="20"/>
              </w:rPr>
              <w:t xml:space="preserve"> szakorvos</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r w:rsidRPr="005B300D">
              <w:rPr>
                <w:sz w:val="20"/>
                <w:szCs w:val="20"/>
              </w:rPr>
              <w:t xml:space="preserve">Szubjektív </w:t>
            </w:r>
            <w:proofErr w:type="spellStart"/>
            <w:r w:rsidRPr="005B300D">
              <w:rPr>
                <w:sz w:val="20"/>
                <w:szCs w:val="20"/>
              </w:rPr>
              <w:t>audiológiai</w:t>
            </w:r>
            <w:proofErr w:type="spellEnd"/>
            <w:r w:rsidRPr="005B300D">
              <w:rPr>
                <w:sz w:val="20"/>
                <w:szCs w:val="20"/>
              </w:rPr>
              <w:t xml:space="preserve"> vizsgálatok</w:t>
            </w:r>
          </w:p>
        </w:tc>
        <w:tc>
          <w:tcPr>
            <w:tcW w:w="5960" w:type="dxa"/>
          </w:tcPr>
          <w:p w:rsidR="005D696B" w:rsidRPr="005B300D" w:rsidRDefault="005D696B" w:rsidP="00FF0CD2">
            <w:pPr>
              <w:rPr>
                <w:sz w:val="20"/>
                <w:szCs w:val="20"/>
              </w:rPr>
            </w:pPr>
            <w:r w:rsidRPr="005B300D">
              <w:rPr>
                <w:sz w:val="20"/>
                <w:szCs w:val="20"/>
              </w:rPr>
              <w:t xml:space="preserve">szakmai tapasztalatokkal rendelkező </w:t>
            </w:r>
            <w:proofErr w:type="spellStart"/>
            <w:r w:rsidRPr="005B300D">
              <w:rPr>
                <w:sz w:val="20"/>
                <w:szCs w:val="20"/>
              </w:rPr>
              <w:t>audiológus</w:t>
            </w:r>
            <w:proofErr w:type="spellEnd"/>
            <w:r w:rsidRPr="005B300D">
              <w:rPr>
                <w:sz w:val="20"/>
                <w:szCs w:val="20"/>
              </w:rPr>
              <w:t xml:space="preserve"> és </w:t>
            </w:r>
            <w:proofErr w:type="spellStart"/>
            <w:r w:rsidRPr="005B300D">
              <w:rPr>
                <w:sz w:val="20"/>
                <w:szCs w:val="20"/>
              </w:rPr>
              <w:t>hallásakusztikus</w:t>
            </w:r>
            <w:proofErr w:type="spellEnd"/>
            <w:r w:rsidRPr="005B300D">
              <w:rPr>
                <w:sz w:val="20"/>
                <w:szCs w:val="20"/>
              </w:rPr>
              <w:t xml:space="preserve"> asszisztens egészségügyi szakoktató képesítéssel, </w:t>
            </w:r>
            <w:proofErr w:type="spellStart"/>
            <w:r w:rsidRPr="005B300D">
              <w:rPr>
                <w:sz w:val="20"/>
                <w:szCs w:val="20"/>
              </w:rPr>
              <w:t>elektrofiziológus</w:t>
            </w:r>
            <w:proofErr w:type="spellEnd"/>
            <w:r w:rsidRPr="005B300D">
              <w:rPr>
                <w:sz w:val="20"/>
                <w:szCs w:val="20"/>
              </w:rPr>
              <w:t xml:space="preserve"> szakasszisztens egészségügyi szakoktató képesítéssel, </w:t>
            </w:r>
            <w:proofErr w:type="spellStart"/>
            <w:r w:rsidRPr="005B300D">
              <w:rPr>
                <w:sz w:val="20"/>
                <w:szCs w:val="20"/>
              </w:rPr>
              <w:t>audiológus</w:t>
            </w:r>
            <w:proofErr w:type="spellEnd"/>
            <w:r w:rsidRPr="005B300D">
              <w:rPr>
                <w:sz w:val="20"/>
                <w:szCs w:val="20"/>
              </w:rPr>
              <w:t xml:space="preserve"> szakorvos</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r w:rsidRPr="005B300D">
              <w:rPr>
                <w:sz w:val="20"/>
                <w:szCs w:val="20"/>
              </w:rPr>
              <w:t xml:space="preserve">Objektív </w:t>
            </w:r>
            <w:proofErr w:type="spellStart"/>
            <w:r w:rsidRPr="005B300D">
              <w:rPr>
                <w:sz w:val="20"/>
                <w:szCs w:val="20"/>
              </w:rPr>
              <w:t>audiológiai</w:t>
            </w:r>
            <w:proofErr w:type="spellEnd"/>
            <w:r w:rsidRPr="005B300D">
              <w:rPr>
                <w:sz w:val="20"/>
                <w:szCs w:val="20"/>
              </w:rPr>
              <w:t xml:space="preserve"> vizsgálatok</w:t>
            </w:r>
          </w:p>
        </w:tc>
        <w:tc>
          <w:tcPr>
            <w:tcW w:w="5960" w:type="dxa"/>
          </w:tcPr>
          <w:p w:rsidR="005D696B" w:rsidRPr="005B300D" w:rsidRDefault="005D696B" w:rsidP="00FF0CD2">
            <w:pPr>
              <w:rPr>
                <w:sz w:val="20"/>
                <w:szCs w:val="20"/>
              </w:rPr>
            </w:pPr>
            <w:r w:rsidRPr="005B300D">
              <w:rPr>
                <w:sz w:val="20"/>
                <w:szCs w:val="20"/>
              </w:rPr>
              <w:t xml:space="preserve">szakmai tapasztalatokkal rendelkező </w:t>
            </w:r>
            <w:proofErr w:type="spellStart"/>
            <w:r w:rsidRPr="005B300D">
              <w:rPr>
                <w:sz w:val="20"/>
                <w:szCs w:val="20"/>
              </w:rPr>
              <w:t>audiológus</w:t>
            </w:r>
            <w:proofErr w:type="spellEnd"/>
            <w:r w:rsidRPr="005B300D">
              <w:rPr>
                <w:sz w:val="20"/>
                <w:szCs w:val="20"/>
              </w:rPr>
              <w:t xml:space="preserve"> és </w:t>
            </w:r>
            <w:proofErr w:type="spellStart"/>
            <w:r w:rsidRPr="005B300D">
              <w:rPr>
                <w:sz w:val="20"/>
                <w:szCs w:val="20"/>
              </w:rPr>
              <w:t>hallásakusztikus</w:t>
            </w:r>
            <w:proofErr w:type="spellEnd"/>
            <w:r w:rsidRPr="005B300D">
              <w:rPr>
                <w:sz w:val="20"/>
                <w:szCs w:val="20"/>
              </w:rPr>
              <w:t xml:space="preserve"> asszisztens egészségügyi szakoktató képesítéssel, </w:t>
            </w:r>
            <w:proofErr w:type="spellStart"/>
            <w:r w:rsidRPr="005B300D">
              <w:rPr>
                <w:sz w:val="20"/>
                <w:szCs w:val="20"/>
              </w:rPr>
              <w:t>elektrofiziológus</w:t>
            </w:r>
            <w:proofErr w:type="spellEnd"/>
            <w:r w:rsidRPr="005B300D">
              <w:rPr>
                <w:sz w:val="20"/>
                <w:szCs w:val="20"/>
              </w:rPr>
              <w:t xml:space="preserve"> szakasszisztens egészségügyi szakoktató képesítéssel, </w:t>
            </w:r>
            <w:proofErr w:type="spellStart"/>
            <w:r w:rsidRPr="005B300D">
              <w:rPr>
                <w:sz w:val="20"/>
                <w:szCs w:val="20"/>
              </w:rPr>
              <w:t>audiológus</w:t>
            </w:r>
            <w:proofErr w:type="spellEnd"/>
            <w:r w:rsidRPr="005B300D">
              <w:rPr>
                <w:sz w:val="20"/>
                <w:szCs w:val="20"/>
              </w:rPr>
              <w:t xml:space="preserve"> szakorvos</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proofErr w:type="spellStart"/>
            <w:r w:rsidRPr="005B300D">
              <w:rPr>
                <w:sz w:val="20"/>
                <w:szCs w:val="20"/>
              </w:rPr>
              <w:t>Gyermek-audiológia</w:t>
            </w:r>
            <w:proofErr w:type="spellEnd"/>
          </w:p>
        </w:tc>
        <w:tc>
          <w:tcPr>
            <w:tcW w:w="5960" w:type="dxa"/>
          </w:tcPr>
          <w:p w:rsidR="005D696B" w:rsidRPr="005B300D" w:rsidRDefault="005D696B" w:rsidP="00FF0CD2">
            <w:pPr>
              <w:rPr>
                <w:sz w:val="20"/>
                <w:szCs w:val="20"/>
              </w:rPr>
            </w:pPr>
            <w:r w:rsidRPr="005B300D">
              <w:rPr>
                <w:sz w:val="20"/>
                <w:szCs w:val="20"/>
              </w:rPr>
              <w:t xml:space="preserve">szakmai tapasztalatokkal rendelkező </w:t>
            </w:r>
            <w:proofErr w:type="spellStart"/>
            <w:r w:rsidRPr="005B300D">
              <w:rPr>
                <w:sz w:val="20"/>
                <w:szCs w:val="20"/>
              </w:rPr>
              <w:t>audiológus</w:t>
            </w:r>
            <w:proofErr w:type="spellEnd"/>
            <w:r w:rsidRPr="005B300D">
              <w:rPr>
                <w:sz w:val="20"/>
                <w:szCs w:val="20"/>
              </w:rPr>
              <w:t xml:space="preserve"> és </w:t>
            </w:r>
            <w:proofErr w:type="spellStart"/>
            <w:r w:rsidRPr="005B300D">
              <w:rPr>
                <w:sz w:val="20"/>
                <w:szCs w:val="20"/>
              </w:rPr>
              <w:t>hallásakusztikus</w:t>
            </w:r>
            <w:proofErr w:type="spellEnd"/>
            <w:r w:rsidRPr="005B300D">
              <w:rPr>
                <w:sz w:val="20"/>
                <w:szCs w:val="20"/>
              </w:rPr>
              <w:t xml:space="preserve"> asszisztens egészségügyi szakoktató képesítéssel, </w:t>
            </w:r>
            <w:proofErr w:type="spellStart"/>
            <w:r w:rsidRPr="005B300D">
              <w:rPr>
                <w:sz w:val="20"/>
                <w:szCs w:val="20"/>
              </w:rPr>
              <w:t>elektrofiziológus</w:t>
            </w:r>
            <w:proofErr w:type="spellEnd"/>
            <w:r w:rsidRPr="005B300D">
              <w:rPr>
                <w:sz w:val="20"/>
                <w:szCs w:val="20"/>
              </w:rPr>
              <w:t xml:space="preserve"> szakasszisztens egészségügyi szakoktató képesítéssel, </w:t>
            </w:r>
            <w:proofErr w:type="spellStart"/>
            <w:r w:rsidRPr="005B300D">
              <w:rPr>
                <w:sz w:val="20"/>
                <w:szCs w:val="20"/>
              </w:rPr>
              <w:t>audiológus</w:t>
            </w:r>
            <w:proofErr w:type="spellEnd"/>
            <w:r w:rsidRPr="005B300D">
              <w:rPr>
                <w:sz w:val="20"/>
                <w:szCs w:val="20"/>
              </w:rPr>
              <w:t xml:space="preserve"> szakorvos, </w:t>
            </w:r>
            <w:proofErr w:type="spellStart"/>
            <w:r w:rsidRPr="005B300D">
              <w:rPr>
                <w:sz w:val="20"/>
                <w:szCs w:val="20"/>
              </w:rPr>
              <w:t>szurdopedagógus</w:t>
            </w:r>
            <w:proofErr w:type="spellEnd"/>
          </w:p>
        </w:tc>
      </w:tr>
      <w:tr w:rsidR="005D696B" w:rsidRPr="005B300D" w:rsidTr="00FF0CD2">
        <w:trPr>
          <w:trHeight w:val="941"/>
        </w:trPr>
        <w:tc>
          <w:tcPr>
            <w:tcW w:w="3220" w:type="dxa"/>
            <w:shd w:val="clear" w:color="auto" w:fill="FFFFFF" w:themeFill="background1"/>
          </w:tcPr>
          <w:p w:rsidR="005D696B" w:rsidRPr="005B300D" w:rsidRDefault="005D696B" w:rsidP="00FF0CD2">
            <w:pPr>
              <w:rPr>
                <w:sz w:val="20"/>
                <w:szCs w:val="20"/>
              </w:rPr>
            </w:pPr>
            <w:proofErr w:type="spellStart"/>
            <w:r w:rsidRPr="005B300D">
              <w:rPr>
                <w:sz w:val="20"/>
                <w:szCs w:val="20"/>
              </w:rPr>
              <w:t>Hallásrehabilitáció</w:t>
            </w:r>
            <w:proofErr w:type="spellEnd"/>
          </w:p>
        </w:tc>
        <w:tc>
          <w:tcPr>
            <w:tcW w:w="5960" w:type="dxa"/>
          </w:tcPr>
          <w:p w:rsidR="005D696B" w:rsidRPr="005B300D" w:rsidRDefault="005D696B" w:rsidP="00FF0CD2">
            <w:pPr>
              <w:rPr>
                <w:sz w:val="20"/>
                <w:szCs w:val="20"/>
              </w:rPr>
            </w:pPr>
            <w:r w:rsidRPr="005B300D">
              <w:rPr>
                <w:sz w:val="20"/>
                <w:szCs w:val="20"/>
              </w:rPr>
              <w:t xml:space="preserve">szakmai tapasztalatokkal rendelkező </w:t>
            </w:r>
            <w:proofErr w:type="spellStart"/>
            <w:r w:rsidRPr="005B300D">
              <w:rPr>
                <w:sz w:val="20"/>
                <w:szCs w:val="20"/>
              </w:rPr>
              <w:t>audiológus</w:t>
            </w:r>
            <w:proofErr w:type="spellEnd"/>
            <w:r w:rsidRPr="005B300D">
              <w:rPr>
                <w:sz w:val="20"/>
                <w:szCs w:val="20"/>
              </w:rPr>
              <w:t xml:space="preserve"> és </w:t>
            </w:r>
            <w:proofErr w:type="spellStart"/>
            <w:r w:rsidRPr="005B300D">
              <w:rPr>
                <w:sz w:val="20"/>
                <w:szCs w:val="20"/>
              </w:rPr>
              <w:t>hallásakusztikus</w:t>
            </w:r>
            <w:proofErr w:type="spellEnd"/>
            <w:r w:rsidRPr="005B300D">
              <w:rPr>
                <w:sz w:val="20"/>
                <w:szCs w:val="20"/>
              </w:rPr>
              <w:t xml:space="preserve"> asszisztens egészségügyi szakoktató képesítéssel, </w:t>
            </w:r>
            <w:proofErr w:type="spellStart"/>
            <w:r w:rsidRPr="005B300D">
              <w:rPr>
                <w:sz w:val="20"/>
                <w:szCs w:val="20"/>
              </w:rPr>
              <w:t>elektrofiziológus</w:t>
            </w:r>
            <w:proofErr w:type="spellEnd"/>
            <w:r w:rsidRPr="005B300D">
              <w:rPr>
                <w:sz w:val="20"/>
                <w:szCs w:val="20"/>
              </w:rPr>
              <w:t xml:space="preserve"> szakasszisztens egészségügyi szakoktató képesítéssel, </w:t>
            </w:r>
            <w:proofErr w:type="spellStart"/>
            <w:r w:rsidRPr="005B300D">
              <w:rPr>
                <w:sz w:val="20"/>
                <w:szCs w:val="20"/>
              </w:rPr>
              <w:t>audiológus</w:t>
            </w:r>
            <w:proofErr w:type="spellEnd"/>
            <w:r w:rsidRPr="005B300D">
              <w:rPr>
                <w:sz w:val="20"/>
                <w:szCs w:val="20"/>
              </w:rPr>
              <w:t xml:space="preserve"> szakorvos, </w:t>
            </w:r>
            <w:proofErr w:type="spellStart"/>
            <w:r w:rsidRPr="005B300D">
              <w:rPr>
                <w:sz w:val="20"/>
                <w:szCs w:val="20"/>
              </w:rPr>
              <w:t>szurdopedagógus</w:t>
            </w:r>
            <w:proofErr w:type="spellEnd"/>
          </w:p>
        </w:tc>
      </w:tr>
      <w:tr w:rsidR="005D696B" w:rsidRPr="005B300D" w:rsidTr="00FF0CD2">
        <w:tc>
          <w:tcPr>
            <w:tcW w:w="3220" w:type="dxa"/>
            <w:shd w:val="clear" w:color="auto" w:fill="FFFFFF" w:themeFill="background1"/>
          </w:tcPr>
          <w:p w:rsidR="005D696B" w:rsidRPr="005B300D" w:rsidRDefault="005D696B" w:rsidP="00FF0CD2">
            <w:pPr>
              <w:rPr>
                <w:sz w:val="20"/>
                <w:szCs w:val="20"/>
              </w:rPr>
            </w:pPr>
            <w:r w:rsidRPr="005B300D">
              <w:rPr>
                <w:sz w:val="20"/>
                <w:szCs w:val="20"/>
              </w:rPr>
              <w:t>Akusztikai alapismeretek</w:t>
            </w:r>
          </w:p>
        </w:tc>
        <w:tc>
          <w:tcPr>
            <w:tcW w:w="5960" w:type="dxa"/>
          </w:tcPr>
          <w:p w:rsidR="005D696B" w:rsidRPr="005B300D" w:rsidRDefault="005D696B" w:rsidP="00FF0CD2">
            <w:r w:rsidRPr="005B300D">
              <w:rPr>
                <w:sz w:val="20"/>
                <w:szCs w:val="20"/>
              </w:rPr>
              <w:t xml:space="preserve">Fizikus, Klinikai mérnök, </w:t>
            </w:r>
            <w:proofErr w:type="spellStart"/>
            <w:r w:rsidRPr="005B300D">
              <w:rPr>
                <w:sz w:val="20"/>
                <w:szCs w:val="20"/>
              </w:rPr>
              <w:t>audiológus</w:t>
            </w:r>
            <w:proofErr w:type="spellEnd"/>
            <w:r w:rsidRPr="005B300D">
              <w:rPr>
                <w:sz w:val="20"/>
                <w:szCs w:val="20"/>
              </w:rPr>
              <w:t xml:space="preserve"> és </w:t>
            </w:r>
            <w:proofErr w:type="spellStart"/>
            <w:r w:rsidRPr="005B300D">
              <w:rPr>
                <w:sz w:val="20"/>
                <w:szCs w:val="20"/>
              </w:rPr>
              <w:t>hallásakusztikus</w:t>
            </w:r>
            <w:proofErr w:type="spellEnd"/>
            <w:r w:rsidRPr="005B300D">
              <w:rPr>
                <w:sz w:val="20"/>
                <w:szCs w:val="20"/>
              </w:rPr>
              <w:t xml:space="preserve"> asszisztens egészségügyi szakoktató</w:t>
            </w:r>
            <w:proofErr w:type="gramStart"/>
            <w:r w:rsidRPr="005B300D">
              <w:rPr>
                <w:sz w:val="20"/>
                <w:szCs w:val="20"/>
              </w:rPr>
              <w:t>,vagy</w:t>
            </w:r>
            <w:proofErr w:type="gramEnd"/>
            <w:r w:rsidRPr="005B300D">
              <w:rPr>
                <w:sz w:val="20"/>
                <w:szCs w:val="20"/>
              </w:rPr>
              <w:t xml:space="preserve"> egészségügyi szaktanári képesítéssel</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r w:rsidRPr="005B300D">
              <w:rPr>
                <w:sz w:val="20"/>
                <w:szCs w:val="20"/>
              </w:rPr>
              <w:t>Hallókészülék technológia</w:t>
            </w:r>
          </w:p>
        </w:tc>
        <w:tc>
          <w:tcPr>
            <w:tcW w:w="5960" w:type="dxa"/>
          </w:tcPr>
          <w:p w:rsidR="005D696B" w:rsidRPr="005B300D" w:rsidRDefault="005D696B" w:rsidP="00FF0CD2">
            <w:pPr>
              <w:rPr>
                <w:sz w:val="20"/>
                <w:szCs w:val="20"/>
              </w:rPr>
            </w:pPr>
            <w:r w:rsidRPr="005B300D">
              <w:rPr>
                <w:sz w:val="20"/>
                <w:szCs w:val="20"/>
              </w:rPr>
              <w:t xml:space="preserve">Fizikus, klinikai mérnök </w:t>
            </w:r>
            <w:proofErr w:type="spellStart"/>
            <w:r w:rsidRPr="005B300D">
              <w:rPr>
                <w:sz w:val="20"/>
                <w:szCs w:val="20"/>
              </w:rPr>
              <w:t>implantált</w:t>
            </w:r>
            <w:proofErr w:type="spellEnd"/>
            <w:r w:rsidRPr="005B300D">
              <w:rPr>
                <w:sz w:val="20"/>
                <w:szCs w:val="20"/>
              </w:rPr>
              <w:t xml:space="preserve"> hallókészülékek beállításában szerzett tapasztalattal</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r w:rsidRPr="005B300D">
              <w:rPr>
                <w:sz w:val="20"/>
                <w:szCs w:val="20"/>
              </w:rPr>
              <w:t>Hallásjavító rendszerek illesztése</w:t>
            </w:r>
          </w:p>
        </w:tc>
        <w:tc>
          <w:tcPr>
            <w:tcW w:w="5960" w:type="dxa"/>
          </w:tcPr>
          <w:p w:rsidR="005D696B" w:rsidRPr="005B300D" w:rsidRDefault="005D696B" w:rsidP="00FF0CD2">
            <w:pPr>
              <w:rPr>
                <w:sz w:val="20"/>
                <w:szCs w:val="20"/>
              </w:rPr>
            </w:pPr>
            <w:r w:rsidRPr="005B300D">
              <w:rPr>
                <w:sz w:val="20"/>
                <w:szCs w:val="20"/>
              </w:rPr>
              <w:t xml:space="preserve">Fizikus, Klinikai mérnök hallókészülék illesztésben szerzett tapasztalattal, </w:t>
            </w:r>
            <w:proofErr w:type="spellStart"/>
            <w:r w:rsidRPr="005B300D">
              <w:rPr>
                <w:sz w:val="20"/>
                <w:szCs w:val="20"/>
              </w:rPr>
              <w:t>audiológus</w:t>
            </w:r>
            <w:proofErr w:type="spellEnd"/>
            <w:r w:rsidRPr="005B300D">
              <w:rPr>
                <w:sz w:val="20"/>
                <w:szCs w:val="20"/>
              </w:rPr>
              <w:t xml:space="preserve"> asszisztens és </w:t>
            </w:r>
            <w:proofErr w:type="spellStart"/>
            <w:r w:rsidRPr="005B300D">
              <w:rPr>
                <w:sz w:val="20"/>
                <w:szCs w:val="20"/>
              </w:rPr>
              <w:t>hallásakusztikus</w:t>
            </w:r>
            <w:proofErr w:type="spellEnd"/>
            <w:r w:rsidRPr="005B300D">
              <w:rPr>
                <w:sz w:val="20"/>
                <w:szCs w:val="20"/>
              </w:rPr>
              <w:t xml:space="preserve"> szakoktatói, illetve szaktanári végzettséggel, hallókészülék illesztésben, gyermekellátásban szerzett legalább 2 éves tapasztalattal, KEFA asszisztens ugyanazokkal a feltételekkel. </w:t>
            </w:r>
            <w:proofErr w:type="spellStart"/>
            <w:r w:rsidRPr="005B300D">
              <w:rPr>
                <w:sz w:val="20"/>
                <w:szCs w:val="20"/>
              </w:rPr>
              <w:t>Audiológus</w:t>
            </w:r>
            <w:proofErr w:type="spellEnd"/>
            <w:r w:rsidRPr="005B300D">
              <w:rPr>
                <w:sz w:val="20"/>
                <w:szCs w:val="20"/>
              </w:rPr>
              <w:t xml:space="preserve"> szakorvos </w:t>
            </w:r>
            <w:proofErr w:type="spellStart"/>
            <w:r w:rsidRPr="005B300D">
              <w:rPr>
                <w:sz w:val="20"/>
                <w:szCs w:val="20"/>
              </w:rPr>
              <w:t>u.a</w:t>
            </w:r>
            <w:proofErr w:type="spellEnd"/>
            <w:r w:rsidRPr="005B300D">
              <w:rPr>
                <w:sz w:val="20"/>
                <w:szCs w:val="20"/>
              </w:rPr>
              <w:t>. feltételekkel.</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proofErr w:type="spellStart"/>
            <w:r w:rsidRPr="005B300D">
              <w:rPr>
                <w:sz w:val="20"/>
                <w:szCs w:val="20"/>
              </w:rPr>
              <w:t>Fülilleszték</w:t>
            </w:r>
            <w:proofErr w:type="spellEnd"/>
            <w:r w:rsidRPr="005B300D">
              <w:rPr>
                <w:sz w:val="20"/>
                <w:szCs w:val="20"/>
              </w:rPr>
              <w:t xml:space="preserve"> gyártás technológiája</w:t>
            </w:r>
          </w:p>
        </w:tc>
        <w:tc>
          <w:tcPr>
            <w:tcW w:w="5960" w:type="dxa"/>
          </w:tcPr>
          <w:p w:rsidR="005D696B" w:rsidRPr="005B300D" w:rsidRDefault="005D696B" w:rsidP="00FF0CD2">
            <w:pPr>
              <w:rPr>
                <w:sz w:val="20"/>
                <w:szCs w:val="20"/>
              </w:rPr>
            </w:pPr>
            <w:r w:rsidRPr="005B300D">
              <w:rPr>
                <w:sz w:val="20"/>
                <w:szCs w:val="20"/>
              </w:rPr>
              <w:t xml:space="preserve">Fogtechnikus, </w:t>
            </w:r>
            <w:proofErr w:type="spellStart"/>
            <w:r w:rsidRPr="005B300D">
              <w:rPr>
                <w:sz w:val="20"/>
                <w:szCs w:val="20"/>
              </w:rPr>
              <w:t>fülilleszték</w:t>
            </w:r>
            <w:proofErr w:type="spellEnd"/>
            <w:r w:rsidRPr="005B300D">
              <w:rPr>
                <w:sz w:val="20"/>
                <w:szCs w:val="20"/>
              </w:rPr>
              <w:t xml:space="preserve"> készítő </w:t>
            </w:r>
            <w:proofErr w:type="gramStart"/>
            <w:r w:rsidRPr="005B300D">
              <w:rPr>
                <w:sz w:val="20"/>
                <w:szCs w:val="20"/>
              </w:rPr>
              <w:t>szakember ,</w:t>
            </w:r>
            <w:proofErr w:type="gramEnd"/>
            <w:r w:rsidRPr="005B300D">
              <w:rPr>
                <w:sz w:val="20"/>
                <w:szCs w:val="20"/>
              </w:rPr>
              <w:t xml:space="preserve"> a gyártásban szerzett legalább 2 éves gyakorlattal.</w:t>
            </w:r>
          </w:p>
        </w:tc>
      </w:tr>
      <w:tr w:rsidR="005D696B" w:rsidRPr="005B300D" w:rsidTr="00FF0CD2">
        <w:tc>
          <w:tcPr>
            <w:tcW w:w="3220" w:type="dxa"/>
            <w:shd w:val="clear" w:color="auto" w:fill="FFFFFF" w:themeFill="background1"/>
          </w:tcPr>
          <w:p w:rsidR="005D696B" w:rsidRPr="005B300D" w:rsidRDefault="005D696B" w:rsidP="00FF0CD2">
            <w:pPr>
              <w:rPr>
                <w:sz w:val="20"/>
                <w:szCs w:val="20"/>
              </w:rPr>
            </w:pPr>
            <w:proofErr w:type="spellStart"/>
            <w:r w:rsidRPr="005B300D">
              <w:rPr>
                <w:sz w:val="20"/>
                <w:szCs w:val="20"/>
              </w:rPr>
              <w:t>Szervízismeretek</w:t>
            </w:r>
            <w:proofErr w:type="spellEnd"/>
          </w:p>
        </w:tc>
        <w:tc>
          <w:tcPr>
            <w:tcW w:w="5960" w:type="dxa"/>
          </w:tcPr>
          <w:p w:rsidR="005D696B" w:rsidRPr="005B300D" w:rsidRDefault="005D696B" w:rsidP="00FF0CD2">
            <w:pPr>
              <w:rPr>
                <w:sz w:val="20"/>
                <w:szCs w:val="20"/>
              </w:rPr>
            </w:pPr>
            <w:r w:rsidRPr="005B300D">
              <w:rPr>
                <w:sz w:val="20"/>
                <w:szCs w:val="20"/>
              </w:rPr>
              <w:t xml:space="preserve">műszerész, hallókészülék gyártásban, javításban legalább 2 év tapasztalattal, mérnök, </w:t>
            </w:r>
            <w:proofErr w:type="spellStart"/>
            <w:r w:rsidRPr="005B300D">
              <w:rPr>
                <w:sz w:val="20"/>
                <w:szCs w:val="20"/>
              </w:rPr>
              <w:t>u.a</w:t>
            </w:r>
            <w:proofErr w:type="spellEnd"/>
            <w:r w:rsidRPr="005B300D">
              <w:rPr>
                <w:sz w:val="20"/>
                <w:szCs w:val="20"/>
              </w:rPr>
              <w:t>. feltételekkel</w:t>
            </w:r>
          </w:p>
        </w:tc>
      </w:tr>
    </w:tbl>
    <w:p w:rsidR="0092256D" w:rsidRDefault="0092256D" w:rsidP="005D696B">
      <w:pPr>
        <w:rPr>
          <w:b/>
        </w:rPr>
      </w:pPr>
    </w:p>
    <w:p w:rsidR="005D696B" w:rsidRPr="005B300D" w:rsidRDefault="005D696B" w:rsidP="005D696B">
      <w:pPr>
        <w:rPr>
          <w:b/>
        </w:rPr>
      </w:pPr>
      <w:r w:rsidRPr="005B300D">
        <w:rPr>
          <w:b/>
        </w:rPr>
        <w:t>Tárgyi feltételek</w:t>
      </w:r>
    </w:p>
    <w:p w:rsidR="005D696B" w:rsidRPr="005B300D" w:rsidRDefault="005D696B" w:rsidP="005D696B">
      <w:r w:rsidRPr="005B300D">
        <w:lastRenderedPageBreak/>
        <w:t>A szakmai képzés lebonyolításához szükséges eszközök és felszerelések felsorolását a szakképesítés szakmai és vizsgakövetelménye (</w:t>
      </w:r>
      <w:proofErr w:type="spellStart"/>
      <w:r w:rsidRPr="005B300D">
        <w:t>szvk</w:t>
      </w:r>
      <w:proofErr w:type="spellEnd"/>
      <w:r w:rsidRPr="005B300D">
        <w:t>) tartalmazza, melynek további részletei az alábbiak: Nincs.</w:t>
      </w:r>
    </w:p>
    <w:p w:rsidR="005D696B" w:rsidRPr="005B300D" w:rsidRDefault="005D696B" w:rsidP="005D696B"/>
    <w:p w:rsidR="005D696B" w:rsidRPr="005B300D" w:rsidRDefault="005D696B" w:rsidP="005D696B">
      <w:r w:rsidRPr="005B300D">
        <w:t>Ajánlás a szakmai képzés lebonyolításához szükséges további eszközökre és felszerelésekre: Nincs.</w:t>
      </w:r>
    </w:p>
    <w:p w:rsidR="005D696B" w:rsidRPr="005B300D" w:rsidRDefault="005D696B" w:rsidP="005D696B"/>
    <w:p w:rsidR="005D696B" w:rsidRPr="005B300D" w:rsidRDefault="005D696B" w:rsidP="005D696B"/>
    <w:p w:rsidR="005D696B" w:rsidRPr="005B300D" w:rsidRDefault="005D696B" w:rsidP="005D696B">
      <w:pPr>
        <w:rPr>
          <w:b/>
        </w:rPr>
      </w:pPr>
      <w:r w:rsidRPr="005B300D">
        <w:rPr>
          <w:b/>
        </w:rPr>
        <w:t xml:space="preserve">V. </w:t>
      </w:r>
      <w:proofErr w:type="gramStart"/>
      <w:r w:rsidRPr="005B300D">
        <w:rPr>
          <w:b/>
        </w:rPr>
        <w:t>A</w:t>
      </w:r>
      <w:proofErr w:type="gramEnd"/>
      <w:r w:rsidRPr="005B300D">
        <w:rPr>
          <w:b/>
        </w:rPr>
        <w:t xml:space="preserve"> szakképesítés óraterve nappali rendszerű oktatásra</w:t>
      </w:r>
    </w:p>
    <w:p w:rsidR="005D696B" w:rsidRPr="005B300D" w:rsidRDefault="005D696B" w:rsidP="005D696B"/>
    <w:p w:rsidR="005D696B" w:rsidRPr="005B300D" w:rsidRDefault="005D696B" w:rsidP="005D696B">
      <w:r w:rsidRPr="005B300D">
        <w:t>A szakgimnáziumi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szakgimnáziumi szakmai tartalma, tantárgyi rendszere, összes órakerete megegyezik a 4+1 évfolyamos képzés 9-12. középiskolai évfolyamokra jutó ágazati szakgimnáziumi szakmai tantárgyainak tartalmával, összes óraszámával.</w:t>
      </w:r>
    </w:p>
    <w:p w:rsidR="005D696B" w:rsidRPr="005B300D" w:rsidRDefault="005D696B" w:rsidP="005D696B"/>
    <w:p w:rsidR="005D696B" w:rsidRPr="005B300D" w:rsidRDefault="005D696B" w:rsidP="005D696B">
      <w:r w:rsidRPr="005B300D">
        <w:t>Szakgimnáziumi képzés esetén a heti és éves szakmai óraszámok:</w:t>
      </w:r>
    </w:p>
    <w:p w:rsidR="005D696B" w:rsidRPr="005B300D" w:rsidRDefault="005D696B" w:rsidP="005D696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510"/>
        <w:gridCol w:w="1861"/>
        <w:gridCol w:w="1701"/>
        <w:gridCol w:w="1701"/>
      </w:tblGrid>
      <w:tr w:rsidR="005D696B" w:rsidRPr="005B300D" w:rsidTr="00FF0CD2">
        <w:trPr>
          <w:jc w:val="center"/>
        </w:trPr>
        <w:tc>
          <w:tcPr>
            <w:tcW w:w="2000" w:type="dxa"/>
            <w:shd w:val="clear" w:color="auto" w:fill="auto"/>
            <w:vAlign w:val="center"/>
          </w:tcPr>
          <w:p w:rsidR="005D696B" w:rsidRPr="005B300D" w:rsidRDefault="005D696B" w:rsidP="00FF0CD2">
            <w:pPr>
              <w:jc w:val="center"/>
            </w:pPr>
            <w:r w:rsidRPr="005B300D">
              <w:t>évfolyam</w:t>
            </w:r>
          </w:p>
        </w:tc>
        <w:tc>
          <w:tcPr>
            <w:tcW w:w="1510" w:type="dxa"/>
            <w:shd w:val="clear" w:color="auto" w:fill="auto"/>
            <w:vAlign w:val="center"/>
          </w:tcPr>
          <w:p w:rsidR="005D696B" w:rsidRPr="005B300D" w:rsidRDefault="005D696B" w:rsidP="00FF0CD2">
            <w:pPr>
              <w:jc w:val="center"/>
            </w:pPr>
            <w:r w:rsidRPr="005B300D">
              <w:t>heti óraszám szabadsáv nélkül</w:t>
            </w:r>
          </w:p>
        </w:tc>
        <w:tc>
          <w:tcPr>
            <w:tcW w:w="1861" w:type="dxa"/>
            <w:shd w:val="clear" w:color="auto" w:fill="auto"/>
            <w:vAlign w:val="center"/>
          </w:tcPr>
          <w:p w:rsidR="005D696B" w:rsidRPr="005B300D" w:rsidRDefault="005D696B" w:rsidP="00FF0CD2">
            <w:pPr>
              <w:jc w:val="center"/>
            </w:pPr>
            <w:r w:rsidRPr="005B300D">
              <w:t>éves óraszám szabadsáv nélkül</w:t>
            </w:r>
          </w:p>
        </w:tc>
        <w:tc>
          <w:tcPr>
            <w:tcW w:w="1701" w:type="dxa"/>
            <w:vAlign w:val="center"/>
          </w:tcPr>
          <w:p w:rsidR="005D696B" w:rsidRPr="005B300D" w:rsidRDefault="005D696B" w:rsidP="00FF0CD2">
            <w:pPr>
              <w:jc w:val="center"/>
            </w:pPr>
            <w:r w:rsidRPr="005B300D">
              <w:t>heti óraszám</w:t>
            </w:r>
          </w:p>
          <w:p w:rsidR="005D696B" w:rsidRPr="005B300D" w:rsidRDefault="005D696B" w:rsidP="00FF0CD2">
            <w:pPr>
              <w:jc w:val="center"/>
            </w:pPr>
            <w:r w:rsidRPr="005B300D">
              <w:t>szabadsávval</w:t>
            </w:r>
          </w:p>
        </w:tc>
        <w:tc>
          <w:tcPr>
            <w:tcW w:w="1701" w:type="dxa"/>
            <w:vAlign w:val="center"/>
          </w:tcPr>
          <w:p w:rsidR="005D696B" w:rsidRPr="005B300D" w:rsidRDefault="005D696B" w:rsidP="00FF0CD2">
            <w:pPr>
              <w:jc w:val="center"/>
            </w:pPr>
            <w:r w:rsidRPr="005B300D">
              <w:t>éves óraszám szabadsávval</w:t>
            </w:r>
          </w:p>
        </w:tc>
      </w:tr>
      <w:tr w:rsidR="005D696B" w:rsidRPr="005B300D" w:rsidTr="00FF0CD2">
        <w:trPr>
          <w:jc w:val="center"/>
        </w:trPr>
        <w:tc>
          <w:tcPr>
            <w:tcW w:w="2000" w:type="dxa"/>
            <w:shd w:val="clear" w:color="auto" w:fill="auto"/>
          </w:tcPr>
          <w:p w:rsidR="005D696B" w:rsidRPr="005B300D" w:rsidRDefault="005D696B" w:rsidP="00FF0CD2">
            <w:r w:rsidRPr="005B300D">
              <w:t>9. évfolyam</w:t>
            </w:r>
          </w:p>
        </w:tc>
        <w:tc>
          <w:tcPr>
            <w:tcW w:w="1510" w:type="dxa"/>
            <w:shd w:val="clear" w:color="auto" w:fill="auto"/>
          </w:tcPr>
          <w:p w:rsidR="005D696B" w:rsidRPr="005B300D" w:rsidRDefault="005D696B" w:rsidP="00FF0CD2">
            <w:r w:rsidRPr="005B300D">
              <w:t>11 óra/hét</w:t>
            </w:r>
          </w:p>
        </w:tc>
        <w:tc>
          <w:tcPr>
            <w:tcW w:w="1861" w:type="dxa"/>
            <w:shd w:val="clear" w:color="auto" w:fill="auto"/>
          </w:tcPr>
          <w:p w:rsidR="005D696B" w:rsidRPr="005B300D" w:rsidRDefault="005D696B" w:rsidP="00FF0CD2">
            <w:r w:rsidRPr="005B300D">
              <w:t>396 óra/év</w:t>
            </w:r>
          </w:p>
        </w:tc>
        <w:tc>
          <w:tcPr>
            <w:tcW w:w="1701" w:type="dxa"/>
          </w:tcPr>
          <w:p w:rsidR="005D696B" w:rsidRPr="005B300D" w:rsidDel="006107BC" w:rsidRDefault="005D696B" w:rsidP="00FF0CD2">
            <w:r w:rsidRPr="005B300D">
              <w:t>13 óra/hét</w:t>
            </w:r>
          </w:p>
        </w:tc>
        <w:tc>
          <w:tcPr>
            <w:tcW w:w="1701" w:type="dxa"/>
          </w:tcPr>
          <w:p w:rsidR="005D696B" w:rsidRPr="005B300D" w:rsidDel="006107BC" w:rsidRDefault="005D696B" w:rsidP="00FF0CD2">
            <w:r w:rsidRPr="005B300D">
              <w:t>468 óra/év</w:t>
            </w:r>
          </w:p>
        </w:tc>
      </w:tr>
      <w:tr w:rsidR="005D696B" w:rsidRPr="005B300D" w:rsidTr="00FF0CD2">
        <w:trPr>
          <w:jc w:val="center"/>
        </w:trPr>
        <w:tc>
          <w:tcPr>
            <w:tcW w:w="2000" w:type="dxa"/>
            <w:shd w:val="clear" w:color="auto" w:fill="auto"/>
          </w:tcPr>
          <w:p w:rsidR="005D696B" w:rsidRPr="005B300D" w:rsidRDefault="005D696B" w:rsidP="00FF0CD2">
            <w:r w:rsidRPr="005B300D">
              <w:t>10. évfolyam</w:t>
            </w:r>
          </w:p>
        </w:tc>
        <w:tc>
          <w:tcPr>
            <w:tcW w:w="1510" w:type="dxa"/>
            <w:shd w:val="clear" w:color="auto" w:fill="auto"/>
          </w:tcPr>
          <w:p w:rsidR="005D696B" w:rsidRPr="005B300D" w:rsidRDefault="005D696B" w:rsidP="00FF0CD2">
            <w:r w:rsidRPr="005B300D">
              <w:t>12 óra/hét</w:t>
            </w:r>
          </w:p>
        </w:tc>
        <w:tc>
          <w:tcPr>
            <w:tcW w:w="1861" w:type="dxa"/>
            <w:shd w:val="clear" w:color="auto" w:fill="auto"/>
          </w:tcPr>
          <w:p w:rsidR="005D696B" w:rsidRPr="005B300D" w:rsidRDefault="005D696B" w:rsidP="00FF0CD2">
            <w:r w:rsidRPr="005B300D">
              <w:t>432 óra/év</w:t>
            </w:r>
          </w:p>
        </w:tc>
        <w:tc>
          <w:tcPr>
            <w:tcW w:w="1701" w:type="dxa"/>
          </w:tcPr>
          <w:p w:rsidR="005D696B" w:rsidRPr="005B300D" w:rsidDel="006107BC" w:rsidRDefault="005D696B" w:rsidP="00FF0CD2">
            <w:r w:rsidRPr="005B300D">
              <w:t>13 óra/hét</w:t>
            </w:r>
          </w:p>
        </w:tc>
        <w:tc>
          <w:tcPr>
            <w:tcW w:w="1701" w:type="dxa"/>
          </w:tcPr>
          <w:p w:rsidR="005D696B" w:rsidRPr="005B300D" w:rsidDel="006107BC" w:rsidRDefault="005D696B" w:rsidP="00FF0CD2">
            <w:r w:rsidRPr="005B300D">
              <w:t>468 óra/év</w:t>
            </w:r>
          </w:p>
        </w:tc>
      </w:tr>
      <w:tr w:rsidR="005D696B" w:rsidRPr="005B300D" w:rsidTr="00FF0CD2">
        <w:trPr>
          <w:jc w:val="center"/>
        </w:trPr>
        <w:tc>
          <w:tcPr>
            <w:tcW w:w="2000" w:type="dxa"/>
            <w:shd w:val="clear" w:color="auto" w:fill="auto"/>
          </w:tcPr>
          <w:p w:rsidR="005D696B" w:rsidRPr="005B300D" w:rsidRDefault="005D696B" w:rsidP="00FF0CD2">
            <w:proofErr w:type="spellStart"/>
            <w:r w:rsidRPr="005B300D">
              <w:t>Ögy</w:t>
            </w:r>
            <w:proofErr w:type="spellEnd"/>
            <w:r w:rsidRPr="005B300D">
              <w:t>.</w:t>
            </w:r>
          </w:p>
        </w:tc>
        <w:tc>
          <w:tcPr>
            <w:tcW w:w="1510" w:type="dxa"/>
            <w:shd w:val="clear" w:color="auto" w:fill="auto"/>
          </w:tcPr>
          <w:p w:rsidR="005D696B" w:rsidRPr="005B300D" w:rsidDel="00F96649" w:rsidRDefault="005D696B" w:rsidP="00FF0CD2"/>
        </w:tc>
        <w:tc>
          <w:tcPr>
            <w:tcW w:w="1861" w:type="dxa"/>
            <w:shd w:val="clear" w:color="auto" w:fill="auto"/>
          </w:tcPr>
          <w:p w:rsidR="005D696B" w:rsidRPr="005B300D" w:rsidRDefault="005D696B" w:rsidP="00FF0CD2">
            <w:r w:rsidRPr="005B300D">
              <w:t>140 óra</w:t>
            </w:r>
          </w:p>
        </w:tc>
        <w:tc>
          <w:tcPr>
            <w:tcW w:w="1701" w:type="dxa"/>
          </w:tcPr>
          <w:p w:rsidR="005D696B" w:rsidRPr="005B300D" w:rsidRDefault="005D696B" w:rsidP="00FF0CD2"/>
        </w:tc>
        <w:tc>
          <w:tcPr>
            <w:tcW w:w="1701" w:type="dxa"/>
          </w:tcPr>
          <w:p w:rsidR="005D696B" w:rsidRPr="005B300D" w:rsidRDefault="005D696B" w:rsidP="00FF0CD2">
            <w:r w:rsidRPr="005B300D">
              <w:t>140 óra</w:t>
            </w:r>
          </w:p>
        </w:tc>
      </w:tr>
      <w:tr w:rsidR="005D696B" w:rsidRPr="005B300D" w:rsidTr="00FF0CD2">
        <w:trPr>
          <w:jc w:val="center"/>
        </w:trPr>
        <w:tc>
          <w:tcPr>
            <w:tcW w:w="2000" w:type="dxa"/>
            <w:shd w:val="clear" w:color="auto" w:fill="auto"/>
          </w:tcPr>
          <w:p w:rsidR="005D696B" w:rsidRPr="005B300D" w:rsidRDefault="005D696B" w:rsidP="00FF0CD2">
            <w:r w:rsidRPr="005B300D">
              <w:t>11. évfolyam</w:t>
            </w:r>
          </w:p>
        </w:tc>
        <w:tc>
          <w:tcPr>
            <w:tcW w:w="1510" w:type="dxa"/>
            <w:shd w:val="clear" w:color="auto" w:fill="auto"/>
          </w:tcPr>
          <w:p w:rsidR="005D696B" w:rsidRPr="005B300D" w:rsidRDefault="005D696B" w:rsidP="00FF0CD2">
            <w:r w:rsidRPr="005B300D">
              <w:t>10 óra/hét</w:t>
            </w:r>
          </w:p>
        </w:tc>
        <w:tc>
          <w:tcPr>
            <w:tcW w:w="1861" w:type="dxa"/>
            <w:shd w:val="clear" w:color="auto" w:fill="auto"/>
          </w:tcPr>
          <w:p w:rsidR="005D696B" w:rsidRPr="005B300D" w:rsidRDefault="005D696B" w:rsidP="00FF0CD2">
            <w:r w:rsidRPr="005B300D">
              <w:t>360 óra/év</w:t>
            </w:r>
          </w:p>
        </w:tc>
        <w:tc>
          <w:tcPr>
            <w:tcW w:w="1701" w:type="dxa"/>
          </w:tcPr>
          <w:p w:rsidR="005D696B" w:rsidRPr="005B300D" w:rsidDel="006107BC" w:rsidRDefault="005D696B" w:rsidP="00FF0CD2">
            <w:r w:rsidRPr="005B300D">
              <w:t>11 óra/hét</w:t>
            </w:r>
          </w:p>
        </w:tc>
        <w:tc>
          <w:tcPr>
            <w:tcW w:w="1701" w:type="dxa"/>
          </w:tcPr>
          <w:p w:rsidR="005D696B" w:rsidRPr="005B300D" w:rsidDel="006107BC" w:rsidRDefault="005D696B" w:rsidP="00FF0CD2">
            <w:r w:rsidRPr="005B300D">
              <w:t>396 óra/év</w:t>
            </w:r>
          </w:p>
        </w:tc>
      </w:tr>
      <w:tr w:rsidR="005D696B" w:rsidRPr="005B300D" w:rsidTr="00FF0CD2">
        <w:trPr>
          <w:jc w:val="center"/>
        </w:trPr>
        <w:tc>
          <w:tcPr>
            <w:tcW w:w="2000" w:type="dxa"/>
            <w:shd w:val="clear" w:color="auto" w:fill="auto"/>
          </w:tcPr>
          <w:p w:rsidR="005D696B" w:rsidRPr="005B300D" w:rsidRDefault="005D696B" w:rsidP="00FF0CD2">
            <w:proofErr w:type="spellStart"/>
            <w:r w:rsidRPr="005B300D">
              <w:t>Ögy</w:t>
            </w:r>
            <w:proofErr w:type="spellEnd"/>
            <w:r w:rsidRPr="005B300D">
              <w:t>.</w:t>
            </w:r>
          </w:p>
        </w:tc>
        <w:tc>
          <w:tcPr>
            <w:tcW w:w="1510" w:type="dxa"/>
            <w:shd w:val="clear" w:color="auto" w:fill="auto"/>
          </w:tcPr>
          <w:p w:rsidR="005D696B" w:rsidRPr="005B300D" w:rsidRDefault="005D696B" w:rsidP="00FF0CD2"/>
        </w:tc>
        <w:tc>
          <w:tcPr>
            <w:tcW w:w="1861" w:type="dxa"/>
            <w:shd w:val="clear" w:color="auto" w:fill="auto"/>
          </w:tcPr>
          <w:p w:rsidR="005D696B" w:rsidRPr="005B300D" w:rsidRDefault="005D696B" w:rsidP="00FF0CD2">
            <w:r w:rsidRPr="005B300D">
              <w:t>140 óra</w:t>
            </w:r>
          </w:p>
        </w:tc>
        <w:tc>
          <w:tcPr>
            <w:tcW w:w="1701" w:type="dxa"/>
          </w:tcPr>
          <w:p w:rsidR="005D696B" w:rsidRPr="005B300D" w:rsidDel="005546A9" w:rsidRDefault="005D696B" w:rsidP="00FF0CD2"/>
        </w:tc>
        <w:tc>
          <w:tcPr>
            <w:tcW w:w="1701" w:type="dxa"/>
          </w:tcPr>
          <w:p w:rsidR="005D696B" w:rsidRPr="005B300D" w:rsidDel="005546A9" w:rsidRDefault="005D696B" w:rsidP="00FF0CD2">
            <w:r w:rsidRPr="005B300D">
              <w:t>140 óra</w:t>
            </w:r>
          </w:p>
        </w:tc>
      </w:tr>
      <w:tr w:rsidR="005D696B" w:rsidRPr="005B300D" w:rsidTr="00FF0CD2">
        <w:trPr>
          <w:jc w:val="center"/>
        </w:trPr>
        <w:tc>
          <w:tcPr>
            <w:tcW w:w="2000" w:type="dxa"/>
            <w:shd w:val="clear" w:color="auto" w:fill="auto"/>
          </w:tcPr>
          <w:p w:rsidR="005D696B" w:rsidRPr="005B300D" w:rsidRDefault="005D696B" w:rsidP="00FF0CD2">
            <w:r w:rsidRPr="005B300D">
              <w:t>12. évfolyam</w:t>
            </w:r>
          </w:p>
        </w:tc>
        <w:tc>
          <w:tcPr>
            <w:tcW w:w="1510" w:type="dxa"/>
            <w:shd w:val="clear" w:color="auto" w:fill="auto"/>
          </w:tcPr>
          <w:p w:rsidR="005D696B" w:rsidRPr="005B300D" w:rsidRDefault="005D696B" w:rsidP="00FF0CD2">
            <w:r w:rsidRPr="005B300D">
              <w:t>10 óra/hét</w:t>
            </w:r>
          </w:p>
        </w:tc>
        <w:tc>
          <w:tcPr>
            <w:tcW w:w="1861" w:type="dxa"/>
            <w:shd w:val="clear" w:color="auto" w:fill="auto"/>
          </w:tcPr>
          <w:p w:rsidR="005D696B" w:rsidRPr="005B300D" w:rsidRDefault="005D696B" w:rsidP="00FF0CD2">
            <w:r w:rsidRPr="005B300D">
              <w:t>310 óra/év</w:t>
            </w:r>
          </w:p>
        </w:tc>
        <w:tc>
          <w:tcPr>
            <w:tcW w:w="1701" w:type="dxa"/>
          </w:tcPr>
          <w:p w:rsidR="005D696B" w:rsidRPr="005B300D" w:rsidDel="006107BC" w:rsidRDefault="005D696B" w:rsidP="00FF0CD2">
            <w:r w:rsidRPr="005B300D">
              <w:t>11 óra/hét</w:t>
            </w:r>
          </w:p>
        </w:tc>
        <w:tc>
          <w:tcPr>
            <w:tcW w:w="1701" w:type="dxa"/>
          </w:tcPr>
          <w:p w:rsidR="005D696B" w:rsidRPr="005B300D" w:rsidDel="006107BC" w:rsidRDefault="005D696B" w:rsidP="00FF0CD2">
            <w:r w:rsidRPr="005B300D">
              <w:t>341 óra/év</w:t>
            </w:r>
          </w:p>
        </w:tc>
      </w:tr>
      <w:tr w:rsidR="005D696B" w:rsidRPr="005B300D" w:rsidTr="00FF0CD2">
        <w:trPr>
          <w:jc w:val="center"/>
        </w:trPr>
        <w:tc>
          <w:tcPr>
            <w:tcW w:w="2000" w:type="dxa"/>
            <w:shd w:val="clear" w:color="auto" w:fill="auto"/>
          </w:tcPr>
          <w:p w:rsidR="005D696B" w:rsidRPr="005B300D" w:rsidRDefault="005D696B" w:rsidP="00FF0CD2">
            <w:r w:rsidRPr="005B300D">
              <w:t>5/13. évfolyam</w:t>
            </w:r>
          </w:p>
        </w:tc>
        <w:tc>
          <w:tcPr>
            <w:tcW w:w="1510" w:type="dxa"/>
            <w:shd w:val="clear" w:color="auto" w:fill="auto"/>
          </w:tcPr>
          <w:p w:rsidR="005D696B" w:rsidRPr="005B300D" w:rsidRDefault="005D696B" w:rsidP="00FF0CD2">
            <w:r w:rsidRPr="005B300D">
              <w:t>31 óra/hét</w:t>
            </w:r>
          </w:p>
        </w:tc>
        <w:tc>
          <w:tcPr>
            <w:tcW w:w="1861" w:type="dxa"/>
            <w:shd w:val="clear" w:color="auto" w:fill="auto"/>
          </w:tcPr>
          <w:p w:rsidR="005D696B" w:rsidRPr="005B300D" w:rsidRDefault="005D696B" w:rsidP="00FF0CD2">
            <w:r w:rsidRPr="005B300D">
              <w:t>961 óra/év</w:t>
            </w:r>
          </w:p>
        </w:tc>
        <w:tc>
          <w:tcPr>
            <w:tcW w:w="1701" w:type="dxa"/>
          </w:tcPr>
          <w:p w:rsidR="005D696B" w:rsidRPr="005B300D" w:rsidRDefault="005D696B" w:rsidP="00FF0CD2">
            <w:r w:rsidRPr="005B300D">
              <w:t>35 óra/hét</w:t>
            </w:r>
          </w:p>
        </w:tc>
        <w:tc>
          <w:tcPr>
            <w:tcW w:w="1701" w:type="dxa"/>
          </w:tcPr>
          <w:p w:rsidR="005D696B" w:rsidRPr="005B300D" w:rsidRDefault="005D696B" w:rsidP="00FF0CD2">
            <w:r w:rsidRPr="005B300D">
              <w:t>1085 óra/év</w:t>
            </w:r>
          </w:p>
        </w:tc>
      </w:tr>
      <w:tr w:rsidR="005D696B" w:rsidRPr="005B300D" w:rsidTr="00FF0CD2">
        <w:trPr>
          <w:jc w:val="center"/>
        </w:trPr>
        <w:tc>
          <w:tcPr>
            <w:tcW w:w="3510" w:type="dxa"/>
            <w:gridSpan w:val="2"/>
            <w:shd w:val="clear" w:color="auto" w:fill="auto"/>
          </w:tcPr>
          <w:p w:rsidR="005D696B" w:rsidRPr="005B300D" w:rsidRDefault="005D696B" w:rsidP="00FF0CD2">
            <w:r w:rsidRPr="005B300D">
              <w:t>Összesen:</w:t>
            </w:r>
          </w:p>
        </w:tc>
        <w:tc>
          <w:tcPr>
            <w:tcW w:w="1861" w:type="dxa"/>
            <w:shd w:val="clear" w:color="auto" w:fill="auto"/>
          </w:tcPr>
          <w:p w:rsidR="005D696B" w:rsidRPr="005B300D" w:rsidRDefault="005D696B" w:rsidP="00FF0CD2">
            <w:r w:rsidRPr="005B300D">
              <w:t>2739 óra</w:t>
            </w:r>
          </w:p>
        </w:tc>
        <w:tc>
          <w:tcPr>
            <w:tcW w:w="1701" w:type="dxa"/>
          </w:tcPr>
          <w:p w:rsidR="005D696B" w:rsidRPr="005B300D" w:rsidDel="005546A9" w:rsidRDefault="005D696B" w:rsidP="00FF0CD2"/>
        </w:tc>
        <w:tc>
          <w:tcPr>
            <w:tcW w:w="1701" w:type="dxa"/>
          </w:tcPr>
          <w:p w:rsidR="005D696B" w:rsidRPr="005B300D" w:rsidDel="005546A9" w:rsidRDefault="005D696B" w:rsidP="00FF0CD2">
            <w:r w:rsidRPr="005B300D">
              <w:t>3038 óra</w:t>
            </w:r>
          </w:p>
        </w:tc>
      </w:tr>
    </w:tbl>
    <w:p w:rsidR="005D696B" w:rsidRPr="005B300D" w:rsidRDefault="005D696B" w:rsidP="005D696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1418"/>
        <w:gridCol w:w="1862"/>
        <w:gridCol w:w="1755"/>
        <w:gridCol w:w="1708"/>
      </w:tblGrid>
      <w:tr w:rsidR="005D696B" w:rsidRPr="005B300D" w:rsidTr="00FF0CD2">
        <w:trPr>
          <w:jc w:val="center"/>
        </w:trPr>
        <w:tc>
          <w:tcPr>
            <w:tcW w:w="2051" w:type="dxa"/>
            <w:shd w:val="clear" w:color="auto" w:fill="auto"/>
            <w:vAlign w:val="center"/>
          </w:tcPr>
          <w:p w:rsidR="005D696B" w:rsidRPr="005B300D" w:rsidRDefault="005D696B" w:rsidP="00FF0CD2">
            <w:pPr>
              <w:jc w:val="center"/>
            </w:pPr>
            <w:r w:rsidRPr="005B300D">
              <w:t>évfolyam</w:t>
            </w:r>
          </w:p>
        </w:tc>
        <w:tc>
          <w:tcPr>
            <w:tcW w:w="1418" w:type="dxa"/>
            <w:shd w:val="clear" w:color="auto" w:fill="auto"/>
            <w:vAlign w:val="center"/>
          </w:tcPr>
          <w:p w:rsidR="005D696B" w:rsidRPr="005B300D" w:rsidRDefault="005D696B" w:rsidP="00FF0CD2">
            <w:pPr>
              <w:jc w:val="center"/>
            </w:pPr>
            <w:r w:rsidRPr="005B300D">
              <w:t>heti óraszám szabadsáv nélkül</w:t>
            </w:r>
          </w:p>
        </w:tc>
        <w:tc>
          <w:tcPr>
            <w:tcW w:w="1862" w:type="dxa"/>
            <w:shd w:val="clear" w:color="auto" w:fill="auto"/>
            <w:vAlign w:val="center"/>
          </w:tcPr>
          <w:p w:rsidR="005D696B" w:rsidRPr="005B300D" w:rsidRDefault="005D696B" w:rsidP="00FF0CD2">
            <w:pPr>
              <w:jc w:val="center"/>
            </w:pPr>
            <w:r w:rsidRPr="005B300D">
              <w:t>éves óraszám szabadsáv nélkül</w:t>
            </w:r>
          </w:p>
        </w:tc>
        <w:tc>
          <w:tcPr>
            <w:tcW w:w="1755" w:type="dxa"/>
            <w:vAlign w:val="center"/>
          </w:tcPr>
          <w:p w:rsidR="005D696B" w:rsidRPr="005B300D" w:rsidRDefault="005D696B" w:rsidP="00FF0CD2">
            <w:pPr>
              <w:jc w:val="center"/>
            </w:pPr>
            <w:r w:rsidRPr="005B300D">
              <w:t>heti óraszám</w:t>
            </w:r>
          </w:p>
          <w:p w:rsidR="005D696B" w:rsidRPr="005B300D" w:rsidRDefault="005D696B" w:rsidP="00FF0CD2">
            <w:pPr>
              <w:jc w:val="center"/>
            </w:pPr>
            <w:r w:rsidRPr="005B300D">
              <w:t>szabadsávval</w:t>
            </w:r>
          </w:p>
        </w:tc>
        <w:tc>
          <w:tcPr>
            <w:tcW w:w="1708" w:type="dxa"/>
            <w:vAlign w:val="center"/>
          </w:tcPr>
          <w:p w:rsidR="005D696B" w:rsidRPr="005B300D" w:rsidRDefault="005D696B" w:rsidP="00FF0CD2">
            <w:pPr>
              <w:jc w:val="center"/>
            </w:pPr>
            <w:r w:rsidRPr="005B300D">
              <w:t>éves óraszám szabadsávval</w:t>
            </w:r>
          </w:p>
        </w:tc>
      </w:tr>
      <w:tr w:rsidR="005D696B" w:rsidRPr="005B300D" w:rsidTr="00FF0CD2">
        <w:trPr>
          <w:jc w:val="center"/>
        </w:trPr>
        <w:tc>
          <w:tcPr>
            <w:tcW w:w="2051" w:type="dxa"/>
            <w:shd w:val="clear" w:color="auto" w:fill="FFFFFF"/>
          </w:tcPr>
          <w:p w:rsidR="005D696B" w:rsidRPr="005B300D" w:rsidRDefault="005D696B" w:rsidP="00FF0CD2">
            <w:r w:rsidRPr="005B300D">
              <w:t>1/13. évfolyam</w:t>
            </w:r>
          </w:p>
        </w:tc>
        <w:tc>
          <w:tcPr>
            <w:tcW w:w="1418" w:type="dxa"/>
            <w:shd w:val="clear" w:color="auto" w:fill="FFFFFF"/>
          </w:tcPr>
          <w:p w:rsidR="005D696B" w:rsidRPr="005B300D" w:rsidRDefault="005D696B" w:rsidP="00FF0CD2">
            <w:r w:rsidRPr="005B300D">
              <w:t>31 óra/hét</w:t>
            </w:r>
          </w:p>
        </w:tc>
        <w:tc>
          <w:tcPr>
            <w:tcW w:w="1862" w:type="dxa"/>
            <w:shd w:val="clear" w:color="auto" w:fill="FFFFFF"/>
          </w:tcPr>
          <w:p w:rsidR="005D696B" w:rsidRPr="005B300D" w:rsidRDefault="005D696B" w:rsidP="00FF0CD2">
            <w:r w:rsidRPr="005B300D">
              <w:t>1116 óra/év</w:t>
            </w:r>
          </w:p>
        </w:tc>
        <w:tc>
          <w:tcPr>
            <w:tcW w:w="1755" w:type="dxa"/>
            <w:shd w:val="clear" w:color="auto" w:fill="FFFFFF"/>
          </w:tcPr>
          <w:p w:rsidR="005D696B" w:rsidRPr="005B300D" w:rsidRDefault="005D696B" w:rsidP="00FF0CD2">
            <w:r w:rsidRPr="005B300D">
              <w:t>35 óra/hét</w:t>
            </w:r>
          </w:p>
        </w:tc>
        <w:tc>
          <w:tcPr>
            <w:tcW w:w="1708" w:type="dxa"/>
            <w:shd w:val="clear" w:color="auto" w:fill="FFFFFF"/>
          </w:tcPr>
          <w:p w:rsidR="005D696B" w:rsidRPr="005B300D" w:rsidRDefault="005D696B" w:rsidP="00FF0CD2">
            <w:r w:rsidRPr="005B300D">
              <w:t>1260 óra/év</w:t>
            </w:r>
          </w:p>
        </w:tc>
      </w:tr>
      <w:tr w:rsidR="005D696B" w:rsidRPr="005B300D" w:rsidTr="00FF0CD2">
        <w:trPr>
          <w:jc w:val="center"/>
        </w:trPr>
        <w:tc>
          <w:tcPr>
            <w:tcW w:w="2051" w:type="dxa"/>
            <w:shd w:val="clear" w:color="auto" w:fill="auto"/>
          </w:tcPr>
          <w:p w:rsidR="005D696B" w:rsidRPr="005B300D" w:rsidRDefault="005D696B" w:rsidP="00FF0CD2">
            <w:proofErr w:type="spellStart"/>
            <w:r w:rsidRPr="005B300D">
              <w:t>Ögy</w:t>
            </w:r>
            <w:proofErr w:type="spellEnd"/>
          </w:p>
        </w:tc>
        <w:tc>
          <w:tcPr>
            <w:tcW w:w="1418" w:type="dxa"/>
            <w:shd w:val="clear" w:color="auto" w:fill="auto"/>
          </w:tcPr>
          <w:p w:rsidR="005D696B" w:rsidRPr="005B300D" w:rsidRDefault="005D696B" w:rsidP="00FF0CD2"/>
        </w:tc>
        <w:tc>
          <w:tcPr>
            <w:tcW w:w="1862" w:type="dxa"/>
            <w:shd w:val="clear" w:color="auto" w:fill="auto"/>
          </w:tcPr>
          <w:p w:rsidR="005D696B" w:rsidRPr="005B300D" w:rsidRDefault="005D696B" w:rsidP="00FF0CD2">
            <w:r w:rsidRPr="005B300D">
              <w:t>160 óra</w:t>
            </w:r>
          </w:p>
        </w:tc>
        <w:tc>
          <w:tcPr>
            <w:tcW w:w="1755" w:type="dxa"/>
          </w:tcPr>
          <w:p w:rsidR="005D696B" w:rsidRPr="005B300D" w:rsidDel="005546A9" w:rsidRDefault="005D696B" w:rsidP="00FF0CD2"/>
        </w:tc>
        <w:tc>
          <w:tcPr>
            <w:tcW w:w="1708" w:type="dxa"/>
          </w:tcPr>
          <w:p w:rsidR="005D696B" w:rsidRPr="005B300D" w:rsidDel="005546A9" w:rsidRDefault="005D696B" w:rsidP="00FF0CD2">
            <w:r w:rsidRPr="005B300D">
              <w:t>160 óra</w:t>
            </w:r>
          </w:p>
        </w:tc>
      </w:tr>
      <w:tr w:rsidR="005D696B" w:rsidRPr="005B300D" w:rsidTr="00FF0CD2">
        <w:trPr>
          <w:jc w:val="center"/>
        </w:trPr>
        <w:tc>
          <w:tcPr>
            <w:tcW w:w="2051" w:type="dxa"/>
            <w:shd w:val="clear" w:color="auto" w:fill="FFFFFF"/>
          </w:tcPr>
          <w:p w:rsidR="005D696B" w:rsidRPr="005B300D" w:rsidRDefault="005D696B" w:rsidP="00FF0CD2">
            <w:r w:rsidRPr="005B300D">
              <w:t>2/14. évfolyam</w:t>
            </w:r>
          </w:p>
        </w:tc>
        <w:tc>
          <w:tcPr>
            <w:tcW w:w="1418" w:type="dxa"/>
            <w:shd w:val="clear" w:color="auto" w:fill="FFFFFF"/>
          </w:tcPr>
          <w:p w:rsidR="005D696B" w:rsidRPr="005B300D" w:rsidRDefault="005D696B" w:rsidP="00FF0CD2">
            <w:r w:rsidRPr="005B300D">
              <w:t>31 óra/hét</w:t>
            </w:r>
          </w:p>
        </w:tc>
        <w:tc>
          <w:tcPr>
            <w:tcW w:w="1862" w:type="dxa"/>
            <w:shd w:val="clear" w:color="auto" w:fill="FFFFFF"/>
          </w:tcPr>
          <w:p w:rsidR="005D696B" w:rsidRPr="005B300D" w:rsidRDefault="005D696B" w:rsidP="00FF0CD2">
            <w:r w:rsidRPr="005B300D">
              <w:t>961 óra/év</w:t>
            </w:r>
          </w:p>
        </w:tc>
        <w:tc>
          <w:tcPr>
            <w:tcW w:w="1755" w:type="dxa"/>
            <w:shd w:val="clear" w:color="auto" w:fill="FFFFFF"/>
          </w:tcPr>
          <w:p w:rsidR="005D696B" w:rsidRPr="005B300D" w:rsidRDefault="005D696B" w:rsidP="00FF0CD2">
            <w:r w:rsidRPr="005B300D">
              <w:t>35 óra/hét</w:t>
            </w:r>
          </w:p>
        </w:tc>
        <w:tc>
          <w:tcPr>
            <w:tcW w:w="1708" w:type="dxa"/>
            <w:shd w:val="clear" w:color="auto" w:fill="FFFFFF"/>
          </w:tcPr>
          <w:p w:rsidR="005D696B" w:rsidRPr="005B300D" w:rsidRDefault="005D696B" w:rsidP="00FF0CD2">
            <w:r w:rsidRPr="005B300D">
              <w:t>1085 óra/év</w:t>
            </w:r>
          </w:p>
        </w:tc>
      </w:tr>
      <w:tr w:rsidR="005D696B" w:rsidRPr="005B300D" w:rsidTr="00FF0CD2">
        <w:trPr>
          <w:jc w:val="center"/>
        </w:trPr>
        <w:tc>
          <w:tcPr>
            <w:tcW w:w="3469" w:type="dxa"/>
            <w:gridSpan w:val="2"/>
            <w:shd w:val="clear" w:color="auto" w:fill="FFFFFF"/>
          </w:tcPr>
          <w:p w:rsidR="005D696B" w:rsidRPr="005B300D" w:rsidRDefault="005D696B" w:rsidP="00FF0CD2">
            <w:r w:rsidRPr="005B300D">
              <w:t>Összesen:</w:t>
            </w:r>
          </w:p>
        </w:tc>
        <w:tc>
          <w:tcPr>
            <w:tcW w:w="1862" w:type="dxa"/>
            <w:shd w:val="clear" w:color="auto" w:fill="FFFFFF"/>
          </w:tcPr>
          <w:p w:rsidR="005D696B" w:rsidRPr="005B300D" w:rsidRDefault="005D696B" w:rsidP="00FF0CD2">
            <w:r w:rsidRPr="005B300D">
              <w:t>2237 óra</w:t>
            </w:r>
          </w:p>
        </w:tc>
        <w:tc>
          <w:tcPr>
            <w:tcW w:w="1755" w:type="dxa"/>
            <w:shd w:val="clear" w:color="auto" w:fill="FFFFFF"/>
          </w:tcPr>
          <w:p w:rsidR="005D696B" w:rsidRPr="005B300D" w:rsidDel="005546A9" w:rsidRDefault="005D696B" w:rsidP="00FF0CD2"/>
        </w:tc>
        <w:tc>
          <w:tcPr>
            <w:tcW w:w="1708" w:type="dxa"/>
            <w:shd w:val="clear" w:color="auto" w:fill="FFFFFF"/>
          </w:tcPr>
          <w:p w:rsidR="005D696B" w:rsidRPr="005B300D" w:rsidDel="005546A9" w:rsidRDefault="005D696B" w:rsidP="00FF0CD2">
            <w:r w:rsidRPr="005B300D">
              <w:t>2505 óra</w:t>
            </w:r>
          </w:p>
        </w:tc>
      </w:tr>
    </w:tbl>
    <w:p w:rsidR="005D696B" w:rsidRPr="005B300D" w:rsidRDefault="005D696B" w:rsidP="005D696B"/>
    <w:p w:rsidR="005D696B" w:rsidRPr="005B300D" w:rsidRDefault="005D696B" w:rsidP="005D696B">
      <w:r w:rsidRPr="005B300D">
        <w:t>(A kizárólag 13-14. évfolyamon megszervezett képzésben, illetve a szakgimnázium 9-12., és ezt követő 13. évfolyamán megszervezett képzésben az azonos tantárgyakra meghatározott óraszámok közötti csekély eltérés a szorgalmi időszak heteinek eltérő száma, és az óraszámok oszthatósága miatt keletkezik!)</w:t>
      </w:r>
    </w:p>
    <w:p w:rsidR="005D696B" w:rsidRPr="005B300D" w:rsidRDefault="005D696B" w:rsidP="005D696B">
      <w:pPr>
        <w:sectPr w:rsidR="005D696B" w:rsidRPr="005B300D">
          <w:footerReference w:type="default" r:id="rId8"/>
          <w:pgSz w:w="11906" w:h="16838"/>
          <w:pgMar w:top="1417" w:right="1417" w:bottom="1417" w:left="1417" w:header="708" w:footer="708" w:gutter="0"/>
          <w:cols w:space="708"/>
          <w:docGrid w:linePitch="360"/>
        </w:sectPr>
      </w:pPr>
    </w:p>
    <w:p w:rsidR="005D696B" w:rsidRPr="005B300D" w:rsidRDefault="005D696B" w:rsidP="005D696B">
      <w:pPr>
        <w:jc w:val="center"/>
      </w:pPr>
      <w:r w:rsidRPr="005B300D">
        <w:lastRenderedPageBreak/>
        <w:t>1. számú táblázat</w:t>
      </w:r>
    </w:p>
    <w:p w:rsidR="005D696B" w:rsidRPr="005B300D" w:rsidRDefault="005D696B" w:rsidP="005D696B">
      <w:pPr>
        <w:jc w:val="center"/>
        <w:rPr>
          <w:b/>
        </w:rPr>
      </w:pPr>
      <w:r w:rsidRPr="005B300D">
        <w:rPr>
          <w:b/>
        </w:rPr>
        <w:t>A szakmai követelménymodulokhoz rendelt tantárgyak heti óraszáma évfolyamonként</w:t>
      </w:r>
    </w:p>
    <w:p w:rsidR="005D696B" w:rsidRPr="005B300D" w:rsidRDefault="005D696B" w:rsidP="005D696B"/>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9"/>
        <w:gridCol w:w="2459"/>
        <w:gridCol w:w="593"/>
        <w:gridCol w:w="487"/>
        <w:gridCol w:w="540"/>
        <w:gridCol w:w="444"/>
        <w:gridCol w:w="636"/>
        <w:gridCol w:w="510"/>
        <w:gridCol w:w="510"/>
        <w:gridCol w:w="601"/>
        <w:gridCol w:w="593"/>
        <w:gridCol w:w="487"/>
        <w:gridCol w:w="540"/>
        <w:gridCol w:w="540"/>
        <w:gridCol w:w="510"/>
        <w:gridCol w:w="510"/>
        <w:gridCol w:w="601"/>
        <w:gridCol w:w="540"/>
        <w:gridCol w:w="540"/>
      </w:tblGrid>
      <w:tr w:rsidR="005D696B" w:rsidRPr="005B300D" w:rsidTr="0092256D">
        <w:trPr>
          <w:trHeight w:val="446"/>
          <w:jc w:val="center"/>
        </w:trPr>
        <w:tc>
          <w:tcPr>
            <w:tcW w:w="5158" w:type="dxa"/>
            <w:gridSpan w:val="2"/>
            <w:vMerge w:val="restart"/>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1080" w:type="dxa"/>
            <w:gridSpan w:val="2"/>
            <w:shd w:val="clear" w:color="auto" w:fill="auto"/>
            <w:noWrap/>
            <w:vAlign w:val="center"/>
            <w:hideMark/>
          </w:tcPr>
          <w:p w:rsidR="005D696B" w:rsidRPr="005B300D" w:rsidRDefault="005D696B" w:rsidP="00FF0CD2">
            <w:pPr>
              <w:jc w:val="center"/>
              <w:rPr>
                <w:sz w:val="20"/>
                <w:szCs w:val="20"/>
              </w:rPr>
            </w:pPr>
            <w:r w:rsidRPr="005B300D">
              <w:rPr>
                <w:sz w:val="20"/>
                <w:szCs w:val="20"/>
              </w:rPr>
              <w:t>9.</w:t>
            </w:r>
          </w:p>
        </w:tc>
        <w:tc>
          <w:tcPr>
            <w:tcW w:w="1620" w:type="dxa"/>
            <w:gridSpan w:val="3"/>
            <w:shd w:val="clear" w:color="auto" w:fill="auto"/>
            <w:noWrap/>
            <w:vAlign w:val="center"/>
            <w:hideMark/>
          </w:tcPr>
          <w:p w:rsidR="005D696B" w:rsidRPr="005B300D" w:rsidRDefault="005D696B" w:rsidP="00FF0CD2">
            <w:pPr>
              <w:jc w:val="center"/>
              <w:rPr>
                <w:sz w:val="20"/>
                <w:szCs w:val="20"/>
              </w:rPr>
            </w:pPr>
            <w:r w:rsidRPr="005B300D">
              <w:rPr>
                <w:sz w:val="20"/>
                <w:szCs w:val="20"/>
              </w:rPr>
              <w:t>10.</w:t>
            </w:r>
          </w:p>
        </w:tc>
        <w:tc>
          <w:tcPr>
            <w:tcW w:w="1621" w:type="dxa"/>
            <w:gridSpan w:val="3"/>
            <w:shd w:val="clear" w:color="auto" w:fill="auto"/>
            <w:noWrap/>
            <w:vAlign w:val="center"/>
            <w:hideMark/>
          </w:tcPr>
          <w:p w:rsidR="005D696B" w:rsidRPr="005B300D" w:rsidRDefault="005D696B" w:rsidP="00FF0CD2">
            <w:pPr>
              <w:jc w:val="center"/>
              <w:rPr>
                <w:sz w:val="20"/>
                <w:szCs w:val="20"/>
              </w:rPr>
            </w:pPr>
            <w:r w:rsidRPr="005B300D">
              <w:rPr>
                <w:sz w:val="20"/>
                <w:szCs w:val="20"/>
              </w:rPr>
              <w:t>11.</w:t>
            </w:r>
          </w:p>
        </w:tc>
        <w:tc>
          <w:tcPr>
            <w:tcW w:w="1080" w:type="dxa"/>
            <w:gridSpan w:val="2"/>
            <w:shd w:val="clear" w:color="auto" w:fill="auto"/>
            <w:noWrap/>
            <w:vAlign w:val="center"/>
            <w:hideMark/>
          </w:tcPr>
          <w:p w:rsidR="005D696B" w:rsidRPr="005B300D" w:rsidRDefault="005D696B" w:rsidP="00FF0CD2">
            <w:pPr>
              <w:jc w:val="center"/>
              <w:rPr>
                <w:sz w:val="20"/>
                <w:szCs w:val="20"/>
              </w:rPr>
            </w:pPr>
            <w:r w:rsidRPr="005B300D">
              <w:rPr>
                <w:sz w:val="20"/>
                <w:szCs w:val="20"/>
              </w:rPr>
              <w:t>12.</w:t>
            </w:r>
          </w:p>
        </w:tc>
        <w:tc>
          <w:tcPr>
            <w:tcW w:w="1080" w:type="dxa"/>
            <w:gridSpan w:val="2"/>
            <w:shd w:val="clear" w:color="auto" w:fill="auto"/>
            <w:noWrap/>
            <w:vAlign w:val="center"/>
            <w:hideMark/>
          </w:tcPr>
          <w:p w:rsidR="005D696B" w:rsidRPr="005B300D" w:rsidRDefault="005D696B" w:rsidP="00FF0CD2">
            <w:pPr>
              <w:jc w:val="center"/>
              <w:rPr>
                <w:sz w:val="20"/>
                <w:szCs w:val="20"/>
              </w:rPr>
            </w:pPr>
            <w:r w:rsidRPr="005B300D">
              <w:rPr>
                <w:sz w:val="20"/>
                <w:szCs w:val="20"/>
              </w:rPr>
              <w:t>5/13.</w:t>
            </w:r>
          </w:p>
        </w:tc>
        <w:tc>
          <w:tcPr>
            <w:tcW w:w="1621" w:type="dxa"/>
            <w:gridSpan w:val="3"/>
            <w:shd w:val="clear" w:color="auto" w:fill="auto"/>
            <w:noWrap/>
            <w:vAlign w:val="center"/>
            <w:hideMark/>
          </w:tcPr>
          <w:p w:rsidR="005D696B" w:rsidRPr="005B300D" w:rsidRDefault="005D696B" w:rsidP="00FF0CD2">
            <w:pPr>
              <w:jc w:val="center"/>
              <w:rPr>
                <w:sz w:val="20"/>
                <w:szCs w:val="20"/>
              </w:rPr>
            </w:pPr>
            <w:r w:rsidRPr="005B300D">
              <w:rPr>
                <w:sz w:val="20"/>
                <w:szCs w:val="20"/>
              </w:rPr>
              <w:t>1/13.</w:t>
            </w:r>
          </w:p>
        </w:tc>
        <w:tc>
          <w:tcPr>
            <w:tcW w:w="1080" w:type="dxa"/>
            <w:gridSpan w:val="2"/>
            <w:shd w:val="clear" w:color="auto" w:fill="auto"/>
            <w:noWrap/>
            <w:vAlign w:val="center"/>
            <w:hideMark/>
          </w:tcPr>
          <w:p w:rsidR="005D696B" w:rsidRPr="005B300D" w:rsidRDefault="005D696B" w:rsidP="00FF0CD2">
            <w:pPr>
              <w:jc w:val="center"/>
              <w:rPr>
                <w:sz w:val="20"/>
                <w:szCs w:val="20"/>
              </w:rPr>
            </w:pPr>
            <w:r w:rsidRPr="005B300D">
              <w:rPr>
                <w:sz w:val="20"/>
                <w:szCs w:val="20"/>
              </w:rPr>
              <w:t>2/14.</w:t>
            </w:r>
          </w:p>
        </w:tc>
      </w:tr>
      <w:tr w:rsidR="005D696B" w:rsidRPr="005B300D" w:rsidTr="00FF0CD2">
        <w:trPr>
          <w:trHeight w:val="450"/>
          <w:jc w:val="center"/>
        </w:trPr>
        <w:tc>
          <w:tcPr>
            <w:tcW w:w="5158" w:type="dxa"/>
            <w:gridSpan w:val="2"/>
            <w:vMerge/>
            <w:vAlign w:val="center"/>
            <w:hideMark/>
          </w:tcPr>
          <w:p w:rsidR="005D696B" w:rsidRPr="005B300D" w:rsidRDefault="005D696B" w:rsidP="00FF0CD2">
            <w:pPr>
              <w:rPr>
                <w:sz w:val="20"/>
                <w:szCs w:val="20"/>
              </w:rPr>
            </w:pPr>
          </w:p>
        </w:tc>
        <w:tc>
          <w:tcPr>
            <w:tcW w:w="1080"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c>
          <w:tcPr>
            <w:tcW w:w="984"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c>
          <w:tcPr>
            <w:tcW w:w="636" w:type="dxa"/>
            <w:vMerge w:val="restart"/>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ögy</w:t>
            </w:r>
            <w:proofErr w:type="spellEnd"/>
          </w:p>
        </w:tc>
        <w:tc>
          <w:tcPr>
            <w:tcW w:w="1020"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c>
          <w:tcPr>
            <w:tcW w:w="601" w:type="dxa"/>
            <w:vMerge w:val="restart"/>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ögy</w:t>
            </w:r>
            <w:proofErr w:type="spellEnd"/>
          </w:p>
        </w:tc>
        <w:tc>
          <w:tcPr>
            <w:tcW w:w="1080"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c>
          <w:tcPr>
            <w:tcW w:w="1080"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c>
          <w:tcPr>
            <w:tcW w:w="1020"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c>
          <w:tcPr>
            <w:tcW w:w="601" w:type="dxa"/>
            <w:vMerge w:val="restart"/>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ögy</w:t>
            </w:r>
            <w:proofErr w:type="spellEnd"/>
          </w:p>
        </w:tc>
        <w:tc>
          <w:tcPr>
            <w:tcW w:w="1080" w:type="dxa"/>
            <w:gridSpan w:val="2"/>
            <w:shd w:val="clear" w:color="auto" w:fill="auto"/>
            <w:vAlign w:val="center"/>
            <w:hideMark/>
          </w:tcPr>
          <w:p w:rsidR="005D696B" w:rsidRPr="005B300D" w:rsidRDefault="005D696B" w:rsidP="00FF0CD2">
            <w:pPr>
              <w:jc w:val="center"/>
              <w:rPr>
                <w:sz w:val="20"/>
                <w:szCs w:val="20"/>
              </w:rPr>
            </w:pPr>
            <w:r w:rsidRPr="005B300D">
              <w:rPr>
                <w:sz w:val="20"/>
                <w:szCs w:val="20"/>
              </w:rPr>
              <w:t>heti óraszám</w:t>
            </w:r>
          </w:p>
        </w:tc>
      </w:tr>
      <w:tr w:rsidR="005D696B" w:rsidRPr="005B300D" w:rsidTr="00FF0CD2">
        <w:trPr>
          <w:trHeight w:val="375"/>
          <w:jc w:val="center"/>
        </w:trPr>
        <w:tc>
          <w:tcPr>
            <w:tcW w:w="5158" w:type="dxa"/>
            <w:gridSpan w:val="2"/>
            <w:vMerge/>
            <w:vAlign w:val="center"/>
            <w:hideMark/>
          </w:tcPr>
          <w:p w:rsidR="005D696B" w:rsidRPr="005B300D" w:rsidRDefault="005D696B" w:rsidP="00FF0CD2">
            <w:pPr>
              <w:rPr>
                <w:sz w:val="20"/>
                <w:szCs w:val="20"/>
              </w:rPr>
            </w:pPr>
          </w:p>
        </w:tc>
        <w:tc>
          <w:tcPr>
            <w:tcW w:w="593"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487"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c>
          <w:tcPr>
            <w:tcW w:w="540"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444"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c>
          <w:tcPr>
            <w:tcW w:w="636" w:type="dxa"/>
            <w:vMerge/>
            <w:vAlign w:val="center"/>
            <w:hideMark/>
          </w:tcPr>
          <w:p w:rsidR="005D696B" w:rsidRPr="005B300D" w:rsidRDefault="005D696B" w:rsidP="00FF0CD2">
            <w:pPr>
              <w:rPr>
                <w:sz w:val="20"/>
                <w:szCs w:val="20"/>
              </w:rPr>
            </w:pPr>
          </w:p>
        </w:tc>
        <w:tc>
          <w:tcPr>
            <w:tcW w:w="510"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510"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c>
          <w:tcPr>
            <w:tcW w:w="601" w:type="dxa"/>
            <w:vMerge/>
            <w:vAlign w:val="center"/>
            <w:hideMark/>
          </w:tcPr>
          <w:p w:rsidR="005D696B" w:rsidRPr="005B300D" w:rsidRDefault="005D696B" w:rsidP="00FF0CD2">
            <w:pPr>
              <w:rPr>
                <w:sz w:val="20"/>
                <w:szCs w:val="20"/>
              </w:rPr>
            </w:pPr>
          </w:p>
        </w:tc>
        <w:tc>
          <w:tcPr>
            <w:tcW w:w="593"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487"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c>
          <w:tcPr>
            <w:tcW w:w="540"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540"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c>
          <w:tcPr>
            <w:tcW w:w="510"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510"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c>
          <w:tcPr>
            <w:tcW w:w="601" w:type="dxa"/>
            <w:vMerge/>
            <w:vAlign w:val="center"/>
            <w:hideMark/>
          </w:tcPr>
          <w:p w:rsidR="005D696B" w:rsidRPr="005B300D" w:rsidRDefault="005D696B" w:rsidP="00FF0CD2">
            <w:pPr>
              <w:rPr>
                <w:sz w:val="20"/>
                <w:szCs w:val="20"/>
              </w:rPr>
            </w:pPr>
          </w:p>
        </w:tc>
        <w:tc>
          <w:tcPr>
            <w:tcW w:w="540" w:type="dxa"/>
            <w:shd w:val="clear" w:color="auto" w:fill="auto"/>
            <w:noWrap/>
            <w:vAlign w:val="center"/>
            <w:hideMark/>
          </w:tcPr>
          <w:p w:rsidR="005D696B" w:rsidRPr="005B300D" w:rsidRDefault="005D696B" w:rsidP="00FF0CD2">
            <w:pPr>
              <w:jc w:val="center"/>
              <w:rPr>
                <w:sz w:val="20"/>
                <w:szCs w:val="20"/>
              </w:rPr>
            </w:pPr>
            <w:r w:rsidRPr="005B300D">
              <w:rPr>
                <w:sz w:val="20"/>
                <w:szCs w:val="20"/>
              </w:rPr>
              <w:t>e</w:t>
            </w:r>
          </w:p>
        </w:tc>
        <w:tc>
          <w:tcPr>
            <w:tcW w:w="540" w:type="dxa"/>
            <w:shd w:val="clear" w:color="000000" w:fill="F2F2F2"/>
            <w:noWrap/>
            <w:vAlign w:val="center"/>
            <w:hideMark/>
          </w:tcPr>
          <w:p w:rsidR="005D696B" w:rsidRPr="005B300D" w:rsidRDefault="005D696B" w:rsidP="00FF0CD2">
            <w:pPr>
              <w:jc w:val="center"/>
              <w:rPr>
                <w:sz w:val="20"/>
                <w:szCs w:val="20"/>
              </w:rPr>
            </w:pPr>
            <w:proofErr w:type="spellStart"/>
            <w:r w:rsidRPr="005B300D">
              <w:rPr>
                <w:sz w:val="20"/>
                <w:szCs w:val="20"/>
              </w:rPr>
              <w:t>gy</w:t>
            </w:r>
            <w:proofErr w:type="spellEnd"/>
          </w:p>
        </w:tc>
      </w:tr>
      <w:tr w:rsidR="005D696B" w:rsidRPr="005B300D" w:rsidTr="009D0484">
        <w:trPr>
          <w:trHeight w:val="474"/>
          <w:jc w:val="center"/>
        </w:trPr>
        <w:tc>
          <w:tcPr>
            <w:tcW w:w="2699"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t>A fő szakképesítésre vonatkozóan:</w:t>
            </w:r>
          </w:p>
        </w:tc>
        <w:tc>
          <w:tcPr>
            <w:tcW w:w="2459" w:type="dxa"/>
            <w:shd w:val="clear" w:color="auto" w:fill="auto"/>
            <w:vAlign w:val="center"/>
            <w:hideMark/>
          </w:tcPr>
          <w:p w:rsidR="005D696B" w:rsidRPr="005B300D" w:rsidRDefault="005D696B" w:rsidP="00FF0CD2">
            <w:pPr>
              <w:rPr>
                <w:sz w:val="20"/>
                <w:szCs w:val="20"/>
              </w:rPr>
            </w:pPr>
            <w:r w:rsidRPr="005B300D">
              <w:rPr>
                <w:sz w:val="20"/>
                <w:szCs w:val="20"/>
              </w:rPr>
              <w:t>Összesen</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11</w:t>
            </w:r>
          </w:p>
        </w:tc>
        <w:tc>
          <w:tcPr>
            <w:tcW w:w="487"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0</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11</w:t>
            </w:r>
          </w:p>
        </w:tc>
        <w:tc>
          <w:tcPr>
            <w:tcW w:w="444"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1</w:t>
            </w:r>
          </w:p>
        </w:tc>
        <w:tc>
          <w:tcPr>
            <w:tcW w:w="636" w:type="dxa"/>
            <w:vMerge w:val="restart"/>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140</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3,5</w:t>
            </w:r>
          </w:p>
        </w:tc>
        <w:tc>
          <w:tcPr>
            <w:tcW w:w="510"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6,5</w:t>
            </w:r>
          </w:p>
        </w:tc>
        <w:tc>
          <w:tcPr>
            <w:tcW w:w="601" w:type="dxa"/>
            <w:vMerge w:val="restart"/>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140</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5</w:t>
            </w:r>
          </w:p>
        </w:tc>
        <w:tc>
          <w:tcPr>
            <w:tcW w:w="487"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5</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16</w:t>
            </w:r>
          </w:p>
        </w:tc>
        <w:tc>
          <w:tcPr>
            <w:tcW w:w="540"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15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23</w:t>
            </w:r>
          </w:p>
        </w:tc>
        <w:tc>
          <w:tcPr>
            <w:tcW w:w="510"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8</w:t>
            </w:r>
          </w:p>
        </w:tc>
        <w:tc>
          <w:tcPr>
            <w:tcW w:w="601" w:type="dxa"/>
            <w:vMerge w:val="restart"/>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160</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15</w:t>
            </w:r>
          </w:p>
        </w:tc>
        <w:tc>
          <w:tcPr>
            <w:tcW w:w="540" w:type="dxa"/>
            <w:shd w:val="clear" w:color="000000" w:fill="F2F2F2"/>
            <w:noWrap/>
            <w:vAlign w:val="center"/>
            <w:hideMark/>
          </w:tcPr>
          <w:p w:rsidR="005D696B" w:rsidRPr="005B300D" w:rsidRDefault="005D696B" w:rsidP="00FF0CD2">
            <w:pPr>
              <w:jc w:val="center"/>
              <w:rPr>
                <w:b/>
                <w:bCs/>
                <w:sz w:val="20"/>
                <w:szCs w:val="20"/>
              </w:rPr>
            </w:pPr>
            <w:r w:rsidRPr="005B300D">
              <w:rPr>
                <w:b/>
                <w:bCs/>
                <w:sz w:val="20"/>
                <w:szCs w:val="20"/>
              </w:rPr>
              <w:t>16</w:t>
            </w:r>
          </w:p>
        </w:tc>
      </w:tr>
      <w:tr w:rsidR="005D696B" w:rsidRPr="005B300D" w:rsidTr="009D0484">
        <w:trPr>
          <w:trHeight w:val="44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hideMark/>
          </w:tcPr>
          <w:p w:rsidR="005D696B" w:rsidRPr="005B300D" w:rsidRDefault="005D696B" w:rsidP="00FF0CD2">
            <w:pPr>
              <w:rPr>
                <w:sz w:val="20"/>
                <w:szCs w:val="20"/>
              </w:rPr>
            </w:pPr>
            <w:r w:rsidRPr="005B300D">
              <w:rPr>
                <w:sz w:val="20"/>
                <w:szCs w:val="20"/>
              </w:rPr>
              <w:t>Összesen</w:t>
            </w:r>
          </w:p>
        </w:tc>
        <w:tc>
          <w:tcPr>
            <w:tcW w:w="1080"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11</w:t>
            </w:r>
          </w:p>
        </w:tc>
        <w:tc>
          <w:tcPr>
            <w:tcW w:w="984"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12</w:t>
            </w:r>
          </w:p>
        </w:tc>
        <w:tc>
          <w:tcPr>
            <w:tcW w:w="636" w:type="dxa"/>
            <w:vMerge/>
            <w:vAlign w:val="center"/>
            <w:hideMark/>
          </w:tcPr>
          <w:p w:rsidR="005D696B" w:rsidRPr="005B300D" w:rsidRDefault="005D696B" w:rsidP="00FF0CD2">
            <w:pPr>
              <w:rPr>
                <w:b/>
                <w:bCs/>
                <w:sz w:val="20"/>
                <w:szCs w:val="20"/>
              </w:rPr>
            </w:pPr>
          </w:p>
        </w:tc>
        <w:tc>
          <w:tcPr>
            <w:tcW w:w="1020"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10</w:t>
            </w:r>
          </w:p>
        </w:tc>
        <w:tc>
          <w:tcPr>
            <w:tcW w:w="601" w:type="dxa"/>
            <w:vMerge/>
            <w:vAlign w:val="center"/>
            <w:hideMark/>
          </w:tcPr>
          <w:p w:rsidR="005D696B" w:rsidRPr="005B300D" w:rsidRDefault="005D696B" w:rsidP="00FF0CD2">
            <w:pPr>
              <w:rPr>
                <w:b/>
                <w:bCs/>
                <w:sz w:val="20"/>
                <w:szCs w:val="20"/>
              </w:rPr>
            </w:pPr>
          </w:p>
        </w:tc>
        <w:tc>
          <w:tcPr>
            <w:tcW w:w="1080"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10</w:t>
            </w:r>
          </w:p>
        </w:tc>
        <w:tc>
          <w:tcPr>
            <w:tcW w:w="1080"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31,0</w:t>
            </w:r>
          </w:p>
        </w:tc>
        <w:tc>
          <w:tcPr>
            <w:tcW w:w="1020"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31,0</w:t>
            </w:r>
          </w:p>
        </w:tc>
        <w:tc>
          <w:tcPr>
            <w:tcW w:w="601" w:type="dxa"/>
            <w:vMerge/>
            <w:vAlign w:val="center"/>
            <w:hideMark/>
          </w:tcPr>
          <w:p w:rsidR="005D696B" w:rsidRPr="005B300D" w:rsidRDefault="005D696B" w:rsidP="00FF0CD2">
            <w:pPr>
              <w:rPr>
                <w:b/>
                <w:bCs/>
                <w:sz w:val="20"/>
                <w:szCs w:val="20"/>
              </w:rPr>
            </w:pPr>
          </w:p>
        </w:tc>
        <w:tc>
          <w:tcPr>
            <w:tcW w:w="1080" w:type="dxa"/>
            <w:gridSpan w:val="2"/>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31,0</w:t>
            </w:r>
          </w:p>
        </w:tc>
      </w:tr>
      <w:tr w:rsidR="005D696B" w:rsidRPr="005B300D" w:rsidTr="00FF0CD2">
        <w:trPr>
          <w:trHeight w:val="600"/>
          <w:jc w:val="center"/>
        </w:trPr>
        <w:tc>
          <w:tcPr>
            <w:tcW w:w="2699" w:type="dxa"/>
            <w:shd w:val="clear" w:color="000000" w:fill="FFC000"/>
            <w:vAlign w:val="center"/>
            <w:hideMark/>
          </w:tcPr>
          <w:p w:rsidR="005D696B" w:rsidRPr="005B300D" w:rsidRDefault="005D696B" w:rsidP="00FF0CD2">
            <w:pPr>
              <w:jc w:val="center"/>
              <w:rPr>
                <w:sz w:val="20"/>
                <w:szCs w:val="20"/>
              </w:rPr>
            </w:pPr>
            <w:r w:rsidRPr="005B300D">
              <w:rPr>
                <w:sz w:val="20"/>
                <w:szCs w:val="20"/>
              </w:rPr>
              <w:t>11499-12</w:t>
            </w:r>
            <w:r w:rsidRPr="005B300D">
              <w:rPr>
                <w:sz w:val="20"/>
                <w:szCs w:val="20"/>
              </w:rPr>
              <w:br/>
              <w:t>Foglalkoztatás II.</w:t>
            </w: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Foglalkoztatás II.</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0,5 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0,5</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915"/>
          <w:jc w:val="center"/>
        </w:trPr>
        <w:tc>
          <w:tcPr>
            <w:tcW w:w="2699" w:type="dxa"/>
            <w:shd w:val="clear" w:color="000000" w:fill="FFC000"/>
            <w:vAlign w:val="center"/>
            <w:hideMark/>
          </w:tcPr>
          <w:p w:rsidR="005D696B" w:rsidRPr="005B300D" w:rsidRDefault="005D696B" w:rsidP="00FF0CD2">
            <w:pPr>
              <w:jc w:val="center"/>
              <w:rPr>
                <w:sz w:val="20"/>
                <w:szCs w:val="20"/>
              </w:rPr>
            </w:pPr>
            <w:r w:rsidRPr="005B300D">
              <w:rPr>
                <w:sz w:val="20"/>
                <w:szCs w:val="20"/>
              </w:rPr>
              <w:t>11498-12</w:t>
            </w:r>
            <w:r w:rsidRPr="005B300D">
              <w:rPr>
                <w:sz w:val="20"/>
                <w:szCs w:val="20"/>
              </w:rPr>
              <w:br/>
              <w:t>Foglalkoztatás I. (érettségire épülő képzések esetén)</w:t>
            </w: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Foglalkoztatás I.</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510"/>
          <w:jc w:val="center"/>
        </w:trPr>
        <w:tc>
          <w:tcPr>
            <w:tcW w:w="2699" w:type="dxa"/>
            <w:shd w:val="clear" w:color="auto" w:fill="auto"/>
            <w:vAlign w:val="center"/>
            <w:hideMark/>
          </w:tcPr>
          <w:p w:rsidR="005D696B" w:rsidRPr="005B300D" w:rsidRDefault="005D696B" w:rsidP="00FF0CD2">
            <w:pPr>
              <w:jc w:val="center"/>
              <w:rPr>
                <w:sz w:val="20"/>
                <w:szCs w:val="20"/>
              </w:rPr>
            </w:pPr>
            <w:r w:rsidRPr="005B300D">
              <w:rPr>
                <w:sz w:val="20"/>
                <w:szCs w:val="20"/>
              </w:rPr>
              <w:t>11500-12 Munkahelyi egészség és biztonság</w:t>
            </w: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Munkahelyi egészség és biztonság</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0,5</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0,5 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0,5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510"/>
          <w:jc w:val="center"/>
        </w:trPr>
        <w:tc>
          <w:tcPr>
            <w:tcW w:w="2699"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t>11110-16 Egészségügyi alapismeretek</w:t>
            </w: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Egészségügyi alapismeretek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5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Szakmai kommunikáció</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1,5</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0,5</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9D0484">
        <w:trPr>
          <w:trHeight w:val="333"/>
          <w:jc w:val="center"/>
        </w:trPr>
        <w:tc>
          <w:tcPr>
            <w:tcW w:w="2699" w:type="dxa"/>
            <w:shd w:val="clear" w:color="auto" w:fill="auto"/>
            <w:vAlign w:val="center"/>
            <w:hideMark/>
          </w:tcPr>
          <w:p w:rsidR="005D696B" w:rsidRPr="005B300D" w:rsidRDefault="005D696B" w:rsidP="00FF0CD2">
            <w:pPr>
              <w:jc w:val="center"/>
              <w:rPr>
                <w:sz w:val="20"/>
                <w:szCs w:val="20"/>
              </w:rPr>
            </w:pPr>
            <w:r w:rsidRPr="005B300D">
              <w:rPr>
                <w:sz w:val="20"/>
                <w:szCs w:val="20"/>
              </w:rPr>
              <w:t>11221-16 Alapápolás</w:t>
            </w: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Ápolástan-gondozástan</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1,5</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2,5</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510"/>
          <w:jc w:val="center"/>
        </w:trPr>
        <w:tc>
          <w:tcPr>
            <w:tcW w:w="2699"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t xml:space="preserve">11222-16 </w:t>
            </w:r>
            <w:proofErr w:type="spellStart"/>
            <w:r w:rsidRPr="005B300D">
              <w:rPr>
                <w:sz w:val="20"/>
                <w:szCs w:val="20"/>
              </w:rPr>
              <w:t>Klinikumi</w:t>
            </w:r>
            <w:proofErr w:type="spellEnd"/>
            <w:r w:rsidRPr="005B300D">
              <w:rPr>
                <w:sz w:val="20"/>
                <w:szCs w:val="20"/>
              </w:rPr>
              <w:t xml:space="preserve"> ismeretek</w:t>
            </w:r>
          </w:p>
        </w:tc>
        <w:tc>
          <w:tcPr>
            <w:tcW w:w="2459" w:type="dxa"/>
            <w:shd w:val="clear" w:color="auto" w:fill="auto"/>
            <w:vAlign w:val="center"/>
            <w:hideMark/>
          </w:tcPr>
          <w:p w:rsidR="005D696B" w:rsidRPr="005B300D" w:rsidRDefault="005D696B" w:rsidP="00FF0CD2">
            <w:pPr>
              <w:rPr>
                <w:b/>
                <w:bCs/>
                <w:sz w:val="20"/>
                <w:szCs w:val="20"/>
              </w:rPr>
            </w:pPr>
            <w:proofErr w:type="spellStart"/>
            <w:r w:rsidRPr="005B300D">
              <w:rPr>
                <w:b/>
                <w:bCs/>
                <w:sz w:val="20"/>
                <w:szCs w:val="20"/>
              </w:rPr>
              <w:t>Klinikumi</w:t>
            </w:r>
            <w:proofErr w:type="spellEnd"/>
            <w:r w:rsidRPr="005B300D">
              <w:rPr>
                <w:b/>
                <w:bCs/>
                <w:sz w:val="20"/>
                <w:szCs w:val="20"/>
              </w:rPr>
              <w:t xml:space="preserve"> alapozó ismeretek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4,5</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4,5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5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hideMark/>
          </w:tcPr>
          <w:p w:rsidR="005D696B" w:rsidRPr="005B300D" w:rsidRDefault="005D696B" w:rsidP="00FF0CD2">
            <w:pPr>
              <w:rPr>
                <w:b/>
                <w:bCs/>
                <w:sz w:val="20"/>
                <w:szCs w:val="20"/>
              </w:rPr>
            </w:pPr>
            <w:proofErr w:type="spellStart"/>
            <w:r w:rsidRPr="005B300D">
              <w:rPr>
                <w:b/>
                <w:bCs/>
                <w:sz w:val="20"/>
                <w:szCs w:val="20"/>
              </w:rPr>
              <w:t>Klinikumi</w:t>
            </w:r>
            <w:proofErr w:type="spellEnd"/>
            <w:r w:rsidRPr="005B300D">
              <w:rPr>
                <w:b/>
                <w:bCs/>
                <w:sz w:val="20"/>
                <w:szCs w:val="20"/>
              </w:rPr>
              <w:t xml:space="preserve"> szakismeretek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3,5</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3,5</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510"/>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hideMark/>
          </w:tcPr>
          <w:p w:rsidR="005D696B" w:rsidRPr="005B300D" w:rsidRDefault="005D696B" w:rsidP="00FF0CD2">
            <w:pPr>
              <w:rPr>
                <w:b/>
                <w:bCs/>
                <w:sz w:val="20"/>
                <w:szCs w:val="20"/>
              </w:rPr>
            </w:pPr>
            <w:r w:rsidRPr="005B300D">
              <w:rPr>
                <w:b/>
                <w:bCs/>
                <w:sz w:val="20"/>
                <w:szCs w:val="20"/>
              </w:rPr>
              <w:t>Diagnosztikai és terápiás alapismeretek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5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hideMark/>
          </w:tcPr>
          <w:p w:rsidR="005D696B" w:rsidRPr="005B300D" w:rsidRDefault="005D696B" w:rsidP="00FF0CD2">
            <w:pPr>
              <w:rPr>
                <w:b/>
                <w:bCs/>
                <w:sz w:val="20"/>
                <w:szCs w:val="20"/>
              </w:rPr>
            </w:pPr>
            <w:proofErr w:type="spellStart"/>
            <w:r w:rsidRPr="005B300D">
              <w:rPr>
                <w:b/>
                <w:bCs/>
                <w:sz w:val="20"/>
                <w:szCs w:val="20"/>
              </w:rPr>
              <w:t>Klinikumi</w:t>
            </w:r>
            <w:proofErr w:type="spellEnd"/>
            <w:r w:rsidRPr="005B300D">
              <w:rPr>
                <w:b/>
                <w:bCs/>
                <w:sz w:val="20"/>
                <w:szCs w:val="20"/>
              </w:rPr>
              <w:t xml:space="preserve"> gyakorlat</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4,5</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3</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8</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510"/>
          <w:jc w:val="center"/>
        </w:trPr>
        <w:tc>
          <w:tcPr>
            <w:tcW w:w="2699" w:type="dxa"/>
            <w:vMerge w:val="restart"/>
            <w:shd w:val="clear" w:color="auto" w:fill="FFFFFF" w:themeFill="background1"/>
            <w:vAlign w:val="center"/>
            <w:hideMark/>
          </w:tcPr>
          <w:p w:rsidR="005D696B" w:rsidRPr="005B300D" w:rsidRDefault="005D696B" w:rsidP="00FF0CD2">
            <w:pPr>
              <w:jc w:val="center"/>
              <w:rPr>
                <w:sz w:val="20"/>
                <w:szCs w:val="20"/>
              </w:rPr>
            </w:pPr>
            <w:r w:rsidRPr="005B300D">
              <w:rPr>
                <w:sz w:val="20"/>
                <w:szCs w:val="20"/>
              </w:rPr>
              <w:t>11635-16 Egészségügyi asszisztensi feladatok</w:t>
            </w:r>
          </w:p>
        </w:tc>
        <w:tc>
          <w:tcPr>
            <w:tcW w:w="2459" w:type="dxa"/>
            <w:shd w:val="clear" w:color="auto" w:fill="FFFFFF" w:themeFill="background1"/>
            <w:vAlign w:val="center"/>
          </w:tcPr>
          <w:p w:rsidR="005D696B" w:rsidRPr="005B300D" w:rsidRDefault="005D696B" w:rsidP="00FF0CD2">
            <w:pPr>
              <w:rPr>
                <w:b/>
                <w:bCs/>
                <w:sz w:val="20"/>
                <w:szCs w:val="20"/>
              </w:rPr>
            </w:pPr>
            <w:r w:rsidRPr="005B300D">
              <w:rPr>
                <w:b/>
                <w:bCs/>
                <w:sz w:val="20"/>
                <w:szCs w:val="20"/>
              </w:rPr>
              <w:t>Egészségügyi asszisztensi feladatok</w:t>
            </w:r>
          </w:p>
        </w:tc>
        <w:tc>
          <w:tcPr>
            <w:tcW w:w="593"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3</w:t>
            </w:r>
          </w:p>
        </w:tc>
        <w:tc>
          <w:tcPr>
            <w:tcW w:w="487"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3</w:t>
            </w:r>
          </w:p>
        </w:tc>
        <w:tc>
          <w:tcPr>
            <w:tcW w:w="444"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1</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1</w:t>
            </w:r>
          </w:p>
        </w:tc>
        <w:tc>
          <w:tcPr>
            <w:tcW w:w="487"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510"/>
          <w:jc w:val="center"/>
        </w:trPr>
        <w:tc>
          <w:tcPr>
            <w:tcW w:w="2699" w:type="dxa"/>
            <w:vMerge/>
            <w:shd w:val="clear" w:color="auto" w:fill="FFFFFF" w:themeFill="background1"/>
            <w:vAlign w:val="center"/>
            <w:hideMark/>
          </w:tcPr>
          <w:p w:rsidR="005D696B" w:rsidRPr="005B300D" w:rsidRDefault="005D696B" w:rsidP="00FF0CD2">
            <w:pPr>
              <w:rPr>
                <w:sz w:val="20"/>
                <w:szCs w:val="20"/>
              </w:rPr>
            </w:pPr>
          </w:p>
        </w:tc>
        <w:tc>
          <w:tcPr>
            <w:tcW w:w="2459" w:type="dxa"/>
            <w:shd w:val="clear" w:color="auto" w:fill="FFFFFF" w:themeFill="background1"/>
            <w:vAlign w:val="center"/>
          </w:tcPr>
          <w:p w:rsidR="005D696B" w:rsidRPr="005B300D" w:rsidRDefault="005D696B" w:rsidP="00FF0CD2">
            <w:pPr>
              <w:rPr>
                <w:b/>
                <w:bCs/>
                <w:sz w:val="20"/>
                <w:szCs w:val="20"/>
              </w:rPr>
            </w:pPr>
            <w:r w:rsidRPr="005B300D">
              <w:rPr>
                <w:b/>
                <w:bCs/>
                <w:sz w:val="20"/>
                <w:szCs w:val="20"/>
              </w:rPr>
              <w:t>Egészségügyi asszisztálás gyakorlata</w:t>
            </w:r>
          </w:p>
        </w:tc>
        <w:tc>
          <w:tcPr>
            <w:tcW w:w="593"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1</w:t>
            </w:r>
          </w:p>
        </w:tc>
        <w:tc>
          <w:tcPr>
            <w:tcW w:w="636"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2</w:t>
            </w:r>
          </w:p>
        </w:tc>
        <w:tc>
          <w:tcPr>
            <w:tcW w:w="601"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FFFFFF" w:themeFill="background1"/>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55"/>
          <w:jc w:val="center"/>
        </w:trPr>
        <w:tc>
          <w:tcPr>
            <w:tcW w:w="2699"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lastRenderedPageBreak/>
              <w:t>11108-16</w:t>
            </w:r>
          </w:p>
          <w:p w:rsidR="005D696B" w:rsidRPr="005B300D" w:rsidRDefault="005D696B" w:rsidP="00FF0CD2">
            <w:pPr>
              <w:jc w:val="center"/>
              <w:rPr>
                <w:sz w:val="20"/>
                <w:szCs w:val="20"/>
              </w:rPr>
            </w:pPr>
            <w:proofErr w:type="spellStart"/>
            <w:r w:rsidRPr="005B300D">
              <w:rPr>
                <w:sz w:val="20"/>
                <w:szCs w:val="20"/>
              </w:rPr>
              <w:t>Audiológia</w:t>
            </w:r>
            <w:proofErr w:type="spellEnd"/>
          </w:p>
        </w:tc>
        <w:tc>
          <w:tcPr>
            <w:tcW w:w="2459" w:type="dxa"/>
            <w:shd w:val="clear" w:color="auto" w:fill="auto"/>
            <w:vAlign w:val="center"/>
          </w:tcPr>
          <w:p w:rsidR="005D696B" w:rsidRPr="005B300D" w:rsidRDefault="005D696B" w:rsidP="00FF0CD2">
            <w:pPr>
              <w:rPr>
                <w:b/>
                <w:bCs/>
                <w:sz w:val="20"/>
                <w:szCs w:val="20"/>
              </w:rPr>
            </w:pPr>
            <w:r w:rsidRPr="005B300D">
              <w:rPr>
                <w:b/>
                <w:bCs/>
                <w:sz w:val="18"/>
                <w:szCs w:val="18"/>
              </w:rPr>
              <w:t>Anatómiai, élettani és kórtani alapismeretek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p>
        </w:tc>
      </w:tr>
      <w:tr w:rsidR="005D696B" w:rsidRPr="005B300D" w:rsidTr="00FF0CD2">
        <w:trPr>
          <w:trHeight w:val="25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r w:rsidRPr="005B300D">
              <w:rPr>
                <w:b/>
                <w:bCs/>
                <w:sz w:val="18"/>
                <w:szCs w:val="18"/>
              </w:rPr>
              <w:t xml:space="preserve">Szubjektív </w:t>
            </w:r>
            <w:proofErr w:type="spellStart"/>
            <w:r w:rsidRPr="005B300D">
              <w:rPr>
                <w:b/>
                <w:bCs/>
                <w:sz w:val="18"/>
                <w:szCs w:val="18"/>
              </w:rPr>
              <w:t>audiológiai</w:t>
            </w:r>
            <w:proofErr w:type="spellEnd"/>
            <w:r w:rsidRPr="005B300D">
              <w:rPr>
                <w:b/>
                <w:bCs/>
                <w:sz w:val="18"/>
                <w:szCs w:val="18"/>
              </w:rPr>
              <w:t xml:space="preserve"> vizsgálatok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p>
        </w:tc>
      </w:tr>
      <w:tr w:rsidR="005D696B" w:rsidRPr="005B300D" w:rsidTr="00FF0CD2">
        <w:trPr>
          <w:trHeight w:val="25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r w:rsidRPr="005B300D">
              <w:rPr>
                <w:b/>
                <w:bCs/>
                <w:sz w:val="20"/>
                <w:szCs w:val="20"/>
              </w:rPr>
              <w:t xml:space="preserve">Objektív </w:t>
            </w:r>
            <w:proofErr w:type="spellStart"/>
            <w:r w:rsidRPr="005B300D">
              <w:rPr>
                <w:b/>
                <w:bCs/>
                <w:sz w:val="20"/>
                <w:szCs w:val="20"/>
              </w:rPr>
              <w:t>audiológiai</w:t>
            </w:r>
            <w:proofErr w:type="spellEnd"/>
            <w:r w:rsidRPr="005B300D">
              <w:rPr>
                <w:b/>
                <w:bCs/>
                <w:sz w:val="20"/>
                <w:szCs w:val="20"/>
              </w:rPr>
              <w:t xml:space="preserve"> vizsgálatok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55"/>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proofErr w:type="spellStart"/>
            <w:r w:rsidRPr="005B300D">
              <w:rPr>
                <w:b/>
                <w:bCs/>
                <w:sz w:val="20"/>
                <w:szCs w:val="20"/>
              </w:rPr>
              <w:t>Gyermek-audiológia</w:t>
            </w:r>
            <w:proofErr w:type="spellEnd"/>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2</w:t>
            </w:r>
          </w:p>
        </w:tc>
        <w:tc>
          <w:tcPr>
            <w:tcW w:w="540" w:type="dxa"/>
            <w:shd w:val="clear" w:color="auto" w:fill="auto"/>
            <w:noWrap/>
            <w:vAlign w:val="center"/>
            <w:hideMark/>
          </w:tcPr>
          <w:p w:rsidR="005D696B" w:rsidRPr="005B300D" w:rsidRDefault="005D696B" w:rsidP="00FF0CD2">
            <w:pPr>
              <w:jc w:val="center"/>
              <w:rPr>
                <w:b/>
                <w:bCs/>
                <w:sz w:val="20"/>
                <w:szCs w:val="20"/>
              </w:rPr>
            </w:pPr>
          </w:p>
        </w:tc>
      </w:tr>
      <w:tr w:rsidR="005D696B" w:rsidRPr="005B300D" w:rsidTr="00FF0CD2">
        <w:trPr>
          <w:trHeight w:val="306"/>
          <w:jc w:val="center"/>
        </w:trPr>
        <w:tc>
          <w:tcPr>
            <w:tcW w:w="2699" w:type="dxa"/>
            <w:vMerge/>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proofErr w:type="spellStart"/>
            <w:r w:rsidRPr="005B300D">
              <w:rPr>
                <w:b/>
                <w:bCs/>
                <w:sz w:val="20"/>
                <w:szCs w:val="20"/>
              </w:rPr>
              <w:t>Hallásrehabilitáció</w:t>
            </w:r>
            <w:proofErr w:type="spellEnd"/>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92"/>
          <w:jc w:val="center"/>
        </w:trPr>
        <w:tc>
          <w:tcPr>
            <w:tcW w:w="2699" w:type="dxa"/>
            <w:vMerge/>
            <w:tcBorders>
              <w:bottom w:val="single" w:sz="4" w:space="0" w:color="auto"/>
            </w:tcBorders>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proofErr w:type="spellStart"/>
            <w:r w:rsidRPr="005B300D">
              <w:rPr>
                <w:b/>
                <w:bCs/>
                <w:sz w:val="20"/>
                <w:szCs w:val="20"/>
              </w:rPr>
              <w:t>Audiológiai</w:t>
            </w:r>
            <w:proofErr w:type="spellEnd"/>
            <w:r w:rsidRPr="005B300D">
              <w:rPr>
                <w:b/>
                <w:bCs/>
                <w:sz w:val="20"/>
                <w:szCs w:val="20"/>
              </w:rPr>
              <w:t xml:space="preserve"> gyakorlat</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9</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9 </w:t>
            </w:r>
          </w:p>
        </w:tc>
      </w:tr>
      <w:tr w:rsidR="005D696B" w:rsidRPr="005B300D" w:rsidTr="00FF0CD2">
        <w:trPr>
          <w:trHeight w:val="348"/>
          <w:jc w:val="center"/>
        </w:trPr>
        <w:tc>
          <w:tcPr>
            <w:tcW w:w="2699" w:type="dxa"/>
            <w:vMerge w:val="restart"/>
            <w:tcBorders>
              <w:bottom w:val="nil"/>
            </w:tcBorders>
            <w:shd w:val="clear" w:color="auto" w:fill="auto"/>
            <w:vAlign w:val="center"/>
            <w:hideMark/>
          </w:tcPr>
          <w:p w:rsidR="005D696B" w:rsidRPr="005B300D" w:rsidRDefault="005D696B" w:rsidP="00FF0CD2">
            <w:pPr>
              <w:jc w:val="center"/>
              <w:rPr>
                <w:sz w:val="20"/>
                <w:szCs w:val="20"/>
              </w:rPr>
            </w:pPr>
            <w:r w:rsidRPr="005B300D">
              <w:rPr>
                <w:sz w:val="20"/>
                <w:szCs w:val="20"/>
              </w:rPr>
              <w:t>11109-16</w:t>
            </w:r>
          </w:p>
          <w:p w:rsidR="005D696B" w:rsidRPr="005B300D" w:rsidRDefault="005D696B" w:rsidP="00FF0CD2">
            <w:pPr>
              <w:jc w:val="center"/>
              <w:rPr>
                <w:sz w:val="20"/>
                <w:szCs w:val="20"/>
              </w:rPr>
            </w:pPr>
            <w:r w:rsidRPr="005B300D">
              <w:rPr>
                <w:sz w:val="20"/>
                <w:szCs w:val="20"/>
              </w:rPr>
              <w:t>Hallásakusztika</w:t>
            </w:r>
          </w:p>
        </w:tc>
        <w:tc>
          <w:tcPr>
            <w:tcW w:w="2459" w:type="dxa"/>
            <w:shd w:val="clear" w:color="auto" w:fill="auto"/>
            <w:vAlign w:val="center"/>
          </w:tcPr>
          <w:p w:rsidR="005D696B" w:rsidRPr="005B300D" w:rsidRDefault="005D696B" w:rsidP="00FF0CD2">
            <w:pPr>
              <w:rPr>
                <w:b/>
                <w:bCs/>
                <w:sz w:val="20"/>
                <w:szCs w:val="20"/>
              </w:rPr>
            </w:pPr>
            <w:r w:rsidRPr="005B300D">
              <w:rPr>
                <w:b/>
                <w:bCs/>
                <w:sz w:val="20"/>
                <w:szCs w:val="20"/>
              </w:rPr>
              <w:t>Akusztikai alapismeretek</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255"/>
          <w:jc w:val="center"/>
        </w:trPr>
        <w:tc>
          <w:tcPr>
            <w:tcW w:w="2699" w:type="dxa"/>
            <w:vMerge/>
            <w:tcBorders>
              <w:bottom w:val="nil"/>
            </w:tcBorders>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r w:rsidRPr="005B300D">
              <w:rPr>
                <w:b/>
                <w:bCs/>
                <w:sz w:val="18"/>
                <w:szCs w:val="18"/>
              </w:rPr>
              <w:t>Hallókészülék technológia</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p>
        </w:tc>
      </w:tr>
      <w:tr w:rsidR="005D696B" w:rsidRPr="005B300D" w:rsidTr="00FF0CD2">
        <w:trPr>
          <w:trHeight w:val="510"/>
          <w:jc w:val="center"/>
        </w:trPr>
        <w:tc>
          <w:tcPr>
            <w:tcW w:w="2699" w:type="dxa"/>
            <w:vMerge/>
            <w:tcBorders>
              <w:bottom w:val="nil"/>
            </w:tcBorders>
            <w:vAlign w:val="center"/>
            <w:hideMark/>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20"/>
                <w:szCs w:val="20"/>
              </w:rPr>
            </w:pPr>
            <w:r w:rsidRPr="005B300D">
              <w:rPr>
                <w:b/>
                <w:bCs/>
                <w:sz w:val="18"/>
                <w:szCs w:val="18"/>
              </w:rPr>
              <w:t>Hallásjavító rendszerek illesztése</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44"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36"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93"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487"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1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601"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1</w:t>
            </w:r>
          </w:p>
        </w:tc>
        <w:tc>
          <w:tcPr>
            <w:tcW w:w="540" w:type="dxa"/>
            <w:shd w:val="clear" w:color="auto" w:fill="auto"/>
            <w:noWrap/>
            <w:vAlign w:val="center"/>
            <w:hideMark/>
          </w:tcPr>
          <w:p w:rsidR="005D696B" w:rsidRPr="005B300D" w:rsidRDefault="005D696B" w:rsidP="00FF0CD2">
            <w:pPr>
              <w:jc w:val="center"/>
              <w:rPr>
                <w:b/>
                <w:bCs/>
                <w:sz w:val="20"/>
                <w:szCs w:val="20"/>
              </w:rPr>
            </w:pPr>
            <w:r w:rsidRPr="005B300D">
              <w:rPr>
                <w:b/>
                <w:bCs/>
                <w:sz w:val="20"/>
                <w:szCs w:val="20"/>
              </w:rPr>
              <w:t> </w:t>
            </w:r>
          </w:p>
        </w:tc>
      </w:tr>
      <w:tr w:rsidR="005D696B" w:rsidRPr="005B300D" w:rsidTr="00FF0CD2">
        <w:trPr>
          <w:trHeight w:val="474"/>
          <w:jc w:val="center"/>
        </w:trPr>
        <w:tc>
          <w:tcPr>
            <w:tcW w:w="2699" w:type="dxa"/>
            <w:tcBorders>
              <w:top w:val="nil"/>
              <w:bottom w:val="nil"/>
            </w:tcBorders>
            <w:vAlign w:val="center"/>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18"/>
                <w:szCs w:val="18"/>
              </w:rPr>
            </w:pPr>
            <w:proofErr w:type="spellStart"/>
            <w:r w:rsidRPr="005B300D">
              <w:rPr>
                <w:b/>
                <w:bCs/>
                <w:sz w:val="18"/>
                <w:szCs w:val="18"/>
              </w:rPr>
              <w:t>Fülilleszték</w:t>
            </w:r>
            <w:proofErr w:type="spellEnd"/>
            <w:r w:rsidRPr="005B300D">
              <w:rPr>
                <w:b/>
                <w:bCs/>
                <w:sz w:val="18"/>
                <w:szCs w:val="18"/>
              </w:rPr>
              <w:t xml:space="preserve"> gyártás technológiája</w:t>
            </w:r>
          </w:p>
        </w:tc>
        <w:tc>
          <w:tcPr>
            <w:tcW w:w="593" w:type="dxa"/>
            <w:shd w:val="clear" w:color="auto" w:fill="auto"/>
            <w:noWrap/>
            <w:vAlign w:val="center"/>
          </w:tcPr>
          <w:p w:rsidR="005D696B" w:rsidRPr="005B300D" w:rsidRDefault="005D696B" w:rsidP="00FF0CD2">
            <w:pPr>
              <w:jc w:val="center"/>
              <w:rPr>
                <w:b/>
                <w:bCs/>
                <w:sz w:val="20"/>
                <w:szCs w:val="20"/>
              </w:rPr>
            </w:pPr>
          </w:p>
        </w:tc>
        <w:tc>
          <w:tcPr>
            <w:tcW w:w="487"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p>
        </w:tc>
        <w:tc>
          <w:tcPr>
            <w:tcW w:w="444" w:type="dxa"/>
            <w:shd w:val="clear" w:color="auto" w:fill="auto"/>
            <w:noWrap/>
            <w:vAlign w:val="center"/>
          </w:tcPr>
          <w:p w:rsidR="005D696B" w:rsidRPr="005B300D" w:rsidRDefault="005D696B" w:rsidP="00FF0CD2">
            <w:pPr>
              <w:jc w:val="center"/>
              <w:rPr>
                <w:b/>
                <w:bCs/>
                <w:sz w:val="20"/>
                <w:szCs w:val="20"/>
              </w:rPr>
            </w:pPr>
          </w:p>
        </w:tc>
        <w:tc>
          <w:tcPr>
            <w:tcW w:w="636"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601" w:type="dxa"/>
            <w:shd w:val="clear" w:color="auto" w:fill="auto"/>
            <w:noWrap/>
            <w:vAlign w:val="center"/>
          </w:tcPr>
          <w:p w:rsidR="005D696B" w:rsidRPr="005B300D" w:rsidRDefault="005D696B" w:rsidP="00FF0CD2">
            <w:pPr>
              <w:jc w:val="center"/>
              <w:rPr>
                <w:b/>
                <w:bCs/>
                <w:sz w:val="20"/>
                <w:szCs w:val="20"/>
              </w:rPr>
            </w:pPr>
          </w:p>
        </w:tc>
        <w:tc>
          <w:tcPr>
            <w:tcW w:w="593" w:type="dxa"/>
            <w:shd w:val="clear" w:color="auto" w:fill="auto"/>
            <w:noWrap/>
            <w:vAlign w:val="center"/>
          </w:tcPr>
          <w:p w:rsidR="005D696B" w:rsidRPr="005B300D" w:rsidRDefault="005D696B" w:rsidP="00FF0CD2">
            <w:pPr>
              <w:jc w:val="center"/>
              <w:rPr>
                <w:b/>
                <w:bCs/>
                <w:sz w:val="20"/>
                <w:szCs w:val="20"/>
              </w:rPr>
            </w:pPr>
          </w:p>
        </w:tc>
        <w:tc>
          <w:tcPr>
            <w:tcW w:w="487"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r w:rsidRPr="005B300D">
              <w:rPr>
                <w:b/>
                <w:bCs/>
                <w:sz w:val="20"/>
                <w:szCs w:val="20"/>
              </w:rPr>
              <w:t>0,5</w:t>
            </w:r>
          </w:p>
        </w:tc>
        <w:tc>
          <w:tcPr>
            <w:tcW w:w="54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601"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r w:rsidRPr="005B300D">
              <w:rPr>
                <w:b/>
                <w:bCs/>
                <w:sz w:val="20"/>
                <w:szCs w:val="20"/>
              </w:rPr>
              <w:t>0,5</w:t>
            </w:r>
          </w:p>
        </w:tc>
        <w:tc>
          <w:tcPr>
            <w:tcW w:w="540" w:type="dxa"/>
            <w:shd w:val="clear" w:color="auto" w:fill="auto"/>
            <w:noWrap/>
            <w:vAlign w:val="center"/>
          </w:tcPr>
          <w:p w:rsidR="005D696B" w:rsidRPr="005B300D" w:rsidRDefault="005D696B" w:rsidP="00FF0CD2">
            <w:pPr>
              <w:jc w:val="center"/>
              <w:rPr>
                <w:b/>
                <w:bCs/>
                <w:sz w:val="20"/>
                <w:szCs w:val="20"/>
              </w:rPr>
            </w:pPr>
          </w:p>
        </w:tc>
      </w:tr>
      <w:tr w:rsidR="005D696B" w:rsidRPr="005B300D" w:rsidTr="00FF0CD2">
        <w:trPr>
          <w:trHeight w:val="292"/>
          <w:jc w:val="center"/>
        </w:trPr>
        <w:tc>
          <w:tcPr>
            <w:tcW w:w="2699" w:type="dxa"/>
            <w:tcBorders>
              <w:top w:val="nil"/>
              <w:bottom w:val="nil"/>
            </w:tcBorders>
            <w:vAlign w:val="center"/>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18"/>
                <w:szCs w:val="18"/>
              </w:rPr>
            </w:pPr>
            <w:proofErr w:type="spellStart"/>
            <w:r w:rsidRPr="005B300D">
              <w:rPr>
                <w:b/>
                <w:bCs/>
                <w:sz w:val="18"/>
                <w:szCs w:val="18"/>
              </w:rPr>
              <w:t>Szervízismeret</w:t>
            </w:r>
            <w:proofErr w:type="spellEnd"/>
          </w:p>
        </w:tc>
        <w:tc>
          <w:tcPr>
            <w:tcW w:w="593" w:type="dxa"/>
            <w:shd w:val="clear" w:color="auto" w:fill="auto"/>
            <w:noWrap/>
            <w:vAlign w:val="center"/>
          </w:tcPr>
          <w:p w:rsidR="005D696B" w:rsidRPr="005B300D" w:rsidRDefault="005D696B" w:rsidP="00FF0CD2">
            <w:pPr>
              <w:jc w:val="center"/>
              <w:rPr>
                <w:b/>
                <w:bCs/>
                <w:sz w:val="20"/>
                <w:szCs w:val="20"/>
              </w:rPr>
            </w:pPr>
          </w:p>
        </w:tc>
        <w:tc>
          <w:tcPr>
            <w:tcW w:w="487"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p>
        </w:tc>
        <w:tc>
          <w:tcPr>
            <w:tcW w:w="444" w:type="dxa"/>
            <w:shd w:val="clear" w:color="auto" w:fill="auto"/>
            <w:noWrap/>
            <w:vAlign w:val="center"/>
          </w:tcPr>
          <w:p w:rsidR="005D696B" w:rsidRPr="005B300D" w:rsidRDefault="005D696B" w:rsidP="00FF0CD2">
            <w:pPr>
              <w:jc w:val="center"/>
              <w:rPr>
                <w:b/>
                <w:bCs/>
                <w:sz w:val="20"/>
                <w:szCs w:val="20"/>
              </w:rPr>
            </w:pPr>
          </w:p>
        </w:tc>
        <w:tc>
          <w:tcPr>
            <w:tcW w:w="636"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601" w:type="dxa"/>
            <w:shd w:val="clear" w:color="auto" w:fill="auto"/>
            <w:noWrap/>
            <w:vAlign w:val="center"/>
          </w:tcPr>
          <w:p w:rsidR="005D696B" w:rsidRPr="005B300D" w:rsidRDefault="005D696B" w:rsidP="00FF0CD2">
            <w:pPr>
              <w:jc w:val="center"/>
              <w:rPr>
                <w:b/>
                <w:bCs/>
                <w:sz w:val="20"/>
                <w:szCs w:val="20"/>
              </w:rPr>
            </w:pPr>
          </w:p>
        </w:tc>
        <w:tc>
          <w:tcPr>
            <w:tcW w:w="593" w:type="dxa"/>
            <w:shd w:val="clear" w:color="auto" w:fill="auto"/>
            <w:noWrap/>
            <w:vAlign w:val="center"/>
          </w:tcPr>
          <w:p w:rsidR="005D696B" w:rsidRPr="005B300D" w:rsidRDefault="005D696B" w:rsidP="00FF0CD2">
            <w:pPr>
              <w:jc w:val="center"/>
              <w:rPr>
                <w:b/>
                <w:bCs/>
                <w:sz w:val="20"/>
                <w:szCs w:val="20"/>
              </w:rPr>
            </w:pPr>
          </w:p>
        </w:tc>
        <w:tc>
          <w:tcPr>
            <w:tcW w:w="487"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r w:rsidRPr="005B300D">
              <w:rPr>
                <w:b/>
                <w:bCs/>
                <w:sz w:val="20"/>
                <w:szCs w:val="20"/>
              </w:rPr>
              <w:t>0,5</w:t>
            </w:r>
          </w:p>
        </w:tc>
        <w:tc>
          <w:tcPr>
            <w:tcW w:w="54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601"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r w:rsidRPr="005B300D">
              <w:rPr>
                <w:b/>
                <w:bCs/>
                <w:sz w:val="20"/>
                <w:szCs w:val="20"/>
              </w:rPr>
              <w:t>0,5</w:t>
            </w:r>
          </w:p>
        </w:tc>
        <w:tc>
          <w:tcPr>
            <w:tcW w:w="540" w:type="dxa"/>
            <w:shd w:val="clear" w:color="auto" w:fill="auto"/>
            <w:noWrap/>
            <w:vAlign w:val="center"/>
          </w:tcPr>
          <w:p w:rsidR="005D696B" w:rsidRPr="005B300D" w:rsidRDefault="005D696B" w:rsidP="00FF0CD2">
            <w:pPr>
              <w:jc w:val="center"/>
              <w:rPr>
                <w:b/>
                <w:bCs/>
                <w:sz w:val="20"/>
                <w:szCs w:val="20"/>
              </w:rPr>
            </w:pPr>
          </w:p>
        </w:tc>
      </w:tr>
      <w:tr w:rsidR="005D696B" w:rsidRPr="005B300D" w:rsidTr="00FF0CD2">
        <w:trPr>
          <w:trHeight w:val="278"/>
          <w:jc w:val="center"/>
        </w:trPr>
        <w:tc>
          <w:tcPr>
            <w:tcW w:w="2699" w:type="dxa"/>
            <w:tcBorders>
              <w:top w:val="nil"/>
            </w:tcBorders>
            <w:vAlign w:val="center"/>
          </w:tcPr>
          <w:p w:rsidR="005D696B" w:rsidRPr="005B300D" w:rsidRDefault="005D696B" w:rsidP="00FF0CD2">
            <w:pPr>
              <w:rPr>
                <w:sz w:val="20"/>
                <w:szCs w:val="20"/>
              </w:rPr>
            </w:pPr>
          </w:p>
        </w:tc>
        <w:tc>
          <w:tcPr>
            <w:tcW w:w="2459" w:type="dxa"/>
            <w:shd w:val="clear" w:color="auto" w:fill="auto"/>
            <w:vAlign w:val="center"/>
          </w:tcPr>
          <w:p w:rsidR="005D696B" w:rsidRPr="005B300D" w:rsidRDefault="005D696B" w:rsidP="00FF0CD2">
            <w:pPr>
              <w:rPr>
                <w:b/>
                <w:bCs/>
                <w:sz w:val="18"/>
                <w:szCs w:val="18"/>
              </w:rPr>
            </w:pPr>
            <w:r w:rsidRPr="005B300D">
              <w:rPr>
                <w:b/>
                <w:bCs/>
                <w:sz w:val="18"/>
                <w:szCs w:val="18"/>
              </w:rPr>
              <w:t>Hallásakusztikai gyakorlat</w:t>
            </w:r>
          </w:p>
        </w:tc>
        <w:tc>
          <w:tcPr>
            <w:tcW w:w="593" w:type="dxa"/>
            <w:shd w:val="clear" w:color="auto" w:fill="auto"/>
            <w:noWrap/>
            <w:vAlign w:val="center"/>
          </w:tcPr>
          <w:p w:rsidR="005D696B" w:rsidRPr="005B300D" w:rsidRDefault="005D696B" w:rsidP="00FF0CD2">
            <w:pPr>
              <w:jc w:val="center"/>
              <w:rPr>
                <w:b/>
                <w:bCs/>
                <w:sz w:val="20"/>
                <w:szCs w:val="20"/>
              </w:rPr>
            </w:pPr>
          </w:p>
        </w:tc>
        <w:tc>
          <w:tcPr>
            <w:tcW w:w="487"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p>
        </w:tc>
        <w:tc>
          <w:tcPr>
            <w:tcW w:w="444" w:type="dxa"/>
            <w:shd w:val="clear" w:color="auto" w:fill="auto"/>
            <w:noWrap/>
            <w:vAlign w:val="center"/>
          </w:tcPr>
          <w:p w:rsidR="005D696B" w:rsidRPr="005B300D" w:rsidRDefault="005D696B" w:rsidP="00FF0CD2">
            <w:pPr>
              <w:jc w:val="center"/>
              <w:rPr>
                <w:b/>
                <w:bCs/>
                <w:sz w:val="20"/>
                <w:szCs w:val="20"/>
              </w:rPr>
            </w:pPr>
          </w:p>
        </w:tc>
        <w:tc>
          <w:tcPr>
            <w:tcW w:w="636"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601" w:type="dxa"/>
            <w:shd w:val="clear" w:color="auto" w:fill="auto"/>
            <w:noWrap/>
            <w:vAlign w:val="center"/>
          </w:tcPr>
          <w:p w:rsidR="005D696B" w:rsidRPr="005B300D" w:rsidRDefault="005D696B" w:rsidP="00FF0CD2">
            <w:pPr>
              <w:jc w:val="center"/>
              <w:rPr>
                <w:b/>
                <w:bCs/>
                <w:sz w:val="20"/>
                <w:szCs w:val="20"/>
              </w:rPr>
            </w:pPr>
          </w:p>
        </w:tc>
        <w:tc>
          <w:tcPr>
            <w:tcW w:w="593" w:type="dxa"/>
            <w:shd w:val="clear" w:color="auto" w:fill="auto"/>
            <w:noWrap/>
            <w:vAlign w:val="center"/>
          </w:tcPr>
          <w:p w:rsidR="005D696B" w:rsidRPr="005B300D" w:rsidRDefault="005D696B" w:rsidP="00FF0CD2">
            <w:pPr>
              <w:jc w:val="center"/>
              <w:rPr>
                <w:b/>
                <w:bCs/>
                <w:sz w:val="20"/>
                <w:szCs w:val="20"/>
              </w:rPr>
            </w:pPr>
          </w:p>
        </w:tc>
        <w:tc>
          <w:tcPr>
            <w:tcW w:w="487"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r w:rsidRPr="005B300D">
              <w:rPr>
                <w:b/>
                <w:bCs/>
                <w:sz w:val="20"/>
                <w:szCs w:val="20"/>
              </w:rPr>
              <w:t>6</w:t>
            </w:r>
          </w:p>
        </w:tc>
        <w:tc>
          <w:tcPr>
            <w:tcW w:w="510" w:type="dxa"/>
            <w:shd w:val="clear" w:color="auto" w:fill="auto"/>
            <w:noWrap/>
            <w:vAlign w:val="center"/>
          </w:tcPr>
          <w:p w:rsidR="005D696B" w:rsidRPr="005B300D" w:rsidRDefault="005D696B" w:rsidP="00FF0CD2">
            <w:pPr>
              <w:jc w:val="center"/>
              <w:rPr>
                <w:b/>
                <w:bCs/>
                <w:sz w:val="20"/>
                <w:szCs w:val="20"/>
              </w:rPr>
            </w:pPr>
          </w:p>
        </w:tc>
        <w:tc>
          <w:tcPr>
            <w:tcW w:w="510" w:type="dxa"/>
            <w:shd w:val="clear" w:color="auto" w:fill="auto"/>
            <w:noWrap/>
            <w:vAlign w:val="center"/>
          </w:tcPr>
          <w:p w:rsidR="005D696B" w:rsidRPr="005B300D" w:rsidRDefault="005D696B" w:rsidP="00FF0CD2">
            <w:pPr>
              <w:jc w:val="center"/>
              <w:rPr>
                <w:b/>
                <w:bCs/>
                <w:sz w:val="20"/>
                <w:szCs w:val="20"/>
              </w:rPr>
            </w:pPr>
          </w:p>
        </w:tc>
        <w:tc>
          <w:tcPr>
            <w:tcW w:w="601"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p>
        </w:tc>
        <w:tc>
          <w:tcPr>
            <w:tcW w:w="540" w:type="dxa"/>
            <w:shd w:val="clear" w:color="auto" w:fill="auto"/>
            <w:noWrap/>
            <w:vAlign w:val="center"/>
          </w:tcPr>
          <w:p w:rsidR="005D696B" w:rsidRPr="005B300D" w:rsidRDefault="005D696B" w:rsidP="00FF0CD2">
            <w:pPr>
              <w:jc w:val="center"/>
              <w:rPr>
                <w:b/>
                <w:bCs/>
                <w:sz w:val="20"/>
                <w:szCs w:val="20"/>
              </w:rPr>
            </w:pPr>
            <w:r w:rsidRPr="005B300D">
              <w:rPr>
                <w:b/>
                <w:bCs/>
                <w:sz w:val="20"/>
                <w:szCs w:val="20"/>
              </w:rPr>
              <w:t>7</w:t>
            </w:r>
          </w:p>
        </w:tc>
      </w:tr>
    </w:tbl>
    <w:p w:rsidR="005D696B" w:rsidRPr="005B300D" w:rsidRDefault="005D696B" w:rsidP="005D696B"/>
    <w:p w:rsidR="005D696B" w:rsidRPr="005B300D" w:rsidRDefault="005D696B" w:rsidP="005D696B">
      <w:r w:rsidRPr="005B300D">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5D696B" w:rsidRPr="005B300D" w:rsidRDefault="005D696B" w:rsidP="005D696B">
      <w:r w:rsidRPr="005B300D">
        <w:t>Az időkeret fennmaradó részének (szabadsáv) szakmai tartalmáról a szakképző iskola szakmai programjában kell rendelkezni.</w:t>
      </w:r>
    </w:p>
    <w:p w:rsidR="005D696B" w:rsidRPr="005B300D" w:rsidRDefault="005D696B" w:rsidP="005D696B"/>
    <w:p w:rsidR="005D696B" w:rsidRPr="005B300D" w:rsidRDefault="005D696B" w:rsidP="005D696B">
      <w:r w:rsidRPr="005B300D">
        <w:t>A szakmai és vizsgakövetelményben a szakképesítésre meghatározott elmélet/gyakorlat arányának a teljes képzési idő során kell teljesülnie.</w:t>
      </w:r>
    </w:p>
    <w:p w:rsidR="005D696B" w:rsidRPr="005B300D" w:rsidRDefault="005D696B" w:rsidP="005D696B">
      <w:pPr>
        <w:jc w:val="center"/>
      </w:pPr>
      <w:r w:rsidRPr="005B300D">
        <w:br w:type="page"/>
      </w:r>
      <w:r w:rsidRPr="005B300D">
        <w:lastRenderedPageBreak/>
        <w:t>2. számú táblázat</w:t>
      </w:r>
    </w:p>
    <w:p w:rsidR="005D696B" w:rsidRPr="005B300D" w:rsidRDefault="005D696B" w:rsidP="005D696B">
      <w:pPr>
        <w:jc w:val="center"/>
        <w:rPr>
          <w:b/>
        </w:rPr>
      </w:pPr>
      <w:r w:rsidRPr="005B300D">
        <w:rPr>
          <w:b/>
        </w:rPr>
        <w:t>A szakmai követelménymodulokhoz rendelt tantárgyak és témakörök óraszáma évfolyamonként</w:t>
      </w:r>
    </w:p>
    <w:p w:rsidR="005D696B" w:rsidRPr="005B300D" w:rsidRDefault="005D696B" w:rsidP="005D696B"/>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3"/>
        <w:gridCol w:w="1806"/>
        <w:gridCol w:w="588"/>
        <w:gridCol w:w="412"/>
        <w:gridCol w:w="556"/>
        <w:gridCol w:w="389"/>
        <w:gridCol w:w="556"/>
        <w:gridCol w:w="410"/>
        <w:gridCol w:w="556"/>
        <w:gridCol w:w="556"/>
        <w:gridCol w:w="588"/>
        <w:gridCol w:w="412"/>
        <w:gridCol w:w="679"/>
        <w:gridCol w:w="672"/>
        <w:gridCol w:w="679"/>
        <w:gridCol w:w="500"/>
        <w:gridCol w:w="500"/>
        <w:gridCol w:w="679"/>
        <w:gridCol w:w="500"/>
        <w:gridCol w:w="500"/>
        <w:gridCol w:w="500"/>
        <w:gridCol w:w="500"/>
        <w:gridCol w:w="500"/>
        <w:gridCol w:w="679"/>
      </w:tblGrid>
      <w:tr w:rsidR="005D696B" w:rsidRPr="005B300D" w:rsidTr="00FF0CD2">
        <w:trPr>
          <w:trHeight w:val="990"/>
          <w:jc w:val="center"/>
        </w:trPr>
        <w:tc>
          <w:tcPr>
            <w:tcW w:w="2749" w:type="dxa"/>
            <w:gridSpan w:val="2"/>
            <w:vMerge w:val="restart"/>
            <w:shd w:val="clear" w:color="auto" w:fill="auto"/>
            <w:vAlign w:val="center"/>
            <w:hideMark/>
          </w:tcPr>
          <w:p w:rsidR="005D696B" w:rsidRPr="005B300D" w:rsidRDefault="005D696B" w:rsidP="00FF0CD2">
            <w:pPr>
              <w:jc w:val="center"/>
              <w:rPr>
                <w:sz w:val="18"/>
                <w:szCs w:val="18"/>
              </w:rPr>
            </w:pPr>
            <w:r w:rsidRPr="005B300D">
              <w:rPr>
                <w:sz w:val="18"/>
                <w:szCs w:val="18"/>
              </w:rPr>
              <w:t> </w:t>
            </w:r>
          </w:p>
        </w:tc>
        <w:tc>
          <w:tcPr>
            <w:tcW w:w="1000" w:type="dxa"/>
            <w:gridSpan w:val="2"/>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1501" w:type="dxa"/>
            <w:gridSpan w:val="3"/>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1522" w:type="dxa"/>
            <w:gridSpan w:val="3"/>
            <w:shd w:val="clear" w:color="auto" w:fill="auto"/>
            <w:noWrap/>
            <w:vAlign w:val="center"/>
            <w:hideMark/>
          </w:tcPr>
          <w:p w:rsidR="005D696B" w:rsidRPr="005B300D" w:rsidRDefault="005D696B" w:rsidP="00FF0CD2">
            <w:pPr>
              <w:jc w:val="center"/>
              <w:rPr>
                <w:sz w:val="18"/>
                <w:szCs w:val="18"/>
              </w:rPr>
            </w:pPr>
            <w:r w:rsidRPr="005B300D">
              <w:rPr>
                <w:sz w:val="18"/>
                <w:szCs w:val="18"/>
              </w:rPr>
              <w:t>11.</w:t>
            </w:r>
          </w:p>
        </w:tc>
        <w:tc>
          <w:tcPr>
            <w:tcW w:w="1000" w:type="dxa"/>
            <w:gridSpan w:val="2"/>
            <w:shd w:val="clear" w:color="auto" w:fill="auto"/>
            <w:noWrap/>
            <w:vAlign w:val="center"/>
            <w:hideMark/>
          </w:tcPr>
          <w:p w:rsidR="005D696B" w:rsidRPr="005B300D" w:rsidRDefault="005D696B" w:rsidP="00FF0CD2">
            <w:pPr>
              <w:jc w:val="center"/>
              <w:rPr>
                <w:sz w:val="18"/>
                <w:szCs w:val="18"/>
              </w:rPr>
            </w:pPr>
            <w:r w:rsidRPr="005B300D">
              <w:rPr>
                <w:sz w:val="18"/>
                <w:szCs w:val="18"/>
              </w:rPr>
              <w:t>12.</w:t>
            </w:r>
          </w:p>
        </w:tc>
        <w:tc>
          <w:tcPr>
            <w:tcW w:w="679" w:type="dxa"/>
            <w:vMerge w:val="restart"/>
            <w:shd w:val="clear" w:color="auto" w:fill="auto"/>
            <w:textDirection w:val="btLr"/>
            <w:vAlign w:val="center"/>
            <w:hideMark/>
          </w:tcPr>
          <w:p w:rsidR="005D696B" w:rsidRPr="005B300D" w:rsidRDefault="005D696B" w:rsidP="00FF0CD2">
            <w:pPr>
              <w:jc w:val="center"/>
              <w:rPr>
                <w:sz w:val="16"/>
                <w:szCs w:val="16"/>
              </w:rPr>
            </w:pPr>
            <w:r w:rsidRPr="005B300D">
              <w:rPr>
                <w:sz w:val="16"/>
                <w:szCs w:val="16"/>
              </w:rPr>
              <w:t>Szakgimnáziumi képzés összes óraszáma</w:t>
            </w:r>
          </w:p>
        </w:tc>
        <w:tc>
          <w:tcPr>
            <w:tcW w:w="672" w:type="dxa"/>
            <w:vMerge w:val="restart"/>
            <w:shd w:val="clear" w:color="auto" w:fill="auto"/>
            <w:textDirection w:val="btLr"/>
            <w:vAlign w:val="center"/>
            <w:hideMark/>
          </w:tcPr>
          <w:p w:rsidR="005D696B" w:rsidRPr="005B300D" w:rsidRDefault="005D696B" w:rsidP="00FF0CD2">
            <w:pPr>
              <w:jc w:val="center"/>
              <w:rPr>
                <w:sz w:val="16"/>
                <w:szCs w:val="16"/>
              </w:rPr>
            </w:pPr>
            <w:r w:rsidRPr="005B300D">
              <w:rPr>
                <w:sz w:val="16"/>
                <w:szCs w:val="16"/>
              </w:rPr>
              <w:t xml:space="preserve">Érettségi vizsga keretében megszerezhető </w:t>
            </w:r>
            <w:proofErr w:type="spellStart"/>
            <w:r w:rsidRPr="005B300D">
              <w:rPr>
                <w:sz w:val="16"/>
                <w:szCs w:val="16"/>
              </w:rPr>
              <w:t>szakképe-sítéshez</w:t>
            </w:r>
            <w:proofErr w:type="spellEnd"/>
            <w:r w:rsidRPr="005B300D">
              <w:rPr>
                <w:sz w:val="16"/>
                <w:szCs w:val="16"/>
              </w:rPr>
              <w:t xml:space="preserve"> kapcsolódó óraszám</w:t>
            </w:r>
          </w:p>
        </w:tc>
        <w:tc>
          <w:tcPr>
            <w:tcW w:w="679" w:type="dxa"/>
            <w:vMerge w:val="restart"/>
            <w:shd w:val="clear" w:color="auto" w:fill="auto"/>
            <w:textDirection w:val="btLr"/>
            <w:vAlign w:val="center"/>
            <w:hideMark/>
          </w:tcPr>
          <w:p w:rsidR="005D696B" w:rsidRPr="005B300D" w:rsidRDefault="005D696B" w:rsidP="00FF0CD2">
            <w:pPr>
              <w:jc w:val="center"/>
              <w:rPr>
                <w:sz w:val="16"/>
                <w:szCs w:val="16"/>
              </w:rPr>
            </w:pPr>
            <w:r w:rsidRPr="005B300D">
              <w:rPr>
                <w:sz w:val="16"/>
                <w:szCs w:val="16"/>
              </w:rPr>
              <w:t>Fő szakképesítéshez kapcsolódó összes óraszám</w:t>
            </w:r>
          </w:p>
        </w:tc>
        <w:tc>
          <w:tcPr>
            <w:tcW w:w="1000" w:type="dxa"/>
            <w:gridSpan w:val="2"/>
            <w:shd w:val="clear" w:color="auto" w:fill="auto"/>
            <w:noWrap/>
            <w:vAlign w:val="center"/>
            <w:hideMark/>
          </w:tcPr>
          <w:p w:rsidR="005D696B" w:rsidRPr="005B300D" w:rsidRDefault="005D696B" w:rsidP="00FF0CD2">
            <w:pPr>
              <w:jc w:val="center"/>
              <w:rPr>
                <w:sz w:val="18"/>
                <w:szCs w:val="18"/>
              </w:rPr>
            </w:pPr>
            <w:r w:rsidRPr="005B300D">
              <w:rPr>
                <w:sz w:val="18"/>
                <w:szCs w:val="18"/>
              </w:rPr>
              <w:t>5/13.</w:t>
            </w:r>
          </w:p>
        </w:tc>
        <w:tc>
          <w:tcPr>
            <w:tcW w:w="679" w:type="dxa"/>
            <w:vMerge w:val="restart"/>
            <w:shd w:val="clear" w:color="auto" w:fill="auto"/>
            <w:textDirection w:val="btLr"/>
            <w:vAlign w:val="center"/>
            <w:hideMark/>
          </w:tcPr>
          <w:p w:rsidR="005D696B" w:rsidRPr="005B300D" w:rsidRDefault="005D696B" w:rsidP="00FF0CD2">
            <w:pPr>
              <w:jc w:val="center"/>
              <w:rPr>
                <w:sz w:val="16"/>
                <w:szCs w:val="16"/>
              </w:rPr>
            </w:pPr>
            <w:r w:rsidRPr="005B300D">
              <w:rPr>
                <w:sz w:val="16"/>
                <w:szCs w:val="16"/>
              </w:rPr>
              <w:t>A szakképzés összes óraszáma</w:t>
            </w:r>
          </w:p>
        </w:tc>
        <w:tc>
          <w:tcPr>
            <w:tcW w:w="1500" w:type="dxa"/>
            <w:gridSpan w:val="3"/>
            <w:shd w:val="clear" w:color="auto" w:fill="auto"/>
            <w:noWrap/>
            <w:vAlign w:val="center"/>
            <w:hideMark/>
          </w:tcPr>
          <w:p w:rsidR="005D696B" w:rsidRPr="005B300D" w:rsidRDefault="005D696B" w:rsidP="00FF0CD2">
            <w:pPr>
              <w:jc w:val="center"/>
              <w:rPr>
                <w:sz w:val="18"/>
                <w:szCs w:val="18"/>
              </w:rPr>
            </w:pPr>
            <w:r w:rsidRPr="005B300D">
              <w:rPr>
                <w:sz w:val="18"/>
                <w:szCs w:val="18"/>
              </w:rPr>
              <w:t>1/13.</w:t>
            </w:r>
          </w:p>
        </w:tc>
        <w:tc>
          <w:tcPr>
            <w:tcW w:w="1000" w:type="dxa"/>
            <w:gridSpan w:val="2"/>
            <w:shd w:val="clear" w:color="auto" w:fill="auto"/>
            <w:noWrap/>
            <w:vAlign w:val="center"/>
            <w:hideMark/>
          </w:tcPr>
          <w:p w:rsidR="005D696B" w:rsidRPr="005B300D" w:rsidRDefault="005D696B" w:rsidP="00FF0CD2">
            <w:pPr>
              <w:jc w:val="center"/>
              <w:rPr>
                <w:sz w:val="18"/>
                <w:szCs w:val="18"/>
              </w:rPr>
            </w:pPr>
            <w:r w:rsidRPr="005B300D">
              <w:rPr>
                <w:sz w:val="18"/>
                <w:szCs w:val="18"/>
              </w:rPr>
              <w:t>2/14.</w:t>
            </w:r>
          </w:p>
        </w:tc>
        <w:tc>
          <w:tcPr>
            <w:tcW w:w="679" w:type="dxa"/>
            <w:vMerge w:val="restart"/>
            <w:shd w:val="clear" w:color="auto" w:fill="auto"/>
            <w:textDirection w:val="btLr"/>
            <w:vAlign w:val="center"/>
            <w:hideMark/>
          </w:tcPr>
          <w:p w:rsidR="005D696B" w:rsidRPr="005B300D" w:rsidRDefault="005D696B" w:rsidP="00FF0CD2">
            <w:pPr>
              <w:jc w:val="center"/>
              <w:rPr>
                <w:sz w:val="16"/>
                <w:szCs w:val="16"/>
              </w:rPr>
            </w:pPr>
            <w:r w:rsidRPr="005B300D">
              <w:rPr>
                <w:sz w:val="16"/>
                <w:szCs w:val="16"/>
              </w:rPr>
              <w:t>A szakképzés összes óraszáma</w:t>
            </w:r>
          </w:p>
        </w:tc>
      </w:tr>
      <w:tr w:rsidR="005D696B" w:rsidRPr="005B300D" w:rsidTr="00FF0CD2">
        <w:trPr>
          <w:trHeight w:val="1299"/>
          <w:jc w:val="center"/>
        </w:trPr>
        <w:tc>
          <w:tcPr>
            <w:tcW w:w="2749" w:type="dxa"/>
            <w:gridSpan w:val="2"/>
            <w:vMerge/>
            <w:vAlign w:val="center"/>
            <w:hideMark/>
          </w:tcPr>
          <w:p w:rsidR="005D696B" w:rsidRPr="005B300D" w:rsidRDefault="005D696B" w:rsidP="00FF0CD2">
            <w:pPr>
              <w:rPr>
                <w:sz w:val="18"/>
                <w:szCs w:val="18"/>
              </w:rPr>
            </w:pP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412"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389"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556"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ögy</w:t>
            </w:r>
            <w:proofErr w:type="spellEnd"/>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556"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556"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ögy</w:t>
            </w:r>
            <w:proofErr w:type="spellEnd"/>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412"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679" w:type="dxa"/>
            <w:vMerge/>
            <w:vAlign w:val="center"/>
            <w:hideMark/>
          </w:tcPr>
          <w:p w:rsidR="005D696B" w:rsidRPr="005B300D" w:rsidRDefault="005D696B" w:rsidP="00FF0CD2">
            <w:pPr>
              <w:rPr>
                <w:sz w:val="16"/>
                <w:szCs w:val="16"/>
              </w:rPr>
            </w:pPr>
          </w:p>
        </w:tc>
        <w:tc>
          <w:tcPr>
            <w:tcW w:w="672" w:type="dxa"/>
            <w:vMerge/>
            <w:vAlign w:val="center"/>
            <w:hideMark/>
          </w:tcPr>
          <w:p w:rsidR="005D696B" w:rsidRPr="005B300D" w:rsidRDefault="005D696B" w:rsidP="00FF0CD2">
            <w:pPr>
              <w:rPr>
                <w:sz w:val="16"/>
                <w:szCs w:val="16"/>
              </w:rPr>
            </w:pPr>
          </w:p>
        </w:tc>
        <w:tc>
          <w:tcPr>
            <w:tcW w:w="679" w:type="dxa"/>
            <w:vMerge/>
            <w:vAlign w:val="center"/>
            <w:hideMark/>
          </w:tcPr>
          <w:p w:rsidR="005D696B" w:rsidRPr="005B300D" w:rsidRDefault="005D696B" w:rsidP="00FF0CD2">
            <w:pPr>
              <w:rPr>
                <w:sz w:val="16"/>
                <w:szCs w:val="16"/>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500"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679" w:type="dxa"/>
            <w:vMerge/>
            <w:vAlign w:val="center"/>
            <w:hideMark/>
          </w:tcPr>
          <w:p w:rsidR="005D696B" w:rsidRPr="005B300D" w:rsidRDefault="005D696B" w:rsidP="00FF0CD2">
            <w:pPr>
              <w:rPr>
                <w:sz w:val="16"/>
                <w:szCs w:val="16"/>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500"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500"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ögy</w:t>
            </w:r>
            <w:proofErr w:type="spellEnd"/>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e</w:t>
            </w:r>
          </w:p>
        </w:tc>
        <w:tc>
          <w:tcPr>
            <w:tcW w:w="500" w:type="dxa"/>
            <w:shd w:val="clear" w:color="000000" w:fill="F2F2F2"/>
            <w:noWrap/>
            <w:vAlign w:val="center"/>
            <w:hideMark/>
          </w:tcPr>
          <w:p w:rsidR="005D696B" w:rsidRPr="005B300D" w:rsidRDefault="005D696B" w:rsidP="00FF0CD2">
            <w:pPr>
              <w:jc w:val="center"/>
              <w:rPr>
                <w:sz w:val="18"/>
                <w:szCs w:val="18"/>
              </w:rPr>
            </w:pPr>
            <w:proofErr w:type="spellStart"/>
            <w:r w:rsidRPr="005B300D">
              <w:rPr>
                <w:sz w:val="18"/>
                <w:szCs w:val="18"/>
              </w:rPr>
              <w:t>gy</w:t>
            </w:r>
            <w:proofErr w:type="spellEnd"/>
          </w:p>
        </w:tc>
        <w:tc>
          <w:tcPr>
            <w:tcW w:w="679" w:type="dxa"/>
            <w:vMerge/>
            <w:vAlign w:val="center"/>
            <w:hideMark/>
          </w:tcPr>
          <w:p w:rsidR="005D696B" w:rsidRPr="005B300D" w:rsidRDefault="005D696B" w:rsidP="00FF0CD2">
            <w:pPr>
              <w:rPr>
                <w:sz w:val="16"/>
                <w:szCs w:val="16"/>
              </w:rPr>
            </w:pPr>
          </w:p>
        </w:tc>
      </w:tr>
      <w:tr w:rsidR="005D696B" w:rsidRPr="005B300D" w:rsidTr="00414F1A">
        <w:trPr>
          <w:trHeight w:val="320"/>
          <w:jc w:val="center"/>
        </w:trPr>
        <w:tc>
          <w:tcPr>
            <w:tcW w:w="943" w:type="dxa"/>
            <w:vMerge w:val="restart"/>
            <w:shd w:val="clear" w:color="auto" w:fill="auto"/>
            <w:vAlign w:val="center"/>
            <w:hideMark/>
          </w:tcPr>
          <w:p w:rsidR="005D696B" w:rsidRPr="005B300D" w:rsidRDefault="005D696B" w:rsidP="00FF0CD2">
            <w:pPr>
              <w:jc w:val="center"/>
              <w:rPr>
                <w:sz w:val="18"/>
                <w:szCs w:val="18"/>
              </w:rPr>
            </w:pPr>
            <w:r w:rsidRPr="005B300D">
              <w:rPr>
                <w:sz w:val="18"/>
                <w:szCs w:val="18"/>
              </w:rPr>
              <w:t xml:space="preserve">A fő </w:t>
            </w:r>
            <w:proofErr w:type="spellStart"/>
            <w:r w:rsidRPr="005B300D">
              <w:rPr>
                <w:sz w:val="18"/>
                <w:szCs w:val="18"/>
              </w:rPr>
              <w:t>szakképe-sítésre</w:t>
            </w:r>
            <w:proofErr w:type="spellEnd"/>
            <w:r w:rsidRPr="005B300D">
              <w:rPr>
                <w:sz w:val="18"/>
                <w:szCs w:val="18"/>
              </w:rPr>
              <w:t xml:space="preserve"> vonatkozó:</w:t>
            </w: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Összesen</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396</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396</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36</w:t>
            </w:r>
          </w:p>
        </w:tc>
        <w:tc>
          <w:tcPr>
            <w:tcW w:w="556" w:type="dxa"/>
            <w:vMerge w:val="restart"/>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140</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126</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234</w:t>
            </w:r>
          </w:p>
        </w:tc>
        <w:tc>
          <w:tcPr>
            <w:tcW w:w="556" w:type="dxa"/>
            <w:vMerge w:val="restart"/>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140</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150</w:t>
            </w:r>
          </w:p>
        </w:tc>
        <w:tc>
          <w:tcPr>
            <w:tcW w:w="679" w:type="dxa"/>
            <w:vMerge w:val="restart"/>
            <w:shd w:val="clear" w:color="auto" w:fill="auto"/>
            <w:vAlign w:val="center"/>
            <w:hideMark/>
          </w:tcPr>
          <w:p w:rsidR="005D696B" w:rsidRPr="005B300D" w:rsidRDefault="005D696B" w:rsidP="00FF0CD2">
            <w:pPr>
              <w:jc w:val="center"/>
              <w:rPr>
                <w:b/>
                <w:bCs/>
                <w:sz w:val="18"/>
                <w:szCs w:val="18"/>
              </w:rPr>
            </w:pPr>
            <w:r w:rsidRPr="005B300D">
              <w:rPr>
                <w:b/>
                <w:bCs/>
                <w:sz w:val="18"/>
                <w:szCs w:val="18"/>
              </w:rPr>
              <w:t>1778</w:t>
            </w:r>
          </w:p>
        </w:tc>
        <w:tc>
          <w:tcPr>
            <w:tcW w:w="672" w:type="dxa"/>
            <w:vMerge w:val="restart"/>
            <w:shd w:val="clear" w:color="auto" w:fill="auto"/>
            <w:vAlign w:val="center"/>
            <w:hideMark/>
          </w:tcPr>
          <w:p w:rsidR="005D696B" w:rsidRPr="005B300D" w:rsidRDefault="005D696B" w:rsidP="00FF0CD2">
            <w:pPr>
              <w:jc w:val="center"/>
              <w:rPr>
                <w:b/>
                <w:bCs/>
                <w:sz w:val="18"/>
                <w:szCs w:val="18"/>
              </w:rPr>
            </w:pPr>
            <w:r w:rsidRPr="005B300D">
              <w:rPr>
                <w:b/>
                <w:bCs/>
                <w:sz w:val="18"/>
                <w:szCs w:val="18"/>
              </w:rPr>
              <w:t>453</w:t>
            </w:r>
          </w:p>
        </w:tc>
        <w:tc>
          <w:tcPr>
            <w:tcW w:w="679" w:type="dxa"/>
            <w:vMerge w:val="restart"/>
            <w:shd w:val="clear" w:color="auto" w:fill="auto"/>
            <w:vAlign w:val="center"/>
            <w:hideMark/>
          </w:tcPr>
          <w:p w:rsidR="005D696B" w:rsidRPr="005B300D" w:rsidRDefault="005D696B" w:rsidP="00FF0CD2">
            <w:pPr>
              <w:jc w:val="center"/>
              <w:rPr>
                <w:b/>
                <w:bCs/>
                <w:sz w:val="18"/>
                <w:szCs w:val="18"/>
              </w:rPr>
            </w:pPr>
            <w:r w:rsidRPr="005B300D">
              <w:rPr>
                <w:b/>
                <w:bCs/>
                <w:sz w:val="18"/>
                <w:szCs w:val="18"/>
              </w:rPr>
              <w:t>1047</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481</w:t>
            </w:r>
          </w:p>
        </w:tc>
        <w:tc>
          <w:tcPr>
            <w:tcW w:w="500" w:type="dxa"/>
            <w:shd w:val="clear" w:color="000000" w:fill="F2F2F2"/>
            <w:noWrap/>
            <w:vAlign w:val="center"/>
            <w:hideMark/>
          </w:tcPr>
          <w:p w:rsidR="005D696B" w:rsidRPr="005B300D" w:rsidRDefault="005D696B" w:rsidP="00FF0CD2">
            <w:pPr>
              <w:rPr>
                <w:b/>
                <w:bCs/>
                <w:sz w:val="18"/>
                <w:szCs w:val="18"/>
              </w:rPr>
            </w:pPr>
            <w:r w:rsidRPr="005B300D">
              <w:rPr>
                <w:b/>
                <w:bCs/>
                <w:sz w:val="18"/>
                <w:szCs w:val="18"/>
              </w:rPr>
              <w:t>480</w:t>
            </w:r>
          </w:p>
        </w:tc>
        <w:tc>
          <w:tcPr>
            <w:tcW w:w="679" w:type="dxa"/>
            <w:vMerge w:val="restart"/>
            <w:shd w:val="clear" w:color="auto" w:fill="auto"/>
            <w:vAlign w:val="center"/>
            <w:hideMark/>
          </w:tcPr>
          <w:p w:rsidR="005D696B" w:rsidRPr="005B300D" w:rsidRDefault="005D696B" w:rsidP="00FF0CD2">
            <w:pPr>
              <w:jc w:val="center"/>
              <w:rPr>
                <w:b/>
                <w:bCs/>
                <w:sz w:val="18"/>
                <w:szCs w:val="18"/>
              </w:rPr>
            </w:pPr>
            <w:r w:rsidRPr="005B300D">
              <w:rPr>
                <w:b/>
                <w:bCs/>
                <w:sz w:val="18"/>
                <w:szCs w:val="18"/>
              </w:rPr>
              <w:t>2237</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861</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255</w:t>
            </w:r>
          </w:p>
        </w:tc>
        <w:tc>
          <w:tcPr>
            <w:tcW w:w="500" w:type="dxa"/>
            <w:vMerge w:val="restart"/>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160</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409</w:t>
            </w:r>
          </w:p>
        </w:tc>
        <w:tc>
          <w:tcPr>
            <w:tcW w:w="500" w:type="dxa"/>
            <w:shd w:val="clear" w:color="000000" w:fill="F2F2F2"/>
            <w:noWrap/>
            <w:vAlign w:val="center"/>
            <w:hideMark/>
          </w:tcPr>
          <w:p w:rsidR="005D696B" w:rsidRPr="005B300D" w:rsidRDefault="005D696B" w:rsidP="00FF0CD2">
            <w:pPr>
              <w:rPr>
                <w:b/>
                <w:bCs/>
                <w:sz w:val="18"/>
                <w:szCs w:val="18"/>
              </w:rPr>
            </w:pPr>
            <w:r w:rsidRPr="005B300D">
              <w:rPr>
                <w:b/>
                <w:bCs/>
                <w:sz w:val="18"/>
                <w:szCs w:val="18"/>
              </w:rPr>
              <w:t>552</w:t>
            </w:r>
          </w:p>
        </w:tc>
        <w:tc>
          <w:tcPr>
            <w:tcW w:w="679" w:type="dxa"/>
            <w:vMerge w:val="restart"/>
            <w:shd w:val="clear" w:color="auto" w:fill="auto"/>
            <w:vAlign w:val="center"/>
            <w:hideMark/>
          </w:tcPr>
          <w:p w:rsidR="005D696B" w:rsidRPr="005B300D" w:rsidRDefault="005D696B" w:rsidP="00FF0CD2">
            <w:pPr>
              <w:jc w:val="center"/>
              <w:rPr>
                <w:b/>
                <w:bCs/>
                <w:sz w:val="18"/>
                <w:szCs w:val="18"/>
              </w:rPr>
            </w:pPr>
            <w:r w:rsidRPr="005B300D">
              <w:rPr>
                <w:b/>
                <w:bCs/>
                <w:sz w:val="18"/>
                <w:szCs w:val="18"/>
              </w:rPr>
              <w:t>2237</w:t>
            </w:r>
          </w:p>
        </w:tc>
      </w:tr>
      <w:tr w:rsidR="005D696B" w:rsidRPr="005B300D" w:rsidTr="00414F1A">
        <w:trPr>
          <w:trHeight w:val="292"/>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Összesen</w:t>
            </w:r>
          </w:p>
        </w:tc>
        <w:tc>
          <w:tcPr>
            <w:tcW w:w="1000"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396</w:t>
            </w:r>
          </w:p>
        </w:tc>
        <w:tc>
          <w:tcPr>
            <w:tcW w:w="945"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432</w:t>
            </w:r>
          </w:p>
        </w:tc>
        <w:tc>
          <w:tcPr>
            <w:tcW w:w="556" w:type="dxa"/>
            <w:vMerge/>
            <w:vAlign w:val="center"/>
            <w:hideMark/>
          </w:tcPr>
          <w:p w:rsidR="005D696B" w:rsidRPr="005B300D" w:rsidRDefault="005D696B" w:rsidP="00FF0CD2">
            <w:pPr>
              <w:rPr>
                <w:b/>
                <w:bCs/>
                <w:sz w:val="18"/>
                <w:szCs w:val="18"/>
              </w:rPr>
            </w:pPr>
          </w:p>
        </w:tc>
        <w:tc>
          <w:tcPr>
            <w:tcW w:w="966"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360</w:t>
            </w:r>
          </w:p>
        </w:tc>
        <w:tc>
          <w:tcPr>
            <w:tcW w:w="556" w:type="dxa"/>
            <w:vMerge/>
            <w:vAlign w:val="center"/>
            <w:hideMark/>
          </w:tcPr>
          <w:p w:rsidR="005D696B" w:rsidRPr="005B300D" w:rsidRDefault="005D696B" w:rsidP="00FF0CD2">
            <w:pPr>
              <w:rPr>
                <w:b/>
                <w:bCs/>
                <w:sz w:val="18"/>
                <w:szCs w:val="18"/>
              </w:rPr>
            </w:pPr>
          </w:p>
        </w:tc>
        <w:tc>
          <w:tcPr>
            <w:tcW w:w="1000"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310</w:t>
            </w:r>
          </w:p>
        </w:tc>
        <w:tc>
          <w:tcPr>
            <w:tcW w:w="679" w:type="dxa"/>
            <w:vMerge/>
            <w:vAlign w:val="center"/>
            <w:hideMark/>
          </w:tcPr>
          <w:p w:rsidR="005D696B" w:rsidRPr="005B300D" w:rsidRDefault="005D696B" w:rsidP="00FF0CD2">
            <w:pPr>
              <w:rPr>
                <w:b/>
                <w:bCs/>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1000"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961</w:t>
            </w:r>
          </w:p>
        </w:tc>
        <w:tc>
          <w:tcPr>
            <w:tcW w:w="679" w:type="dxa"/>
            <w:vMerge/>
            <w:vAlign w:val="center"/>
            <w:hideMark/>
          </w:tcPr>
          <w:p w:rsidR="005D696B" w:rsidRPr="005B300D" w:rsidRDefault="005D696B" w:rsidP="00FF0CD2">
            <w:pPr>
              <w:rPr>
                <w:b/>
                <w:bCs/>
                <w:sz w:val="18"/>
                <w:szCs w:val="18"/>
              </w:rPr>
            </w:pPr>
          </w:p>
        </w:tc>
        <w:tc>
          <w:tcPr>
            <w:tcW w:w="1000"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1116</w:t>
            </w:r>
          </w:p>
        </w:tc>
        <w:tc>
          <w:tcPr>
            <w:tcW w:w="500" w:type="dxa"/>
            <w:vMerge/>
            <w:vAlign w:val="center"/>
            <w:hideMark/>
          </w:tcPr>
          <w:p w:rsidR="005D696B" w:rsidRPr="005B300D" w:rsidRDefault="005D696B" w:rsidP="00FF0CD2">
            <w:pPr>
              <w:rPr>
                <w:b/>
                <w:bCs/>
                <w:sz w:val="18"/>
                <w:szCs w:val="18"/>
              </w:rPr>
            </w:pPr>
          </w:p>
        </w:tc>
        <w:tc>
          <w:tcPr>
            <w:tcW w:w="1000" w:type="dxa"/>
            <w:gridSpan w:val="2"/>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961</w:t>
            </w:r>
          </w:p>
        </w:tc>
        <w:tc>
          <w:tcPr>
            <w:tcW w:w="679" w:type="dxa"/>
            <w:vMerge/>
            <w:vAlign w:val="center"/>
            <w:hideMark/>
          </w:tcPr>
          <w:p w:rsidR="005D696B" w:rsidRPr="005B300D" w:rsidRDefault="005D696B" w:rsidP="00FF0CD2">
            <w:pPr>
              <w:rPr>
                <w:b/>
                <w:bCs/>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 xml:space="preserve">Elméleti óraszámok </w:t>
            </w:r>
            <w:r w:rsidRPr="005B300D">
              <w:rPr>
                <w:sz w:val="18"/>
                <w:szCs w:val="18"/>
              </w:rPr>
              <w:br/>
              <w:t xml:space="preserve">(arány </w:t>
            </w:r>
            <w:proofErr w:type="spellStart"/>
            <w:r w:rsidRPr="005B300D">
              <w:rPr>
                <w:sz w:val="18"/>
                <w:szCs w:val="18"/>
              </w:rPr>
              <w:t>ögy-vel</w:t>
            </w:r>
            <w:proofErr w:type="spellEnd"/>
            <w:r w:rsidRPr="005B300D">
              <w:rPr>
                <w:sz w:val="18"/>
                <w:szCs w:val="18"/>
              </w:rPr>
              <w:t>)</w:t>
            </w:r>
          </w:p>
        </w:tc>
        <w:tc>
          <w:tcPr>
            <w:tcW w:w="5023" w:type="dxa"/>
            <w:gridSpan w:val="10"/>
            <w:shd w:val="clear" w:color="auto" w:fill="auto"/>
            <w:noWrap/>
            <w:vAlign w:val="center"/>
            <w:hideMark/>
          </w:tcPr>
          <w:p w:rsidR="005D696B" w:rsidRPr="005B300D" w:rsidRDefault="005D696B" w:rsidP="00FF0CD2">
            <w:pPr>
              <w:jc w:val="center"/>
              <w:rPr>
                <w:sz w:val="18"/>
                <w:szCs w:val="18"/>
              </w:rPr>
            </w:pPr>
            <w:r w:rsidRPr="005B300D">
              <w:rPr>
                <w:sz w:val="18"/>
                <w:szCs w:val="18"/>
              </w:rPr>
              <w:t>öt évfolyamos képzés egészében: 1399 óra (53,2%)</w:t>
            </w:r>
          </w:p>
        </w:tc>
        <w:tc>
          <w:tcPr>
            <w:tcW w:w="679" w:type="dxa"/>
            <w:vMerge/>
            <w:vAlign w:val="center"/>
            <w:hideMark/>
          </w:tcPr>
          <w:p w:rsidR="005D696B" w:rsidRPr="005B300D" w:rsidRDefault="005D696B" w:rsidP="00FF0CD2">
            <w:pPr>
              <w:rPr>
                <w:b/>
                <w:bCs/>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1000" w:type="dxa"/>
            <w:gridSpan w:val="2"/>
            <w:vMerge w:val="restart"/>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679" w:type="dxa"/>
            <w:vMerge/>
            <w:vAlign w:val="center"/>
            <w:hideMark/>
          </w:tcPr>
          <w:p w:rsidR="005D696B" w:rsidRPr="005B300D" w:rsidRDefault="005D696B" w:rsidP="00FF0CD2">
            <w:pPr>
              <w:rPr>
                <w:b/>
                <w:bCs/>
                <w:sz w:val="18"/>
                <w:szCs w:val="18"/>
              </w:rPr>
            </w:pPr>
          </w:p>
        </w:tc>
        <w:tc>
          <w:tcPr>
            <w:tcW w:w="2500" w:type="dxa"/>
            <w:gridSpan w:val="5"/>
            <w:shd w:val="clear" w:color="auto" w:fill="auto"/>
            <w:noWrap/>
            <w:vAlign w:val="center"/>
            <w:hideMark/>
          </w:tcPr>
          <w:p w:rsidR="005D696B" w:rsidRPr="005B300D" w:rsidRDefault="005D696B" w:rsidP="00FF0CD2">
            <w:pPr>
              <w:jc w:val="center"/>
              <w:rPr>
                <w:sz w:val="18"/>
                <w:szCs w:val="18"/>
              </w:rPr>
            </w:pPr>
            <w:r w:rsidRPr="005B300D">
              <w:rPr>
                <w:sz w:val="18"/>
                <w:szCs w:val="18"/>
              </w:rPr>
              <w:t>1272 óra (56,86%)</w:t>
            </w:r>
          </w:p>
        </w:tc>
        <w:tc>
          <w:tcPr>
            <w:tcW w:w="679" w:type="dxa"/>
            <w:vMerge/>
            <w:vAlign w:val="center"/>
            <w:hideMark/>
          </w:tcPr>
          <w:p w:rsidR="005D696B" w:rsidRPr="005B300D" w:rsidRDefault="005D696B" w:rsidP="00FF0CD2">
            <w:pPr>
              <w:rPr>
                <w:b/>
                <w:bCs/>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 xml:space="preserve">Gyakorlati óraszámok </w:t>
            </w:r>
            <w:r w:rsidRPr="005B300D">
              <w:rPr>
                <w:sz w:val="18"/>
                <w:szCs w:val="18"/>
              </w:rPr>
              <w:br/>
              <w:t xml:space="preserve">(arány </w:t>
            </w:r>
            <w:proofErr w:type="spellStart"/>
            <w:r w:rsidRPr="005B300D">
              <w:rPr>
                <w:sz w:val="18"/>
                <w:szCs w:val="18"/>
              </w:rPr>
              <w:t>ögy-vel</w:t>
            </w:r>
            <w:proofErr w:type="spellEnd"/>
            <w:r w:rsidRPr="005B300D">
              <w:rPr>
                <w:sz w:val="18"/>
                <w:szCs w:val="18"/>
              </w:rPr>
              <w:t>)</w:t>
            </w:r>
          </w:p>
        </w:tc>
        <w:tc>
          <w:tcPr>
            <w:tcW w:w="5023" w:type="dxa"/>
            <w:gridSpan w:val="10"/>
            <w:shd w:val="clear" w:color="auto" w:fill="auto"/>
            <w:noWrap/>
            <w:vAlign w:val="center"/>
            <w:hideMark/>
          </w:tcPr>
          <w:p w:rsidR="005D696B" w:rsidRPr="005B300D" w:rsidRDefault="005D696B" w:rsidP="00FF0CD2">
            <w:pPr>
              <w:jc w:val="center"/>
              <w:rPr>
                <w:sz w:val="18"/>
                <w:szCs w:val="18"/>
              </w:rPr>
            </w:pPr>
            <w:r w:rsidRPr="005B300D">
              <w:rPr>
                <w:sz w:val="18"/>
                <w:szCs w:val="18"/>
              </w:rPr>
              <w:t>öt évfolyamos képzés egészében: 952 óra (46,8%)</w:t>
            </w:r>
          </w:p>
        </w:tc>
        <w:tc>
          <w:tcPr>
            <w:tcW w:w="679" w:type="dxa"/>
            <w:vMerge/>
            <w:vAlign w:val="center"/>
            <w:hideMark/>
          </w:tcPr>
          <w:p w:rsidR="005D696B" w:rsidRPr="005B300D" w:rsidRDefault="005D696B" w:rsidP="00FF0CD2">
            <w:pPr>
              <w:rPr>
                <w:b/>
                <w:bCs/>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1000" w:type="dxa"/>
            <w:gridSpan w:val="2"/>
            <w:vMerge/>
            <w:vAlign w:val="center"/>
            <w:hideMark/>
          </w:tcPr>
          <w:p w:rsidR="005D696B" w:rsidRPr="005B300D" w:rsidRDefault="005D696B" w:rsidP="00FF0CD2">
            <w:pPr>
              <w:rPr>
                <w:sz w:val="18"/>
                <w:szCs w:val="18"/>
              </w:rPr>
            </w:pPr>
          </w:p>
        </w:tc>
        <w:tc>
          <w:tcPr>
            <w:tcW w:w="679" w:type="dxa"/>
            <w:vMerge/>
            <w:vAlign w:val="center"/>
            <w:hideMark/>
          </w:tcPr>
          <w:p w:rsidR="005D696B" w:rsidRPr="005B300D" w:rsidRDefault="005D696B" w:rsidP="00FF0CD2">
            <w:pPr>
              <w:rPr>
                <w:b/>
                <w:bCs/>
                <w:sz w:val="18"/>
                <w:szCs w:val="18"/>
              </w:rPr>
            </w:pPr>
          </w:p>
        </w:tc>
        <w:tc>
          <w:tcPr>
            <w:tcW w:w="2500" w:type="dxa"/>
            <w:gridSpan w:val="5"/>
            <w:shd w:val="clear" w:color="auto" w:fill="auto"/>
            <w:noWrap/>
            <w:vAlign w:val="center"/>
            <w:hideMark/>
          </w:tcPr>
          <w:p w:rsidR="005D696B" w:rsidRPr="005B300D" w:rsidRDefault="005D696B" w:rsidP="00FF0CD2">
            <w:pPr>
              <w:rPr>
                <w:sz w:val="18"/>
                <w:szCs w:val="18"/>
              </w:rPr>
            </w:pPr>
            <w:r w:rsidRPr="005B300D">
              <w:rPr>
                <w:sz w:val="18"/>
                <w:szCs w:val="18"/>
              </w:rPr>
              <w:t xml:space="preserve">        965 óra (43,13%)</w:t>
            </w:r>
          </w:p>
        </w:tc>
        <w:tc>
          <w:tcPr>
            <w:tcW w:w="679" w:type="dxa"/>
            <w:vMerge/>
            <w:vAlign w:val="center"/>
            <w:hideMark/>
          </w:tcPr>
          <w:p w:rsidR="005D696B" w:rsidRPr="005B300D" w:rsidRDefault="005D696B" w:rsidP="00FF0CD2">
            <w:pPr>
              <w:rPr>
                <w:b/>
                <w:bCs/>
                <w:sz w:val="18"/>
                <w:szCs w:val="18"/>
              </w:rPr>
            </w:pPr>
          </w:p>
        </w:tc>
      </w:tr>
      <w:tr w:rsidR="005D696B" w:rsidRPr="005B300D" w:rsidTr="00414F1A">
        <w:trPr>
          <w:trHeight w:val="320"/>
          <w:jc w:val="center"/>
        </w:trPr>
        <w:tc>
          <w:tcPr>
            <w:tcW w:w="943" w:type="dxa"/>
            <w:vMerge w:val="restart"/>
            <w:shd w:val="clear" w:color="000000" w:fill="FFC000"/>
            <w:textDirection w:val="btLr"/>
            <w:vAlign w:val="center"/>
            <w:hideMark/>
          </w:tcPr>
          <w:p w:rsidR="005D696B" w:rsidRPr="005B300D" w:rsidRDefault="005D696B" w:rsidP="00FF0CD2">
            <w:pPr>
              <w:jc w:val="center"/>
              <w:rPr>
                <w:sz w:val="18"/>
                <w:szCs w:val="18"/>
              </w:rPr>
            </w:pPr>
            <w:r w:rsidRPr="005B300D">
              <w:rPr>
                <w:sz w:val="18"/>
                <w:szCs w:val="18"/>
              </w:rPr>
              <w:t>11499-12</w:t>
            </w:r>
            <w:r w:rsidRPr="005B300D">
              <w:rPr>
                <w:sz w:val="18"/>
                <w:szCs w:val="18"/>
              </w:rPr>
              <w:br/>
              <w:t>Foglalkoztatás II.</w:t>
            </w: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Foglalkoztatás II.</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15</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15</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15</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15</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Munkajogi alapismeretek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Munkaviszony létesítése</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Álláskeresés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r>
      <w:tr w:rsidR="005D696B" w:rsidRPr="005B300D" w:rsidTr="00414F1A">
        <w:trPr>
          <w:trHeight w:val="278"/>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Munkanélküliség</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w:t>
            </w:r>
          </w:p>
        </w:tc>
      </w:tr>
      <w:tr w:rsidR="005D696B" w:rsidRPr="005B300D" w:rsidTr="00414F1A">
        <w:trPr>
          <w:trHeight w:val="278"/>
          <w:jc w:val="center"/>
        </w:trPr>
        <w:tc>
          <w:tcPr>
            <w:tcW w:w="943" w:type="dxa"/>
            <w:vMerge w:val="restart"/>
            <w:shd w:val="clear" w:color="000000" w:fill="FFC000"/>
            <w:textDirection w:val="btLr"/>
            <w:vAlign w:val="center"/>
            <w:hideMark/>
          </w:tcPr>
          <w:p w:rsidR="005D696B" w:rsidRPr="005B300D" w:rsidRDefault="005D696B" w:rsidP="00FF0CD2">
            <w:pPr>
              <w:jc w:val="center"/>
              <w:rPr>
                <w:sz w:val="18"/>
                <w:szCs w:val="18"/>
              </w:rPr>
            </w:pPr>
            <w:r w:rsidRPr="005B300D">
              <w:rPr>
                <w:sz w:val="18"/>
                <w:szCs w:val="18"/>
              </w:rPr>
              <w:t>11498-12</w:t>
            </w:r>
            <w:r w:rsidRPr="005B300D">
              <w:rPr>
                <w:sz w:val="18"/>
                <w:szCs w:val="18"/>
              </w:rPr>
              <w:br/>
              <w:t>Foglalkoztatás I. (érettségire épülő képzések esetén)</w:t>
            </w: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Foglalkoztatás I.</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Nyelvtani rendszerezés 1</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Nyelvtani rendszerezés 2</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Nyelvi készségfejlesztés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Munkavállalói szókincs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22</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22</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22</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22</w:t>
            </w:r>
          </w:p>
        </w:tc>
      </w:tr>
      <w:tr w:rsidR="005D696B" w:rsidRPr="005B300D" w:rsidTr="00FF0CD2">
        <w:trPr>
          <w:trHeight w:val="480"/>
          <w:jc w:val="center"/>
        </w:trPr>
        <w:tc>
          <w:tcPr>
            <w:tcW w:w="943" w:type="dxa"/>
            <w:vMerge w:val="restart"/>
            <w:shd w:val="clear" w:color="auto" w:fill="auto"/>
            <w:textDirection w:val="btLr"/>
            <w:vAlign w:val="center"/>
            <w:hideMark/>
          </w:tcPr>
          <w:p w:rsidR="005D696B" w:rsidRPr="005B300D" w:rsidRDefault="005D696B" w:rsidP="00FF0CD2">
            <w:pPr>
              <w:jc w:val="center"/>
              <w:rPr>
                <w:sz w:val="18"/>
                <w:szCs w:val="18"/>
              </w:rPr>
            </w:pPr>
            <w:r w:rsidRPr="005B300D">
              <w:rPr>
                <w:sz w:val="18"/>
                <w:szCs w:val="18"/>
              </w:rPr>
              <w:lastRenderedPageBreak/>
              <w:t>11500-12 Munkahelyi egészség és biztonság</w:t>
            </w: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Munkahelyi egészség és biztonság</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18</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Munkavédelmi alapismeretek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Munkahelyek kialakítása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Munkavégzés személyi feltételei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Munkaeszközök biztonsága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Munkakörnyezeti hatások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Munkavédelmi jogi 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r>
      <w:tr w:rsidR="005D696B" w:rsidRPr="005B300D" w:rsidTr="00FF0CD2">
        <w:trPr>
          <w:trHeight w:val="480"/>
          <w:jc w:val="center"/>
        </w:trPr>
        <w:tc>
          <w:tcPr>
            <w:tcW w:w="943" w:type="dxa"/>
            <w:vMerge w:val="restart"/>
            <w:shd w:val="clear" w:color="auto" w:fill="auto"/>
            <w:textDirection w:val="btLr"/>
            <w:vAlign w:val="center"/>
            <w:hideMark/>
          </w:tcPr>
          <w:p w:rsidR="005D696B" w:rsidRPr="005B300D" w:rsidRDefault="005D696B" w:rsidP="00FF0CD2">
            <w:pPr>
              <w:jc w:val="center"/>
              <w:rPr>
                <w:sz w:val="18"/>
                <w:szCs w:val="18"/>
              </w:rPr>
            </w:pPr>
            <w:r w:rsidRPr="005B300D">
              <w:rPr>
                <w:sz w:val="18"/>
                <w:szCs w:val="18"/>
              </w:rPr>
              <w:t>11110-16 Egészségügyi alapismeretek</w:t>
            </w: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Egészségügyi alapismeretek</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108</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54</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162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Szakmai jogi és etikai 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Szociológiai alapismeretek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pszichológia alapjai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pedagógia alapjai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Egészségügyi ellátórendszer</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Népegészségügy</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Környezetegészségügy</w:t>
            </w:r>
            <w:proofErr w:type="spellEnd"/>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Egészségfejlesztés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18 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Szakmai kommunikáció</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54</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72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Orvosi latin nyelv</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Kommunikáció</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Speciális kommunikáció</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restart"/>
            <w:shd w:val="clear" w:color="auto" w:fill="auto"/>
            <w:textDirection w:val="btLr"/>
            <w:vAlign w:val="center"/>
            <w:hideMark/>
          </w:tcPr>
          <w:p w:rsidR="005D696B" w:rsidRPr="005B300D" w:rsidRDefault="005D696B" w:rsidP="00FF0CD2">
            <w:pPr>
              <w:jc w:val="center"/>
              <w:rPr>
                <w:sz w:val="18"/>
                <w:szCs w:val="18"/>
              </w:rPr>
            </w:pPr>
            <w:r w:rsidRPr="005B300D">
              <w:rPr>
                <w:sz w:val="18"/>
                <w:szCs w:val="18"/>
              </w:rPr>
              <w:t>11221-16 Alapápolás</w:t>
            </w: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Ápolástan-gondozástan</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54</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90</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36</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180</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180</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180</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180</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Egészséges ember gondozása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Csecsemő és kisgyermekgondozás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Akadályozott ember gondozása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Ápolástudomány</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Ápoláslélektan</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Ápolási beavatkozások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54</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54</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Betegmegfigyelés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r>
      <w:tr w:rsidR="005D696B" w:rsidRPr="005B300D" w:rsidTr="00FF0CD2">
        <w:trPr>
          <w:trHeight w:val="480"/>
          <w:jc w:val="center"/>
        </w:trPr>
        <w:tc>
          <w:tcPr>
            <w:tcW w:w="943" w:type="dxa"/>
            <w:vMerge w:val="restart"/>
            <w:shd w:val="clear" w:color="auto" w:fill="auto"/>
            <w:textDirection w:val="btLr"/>
            <w:vAlign w:val="center"/>
            <w:hideMark/>
          </w:tcPr>
          <w:p w:rsidR="005D696B" w:rsidRPr="005B300D" w:rsidRDefault="005D696B" w:rsidP="00FF0CD2">
            <w:pPr>
              <w:jc w:val="center"/>
              <w:rPr>
                <w:sz w:val="18"/>
                <w:szCs w:val="18"/>
              </w:rPr>
            </w:pPr>
            <w:r w:rsidRPr="005B300D">
              <w:rPr>
                <w:sz w:val="18"/>
                <w:szCs w:val="18"/>
              </w:rPr>
              <w:t xml:space="preserve">11222-16 </w:t>
            </w:r>
            <w:proofErr w:type="spellStart"/>
            <w:r w:rsidRPr="005B300D">
              <w:rPr>
                <w:sz w:val="18"/>
                <w:szCs w:val="18"/>
              </w:rPr>
              <w:t>Klinikumi</w:t>
            </w:r>
            <w:proofErr w:type="spellEnd"/>
            <w:r w:rsidRPr="005B300D">
              <w:rPr>
                <w:sz w:val="18"/>
                <w:szCs w:val="18"/>
              </w:rPr>
              <w:t xml:space="preserve"> ismeretek</w:t>
            </w: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Klinikumi</w:t>
            </w:r>
            <w:proofErr w:type="spellEnd"/>
            <w:r w:rsidRPr="005B300D">
              <w:rPr>
                <w:b/>
                <w:bCs/>
                <w:sz w:val="18"/>
                <w:szCs w:val="18"/>
              </w:rPr>
              <w:t xml:space="preserve"> alapozó ismeretek</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162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162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Anatómia-élettan alapjai, a mozgásrendszer</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rPr>
                <w:sz w:val="18"/>
                <w:szCs w:val="18"/>
              </w:rPr>
            </w:pPr>
            <w:r w:rsidRPr="005B300D">
              <w:rPr>
                <w:sz w:val="18"/>
                <w:szCs w:val="18"/>
              </w:rPr>
              <w:t xml:space="preserve">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keringés és a légzés anatómiája és élettana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20 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rPr>
                <w:sz w:val="18"/>
                <w:szCs w:val="18"/>
              </w:rPr>
            </w:pPr>
            <w:r w:rsidRPr="005B300D">
              <w:rPr>
                <w:sz w:val="18"/>
                <w:szCs w:val="18"/>
              </w:rPr>
              <w:t xml:space="preserve">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20</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20</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20</w:t>
            </w:r>
          </w:p>
        </w:tc>
      </w:tr>
      <w:tr w:rsidR="005D696B" w:rsidRPr="005B300D" w:rsidTr="00FF0CD2">
        <w:trPr>
          <w:trHeight w:val="72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Emésztés-kiválasztás-szaporodás</w:t>
            </w:r>
            <w:proofErr w:type="spellEnd"/>
            <w:r w:rsidRPr="005B300D">
              <w:rPr>
                <w:sz w:val="18"/>
                <w:szCs w:val="18"/>
              </w:rPr>
              <w:t xml:space="preserve"> szervrendszere</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28 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28</w:t>
            </w:r>
          </w:p>
        </w:tc>
      </w:tr>
      <w:tr w:rsidR="005D696B" w:rsidRPr="005B300D" w:rsidTr="00FF0CD2">
        <w:trPr>
          <w:trHeight w:val="96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Az idegrendszer, endokrin rendszer, érzékszervek anatómiája, élettana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24</w:t>
            </w:r>
          </w:p>
        </w:tc>
      </w:tr>
      <w:tr w:rsidR="005D696B" w:rsidRPr="005B300D" w:rsidTr="00FF0CD2">
        <w:trPr>
          <w:trHeight w:val="72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Mikrobiológia, járványtan, általános kórtan</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Elsősegélynyújtás-első ellátás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36</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Klinikumi</w:t>
            </w:r>
            <w:proofErr w:type="spellEnd"/>
            <w:r w:rsidRPr="005B300D">
              <w:rPr>
                <w:b/>
                <w:bCs/>
                <w:sz w:val="18"/>
                <w:szCs w:val="18"/>
              </w:rPr>
              <w:t xml:space="preserve"> szakismeretek</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36</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93</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129</w:t>
            </w:r>
          </w:p>
        </w:tc>
        <w:tc>
          <w:tcPr>
            <w:tcW w:w="672" w:type="dxa"/>
            <w:vMerge w:val="restart"/>
            <w:shd w:val="clear" w:color="auto" w:fill="auto"/>
            <w:noWrap/>
            <w:hideMark/>
          </w:tcPr>
          <w:p w:rsidR="005D696B" w:rsidRPr="005B300D" w:rsidRDefault="005D696B" w:rsidP="00FF0CD2">
            <w:pPr>
              <w:jc w:val="center"/>
              <w:rPr>
                <w:b/>
                <w:bCs/>
                <w:sz w:val="18"/>
                <w:szCs w:val="18"/>
              </w:rPr>
            </w:pP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129</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118</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118</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118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Kardiológia és pulmonológia alapjai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19</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19</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16</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16</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16</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Gasztroenterológia</w:t>
            </w:r>
            <w:proofErr w:type="spellEnd"/>
            <w:r w:rsidRPr="005B300D">
              <w:rPr>
                <w:sz w:val="18"/>
                <w:szCs w:val="18"/>
              </w:rPr>
              <w:t xml:space="preserve"> és </w:t>
            </w:r>
            <w:proofErr w:type="spellStart"/>
            <w:r w:rsidRPr="005B300D">
              <w:rPr>
                <w:sz w:val="18"/>
                <w:szCs w:val="18"/>
              </w:rPr>
              <w:t>Nefrológia</w:t>
            </w:r>
            <w:proofErr w:type="spellEnd"/>
            <w:r w:rsidRPr="005B300D">
              <w:rPr>
                <w:sz w:val="18"/>
                <w:szCs w:val="18"/>
              </w:rPr>
              <w:t xml:space="preserve"> alapjai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17</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17</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r>
      <w:tr w:rsidR="005D696B" w:rsidRPr="005B300D" w:rsidTr="00FF0CD2">
        <w:trPr>
          <w:trHeight w:val="72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Hematológi</w:t>
            </w:r>
            <w:proofErr w:type="spellEnd"/>
            <w:r w:rsidRPr="005B300D">
              <w:rPr>
                <w:sz w:val="18"/>
                <w:szCs w:val="18"/>
              </w:rPr>
              <w:t>, Immunológia, Reumatológia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16</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Neurológia és pszichiátria alapjai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12</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Sebészet és traumatológia</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31</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31</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32</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Gyermekgyógyászat</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31</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31</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32</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32</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32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Diagnosztikai és terápiás alapismeretek</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389"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672"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72</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72</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Diagnosztikai alapismeretek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Labor diagnosztikai alapismeretek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Képalkotó diagnosztika alapjai</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9</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Tearápiás</w:t>
            </w:r>
            <w:proofErr w:type="spellEnd"/>
            <w:r w:rsidRPr="005B300D">
              <w:rPr>
                <w:sz w:val="18"/>
                <w:szCs w:val="18"/>
              </w:rPr>
              <w:t xml:space="preserve"> alapismeretek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Gyógyszertan alapjai, gyógyszerelés</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18</w:t>
            </w:r>
          </w:p>
        </w:tc>
      </w:tr>
      <w:tr w:rsidR="005D696B" w:rsidRPr="005B300D" w:rsidTr="00FF0CD2">
        <w:trPr>
          <w:trHeight w:val="334"/>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Klinikumi</w:t>
            </w:r>
            <w:proofErr w:type="spellEnd"/>
            <w:r w:rsidRPr="005B300D">
              <w:rPr>
                <w:b/>
                <w:bCs/>
                <w:sz w:val="18"/>
                <w:szCs w:val="18"/>
              </w:rPr>
              <w:t xml:space="preserve"> gyakorlat</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162</w:t>
            </w:r>
          </w:p>
        </w:tc>
        <w:tc>
          <w:tcPr>
            <w:tcW w:w="556"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88</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250</w:t>
            </w:r>
          </w:p>
        </w:tc>
        <w:tc>
          <w:tcPr>
            <w:tcW w:w="672" w:type="dxa"/>
            <w:vMerge w:val="restart"/>
            <w:shd w:val="clear" w:color="auto" w:fill="auto"/>
            <w:noWrap/>
            <w:hideMark/>
          </w:tcPr>
          <w:p w:rsidR="005D696B" w:rsidRPr="005B300D" w:rsidRDefault="005D696B" w:rsidP="00FF0CD2">
            <w:pPr>
              <w:jc w:val="center"/>
              <w:rPr>
                <w:b/>
                <w:bCs/>
                <w:sz w:val="18"/>
                <w:szCs w:val="18"/>
              </w:rPr>
            </w:pPr>
          </w:p>
        </w:tc>
        <w:tc>
          <w:tcPr>
            <w:tcW w:w="679" w:type="dxa"/>
            <w:vMerge w:val="restart"/>
            <w:shd w:val="clear" w:color="auto" w:fill="auto"/>
            <w:noWrap/>
            <w:hideMark/>
          </w:tcPr>
          <w:p w:rsidR="005D696B" w:rsidRPr="005B300D" w:rsidRDefault="005D696B" w:rsidP="00FF0CD2">
            <w:pPr>
              <w:jc w:val="center"/>
              <w:rPr>
                <w:b/>
                <w:bCs/>
                <w:sz w:val="18"/>
                <w:szCs w:val="18"/>
              </w:rPr>
            </w:pPr>
            <w:r w:rsidRPr="005B300D">
              <w:rPr>
                <w:b/>
                <w:bCs/>
                <w:sz w:val="18"/>
                <w:szCs w:val="18"/>
              </w:rPr>
              <w:t>250</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255</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255</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255</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Belgyógyászati gyakorlat</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78</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48</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126</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129</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129</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129</w:t>
            </w: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Sebészet, traumatológia gyakorlat</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42</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40</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82</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84</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84</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84</w:t>
            </w:r>
          </w:p>
        </w:tc>
      </w:tr>
      <w:tr w:rsidR="005D696B" w:rsidRPr="005B300D" w:rsidTr="00FF0CD2">
        <w:trPr>
          <w:trHeight w:val="72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Csecsemő és gyermekosztályos gyakorlat</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42</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42</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42</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42</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r w:rsidRPr="005B300D">
              <w:rPr>
                <w:sz w:val="18"/>
                <w:szCs w:val="18"/>
              </w:rPr>
              <w:t>42</w:t>
            </w:r>
          </w:p>
        </w:tc>
      </w:tr>
      <w:tr w:rsidR="005D696B" w:rsidRPr="005B300D" w:rsidTr="00FF0CD2">
        <w:trPr>
          <w:trHeight w:val="480"/>
          <w:jc w:val="center"/>
        </w:trPr>
        <w:tc>
          <w:tcPr>
            <w:tcW w:w="943" w:type="dxa"/>
            <w:vMerge w:val="restart"/>
            <w:shd w:val="clear" w:color="auto" w:fill="FFFFFF" w:themeFill="background1"/>
            <w:textDirection w:val="btLr"/>
            <w:vAlign w:val="center"/>
            <w:hideMark/>
          </w:tcPr>
          <w:p w:rsidR="005D696B" w:rsidRPr="005B300D" w:rsidRDefault="005D696B" w:rsidP="00FF0CD2">
            <w:pPr>
              <w:jc w:val="center"/>
              <w:rPr>
                <w:sz w:val="18"/>
                <w:szCs w:val="18"/>
              </w:rPr>
            </w:pPr>
            <w:r w:rsidRPr="005B300D">
              <w:rPr>
                <w:sz w:val="18"/>
                <w:szCs w:val="18"/>
              </w:rPr>
              <w:t xml:space="preserve">11635-16 Egészségügyi </w:t>
            </w:r>
            <w:proofErr w:type="spellStart"/>
            <w:r w:rsidRPr="005B300D">
              <w:rPr>
                <w:sz w:val="18"/>
                <w:szCs w:val="18"/>
              </w:rPr>
              <w:t>assziszensi</w:t>
            </w:r>
            <w:proofErr w:type="spellEnd"/>
            <w:r w:rsidRPr="005B300D">
              <w:rPr>
                <w:sz w:val="18"/>
                <w:szCs w:val="18"/>
              </w:rPr>
              <w:t xml:space="preserve"> feladatok</w:t>
            </w:r>
          </w:p>
        </w:tc>
        <w:tc>
          <w:tcPr>
            <w:tcW w:w="1806" w:type="dxa"/>
            <w:shd w:val="clear" w:color="auto" w:fill="FFFFFF" w:themeFill="background1"/>
            <w:vAlign w:val="center"/>
            <w:hideMark/>
          </w:tcPr>
          <w:p w:rsidR="005D696B" w:rsidRPr="005B300D" w:rsidRDefault="005D696B" w:rsidP="00FF0CD2">
            <w:pPr>
              <w:rPr>
                <w:b/>
                <w:bCs/>
                <w:sz w:val="18"/>
                <w:szCs w:val="18"/>
              </w:rPr>
            </w:pPr>
            <w:r w:rsidRPr="005B300D">
              <w:rPr>
                <w:b/>
                <w:bCs/>
                <w:sz w:val="18"/>
                <w:szCs w:val="18"/>
              </w:rPr>
              <w:t>Egészségügyi asszisztensi feladatok</w:t>
            </w:r>
          </w:p>
        </w:tc>
        <w:tc>
          <w:tcPr>
            <w:tcW w:w="588"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108</w:t>
            </w:r>
          </w:p>
        </w:tc>
        <w:tc>
          <w:tcPr>
            <w:tcW w:w="412"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108</w:t>
            </w:r>
          </w:p>
        </w:tc>
        <w:tc>
          <w:tcPr>
            <w:tcW w:w="389"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 </w:t>
            </w:r>
          </w:p>
        </w:tc>
        <w:tc>
          <w:tcPr>
            <w:tcW w:w="410"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36</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31</w:t>
            </w:r>
          </w:p>
        </w:tc>
        <w:tc>
          <w:tcPr>
            <w:tcW w:w="412"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283</w:t>
            </w:r>
          </w:p>
        </w:tc>
        <w:tc>
          <w:tcPr>
            <w:tcW w:w="672" w:type="dxa"/>
            <w:vMerge w:val="restart"/>
            <w:shd w:val="clear" w:color="auto" w:fill="FFFFFF" w:themeFill="background1"/>
            <w:noWrap/>
            <w:hideMark/>
          </w:tcPr>
          <w:p w:rsidR="005D696B" w:rsidRPr="005B300D" w:rsidRDefault="005D696B" w:rsidP="00FF0CD2">
            <w:pPr>
              <w:jc w:val="center"/>
              <w:rPr>
                <w:b/>
                <w:bCs/>
                <w:sz w:val="18"/>
                <w:szCs w:val="18"/>
              </w:rPr>
            </w:pPr>
            <w:r w:rsidRPr="005B300D">
              <w:rPr>
                <w:b/>
                <w:bCs/>
                <w:sz w:val="18"/>
                <w:szCs w:val="18"/>
              </w:rPr>
              <w:t>283</w:t>
            </w:r>
          </w:p>
        </w:tc>
        <w:tc>
          <w:tcPr>
            <w:tcW w:w="679" w:type="dxa"/>
            <w:vMerge w:val="restart"/>
            <w:shd w:val="clear" w:color="auto" w:fill="FFFFFF" w:themeFill="background1"/>
            <w:noWrap/>
            <w:hideMark/>
          </w:tcPr>
          <w:p w:rsidR="005D696B" w:rsidRPr="005B300D" w:rsidRDefault="005D696B" w:rsidP="00FF0CD2">
            <w:pPr>
              <w:jc w:val="center"/>
              <w:rPr>
                <w:b/>
                <w:bCs/>
                <w:sz w:val="18"/>
                <w:szCs w:val="18"/>
              </w:rPr>
            </w:pP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r>
      <w:tr w:rsidR="005D696B" w:rsidRPr="005B300D" w:rsidTr="00FF0CD2">
        <w:trPr>
          <w:trHeight w:val="720"/>
          <w:jc w:val="center"/>
        </w:trPr>
        <w:tc>
          <w:tcPr>
            <w:tcW w:w="943" w:type="dxa"/>
            <w:vMerge/>
            <w:shd w:val="clear" w:color="auto" w:fill="FFFFFF" w:themeFill="background1"/>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Asszisztensi feladatok diagnosztikai eljárásoknál</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54</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72</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720"/>
          <w:jc w:val="center"/>
        </w:trPr>
        <w:tc>
          <w:tcPr>
            <w:tcW w:w="943" w:type="dxa"/>
            <w:vMerge/>
            <w:shd w:val="clear" w:color="auto" w:fill="FFFFFF" w:themeFill="background1"/>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Asszisztensi feladatok bőrgyógyászat és a szemészet területen</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72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Asszisztensi feladatok fül-orr-gégészeti területen</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Asszisztensi feladatok urológiai területen</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 xml:space="preserve">Asszisztensi </w:t>
            </w:r>
            <w:proofErr w:type="spellStart"/>
            <w:r w:rsidRPr="005B300D">
              <w:rPr>
                <w:sz w:val="18"/>
                <w:szCs w:val="18"/>
              </w:rPr>
              <w:t>felladatok</w:t>
            </w:r>
            <w:proofErr w:type="spellEnd"/>
            <w:r w:rsidRPr="005B300D">
              <w:rPr>
                <w:sz w:val="18"/>
                <w:szCs w:val="18"/>
              </w:rPr>
              <w:t xml:space="preserve"> nőgyógyászati területen</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72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Asszisztensi feladatok neurológiai és pszichiátriai területen</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16</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16</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Dokumentáció vezetése a járóbeteg-ellátásban</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Prevenció</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Rehabilitáció</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15</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15</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Személyiség fejlesztés önismeret</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36</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36</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b/>
                <w:bCs/>
                <w:sz w:val="18"/>
                <w:szCs w:val="18"/>
              </w:rPr>
            </w:pPr>
            <w:r w:rsidRPr="005B300D">
              <w:rPr>
                <w:b/>
                <w:bCs/>
                <w:sz w:val="18"/>
                <w:szCs w:val="18"/>
              </w:rPr>
              <w:t>Egészségügyi asszisztálás gyakorlata</w:t>
            </w:r>
          </w:p>
        </w:tc>
        <w:tc>
          <w:tcPr>
            <w:tcW w:w="588"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36</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0 </w:t>
            </w:r>
          </w:p>
        </w:tc>
        <w:tc>
          <w:tcPr>
            <w:tcW w:w="410"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72</w:t>
            </w:r>
          </w:p>
        </w:tc>
        <w:tc>
          <w:tcPr>
            <w:tcW w:w="556"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 </w:t>
            </w:r>
          </w:p>
        </w:tc>
        <w:tc>
          <w:tcPr>
            <w:tcW w:w="588"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0</w:t>
            </w:r>
          </w:p>
        </w:tc>
        <w:tc>
          <w:tcPr>
            <w:tcW w:w="412"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62</w:t>
            </w:r>
          </w:p>
        </w:tc>
        <w:tc>
          <w:tcPr>
            <w:tcW w:w="679" w:type="dxa"/>
            <w:shd w:val="clear" w:color="auto" w:fill="FFFFFF" w:themeFill="background1"/>
            <w:noWrap/>
            <w:vAlign w:val="center"/>
            <w:hideMark/>
          </w:tcPr>
          <w:p w:rsidR="005D696B" w:rsidRPr="005B300D" w:rsidRDefault="005D696B" w:rsidP="00FF0CD2">
            <w:pPr>
              <w:jc w:val="center"/>
              <w:rPr>
                <w:b/>
                <w:bCs/>
                <w:sz w:val="18"/>
                <w:szCs w:val="18"/>
              </w:rPr>
            </w:pPr>
            <w:r w:rsidRPr="005B300D">
              <w:rPr>
                <w:b/>
                <w:bCs/>
                <w:sz w:val="18"/>
                <w:szCs w:val="18"/>
              </w:rPr>
              <w:t>170</w:t>
            </w:r>
          </w:p>
        </w:tc>
        <w:tc>
          <w:tcPr>
            <w:tcW w:w="672" w:type="dxa"/>
            <w:vMerge w:val="restart"/>
            <w:shd w:val="clear" w:color="auto" w:fill="FFFFFF" w:themeFill="background1"/>
            <w:noWrap/>
            <w:hideMark/>
          </w:tcPr>
          <w:p w:rsidR="005D696B" w:rsidRPr="005B300D" w:rsidRDefault="005D696B" w:rsidP="00FF0CD2">
            <w:pPr>
              <w:jc w:val="center"/>
              <w:rPr>
                <w:b/>
                <w:bCs/>
                <w:sz w:val="18"/>
                <w:szCs w:val="18"/>
              </w:rPr>
            </w:pPr>
            <w:r w:rsidRPr="005B300D">
              <w:rPr>
                <w:b/>
                <w:bCs/>
                <w:sz w:val="18"/>
                <w:szCs w:val="18"/>
              </w:rPr>
              <w:t>170</w:t>
            </w:r>
          </w:p>
        </w:tc>
        <w:tc>
          <w:tcPr>
            <w:tcW w:w="679" w:type="dxa"/>
            <w:vMerge w:val="restart"/>
            <w:shd w:val="clear" w:color="auto" w:fill="FFFFFF" w:themeFill="background1"/>
            <w:noWrap/>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FFFFFF" w:themeFill="background1"/>
            <w:noWrap/>
            <w:vAlign w:val="center"/>
          </w:tcPr>
          <w:p w:rsidR="005D696B" w:rsidRPr="005B300D" w:rsidRDefault="005D696B" w:rsidP="00FF0CD2">
            <w:pPr>
              <w:jc w:val="center"/>
              <w:rPr>
                <w:b/>
                <w:bCs/>
                <w:sz w:val="18"/>
                <w:szCs w:val="18"/>
              </w:rPr>
            </w:pPr>
            <w:r w:rsidRPr="005B300D">
              <w:rPr>
                <w:b/>
                <w:bCs/>
                <w:sz w:val="18"/>
                <w:szCs w:val="18"/>
              </w:rPr>
              <w:t>0</w:t>
            </w:r>
          </w:p>
        </w:tc>
      </w:tr>
      <w:tr w:rsidR="005D696B" w:rsidRPr="005B300D" w:rsidTr="00FF0CD2">
        <w:trPr>
          <w:trHeight w:val="348"/>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Betegirányítás</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21</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21</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306"/>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Szakrendelések</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26</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62</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88</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Diagnosztikai gyakorlatok</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25</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43</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FFFFFF" w:themeFill="background1"/>
            <w:vAlign w:val="center"/>
            <w:hideMark/>
          </w:tcPr>
          <w:p w:rsidR="005D696B" w:rsidRPr="005B300D" w:rsidRDefault="005D696B" w:rsidP="00FF0CD2">
            <w:pPr>
              <w:rPr>
                <w:sz w:val="18"/>
                <w:szCs w:val="18"/>
              </w:rPr>
            </w:pPr>
            <w:r w:rsidRPr="005B300D">
              <w:rPr>
                <w:sz w:val="18"/>
                <w:szCs w:val="18"/>
              </w:rPr>
              <w:t>Gondozás</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FFFFFF" w:themeFill="background1"/>
            <w:noWrap/>
            <w:vAlign w:val="center"/>
            <w:hideMark/>
          </w:tcPr>
          <w:p w:rsidR="005D696B" w:rsidRPr="005B300D" w:rsidRDefault="005D696B" w:rsidP="00FF0CD2">
            <w:pPr>
              <w:jc w:val="center"/>
              <w:rPr>
                <w:sz w:val="18"/>
                <w:szCs w:val="18"/>
              </w:rPr>
            </w:pPr>
            <w:r w:rsidRPr="005B300D">
              <w:rPr>
                <w:sz w:val="18"/>
                <w:szCs w:val="18"/>
              </w:rPr>
              <w:t>18</w:t>
            </w:r>
          </w:p>
        </w:tc>
        <w:tc>
          <w:tcPr>
            <w:tcW w:w="672" w:type="dxa"/>
            <w:vMerge/>
            <w:shd w:val="clear" w:color="auto" w:fill="FFFFFF" w:themeFill="background1"/>
            <w:vAlign w:val="center"/>
            <w:hideMark/>
          </w:tcPr>
          <w:p w:rsidR="005D696B" w:rsidRPr="005B300D" w:rsidRDefault="005D696B" w:rsidP="00FF0CD2">
            <w:pPr>
              <w:rPr>
                <w:b/>
                <w:bCs/>
                <w:sz w:val="18"/>
                <w:szCs w:val="18"/>
              </w:rPr>
            </w:pPr>
          </w:p>
        </w:tc>
        <w:tc>
          <w:tcPr>
            <w:tcW w:w="679" w:type="dxa"/>
            <w:vMerge/>
            <w:shd w:val="clear" w:color="auto" w:fill="FFFFFF" w:themeFill="background1"/>
            <w:vAlign w:val="center"/>
            <w:hideMark/>
          </w:tcPr>
          <w:p w:rsidR="005D696B" w:rsidRPr="005B300D" w:rsidRDefault="005D696B" w:rsidP="00FF0CD2">
            <w:pPr>
              <w:rPr>
                <w:b/>
                <w:bCs/>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500" w:type="dxa"/>
            <w:shd w:val="clear" w:color="auto" w:fill="FFFFFF" w:themeFill="background1"/>
            <w:noWrap/>
            <w:vAlign w:val="center"/>
          </w:tcPr>
          <w:p w:rsidR="005D696B" w:rsidRPr="005B300D" w:rsidRDefault="005D696B" w:rsidP="00FF0CD2">
            <w:pPr>
              <w:jc w:val="center"/>
              <w:rPr>
                <w:sz w:val="18"/>
                <w:szCs w:val="18"/>
              </w:rPr>
            </w:pPr>
          </w:p>
        </w:tc>
        <w:tc>
          <w:tcPr>
            <w:tcW w:w="679" w:type="dxa"/>
            <w:shd w:val="clear" w:color="auto" w:fill="FFFFFF" w:themeFill="background1"/>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restart"/>
            <w:shd w:val="clear" w:color="auto" w:fill="auto"/>
            <w:textDirection w:val="btLr"/>
            <w:vAlign w:val="center"/>
            <w:hideMark/>
          </w:tcPr>
          <w:p w:rsidR="005D696B" w:rsidRPr="005B300D" w:rsidRDefault="005D696B" w:rsidP="00FF0CD2">
            <w:pPr>
              <w:jc w:val="center"/>
              <w:rPr>
                <w:sz w:val="18"/>
                <w:szCs w:val="18"/>
              </w:rPr>
            </w:pPr>
            <w:r w:rsidRPr="005B300D">
              <w:rPr>
                <w:sz w:val="18"/>
                <w:szCs w:val="18"/>
              </w:rPr>
              <w:t xml:space="preserve">11108–16 </w:t>
            </w:r>
            <w:proofErr w:type="spellStart"/>
            <w:r w:rsidRPr="005B300D">
              <w:rPr>
                <w:sz w:val="18"/>
                <w:szCs w:val="18"/>
              </w:rPr>
              <w:t>Audiológia</w:t>
            </w:r>
            <w:proofErr w:type="spellEnd"/>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Anatómiai, élettani és kórtani alapismeretek</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r w:rsidRPr="005B300D">
              <w:rPr>
                <w:b/>
                <w:bCs/>
                <w:sz w:val="18"/>
                <w:szCs w:val="18"/>
              </w:rPr>
              <w:t>0</w:t>
            </w:r>
          </w:p>
        </w:tc>
        <w:tc>
          <w:tcPr>
            <w:tcW w:w="679" w:type="dxa"/>
            <w:vMerge w:val="restart"/>
            <w:shd w:val="clear" w:color="auto" w:fill="auto"/>
            <w:noWrap/>
          </w:tcPr>
          <w:p w:rsidR="005D696B" w:rsidRPr="005B300D" w:rsidRDefault="005D696B" w:rsidP="00FF0CD2">
            <w:pPr>
              <w:jc w:val="center"/>
              <w:rPr>
                <w:b/>
                <w:bCs/>
                <w:sz w:val="18"/>
                <w:szCs w:val="18"/>
              </w:rPr>
            </w:pPr>
            <w:r w:rsidRPr="005B300D">
              <w:rPr>
                <w:b/>
                <w:bCs/>
                <w:sz w:val="18"/>
                <w:szCs w:val="18"/>
              </w:rPr>
              <w:t>0</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halló-és egyensúlyozó rendszer anatómiája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halló- és egyensúlyozó rendszer élettana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hallórendszer fejlődése</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Halláscsökkenések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Általános betegvizsgálat</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 xml:space="preserve">Fülzúgás, szédülés, </w:t>
            </w:r>
            <w:proofErr w:type="spellStart"/>
            <w:r w:rsidRPr="005B300D">
              <w:rPr>
                <w:sz w:val="18"/>
                <w:szCs w:val="18"/>
              </w:rPr>
              <w:t>facialis</w:t>
            </w:r>
            <w:proofErr w:type="spellEnd"/>
            <w:r w:rsidRPr="005B300D">
              <w:rPr>
                <w:sz w:val="18"/>
                <w:szCs w:val="18"/>
              </w:rPr>
              <w:t xml:space="preserve"> </w:t>
            </w:r>
            <w:proofErr w:type="spellStart"/>
            <w:r w:rsidRPr="005B300D">
              <w:rPr>
                <w:sz w:val="18"/>
                <w:szCs w:val="18"/>
              </w:rPr>
              <w:t>paresis</w:t>
            </w:r>
            <w:proofErr w:type="spellEnd"/>
            <w:r w:rsidRPr="005B300D">
              <w:rPr>
                <w:sz w:val="18"/>
                <w:szCs w:val="18"/>
              </w:rPr>
              <w:t>, egyéb neurológiai betegségek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rPr>
                <w:sz w:val="18"/>
                <w:szCs w:val="18"/>
              </w:rPr>
            </w:pPr>
            <w:r w:rsidRPr="005B300D">
              <w:rPr>
                <w:sz w:val="18"/>
                <w:szCs w:val="18"/>
              </w:rPr>
              <w:t xml:space="preserve">   6</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 xml:space="preserve">Szubjektív </w:t>
            </w:r>
            <w:proofErr w:type="spellStart"/>
            <w:r w:rsidRPr="005B300D">
              <w:rPr>
                <w:b/>
                <w:bCs/>
                <w:sz w:val="18"/>
                <w:szCs w:val="18"/>
              </w:rPr>
              <w:t>audiológiai</w:t>
            </w:r>
            <w:proofErr w:type="spellEnd"/>
            <w:r w:rsidRPr="005B300D">
              <w:rPr>
                <w:b/>
                <w:bCs/>
                <w:sz w:val="18"/>
                <w:szCs w:val="18"/>
              </w:rPr>
              <w:t xml:space="preserve"> vizsgálatok</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Klasszikus hallásvizsgálatok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Tisztahang hallásküszöb</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13</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Küszöb fölötti vizsgálatok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proofErr w:type="spellStart"/>
            <w:r w:rsidRPr="005B300D">
              <w:rPr>
                <w:sz w:val="18"/>
                <w:szCs w:val="18"/>
              </w:rPr>
              <w:t>Beszédaudiometria</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Szabad hangtérben történő vizsgálatok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Szédülő beteg 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Eredmények értékelése</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 xml:space="preserve">Objektív </w:t>
            </w:r>
            <w:proofErr w:type="spellStart"/>
            <w:r w:rsidRPr="005B300D">
              <w:rPr>
                <w:b/>
                <w:bCs/>
                <w:sz w:val="18"/>
                <w:szCs w:val="18"/>
              </w:rPr>
              <w:t>audiológiai</w:t>
            </w:r>
            <w:proofErr w:type="spellEnd"/>
            <w:r w:rsidRPr="005B300D">
              <w:rPr>
                <w:b/>
                <w:bCs/>
                <w:sz w:val="18"/>
                <w:szCs w:val="18"/>
              </w:rPr>
              <w:t xml:space="preserve"> vizsgálatok</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Akusztikusan kiváltott reflexek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12</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12</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Akusztikusan kiváltott hangjelenség</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Akusztikusan kiváltott elektromos válaszok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Impedancia vizsgálat</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Szédülő beteg 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Eredmények értékelése</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65"/>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Gyermek-audiológia</w:t>
            </w:r>
            <w:proofErr w:type="spellEnd"/>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62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Újszülöttek hallásszűrése, hallásvizsgálata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Csecsemők hallásvizsgálata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 xml:space="preserve">Kisgyermekek </w:t>
            </w:r>
            <w:r w:rsidRPr="005B300D">
              <w:rPr>
                <w:sz w:val="18"/>
                <w:szCs w:val="18"/>
              </w:rPr>
              <w:lastRenderedPageBreak/>
              <w:t>hallásvizsgálata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proofErr w:type="gramStart"/>
            <w:r w:rsidRPr="005B300D">
              <w:rPr>
                <w:sz w:val="18"/>
                <w:szCs w:val="18"/>
              </w:rPr>
              <w:t>Iskolás korú</w:t>
            </w:r>
            <w:proofErr w:type="gramEnd"/>
            <w:r w:rsidRPr="005B300D">
              <w:rPr>
                <w:sz w:val="18"/>
                <w:szCs w:val="18"/>
              </w:rPr>
              <w:t xml:space="preserve"> gyermekek hallásvizsgálata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Gyermekkori halláscsökkenések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Beszédfejlődés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36"/>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Hallásrehabilitáció</w:t>
            </w:r>
            <w:proofErr w:type="spellEnd"/>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32</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 xml:space="preserve">Műtéti </w:t>
            </w:r>
            <w:proofErr w:type="spellStart"/>
            <w:r w:rsidRPr="005B300D">
              <w:rPr>
                <w:sz w:val="18"/>
                <w:szCs w:val="18"/>
              </w:rPr>
              <w:t>hallásrehabilitáció</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 xml:space="preserve">Eszközös </w:t>
            </w:r>
            <w:proofErr w:type="spellStart"/>
            <w:r w:rsidRPr="005B300D">
              <w:rPr>
                <w:sz w:val="18"/>
                <w:szCs w:val="18"/>
              </w:rPr>
              <w:t>hallásrehabilitáció</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Implatációs</w:t>
            </w:r>
            <w:proofErr w:type="spellEnd"/>
            <w:r w:rsidRPr="005B300D">
              <w:rPr>
                <w:sz w:val="18"/>
                <w:szCs w:val="18"/>
              </w:rPr>
              <w:t xml:space="preserve"> hallásjavítás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Gyógyszeres terápiák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Rehabilitált beteg hallásvizsgálata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432"/>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Audiológiai</w:t>
            </w:r>
            <w:proofErr w:type="spellEnd"/>
            <w:r w:rsidRPr="005B300D">
              <w:rPr>
                <w:b/>
                <w:bCs/>
                <w:sz w:val="18"/>
                <w:szCs w:val="18"/>
              </w:rPr>
              <w:t xml:space="preserve"> gyakorlat</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280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280</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312</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312</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Audiológiai</w:t>
            </w:r>
            <w:proofErr w:type="spellEnd"/>
            <w:r w:rsidRPr="005B300D">
              <w:rPr>
                <w:sz w:val="18"/>
                <w:szCs w:val="18"/>
              </w:rPr>
              <w:t xml:space="preserve"> szakrendelés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30</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32</w:t>
            </w: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Szubjektív vizsgálatok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50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56</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Objektív vizsgálatok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50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56</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Szűrő vizsgálatok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30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32</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Gyermekek hallásvizsgálata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50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56</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Rehabilitációs eljárások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24</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Rehabilitált beteg vizsgálata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30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32</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167"/>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Otoneurológiai</w:t>
            </w:r>
            <w:proofErr w:type="spellEnd"/>
            <w:r w:rsidRPr="005B300D">
              <w:rPr>
                <w:sz w:val="18"/>
                <w:szCs w:val="18"/>
              </w:rPr>
              <w:t xml:space="preserve"> vizsgálatok</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20 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24</w:t>
            </w: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restart"/>
            <w:shd w:val="clear" w:color="auto" w:fill="auto"/>
            <w:textDirection w:val="btLr"/>
            <w:vAlign w:val="center"/>
            <w:hideMark/>
          </w:tcPr>
          <w:p w:rsidR="005D696B" w:rsidRPr="005B300D" w:rsidRDefault="005D696B" w:rsidP="00FF0CD2">
            <w:pPr>
              <w:jc w:val="center"/>
              <w:rPr>
                <w:sz w:val="18"/>
                <w:szCs w:val="18"/>
              </w:rPr>
            </w:pPr>
            <w:r w:rsidRPr="005B300D">
              <w:rPr>
                <w:sz w:val="18"/>
                <w:szCs w:val="18"/>
              </w:rPr>
              <w:t>11109–16 Hallásakusztika</w:t>
            </w: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Akusztikai alapismeretek</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proofErr w:type="spellStart"/>
            <w:r w:rsidRPr="005B300D">
              <w:rPr>
                <w:sz w:val="18"/>
                <w:szCs w:val="18"/>
              </w:rPr>
              <w:t>Hallásérzékelés-pszichoakusztika</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Decibelek és a hallás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hallás és beszédértés összefüggései</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Hangosság</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hideMark/>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A jel-zaj viszony (SNR)</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Align w:val="center"/>
          </w:tcPr>
          <w:p w:rsidR="005D696B" w:rsidRPr="005B300D" w:rsidRDefault="005D696B" w:rsidP="00FF0CD2">
            <w:pPr>
              <w:rPr>
                <w:b/>
                <w:bCs/>
                <w:sz w:val="18"/>
                <w:szCs w:val="18"/>
              </w:rPr>
            </w:pPr>
          </w:p>
        </w:tc>
        <w:tc>
          <w:tcPr>
            <w:tcW w:w="679" w:type="dxa"/>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Hallókészülék technológia</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Történeti áttekintés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hallókészülékek típusai</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hallókészülékek részei</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 digitális jelfeldolgozás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Digitális interferencia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Jelfeldolgozási stratégiák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Digitális hallókészülékek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Kiegészítők, tartozékok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3</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48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r w:rsidRPr="005B300D">
              <w:rPr>
                <w:b/>
                <w:bCs/>
                <w:sz w:val="18"/>
                <w:szCs w:val="18"/>
              </w:rPr>
              <w:t>Hallásjavító rendszerek illesztése</w:t>
            </w: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b/>
                <w:bCs/>
                <w:sz w:val="18"/>
                <w:szCs w:val="18"/>
              </w:rPr>
            </w:pPr>
          </w:p>
        </w:tc>
        <w:tc>
          <w:tcPr>
            <w:tcW w:w="588"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672" w:type="dxa"/>
            <w:vMerge w:val="restart"/>
            <w:shd w:val="clear" w:color="auto" w:fill="auto"/>
            <w:noWrap/>
          </w:tcPr>
          <w:p w:rsidR="005D696B" w:rsidRPr="005B300D" w:rsidRDefault="005D696B" w:rsidP="00FF0CD2">
            <w:pPr>
              <w:jc w:val="center"/>
              <w:rPr>
                <w:b/>
                <w:bCs/>
                <w:sz w:val="18"/>
                <w:szCs w:val="18"/>
              </w:rPr>
            </w:pPr>
          </w:p>
        </w:tc>
        <w:tc>
          <w:tcPr>
            <w:tcW w:w="679" w:type="dxa"/>
            <w:vMerge w:val="restart"/>
            <w:shd w:val="clear" w:color="auto" w:fill="auto"/>
            <w:noWrap/>
          </w:tcPr>
          <w:p w:rsidR="005D696B" w:rsidRPr="005B300D" w:rsidRDefault="005D696B" w:rsidP="00FF0CD2">
            <w:pPr>
              <w:jc w:val="center"/>
              <w:rPr>
                <w:b/>
                <w:bCs/>
                <w:sz w:val="18"/>
                <w:szCs w:val="18"/>
              </w:rPr>
            </w:pP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31</w:t>
            </w:r>
          </w:p>
        </w:tc>
        <w:tc>
          <w:tcPr>
            <w:tcW w:w="500" w:type="dxa"/>
            <w:shd w:val="clear" w:color="auto" w:fill="auto"/>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500" w:type="dxa"/>
            <w:shd w:val="clear" w:color="000000" w:fill="F2F2F2"/>
            <w:noWrap/>
            <w:vAlign w:val="center"/>
            <w:hideMark/>
          </w:tcPr>
          <w:p w:rsidR="005D696B" w:rsidRPr="005B300D" w:rsidRDefault="005D696B" w:rsidP="00FF0CD2">
            <w:pPr>
              <w:jc w:val="center"/>
              <w:rPr>
                <w:b/>
                <w:bCs/>
                <w:sz w:val="18"/>
                <w:szCs w:val="18"/>
              </w:rPr>
            </w:pPr>
            <w:r w:rsidRPr="005B300D">
              <w:rPr>
                <w:b/>
                <w:bCs/>
                <w:sz w:val="18"/>
                <w:szCs w:val="18"/>
              </w:rPr>
              <w:t> </w:t>
            </w:r>
          </w:p>
        </w:tc>
        <w:tc>
          <w:tcPr>
            <w:tcW w:w="500"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35</w:t>
            </w:r>
          </w:p>
        </w:tc>
        <w:tc>
          <w:tcPr>
            <w:tcW w:w="500" w:type="dxa"/>
            <w:shd w:val="clear" w:color="000000" w:fill="F2F2F2"/>
            <w:noWrap/>
            <w:vAlign w:val="center"/>
          </w:tcPr>
          <w:p w:rsidR="005D696B" w:rsidRPr="005B300D" w:rsidRDefault="005D696B" w:rsidP="00FF0CD2">
            <w:pPr>
              <w:jc w:val="center"/>
              <w:rPr>
                <w:b/>
                <w:bCs/>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b/>
                <w:bCs/>
                <w:sz w:val="18"/>
                <w:szCs w:val="18"/>
              </w:rPr>
            </w:pPr>
            <w:r w:rsidRPr="005B300D">
              <w:rPr>
                <w:b/>
                <w:bCs/>
                <w:sz w:val="18"/>
                <w:szCs w:val="18"/>
              </w:rPr>
              <w:t>35</w:t>
            </w: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sz w:val="18"/>
                <w:szCs w:val="18"/>
              </w:rPr>
            </w:pPr>
            <w:r w:rsidRPr="005B300D">
              <w:rPr>
                <w:sz w:val="18"/>
                <w:szCs w:val="18"/>
              </w:rPr>
              <w:t>Adatátvitel</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410"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sz w:val="18"/>
                <w:szCs w:val="18"/>
              </w:rPr>
              <w:t> </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679" w:type="dxa"/>
            <w:shd w:val="clear" w:color="auto" w:fill="auto"/>
            <w:noWrap/>
            <w:vAlign w:val="center"/>
            <w:hideMark/>
          </w:tcPr>
          <w:p w:rsidR="005D696B" w:rsidRPr="005B300D" w:rsidRDefault="005D696B" w:rsidP="00FF0CD2">
            <w:pPr>
              <w:jc w:val="center"/>
              <w:rPr>
                <w:sz w:val="18"/>
                <w:szCs w:val="18"/>
              </w:rPr>
            </w:pP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c>
          <w:tcPr>
            <w:tcW w:w="500" w:type="dxa"/>
            <w:shd w:val="clear" w:color="auto" w:fill="auto"/>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p>
        </w:tc>
        <w:tc>
          <w:tcPr>
            <w:tcW w:w="500" w:type="dxa"/>
            <w:shd w:val="clear" w:color="000000" w:fill="F2F2F2"/>
            <w:noWrap/>
            <w:vAlign w:val="center"/>
            <w:hideMark/>
          </w:tcPr>
          <w:p w:rsidR="005D696B" w:rsidRPr="005B300D" w:rsidRDefault="005D696B" w:rsidP="00FF0CD2">
            <w:pPr>
              <w:jc w:val="center"/>
              <w:rPr>
                <w:sz w:val="18"/>
                <w:szCs w:val="18"/>
              </w:rPr>
            </w:pPr>
            <w:r w:rsidRPr="005B300D">
              <w:rPr>
                <w:sz w:val="18"/>
                <w:szCs w:val="18"/>
              </w:rPr>
              <w:t> </w:t>
            </w:r>
          </w:p>
        </w:tc>
        <w:tc>
          <w:tcPr>
            <w:tcW w:w="500" w:type="dxa"/>
            <w:shd w:val="clear" w:color="auto" w:fill="auto"/>
            <w:noWrap/>
            <w:vAlign w:val="center"/>
            <w:hideMark/>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hideMark/>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Illesztés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7</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8</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Hallásjavító készülék kiválasztása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11</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 xml:space="preserve">Ellenőrzés, </w:t>
            </w:r>
            <w:proofErr w:type="gramStart"/>
            <w:r w:rsidRPr="005B300D">
              <w:rPr>
                <w:sz w:val="18"/>
                <w:szCs w:val="18"/>
              </w:rPr>
              <w:t>finom hangolás</w:t>
            </w:r>
            <w:proofErr w:type="gram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4</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5</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sz w:val="18"/>
                <w:szCs w:val="18"/>
              </w:rPr>
            </w:pPr>
            <w:r w:rsidRPr="005B300D">
              <w:rPr>
                <w:sz w:val="18"/>
                <w:szCs w:val="18"/>
              </w:rPr>
              <w:t>Gyermek ellátása hallókészülékkel</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7</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hideMark/>
          </w:tcPr>
          <w:p w:rsidR="005D696B" w:rsidRPr="005B300D" w:rsidRDefault="005D696B" w:rsidP="00FF0CD2">
            <w:pPr>
              <w:rPr>
                <w:sz w:val="18"/>
                <w:szCs w:val="18"/>
              </w:rPr>
            </w:pPr>
          </w:p>
        </w:tc>
        <w:tc>
          <w:tcPr>
            <w:tcW w:w="1806" w:type="dxa"/>
            <w:shd w:val="clear" w:color="auto" w:fill="auto"/>
            <w:vAlign w:val="center"/>
            <w:hideMark/>
          </w:tcPr>
          <w:p w:rsidR="005D696B" w:rsidRPr="005B300D" w:rsidRDefault="005D696B" w:rsidP="00FF0CD2">
            <w:pPr>
              <w:rPr>
                <w:b/>
                <w:bCs/>
                <w:sz w:val="18"/>
                <w:szCs w:val="18"/>
              </w:rPr>
            </w:pPr>
            <w:proofErr w:type="spellStart"/>
            <w:r w:rsidRPr="005B300D">
              <w:rPr>
                <w:b/>
                <w:bCs/>
                <w:sz w:val="18"/>
                <w:szCs w:val="18"/>
              </w:rPr>
              <w:t>Fülilleszték</w:t>
            </w:r>
            <w:proofErr w:type="spellEnd"/>
            <w:r w:rsidRPr="005B300D">
              <w:rPr>
                <w:b/>
                <w:bCs/>
                <w:sz w:val="18"/>
                <w:szCs w:val="18"/>
              </w:rPr>
              <w:t xml:space="preserve"> gyártás technológiája </w:t>
            </w:r>
          </w:p>
        </w:tc>
        <w:tc>
          <w:tcPr>
            <w:tcW w:w="588" w:type="dxa"/>
            <w:shd w:val="clear" w:color="auto" w:fill="auto"/>
            <w:noWrap/>
            <w:vAlign w:val="center"/>
            <w:hideMark/>
          </w:tcPr>
          <w:p w:rsidR="005D696B" w:rsidRPr="005B300D" w:rsidRDefault="005D696B" w:rsidP="00FF0CD2">
            <w:pPr>
              <w:jc w:val="center"/>
              <w:rPr>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b/>
                <w:bCs/>
                <w:sz w:val="18"/>
                <w:szCs w:val="18"/>
              </w:rPr>
              <w:t>0</w:t>
            </w:r>
          </w:p>
        </w:tc>
        <w:tc>
          <w:tcPr>
            <w:tcW w:w="556" w:type="dxa"/>
            <w:shd w:val="clear" w:color="auto" w:fill="auto"/>
            <w:noWrap/>
            <w:vAlign w:val="center"/>
            <w:hideMark/>
          </w:tcPr>
          <w:p w:rsidR="005D696B" w:rsidRPr="005B300D" w:rsidRDefault="005D696B" w:rsidP="00FF0CD2">
            <w:pPr>
              <w:jc w:val="center"/>
              <w:rPr>
                <w:sz w:val="18"/>
                <w:szCs w:val="18"/>
              </w:rPr>
            </w:pPr>
            <w:r w:rsidRPr="005B300D">
              <w:rPr>
                <w:b/>
                <w:bCs/>
                <w:sz w:val="18"/>
                <w:szCs w:val="18"/>
              </w:rPr>
              <w:t>0</w:t>
            </w:r>
          </w:p>
        </w:tc>
        <w:tc>
          <w:tcPr>
            <w:tcW w:w="389" w:type="dxa"/>
            <w:shd w:val="clear" w:color="000000" w:fill="F2F2F2"/>
            <w:noWrap/>
            <w:vAlign w:val="center"/>
            <w:hideMark/>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b/>
                <w:bCs/>
                <w:sz w:val="18"/>
                <w:szCs w:val="18"/>
              </w:rPr>
              <w:t>0</w:t>
            </w:r>
          </w:p>
        </w:tc>
        <w:tc>
          <w:tcPr>
            <w:tcW w:w="410" w:type="dxa"/>
            <w:shd w:val="clear" w:color="auto" w:fill="auto"/>
            <w:noWrap/>
            <w:vAlign w:val="center"/>
            <w:hideMark/>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hideMark/>
          </w:tcPr>
          <w:p w:rsidR="005D696B" w:rsidRPr="005B300D" w:rsidRDefault="005D696B" w:rsidP="00FF0CD2">
            <w:pPr>
              <w:jc w:val="center"/>
              <w:rPr>
                <w:sz w:val="18"/>
                <w:szCs w:val="18"/>
              </w:rPr>
            </w:pPr>
          </w:p>
        </w:tc>
        <w:tc>
          <w:tcPr>
            <w:tcW w:w="588" w:type="dxa"/>
            <w:shd w:val="clear" w:color="auto" w:fill="auto"/>
            <w:noWrap/>
            <w:vAlign w:val="center"/>
            <w:hideMark/>
          </w:tcPr>
          <w:p w:rsidR="005D696B" w:rsidRPr="005B300D" w:rsidRDefault="005D696B" w:rsidP="00FF0CD2">
            <w:pPr>
              <w:jc w:val="center"/>
              <w:rPr>
                <w:sz w:val="18"/>
                <w:szCs w:val="18"/>
              </w:rPr>
            </w:pPr>
            <w:r w:rsidRPr="005B300D">
              <w:rPr>
                <w:b/>
                <w:bCs/>
                <w:sz w:val="18"/>
                <w:szCs w:val="18"/>
              </w:rPr>
              <w:t>0</w:t>
            </w:r>
          </w:p>
        </w:tc>
        <w:tc>
          <w:tcPr>
            <w:tcW w:w="412" w:type="dxa"/>
            <w:shd w:val="clear" w:color="000000" w:fill="F2F2F2"/>
            <w:noWrap/>
            <w:vAlign w:val="center"/>
            <w:hideMark/>
          </w:tcPr>
          <w:p w:rsidR="005D696B" w:rsidRPr="005B300D" w:rsidRDefault="005D696B" w:rsidP="00FF0CD2">
            <w:pPr>
              <w:jc w:val="center"/>
              <w:rPr>
                <w:sz w:val="18"/>
                <w:szCs w:val="18"/>
              </w:rPr>
            </w:pPr>
            <w:r w:rsidRPr="005B300D">
              <w:rPr>
                <w:b/>
                <w:bCs/>
                <w:sz w:val="18"/>
                <w:szCs w:val="18"/>
              </w:rPr>
              <w:t>0</w:t>
            </w:r>
          </w:p>
        </w:tc>
        <w:tc>
          <w:tcPr>
            <w:tcW w:w="679" w:type="dxa"/>
            <w:shd w:val="clear" w:color="auto" w:fill="auto"/>
            <w:noWrap/>
            <w:vAlign w:val="center"/>
            <w:hideMark/>
          </w:tcPr>
          <w:p w:rsidR="005D696B" w:rsidRPr="005B300D" w:rsidRDefault="005D696B" w:rsidP="00FF0CD2">
            <w:pPr>
              <w:jc w:val="center"/>
              <w:rPr>
                <w:sz w:val="18"/>
                <w:szCs w:val="18"/>
              </w:rPr>
            </w:pPr>
            <w:r w:rsidRPr="005B300D">
              <w:rPr>
                <w:b/>
                <w:bCs/>
                <w:sz w:val="18"/>
                <w:szCs w:val="18"/>
              </w:rPr>
              <w:t>0</w:t>
            </w:r>
          </w:p>
        </w:tc>
        <w:tc>
          <w:tcPr>
            <w:tcW w:w="672" w:type="dxa"/>
            <w:vMerge/>
            <w:vAlign w:val="center"/>
            <w:hideMark/>
          </w:tcPr>
          <w:p w:rsidR="005D696B" w:rsidRPr="005B300D" w:rsidRDefault="005D696B" w:rsidP="00FF0CD2">
            <w:pPr>
              <w:rPr>
                <w:b/>
                <w:bCs/>
                <w:sz w:val="18"/>
                <w:szCs w:val="18"/>
              </w:rPr>
            </w:pPr>
          </w:p>
        </w:tc>
        <w:tc>
          <w:tcPr>
            <w:tcW w:w="679" w:type="dxa"/>
            <w:vMerge/>
            <w:vAlign w:val="center"/>
            <w:hideMark/>
          </w:tcPr>
          <w:p w:rsidR="005D696B" w:rsidRPr="005B300D" w:rsidRDefault="005D696B" w:rsidP="00FF0CD2">
            <w:pPr>
              <w:rPr>
                <w:b/>
                <w:bCs/>
                <w:sz w:val="18"/>
                <w:szCs w:val="18"/>
              </w:rPr>
            </w:pPr>
          </w:p>
        </w:tc>
        <w:tc>
          <w:tcPr>
            <w:tcW w:w="500" w:type="dxa"/>
            <w:shd w:val="clear" w:color="auto" w:fill="auto"/>
            <w:noWrap/>
            <w:vAlign w:val="center"/>
            <w:hideMark/>
          </w:tcPr>
          <w:p w:rsidR="005D696B" w:rsidRPr="005B300D" w:rsidRDefault="005D696B" w:rsidP="00FF0CD2">
            <w:pPr>
              <w:rPr>
                <w:b/>
                <w:sz w:val="18"/>
                <w:szCs w:val="18"/>
              </w:rPr>
            </w:pPr>
            <w:r w:rsidRPr="005B300D">
              <w:rPr>
                <w:b/>
                <w:sz w:val="18"/>
                <w:szCs w:val="18"/>
              </w:rPr>
              <w:t>16</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679" w:type="dxa"/>
            <w:shd w:val="clear" w:color="auto" w:fill="auto"/>
            <w:noWrap/>
            <w:vAlign w:val="center"/>
            <w:hideMark/>
          </w:tcPr>
          <w:p w:rsidR="005D696B" w:rsidRPr="005B300D" w:rsidRDefault="005D696B" w:rsidP="00FF0CD2">
            <w:pPr>
              <w:jc w:val="center"/>
              <w:rPr>
                <w:b/>
                <w:sz w:val="18"/>
                <w:szCs w:val="18"/>
              </w:rPr>
            </w:pPr>
            <w:r w:rsidRPr="005B300D">
              <w:rPr>
                <w:b/>
                <w:sz w:val="18"/>
                <w:szCs w:val="18"/>
              </w:rPr>
              <w:t>16</w:t>
            </w: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hideMark/>
          </w:tcPr>
          <w:p w:rsidR="005D696B" w:rsidRPr="005B300D" w:rsidRDefault="005D696B" w:rsidP="00FF0CD2">
            <w:pPr>
              <w:jc w:val="center"/>
              <w:rPr>
                <w:b/>
                <w:sz w:val="18"/>
                <w:szCs w:val="18"/>
              </w:rPr>
            </w:pPr>
            <w:r w:rsidRPr="005B300D">
              <w:rPr>
                <w:b/>
                <w:sz w:val="18"/>
                <w:szCs w:val="18"/>
              </w:rPr>
              <w:t> </w:t>
            </w:r>
          </w:p>
        </w:tc>
        <w:tc>
          <w:tcPr>
            <w:tcW w:w="500" w:type="dxa"/>
            <w:shd w:val="clear" w:color="auto" w:fill="auto"/>
            <w:noWrap/>
            <w:vAlign w:val="center"/>
            <w:hideMark/>
          </w:tcPr>
          <w:p w:rsidR="005D696B" w:rsidRPr="005B300D" w:rsidRDefault="005D696B" w:rsidP="00FF0CD2">
            <w:pPr>
              <w:jc w:val="center"/>
              <w:rPr>
                <w:b/>
                <w:sz w:val="18"/>
                <w:szCs w:val="18"/>
              </w:rPr>
            </w:pPr>
            <w:r w:rsidRPr="005B300D">
              <w:rPr>
                <w:b/>
                <w:sz w:val="18"/>
                <w:szCs w:val="18"/>
              </w:rPr>
              <w:t>16</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679" w:type="dxa"/>
            <w:shd w:val="clear" w:color="auto" w:fill="auto"/>
            <w:noWrap/>
            <w:vAlign w:val="center"/>
            <w:hideMark/>
          </w:tcPr>
          <w:p w:rsidR="005D696B" w:rsidRPr="005B300D" w:rsidRDefault="005D696B" w:rsidP="00FF0CD2">
            <w:pPr>
              <w:jc w:val="center"/>
              <w:rPr>
                <w:b/>
                <w:sz w:val="18"/>
                <w:szCs w:val="18"/>
              </w:rPr>
            </w:pPr>
            <w:r w:rsidRPr="005B300D">
              <w:rPr>
                <w:b/>
                <w:sz w:val="18"/>
                <w:szCs w:val="18"/>
              </w:rPr>
              <w:t>16</w:t>
            </w: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 xml:space="preserve">A </w:t>
            </w:r>
            <w:proofErr w:type="spellStart"/>
            <w:r w:rsidRPr="005B300D">
              <w:rPr>
                <w:bCs/>
                <w:sz w:val="18"/>
                <w:szCs w:val="18"/>
              </w:rPr>
              <w:t>fülilleszték</w:t>
            </w:r>
            <w:proofErr w:type="spellEnd"/>
            <w:r w:rsidRPr="005B300D">
              <w:rPr>
                <w:bCs/>
                <w:sz w:val="18"/>
                <w:szCs w:val="18"/>
              </w:rPr>
              <w:t xml:space="preserve"> akusztikai szerepe</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10</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Gyártástechnológia</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6</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
                <w:bCs/>
                <w:sz w:val="18"/>
                <w:szCs w:val="18"/>
              </w:rPr>
            </w:pPr>
            <w:proofErr w:type="spellStart"/>
            <w:r w:rsidRPr="005B300D">
              <w:rPr>
                <w:b/>
                <w:bCs/>
                <w:sz w:val="18"/>
                <w:szCs w:val="18"/>
              </w:rPr>
              <w:t>Szervízismeret</w:t>
            </w:r>
            <w:proofErr w:type="spellEnd"/>
          </w:p>
        </w:tc>
        <w:tc>
          <w:tcPr>
            <w:tcW w:w="588"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16</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679" w:type="dxa"/>
            <w:shd w:val="clear" w:color="auto" w:fill="auto"/>
            <w:noWrap/>
            <w:vAlign w:val="center"/>
          </w:tcPr>
          <w:p w:rsidR="005D696B" w:rsidRPr="005B300D" w:rsidRDefault="005D696B" w:rsidP="00FF0CD2">
            <w:pPr>
              <w:jc w:val="center"/>
              <w:rPr>
                <w:b/>
                <w:sz w:val="18"/>
                <w:szCs w:val="18"/>
              </w:rPr>
            </w:pPr>
            <w:r w:rsidRPr="005B300D">
              <w:rPr>
                <w:b/>
                <w:sz w:val="18"/>
                <w:szCs w:val="18"/>
              </w:rPr>
              <w:t>16</w:t>
            </w: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16</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679" w:type="dxa"/>
            <w:shd w:val="clear" w:color="auto" w:fill="auto"/>
            <w:noWrap/>
            <w:vAlign w:val="center"/>
          </w:tcPr>
          <w:p w:rsidR="005D696B" w:rsidRPr="005B300D" w:rsidRDefault="005D696B" w:rsidP="00FF0CD2">
            <w:pPr>
              <w:jc w:val="center"/>
              <w:rPr>
                <w:b/>
                <w:sz w:val="18"/>
                <w:szCs w:val="18"/>
              </w:rPr>
            </w:pPr>
            <w:r w:rsidRPr="005B300D">
              <w:rPr>
                <w:b/>
                <w:sz w:val="18"/>
                <w:szCs w:val="18"/>
              </w:rPr>
              <w:t>16</w:t>
            </w: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Hallókészülék mérések, szabványok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 xml:space="preserve">Hallókészülék csatoló és </w:t>
            </w:r>
            <w:proofErr w:type="spellStart"/>
            <w:r w:rsidRPr="005B300D">
              <w:rPr>
                <w:bCs/>
                <w:sz w:val="18"/>
                <w:szCs w:val="18"/>
              </w:rPr>
              <w:t>fülszimulátor</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 xml:space="preserve">Hallókészülék mérése hangdobozban </w:t>
            </w:r>
            <w:proofErr w:type="spellStart"/>
            <w:r w:rsidRPr="005B300D">
              <w:rPr>
                <w:bCs/>
                <w:sz w:val="18"/>
                <w:szCs w:val="18"/>
              </w:rPr>
              <w:t>IEC-nek</w:t>
            </w:r>
            <w:proofErr w:type="spellEnd"/>
            <w:r w:rsidRPr="005B300D">
              <w:rPr>
                <w:bCs/>
                <w:sz w:val="18"/>
                <w:szCs w:val="18"/>
              </w:rPr>
              <w:t xml:space="preserve"> megfelelően</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 xml:space="preserve">Mérések </w:t>
            </w:r>
            <w:proofErr w:type="spellStart"/>
            <w:r w:rsidRPr="005B300D">
              <w:rPr>
                <w:bCs/>
                <w:sz w:val="18"/>
                <w:szCs w:val="18"/>
              </w:rPr>
              <w:t>KEMAR-on</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 xml:space="preserve">ANSI mérések </w:t>
            </w:r>
            <w:proofErr w:type="spellStart"/>
            <w:r w:rsidRPr="005B300D">
              <w:rPr>
                <w:bCs/>
                <w:sz w:val="18"/>
                <w:szCs w:val="18"/>
              </w:rPr>
              <w:t>tesztboxban</w:t>
            </w:r>
            <w:proofErr w:type="spell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 xml:space="preserve">Valós </w:t>
            </w:r>
            <w:proofErr w:type="gramStart"/>
            <w:r w:rsidRPr="005B300D">
              <w:rPr>
                <w:bCs/>
                <w:sz w:val="18"/>
                <w:szCs w:val="18"/>
              </w:rPr>
              <w:t>fül mérések</w:t>
            </w:r>
            <w:proofErr w:type="gramEnd"/>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Egyéb mérések</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7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Hallókészülék hibaelhárítás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r w:rsidRPr="005B300D">
              <w:rPr>
                <w:sz w:val="18"/>
                <w:szCs w:val="18"/>
              </w:rPr>
              <w:t>2</w:t>
            </w:r>
          </w:p>
        </w:tc>
        <w:tc>
          <w:tcPr>
            <w:tcW w:w="500"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
                <w:bCs/>
                <w:sz w:val="18"/>
                <w:szCs w:val="18"/>
              </w:rPr>
            </w:pPr>
            <w:r w:rsidRPr="005B300D">
              <w:rPr>
                <w:b/>
                <w:bCs/>
                <w:sz w:val="18"/>
                <w:szCs w:val="18"/>
              </w:rPr>
              <w:t>Hallásakusztikai gyakorlat</w:t>
            </w:r>
          </w:p>
        </w:tc>
        <w:tc>
          <w:tcPr>
            <w:tcW w:w="588"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389"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410"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412" w:type="dxa"/>
            <w:shd w:val="clear" w:color="000000" w:fill="F2F2F2"/>
            <w:noWrap/>
            <w:vAlign w:val="center"/>
          </w:tcPr>
          <w:p w:rsidR="005D696B" w:rsidRPr="005B300D" w:rsidRDefault="005D696B" w:rsidP="00FF0CD2">
            <w:pPr>
              <w:jc w:val="center"/>
              <w:rPr>
                <w:sz w:val="18"/>
                <w:szCs w:val="18"/>
              </w:rPr>
            </w:pPr>
            <w:r w:rsidRPr="005B300D">
              <w:rPr>
                <w:b/>
                <w:bCs/>
                <w:sz w:val="18"/>
                <w:szCs w:val="18"/>
              </w:rPr>
              <w:t>0</w:t>
            </w:r>
          </w:p>
        </w:tc>
        <w:tc>
          <w:tcPr>
            <w:tcW w:w="679" w:type="dxa"/>
            <w:shd w:val="clear" w:color="auto" w:fill="auto"/>
            <w:noWrap/>
            <w:vAlign w:val="center"/>
          </w:tcPr>
          <w:p w:rsidR="005D696B" w:rsidRPr="005B300D" w:rsidRDefault="005D696B" w:rsidP="00FF0CD2">
            <w:pPr>
              <w:jc w:val="center"/>
              <w:rPr>
                <w:sz w:val="18"/>
                <w:szCs w:val="18"/>
              </w:rPr>
            </w:pPr>
            <w:r w:rsidRPr="005B300D">
              <w:rPr>
                <w:b/>
                <w:bCs/>
                <w:sz w:val="18"/>
                <w:szCs w:val="18"/>
              </w:rPr>
              <w:t>0</w:t>
            </w: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200</w:t>
            </w:r>
          </w:p>
        </w:tc>
        <w:tc>
          <w:tcPr>
            <w:tcW w:w="679" w:type="dxa"/>
            <w:shd w:val="clear" w:color="auto" w:fill="auto"/>
            <w:noWrap/>
            <w:vAlign w:val="center"/>
          </w:tcPr>
          <w:p w:rsidR="005D696B" w:rsidRPr="005B300D" w:rsidRDefault="005D696B" w:rsidP="00FF0CD2">
            <w:pPr>
              <w:jc w:val="center"/>
              <w:rPr>
                <w:b/>
                <w:sz w:val="18"/>
                <w:szCs w:val="18"/>
              </w:rPr>
            </w:pPr>
            <w:r w:rsidRPr="005B300D">
              <w:rPr>
                <w:b/>
                <w:sz w:val="18"/>
                <w:szCs w:val="18"/>
              </w:rPr>
              <w:t>200</w:t>
            </w: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p>
        </w:tc>
        <w:tc>
          <w:tcPr>
            <w:tcW w:w="500" w:type="dxa"/>
            <w:shd w:val="clear" w:color="auto" w:fill="auto"/>
            <w:noWrap/>
            <w:vAlign w:val="center"/>
          </w:tcPr>
          <w:p w:rsidR="005D696B" w:rsidRPr="005B300D" w:rsidRDefault="005D696B" w:rsidP="00FF0CD2">
            <w:pPr>
              <w:jc w:val="center"/>
              <w:rPr>
                <w:b/>
                <w:sz w:val="18"/>
                <w:szCs w:val="18"/>
              </w:rPr>
            </w:pPr>
            <w:r w:rsidRPr="005B300D">
              <w:rPr>
                <w:b/>
                <w:sz w:val="18"/>
                <w:szCs w:val="18"/>
              </w:rPr>
              <w:t>0</w:t>
            </w:r>
          </w:p>
        </w:tc>
        <w:tc>
          <w:tcPr>
            <w:tcW w:w="500" w:type="dxa"/>
            <w:shd w:val="clear" w:color="000000" w:fill="F2F2F2"/>
            <w:noWrap/>
            <w:vAlign w:val="center"/>
          </w:tcPr>
          <w:p w:rsidR="005D696B" w:rsidRPr="005B300D" w:rsidRDefault="005D696B" w:rsidP="00FF0CD2">
            <w:pPr>
              <w:jc w:val="center"/>
              <w:rPr>
                <w:b/>
                <w:sz w:val="18"/>
                <w:szCs w:val="18"/>
              </w:rPr>
            </w:pPr>
            <w:r w:rsidRPr="005B300D">
              <w:rPr>
                <w:b/>
                <w:sz w:val="18"/>
                <w:szCs w:val="18"/>
              </w:rPr>
              <w:t>240</w:t>
            </w:r>
          </w:p>
        </w:tc>
        <w:tc>
          <w:tcPr>
            <w:tcW w:w="679" w:type="dxa"/>
            <w:shd w:val="clear" w:color="auto" w:fill="auto"/>
            <w:noWrap/>
            <w:vAlign w:val="center"/>
          </w:tcPr>
          <w:p w:rsidR="005D696B" w:rsidRPr="005B300D" w:rsidRDefault="005D696B" w:rsidP="00FF0CD2">
            <w:pPr>
              <w:jc w:val="center"/>
              <w:rPr>
                <w:b/>
                <w:sz w:val="18"/>
                <w:szCs w:val="18"/>
              </w:rPr>
            </w:pPr>
            <w:r w:rsidRPr="005B300D">
              <w:rPr>
                <w:b/>
                <w:sz w:val="18"/>
                <w:szCs w:val="18"/>
              </w:rPr>
              <w:t>240</w:t>
            </w: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proofErr w:type="spellStart"/>
            <w:r w:rsidRPr="005B300D">
              <w:rPr>
                <w:bCs/>
                <w:sz w:val="18"/>
                <w:szCs w:val="18"/>
              </w:rPr>
              <w:t>Audiológiai</w:t>
            </w:r>
            <w:proofErr w:type="spellEnd"/>
            <w:r w:rsidRPr="005B300D">
              <w:rPr>
                <w:bCs/>
                <w:sz w:val="18"/>
                <w:szCs w:val="18"/>
              </w:rPr>
              <w:t xml:space="preserve"> szakrendelés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24</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Hallókészülék kiválasztás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40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40</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Hallókészülék beállítás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100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104</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Hatékonyság mérése</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10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24</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proofErr w:type="spellStart"/>
            <w:r w:rsidRPr="005B300D">
              <w:rPr>
                <w:bCs/>
                <w:sz w:val="18"/>
                <w:szCs w:val="18"/>
              </w:rPr>
              <w:t>Fülilleszték</w:t>
            </w:r>
            <w:proofErr w:type="spellEnd"/>
            <w:r w:rsidRPr="005B300D">
              <w:rPr>
                <w:bCs/>
                <w:sz w:val="18"/>
                <w:szCs w:val="18"/>
              </w:rPr>
              <w:t xml:space="preserve"> készítés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24</w:t>
            </w:r>
          </w:p>
        </w:tc>
        <w:tc>
          <w:tcPr>
            <w:tcW w:w="679" w:type="dxa"/>
            <w:shd w:val="clear" w:color="auto" w:fill="auto"/>
            <w:noWrap/>
            <w:vAlign w:val="center"/>
          </w:tcPr>
          <w:p w:rsidR="005D696B" w:rsidRPr="005B300D" w:rsidRDefault="005D696B" w:rsidP="00FF0CD2">
            <w:pPr>
              <w:jc w:val="center"/>
              <w:rPr>
                <w:sz w:val="18"/>
                <w:szCs w:val="18"/>
              </w:rPr>
            </w:pPr>
          </w:p>
        </w:tc>
      </w:tr>
      <w:tr w:rsidR="005D696B" w:rsidRPr="005B300D" w:rsidTr="00FF0CD2">
        <w:trPr>
          <w:trHeight w:val="240"/>
          <w:jc w:val="center"/>
        </w:trPr>
        <w:tc>
          <w:tcPr>
            <w:tcW w:w="943" w:type="dxa"/>
            <w:vMerge/>
            <w:vAlign w:val="center"/>
          </w:tcPr>
          <w:p w:rsidR="005D696B" w:rsidRPr="005B300D" w:rsidRDefault="005D696B" w:rsidP="00FF0CD2">
            <w:pPr>
              <w:rPr>
                <w:sz w:val="18"/>
                <w:szCs w:val="18"/>
              </w:rPr>
            </w:pPr>
          </w:p>
        </w:tc>
        <w:tc>
          <w:tcPr>
            <w:tcW w:w="1806" w:type="dxa"/>
            <w:shd w:val="clear" w:color="auto" w:fill="auto"/>
            <w:vAlign w:val="center"/>
          </w:tcPr>
          <w:p w:rsidR="005D696B" w:rsidRPr="005B300D" w:rsidRDefault="005D696B" w:rsidP="00FF0CD2">
            <w:pPr>
              <w:rPr>
                <w:bCs/>
                <w:sz w:val="18"/>
                <w:szCs w:val="18"/>
              </w:rPr>
            </w:pPr>
            <w:r w:rsidRPr="005B300D">
              <w:rPr>
                <w:bCs/>
                <w:sz w:val="18"/>
                <w:szCs w:val="18"/>
              </w:rPr>
              <w:t>Szervízelés</w:t>
            </w: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556" w:type="dxa"/>
            <w:shd w:val="clear" w:color="auto" w:fill="auto"/>
            <w:noWrap/>
            <w:vAlign w:val="center"/>
          </w:tcPr>
          <w:p w:rsidR="005D696B" w:rsidRPr="005B300D" w:rsidRDefault="005D696B" w:rsidP="00FF0CD2">
            <w:pPr>
              <w:jc w:val="center"/>
              <w:rPr>
                <w:sz w:val="18"/>
                <w:szCs w:val="18"/>
              </w:rPr>
            </w:pPr>
          </w:p>
        </w:tc>
        <w:tc>
          <w:tcPr>
            <w:tcW w:w="389"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410" w:type="dxa"/>
            <w:shd w:val="clear" w:color="auto" w:fill="auto"/>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56" w:type="dxa"/>
            <w:shd w:val="clear" w:color="000000" w:fill="F2F2F2"/>
            <w:noWrap/>
            <w:vAlign w:val="center"/>
          </w:tcPr>
          <w:p w:rsidR="005D696B" w:rsidRPr="005B300D" w:rsidRDefault="005D696B" w:rsidP="00FF0CD2">
            <w:pPr>
              <w:jc w:val="center"/>
              <w:rPr>
                <w:sz w:val="18"/>
                <w:szCs w:val="18"/>
              </w:rPr>
            </w:pPr>
          </w:p>
        </w:tc>
        <w:tc>
          <w:tcPr>
            <w:tcW w:w="588" w:type="dxa"/>
            <w:shd w:val="clear" w:color="auto" w:fill="auto"/>
            <w:noWrap/>
            <w:vAlign w:val="center"/>
          </w:tcPr>
          <w:p w:rsidR="005D696B" w:rsidRPr="005B300D" w:rsidRDefault="005D696B" w:rsidP="00FF0CD2">
            <w:pPr>
              <w:jc w:val="center"/>
              <w:rPr>
                <w:sz w:val="18"/>
                <w:szCs w:val="18"/>
              </w:rPr>
            </w:pPr>
          </w:p>
        </w:tc>
        <w:tc>
          <w:tcPr>
            <w:tcW w:w="412" w:type="dxa"/>
            <w:shd w:val="clear" w:color="000000" w:fill="F2F2F2"/>
            <w:noWrap/>
            <w:vAlign w:val="center"/>
          </w:tcPr>
          <w:p w:rsidR="005D696B" w:rsidRPr="005B300D" w:rsidRDefault="005D696B" w:rsidP="00FF0CD2">
            <w:pPr>
              <w:jc w:val="center"/>
              <w:rPr>
                <w:sz w:val="18"/>
                <w:szCs w:val="18"/>
              </w:rPr>
            </w:pPr>
          </w:p>
        </w:tc>
        <w:tc>
          <w:tcPr>
            <w:tcW w:w="679" w:type="dxa"/>
            <w:shd w:val="clear" w:color="auto" w:fill="auto"/>
            <w:noWrap/>
            <w:vAlign w:val="center"/>
          </w:tcPr>
          <w:p w:rsidR="005D696B" w:rsidRPr="005B300D" w:rsidRDefault="005D696B" w:rsidP="00FF0CD2">
            <w:pPr>
              <w:jc w:val="center"/>
              <w:rPr>
                <w:sz w:val="18"/>
                <w:szCs w:val="18"/>
              </w:rPr>
            </w:pPr>
          </w:p>
        </w:tc>
        <w:tc>
          <w:tcPr>
            <w:tcW w:w="672" w:type="dxa"/>
            <w:vMerge/>
            <w:vAlign w:val="center"/>
          </w:tcPr>
          <w:p w:rsidR="005D696B" w:rsidRPr="005B300D" w:rsidRDefault="005D696B" w:rsidP="00FF0CD2">
            <w:pPr>
              <w:rPr>
                <w:b/>
                <w:bCs/>
                <w:sz w:val="18"/>
                <w:szCs w:val="18"/>
              </w:rPr>
            </w:pPr>
          </w:p>
        </w:tc>
        <w:tc>
          <w:tcPr>
            <w:tcW w:w="679" w:type="dxa"/>
            <w:vMerge/>
            <w:vAlign w:val="center"/>
          </w:tcPr>
          <w:p w:rsidR="005D696B" w:rsidRPr="005B300D" w:rsidRDefault="005D696B" w:rsidP="00FF0CD2">
            <w:pPr>
              <w:rPr>
                <w:b/>
                <w:bCs/>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10</w:t>
            </w:r>
          </w:p>
        </w:tc>
        <w:tc>
          <w:tcPr>
            <w:tcW w:w="679" w:type="dxa"/>
            <w:shd w:val="clear" w:color="auto" w:fill="auto"/>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p>
        </w:tc>
        <w:tc>
          <w:tcPr>
            <w:tcW w:w="500" w:type="dxa"/>
            <w:shd w:val="clear" w:color="auto" w:fill="auto"/>
            <w:noWrap/>
            <w:vAlign w:val="center"/>
          </w:tcPr>
          <w:p w:rsidR="005D696B" w:rsidRPr="005B300D" w:rsidRDefault="005D696B" w:rsidP="00FF0CD2">
            <w:pPr>
              <w:jc w:val="center"/>
              <w:rPr>
                <w:sz w:val="18"/>
                <w:szCs w:val="18"/>
              </w:rPr>
            </w:pPr>
          </w:p>
        </w:tc>
        <w:tc>
          <w:tcPr>
            <w:tcW w:w="500" w:type="dxa"/>
            <w:shd w:val="clear" w:color="000000" w:fill="F2F2F2"/>
            <w:noWrap/>
            <w:vAlign w:val="center"/>
          </w:tcPr>
          <w:p w:rsidR="005D696B" w:rsidRPr="005B300D" w:rsidRDefault="005D696B" w:rsidP="00FF0CD2">
            <w:pPr>
              <w:jc w:val="center"/>
              <w:rPr>
                <w:sz w:val="18"/>
                <w:szCs w:val="18"/>
              </w:rPr>
            </w:pPr>
            <w:r w:rsidRPr="005B300D">
              <w:rPr>
                <w:sz w:val="18"/>
                <w:szCs w:val="18"/>
              </w:rPr>
              <w:t>24</w:t>
            </w:r>
          </w:p>
        </w:tc>
        <w:tc>
          <w:tcPr>
            <w:tcW w:w="679" w:type="dxa"/>
            <w:shd w:val="clear" w:color="auto" w:fill="auto"/>
            <w:noWrap/>
            <w:vAlign w:val="center"/>
          </w:tcPr>
          <w:p w:rsidR="005D696B" w:rsidRPr="005B300D" w:rsidRDefault="005D696B" w:rsidP="00FF0CD2">
            <w:pPr>
              <w:jc w:val="center"/>
              <w:rPr>
                <w:sz w:val="18"/>
                <w:szCs w:val="18"/>
              </w:rPr>
            </w:pPr>
          </w:p>
        </w:tc>
      </w:tr>
    </w:tbl>
    <w:p w:rsidR="005D696B" w:rsidRPr="005B300D" w:rsidRDefault="005D696B" w:rsidP="005D696B">
      <w:bookmarkStart w:id="0" w:name="_MON_1525180040"/>
      <w:bookmarkEnd w:id="0"/>
    </w:p>
    <w:p w:rsidR="005D696B" w:rsidRPr="005B300D" w:rsidRDefault="005D696B" w:rsidP="005D696B">
      <w:r w:rsidRPr="005B300D">
        <w:t xml:space="preserve">Jelmagyarázat: e/elmélet; </w:t>
      </w:r>
      <w:proofErr w:type="spellStart"/>
      <w:r w:rsidRPr="005B300D">
        <w:t>gy</w:t>
      </w:r>
      <w:proofErr w:type="spellEnd"/>
      <w:r w:rsidRPr="005B300D">
        <w:t xml:space="preserve">/gyakorlat; </w:t>
      </w:r>
      <w:proofErr w:type="spellStart"/>
      <w:r w:rsidRPr="005B300D">
        <w:t>ögy</w:t>
      </w:r>
      <w:proofErr w:type="spellEnd"/>
      <w:r w:rsidRPr="005B300D">
        <w:t>/összefüggő szakmai gyakorlat</w:t>
      </w:r>
    </w:p>
    <w:p w:rsidR="005D696B" w:rsidRPr="005B300D" w:rsidRDefault="005D696B" w:rsidP="005D696B"/>
    <w:p w:rsidR="005D696B" w:rsidRPr="005B300D" w:rsidRDefault="005D696B" w:rsidP="005D696B">
      <w:r w:rsidRPr="005B300D">
        <w:t>A szakképzésről szóló 2011. évi CLXXXVII. törvény 8.§ (5) bekezdésének megfelelően a táblázatban a nappali rendszerű oktatásra meghatározott tanulói éves kötelező szakmai elméleti és gyakorlati óraszám legalább 90%-a felosztásra került.</w:t>
      </w:r>
    </w:p>
    <w:p w:rsidR="005D696B" w:rsidRPr="005B300D" w:rsidRDefault="005D696B" w:rsidP="005D696B">
      <w:r w:rsidRPr="005B300D">
        <w:t>A szakmai és vizsgakövetelményben a szakképesítésre meghatározott elmélet/gyakorlat arányának a teljes képzési idő során kell teljesülnie.</w:t>
      </w:r>
    </w:p>
    <w:p w:rsidR="005D696B" w:rsidRPr="005B300D" w:rsidRDefault="005D696B" w:rsidP="005D696B">
      <w:r w:rsidRPr="005B300D">
        <w:t>A tantárgyakra meghatározott időkeret kötelező érvényű, a témakörökre kialakított óraszám pedig ajánlás.</w:t>
      </w:r>
    </w:p>
    <w:p w:rsidR="005D696B" w:rsidRPr="005B300D" w:rsidRDefault="005D696B" w:rsidP="005D696B"/>
    <w:p w:rsidR="005D696B" w:rsidRPr="005B300D" w:rsidRDefault="005D696B" w:rsidP="005D696B">
      <w:r w:rsidRPr="005B300D">
        <w:t>A szakmai és vizsgakövetelményben a szakképesítésre meghatározott elmélet/gyakorlat arányának a teljes képzési idő során kell teljesülnie.</w:t>
      </w:r>
    </w:p>
    <w:p w:rsidR="005D696B" w:rsidRPr="005B300D" w:rsidRDefault="005D696B" w:rsidP="005D696B">
      <w:pPr>
        <w:spacing w:after="200" w:line="276" w:lineRule="auto"/>
      </w:pPr>
      <w:r w:rsidRPr="005B300D">
        <w:br w:type="page"/>
      </w:r>
    </w:p>
    <w:p w:rsidR="005D696B" w:rsidRPr="005B300D" w:rsidRDefault="005D696B" w:rsidP="005D696B">
      <w:pPr>
        <w:sectPr w:rsidR="005D696B" w:rsidRPr="005B300D" w:rsidSect="00FF0CD2">
          <w:pgSz w:w="16838" w:h="11906" w:orient="landscape"/>
          <w:pgMar w:top="1417" w:right="1417" w:bottom="1417" w:left="1417" w:header="708" w:footer="708" w:gutter="0"/>
          <w:cols w:space="708"/>
          <w:docGrid w:linePitch="360"/>
        </w:sectPr>
      </w:pPr>
    </w:p>
    <w:p w:rsidR="005D696B" w:rsidRPr="005B300D" w:rsidRDefault="005D696B" w:rsidP="005D696B"/>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11499-12 azonosító számú</w:t>
      </w:r>
    </w:p>
    <w:p w:rsidR="005D696B" w:rsidRPr="005B300D" w:rsidRDefault="005D696B" w:rsidP="005D696B">
      <w:pPr>
        <w:jc w:val="center"/>
        <w:rPr>
          <w:b/>
          <w:sz w:val="36"/>
        </w:rPr>
      </w:pPr>
      <w:r w:rsidRPr="005B300D">
        <w:rPr>
          <w:b/>
          <w:sz w:val="36"/>
        </w:rPr>
        <w:t>Foglalkoztatás II.</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693EC7" w:rsidRPr="00693EC7" w:rsidRDefault="00693EC7" w:rsidP="00693EC7">
      <w:pPr>
        <w:spacing w:after="120"/>
        <w:jc w:val="both"/>
        <w:rPr>
          <w:rFonts w:eastAsia="Calibri"/>
          <w:lang w:eastAsia="en-US"/>
        </w:rPr>
      </w:pPr>
      <w:r w:rsidRPr="00693EC7">
        <w:rPr>
          <w:rFonts w:eastAsia="Calibri"/>
          <w:lang w:eastAsia="en-US"/>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693EC7" w:rsidRPr="00693EC7" w:rsidTr="00693EC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pPr>
              <w:jc w:val="center"/>
            </w:pPr>
            <w:r w:rsidRPr="00693EC7">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93EC7" w:rsidRPr="00693EC7" w:rsidRDefault="00693EC7" w:rsidP="00693EC7">
            <w:pPr>
              <w:jc w:val="center"/>
            </w:pPr>
            <w:r w:rsidRPr="00693EC7">
              <w:t>Foglalkoztatás II.</w:t>
            </w:r>
          </w:p>
        </w:tc>
      </w:tr>
      <w:tr w:rsidR="00693EC7" w:rsidRPr="00693EC7" w:rsidTr="00693E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FELADATOK</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 xml:space="preserve">Alkalmazza a </w:t>
            </w:r>
            <w:proofErr w:type="spellStart"/>
            <w:r w:rsidRPr="00693EC7">
              <w:t>munkaerőpiaci</w:t>
            </w:r>
            <w:proofErr w:type="spellEnd"/>
            <w:r w:rsidRPr="00693EC7">
              <w:t xml:space="preserve">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SZAKMAI ISMERETEK</w:t>
            </w:r>
          </w:p>
        </w:tc>
      </w:tr>
      <w:tr w:rsidR="00693EC7" w:rsidRPr="00693EC7" w:rsidTr="00693E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Nemzeti Foglalkoztatási Szolgálat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SZAKMAI KÉSZSÉGEK</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SZEMÉLYES KOMPETENCIÁK</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lastRenderedPageBreak/>
              <w:t>TÁRSAS KOMPETENCIÁK</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MÓDSZERKOMPETENCIÁK</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r w:rsidR="00693EC7" w:rsidRPr="00693EC7" w:rsidTr="00693EC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693EC7" w:rsidRPr="00693EC7" w:rsidRDefault="00693EC7" w:rsidP="00693EC7">
            <w:r w:rsidRPr="00693EC7">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693EC7" w:rsidRPr="00693EC7" w:rsidRDefault="00693EC7" w:rsidP="00693EC7">
            <w:pPr>
              <w:jc w:val="center"/>
            </w:pPr>
            <w:r w:rsidRPr="00693EC7">
              <w:t>x</w:t>
            </w:r>
          </w:p>
        </w:tc>
      </w:tr>
    </w:tbl>
    <w:p w:rsidR="00693EC7" w:rsidRPr="00693EC7" w:rsidRDefault="00693EC7" w:rsidP="00693EC7">
      <w:pPr>
        <w:spacing w:after="120"/>
        <w:jc w:val="center"/>
        <w:rPr>
          <w:rFonts w:eastAsia="Calibri"/>
          <w:lang w:eastAsia="en-US"/>
        </w:rPr>
      </w:pPr>
    </w:p>
    <w:p w:rsidR="00693EC7" w:rsidRPr="00693EC7" w:rsidRDefault="00693EC7" w:rsidP="00693EC7">
      <w:pPr>
        <w:spacing w:after="120"/>
        <w:jc w:val="both"/>
        <w:rPr>
          <w:rFonts w:eastAsia="Calibri"/>
          <w:lang w:eastAsia="en-US"/>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693EC7">
        <w:rPr>
          <w:rFonts w:eastAsia="Calibri"/>
          <w:lang w:eastAsia="en-US"/>
        </w:rPr>
        <w:br w:type="page"/>
      </w:r>
    </w:p>
    <w:p w:rsidR="00693EC7" w:rsidRPr="00693EC7" w:rsidRDefault="00693EC7" w:rsidP="00693EC7">
      <w:pPr>
        <w:numPr>
          <w:ilvl w:val="0"/>
          <w:numId w:val="4"/>
        </w:numPr>
        <w:tabs>
          <w:tab w:val="right" w:pos="284"/>
        </w:tabs>
        <w:spacing w:after="120"/>
        <w:contextualSpacing/>
        <w:jc w:val="both"/>
        <w:rPr>
          <w:rFonts w:eastAsia="Calibri"/>
          <w:b/>
          <w:lang w:eastAsia="en-US"/>
        </w:rPr>
      </w:pPr>
      <w:r w:rsidRPr="00693EC7">
        <w:rPr>
          <w:rFonts w:eastAsia="Calibri"/>
          <w:b/>
          <w:lang w:eastAsia="en-US"/>
        </w:rPr>
        <w:lastRenderedPageBreak/>
        <w:t>Foglalkoztatás II. tantárgy</w:t>
      </w:r>
      <w:r w:rsidRPr="00693EC7">
        <w:rPr>
          <w:rFonts w:eastAsia="Calibri"/>
          <w:b/>
          <w:lang w:eastAsia="en-US"/>
        </w:rPr>
        <w:tab/>
      </w:r>
      <w:r w:rsidRPr="00693EC7">
        <w:rPr>
          <w:rFonts w:eastAsia="Calibri"/>
          <w:b/>
          <w:lang w:eastAsia="en-US"/>
        </w:rPr>
        <w:tab/>
      </w:r>
      <w:r w:rsidRPr="00693EC7">
        <w:rPr>
          <w:rFonts w:eastAsia="Calibri"/>
          <w:b/>
          <w:lang w:eastAsia="en-US"/>
        </w:rPr>
        <w:tab/>
      </w:r>
      <w:r w:rsidRPr="00693EC7">
        <w:rPr>
          <w:rFonts w:eastAsia="Calibri"/>
          <w:b/>
          <w:lang w:eastAsia="en-US"/>
        </w:rPr>
        <w:tab/>
      </w:r>
      <w:r w:rsidRPr="00693EC7">
        <w:rPr>
          <w:rFonts w:eastAsia="Calibri"/>
          <w:b/>
          <w:lang w:eastAsia="en-US"/>
        </w:rPr>
        <w:tab/>
      </w:r>
      <w:r w:rsidRPr="00693EC7">
        <w:rPr>
          <w:rFonts w:eastAsia="Calibri"/>
          <w:b/>
          <w:lang w:eastAsia="en-US"/>
        </w:rPr>
        <w:tab/>
        <w:t>15 óra/15 óra*</w:t>
      </w:r>
    </w:p>
    <w:p w:rsidR="00693EC7" w:rsidRPr="00693EC7" w:rsidRDefault="00693EC7" w:rsidP="00693EC7">
      <w:pPr>
        <w:jc w:val="right"/>
        <w:rPr>
          <w:rFonts w:eastAsia="Calibri"/>
          <w:lang w:eastAsia="en-US"/>
        </w:rPr>
      </w:pPr>
      <w:r w:rsidRPr="00693EC7">
        <w:rPr>
          <w:rFonts w:eastAsia="Calibri"/>
          <w:lang w:eastAsia="en-US"/>
        </w:rPr>
        <w:t>* 9-13. évfolyamon megszervezett képzés/13. és 14. évfolyamon megszervezett képzés</w:t>
      </w:r>
    </w:p>
    <w:p w:rsidR="00693EC7" w:rsidRPr="00693EC7" w:rsidRDefault="00693EC7" w:rsidP="00693EC7">
      <w:pPr>
        <w:spacing w:after="120"/>
        <w:jc w:val="both"/>
        <w:rPr>
          <w:rFonts w:eastAsia="Calibri"/>
          <w:lang w:eastAsia="en-US"/>
        </w:rPr>
      </w:pPr>
    </w:p>
    <w:p w:rsidR="00693EC7" w:rsidRPr="00693EC7" w:rsidRDefault="00693EC7" w:rsidP="00693EC7">
      <w:pPr>
        <w:numPr>
          <w:ilvl w:val="1"/>
          <w:numId w:val="4"/>
        </w:numPr>
        <w:spacing w:after="120"/>
        <w:contextualSpacing/>
        <w:jc w:val="both"/>
        <w:rPr>
          <w:rFonts w:eastAsia="Calibri"/>
          <w:b/>
          <w:lang w:eastAsia="en-US"/>
        </w:rPr>
      </w:pPr>
      <w:r w:rsidRPr="00693EC7">
        <w:rPr>
          <w:rFonts w:eastAsia="Calibri"/>
          <w:b/>
          <w:lang w:eastAsia="en-US"/>
        </w:rPr>
        <w:t>A tantárgy tanításának célja</w:t>
      </w:r>
    </w:p>
    <w:p w:rsidR="00693EC7" w:rsidRPr="00693EC7" w:rsidRDefault="00693EC7" w:rsidP="00693EC7">
      <w:pPr>
        <w:ind w:left="426"/>
        <w:jc w:val="both"/>
        <w:rPr>
          <w:rFonts w:eastAsia="Calibri"/>
          <w:lang w:eastAsia="en-US"/>
        </w:rPr>
      </w:pPr>
      <w:r w:rsidRPr="00693EC7">
        <w:rPr>
          <w:rFonts w:eastAsia="Calibri"/>
          <w:lang w:eastAsia="en-US"/>
        </w:rPr>
        <w:t>A tanuló általános felkészítése az álláskeresés módszereire, technikáira, valamint a munkavállaláshoz, munkaviszony létesítéséhez szükséges alapismeretek elsajátítására.</w:t>
      </w:r>
    </w:p>
    <w:p w:rsidR="00693EC7" w:rsidRPr="00693EC7" w:rsidRDefault="00693EC7" w:rsidP="00693EC7">
      <w:pPr>
        <w:ind w:left="426"/>
        <w:jc w:val="both"/>
        <w:rPr>
          <w:rFonts w:eastAsia="Calibri"/>
          <w:lang w:eastAsia="en-US"/>
        </w:rPr>
      </w:pPr>
    </w:p>
    <w:p w:rsidR="00693EC7" w:rsidRPr="00693EC7" w:rsidRDefault="00693EC7" w:rsidP="00693EC7">
      <w:pPr>
        <w:numPr>
          <w:ilvl w:val="1"/>
          <w:numId w:val="4"/>
        </w:numPr>
        <w:spacing w:after="120"/>
        <w:contextualSpacing/>
        <w:jc w:val="both"/>
        <w:rPr>
          <w:rFonts w:eastAsia="Calibri"/>
          <w:b/>
          <w:lang w:eastAsia="en-US"/>
        </w:rPr>
      </w:pPr>
      <w:r w:rsidRPr="00693EC7">
        <w:rPr>
          <w:rFonts w:eastAsia="Calibri"/>
          <w:b/>
          <w:lang w:eastAsia="en-US"/>
        </w:rPr>
        <w:t>Kapcsolódó közismereti, szakmai tartalmak</w:t>
      </w:r>
    </w:p>
    <w:p w:rsidR="00693EC7" w:rsidRPr="00693EC7" w:rsidRDefault="00693EC7" w:rsidP="00693EC7">
      <w:pPr>
        <w:ind w:left="426"/>
        <w:jc w:val="both"/>
        <w:rPr>
          <w:rFonts w:eastAsia="Calibri"/>
          <w:lang w:eastAsia="en-US"/>
        </w:rPr>
      </w:pPr>
      <w:r w:rsidRPr="00693EC7">
        <w:rPr>
          <w:rFonts w:eastAsia="Calibri"/>
          <w:lang w:eastAsia="en-US"/>
        </w:rPr>
        <w:t>—</w:t>
      </w:r>
    </w:p>
    <w:p w:rsidR="00693EC7" w:rsidRPr="00693EC7" w:rsidRDefault="00693EC7" w:rsidP="00693EC7">
      <w:pPr>
        <w:ind w:left="426"/>
        <w:jc w:val="both"/>
        <w:rPr>
          <w:rFonts w:eastAsia="Calibri"/>
          <w:lang w:eastAsia="en-US"/>
        </w:rPr>
      </w:pPr>
    </w:p>
    <w:p w:rsidR="00693EC7" w:rsidRPr="00693EC7" w:rsidRDefault="00693EC7" w:rsidP="00693EC7">
      <w:pPr>
        <w:numPr>
          <w:ilvl w:val="1"/>
          <w:numId w:val="4"/>
        </w:numPr>
        <w:spacing w:after="120"/>
        <w:contextualSpacing/>
        <w:jc w:val="both"/>
        <w:rPr>
          <w:rFonts w:eastAsia="Calibri"/>
          <w:b/>
          <w:lang w:eastAsia="en-US"/>
        </w:rPr>
      </w:pPr>
      <w:r w:rsidRPr="00693EC7">
        <w:rPr>
          <w:rFonts w:eastAsia="Calibri"/>
          <w:b/>
          <w:lang w:eastAsia="en-US"/>
        </w:rPr>
        <w:t>Témakörök</w:t>
      </w:r>
    </w:p>
    <w:p w:rsidR="00693EC7" w:rsidRPr="00693EC7" w:rsidRDefault="00693EC7" w:rsidP="00693EC7">
      <w:pPr>
        <w:numPr>
          <w:ilvl w:val="2"/>
          <w:numId w:val="4"/>
        </w:numPr>
        <w:tabs>
          <w:tab w:val="left" w:pos="1701"/>
          <w:tab w:val="right" w:pos="9072"/>
        </w:tabs>
        <w:spacing w:after="120"/>
        <w:ind w:left="993" w:hanging="426"/>
        <w:contextualSpacing/>
        <w:jc w:val="both"/>
        <w:rPr>
          <w:rFonts w:eastAsia="Calibri"/>
          <w:b/>
          <w:i/>
          <w:lang w:eastAsia="en-US"/>
        </w:rPr>
      </w:pPr>
      <w:r w:rsidRPr="00693EC7">
        <w:rPr>
          <w:rFonts w:eastAsia="Calibri"/>
          <w:b/>
          <w:i/>
          <w:lang w:eastAsia="en-US"/>
        </w:rPr>
        <w:t>Munkajogi alapismeretek</w:t>
      </w:r>
      <w:r w:rsidRPr="00693EC7">
        <w:rPr>
          <w:rFonts w:eastAsia="Calibri"/>
          <w:b/>
          <w:i/>
          <w:lang w:eastAsia="en-US"/>
        </w:rPr>
        <w:tab/>
        <w:t>4 óra/4 óra</w:t>
      </w:r>
    </w:p>
    <w:p w:rsidR="00693EC7" w:rsidRPr="00693EC7" w:rsidRDefault="00693EC7" w:rsidP="00693EC7">
      <w:pPr>
        <w:ind w:left="851"/>
        <w:jc w:val="both"/>
        <w:rPr>
          <w:rFonts w:eastAsia="Calibri"/>
          <w:lang w:eastAsia="en-US"/>
        </w:rPr>
      </w:pPr>
      <w:r w:rsidRPr="00693EC7">
        <w:rPr>
          <w:rFonts w:eastAsia="Calibri"/>
          <w:lang w:eastAsia="en-US"/>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693EC7" w:rsidRPr="00693EC7" w:rsidRDefault="00693EC7" w:rsidP="00693EC7">
      <w:pPr>
        <w:ind w:left="851"/>
        <w:jc w:val="both"/>
        <w:rPr>
          <w:rFonts w:eastAsia="Calibri"/>
          <w:lang w:eastAsia="en-US"/>
        </w:rPr>
      </w:pPr>
      <w:r w:rsidRPr="00693EC7">
        <w:rPr>
          <w:rFonts w:eastAsia="Calibri"/>
          <w:lang w:eastAsia="en-US"/>
        </w:rPr>
        <w:t>Munkajogi alapok: felek a munkajogviszonyban, munkaviszony létesítése, munkakör, munkaszerződés módosítása, megszűnése, megszüntetése, felmondás, végkielégítés, pihenőidők, szabadság.</w:t>
      </w:r>
    </w:p>
    <w:p w:rsidR="00693EC7" w:rsidRPr="00693EC7" w:rsidRDefault="00693EC7" w:rsidP="00693EC7">
      <w:pPr>
        <w:ind w:left="851"/>
        <w:jc w:val="both"/>
        <w:rPr>
          <w:rFonts w:eastAsia="Calibri"/>
          <w:lang w:eastAsia="en-US"/>
        </w:rPr>
      </w:pPr>
      <w:r w:rsidRPr="00693EC7">
        <w:rPr>
          <w:rFonts w:eastAsia="Calibri"/>
          <w:lang w:eastAsia="en-US"/>
        </w:rPr>
        <w:t>Foglalkoztatási formák: munkaviszony, megbízási jogviszony, vállalkozási jogviszony, közalkalmazotti jogviszony, közszolgálati jogviszony.</w:t>
      </w:r>
    </w:p>
    <w:p w:rsidR="00693EC7" w:rsidRPr="00693EC7" w:rsidRDefault="00693EC7" w:rsidP="00693EC7">
      <w:pPr>
        <w:ind w:left="851"/>
        <w:jc w:val="both"/>
        <w:rPr>
          <w:rFonts w:eastAsia="Calibri"/>
          <w:lang w:eastAsia="en-US"/>
        </w:rPr>
      </w:pPr>
      <w:r w:rsidRPr="00693EC7">
        <w:rPr>
          <w:rFonts w:eastAsia="Calibri"/>
          <w:lang w:eastAsia="en-US"/>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693EC7" w:rsidRPr="00693EC7" w:rsidRDefault="00693EC7" w:rsidP="00693EC7">
      <w:pPr>
        <w:tabs>
          <w:tab w:val="left" w:pos="1418"/>
          <w:tab w:val="right" w:pos="9072"/>
        </w:tabs>
        <w:ind w:left="851"/>
        <w:jc w:val="both"/>
        <w:rPr>
          <w:rFonts w:eastAsia="Calibri"/>
          <w:lang w:eastAsia="en-US"/>
        </w:rPr>
      </w:pPr>
    </w:p>
    <w:p w:rsidR="00693EC7" w:rsidRPr="00693EC7" w:rsidRDefault="00693EC7" w:rsidP="00693EC7">
      <w:pPr>
        <w:numPr>
          <w:ilvl w:val="2"/>
          <w:numId w:val="4"/>
        </w:numPr>
        <w:tabs>
          <w:tab w:val="left" w:pos="1701"/>
          <w:tab w:val="right" w:pos="9072"/>
        </w:tabs>
        <w:spacing w:after="120"/>
        <w:ind w:left="993" w:hanging="426"/>
        <w:contextualSpacing/>
        <w:jc w:val="both"/>
        <w:rPr>
          <w:rFonts w:eastAsia="Calibri"/>
          <w:b/>
          <w:i/>
          <w:lang w:eastAsia="en-US"/>
        </w:rPr>
      </w:pPr>
      <w:r w:rsidRPr="00693EC7">
        <w:rPr>
          <w:rFonts w:eastAsia="Calibri"/>
          <w:b/>
          <w:i/>
          <w:lang w:eastAsia="en-US"/>
        </w:rPr>
        <w:t>Munkaviszony létesítése</w:t>
      </w:r>
      <w:r w:rsidRPr="00693EC7">
        <w:rPr>
          <w:rFonts w:eastAsia="Calibri"/>
          <w:b/>
          <w:i/>
          <w:lang w:eastAsia="en-US"/>
        </w:rPr>
        <w:tab/>
        <w:t>4 óra/4 óra</w:t>
      </w:r>
    </w:p>
    <w:p w:rsidR="00693EC7" w:rsidRPr="00693EC7" w:rsidRDefault="00693EC7" w:rsidP="00693EC7">
      <w:pPr>
        <w:ind w:left="851"/>
        <w:jc w:val="both"/>
        <w:rPr>
          <w:rFonts w:eastAsia="Calibri"/>
          <w:lang w:eastAsia="en-US"/>
        </w:rPr>
      </w:pPr>
      <w:r w:rsidRPr="00693EC7">
        <w:rPr>
          <w:rFonts w:eastAsia="Calibri"/>
          <w:lang w:eastAsia="en-US"/>
        </w:rPr>
        <w:t>Munkaviszony létrejötte, fajtái: munkaszerződés, teljes- és részmunkaidő, határozott és határozatlan munkaviszony, minimálbér és garantált bérminimum, képviselet szabályai, elállás szabályai, próbaidő.</w:t>
      </w:r>
    </w:p>
    <w:p w:rsidR="00693EC7" w:rsidRPr="00693EC7" w:rsidRDefault="00693EC7" w:rsidP="00693EC7">
      <w:pPr>
        <w:ind w:left="851"/>
        <w:jc w:val="both"/>
        <w:rPr>
          <w:rFonts w:eastAsia="Calibri"/>
          <w:lang w:eastAsia="en-US"/>
        </w:rPr>
      </w:pPr>
      <w:r w:rsidRPr="00693EC7">
        <w:rPr>
          <w:rFonts w:eastAsia="Calibri"/>
          <w:lang w:eastAsia="en-US"/>
        </w:rPr>
        <w:t>Munkavállaláshoz szükséges iratok, munkaviszony megszűnésekor a munkáltató által kiadandó dokumentumok.</w:t>
      </w:r>
    </w:p>
    <w:p w:rsidR="00693EC7" w:rsidRPr="00693EC7" w:rsidRDefault="00693EC7" w:rsidP="00693EC7">
      <w:pPr>
        <w:ind w:left="851"/>
        <w:jc w:val="both"/>
        <w:rPr>
          <w:rFonts w:eastAsia="Calibri"/>
          <w:lang w:eastAsia="en-US"/>
        </w:rPr>
      </w:pPr>
      <w:r w:rsidRPr="00693EC7">
        <w:rPr>
          <w:rFonts w:eastAsia="Calibri"/>
          <w:lang w:eastAsia="en-US"/>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693EC7" w:rsidRPr="00693EC7" w:rsidRDefault="00693EC7" w:rsidP="00693EC7">
      <w:pPr>
        <w:tabs>
          <w:tab w:val="left" w:pos="1418"/>
          <w:tab w:val="right" w:pos="9072"/>
        </w:tabs>
        <w:ind w:left="851"/>
        <w:jc w:val="both"/>
        <w:rPr>
          <w:rFonts w:eastAsia="Calibri"/>
          <w:lang w:eastAsia="en-US"/>
        </w:rPr>
      </w:pPr>
    </w:p>
    <w:p w:rsidR="00693EC7" w:rsidRPr="00693EC7" w:rsidRDefault="00693EC7" w:rsidP="00693EC7">
      <w:pPr>
        <w:numPr>
          <w:ilvl w:val="2"/>
          <w:numId w:val="4"/>
        </w:numPr>
        <w:tabs>
          <w:tab w:val="left" w:pos="1701"/>
          <w:tab w:val="right" w:pos="9072"/>
        </w:tabs>
        <w:spacing w:after="120"/>
        <w:ind w:left="993" w:hanging="426"/>
        <w:contextualSpacing/>
        <w:jc w:val="both"/>
        <w:rPr>
          <w:rFonts w:eastAsia="Calibri"/>
          <w:b/>
          <w:i/>
          <w:lang w:eastAsia="en-US"/>
        </w:rPr>
      </w:pPr>
      <w:r w:rsidRPr="00693EC7">
        <w:rPr>
          <w:rFonts w:eastAsia="Calibri"/>
          <w:b/>
          <w:i/>
          <w:lang w:eastAsia="en-US"/>
        </w:rPr>
        <w:t>Álláskeresés</w:t>
      </w:r>
      <w:r w:rsidRPr="00693EC7">
        <w:rPr>
          <w:rFonts w:eastAsia="Calibri"/>
          <w:b/>
          <w:i/>
          <w:lang w:eastAsia="en-US"/>
        </w:rPr>
        <w:tab/>
        <w:t>4 óra/4 óra</w:t>
      </w:r>
    </w:p>
    <w:p w:rsidR="00693EC7" w:rsidRPr="00693EC7" w:rsidRDefault="00693EC7" w:rsidP="00693EC7">
      <w:pPr>
        <w:ind w:left="851"/>
        <w:jc w:val="both"/>
        <w:rPr>
          <w:rFonts w:eastAsia="Calibri"/>
          <w:lang w:eastAsia="en-US"/>
        </w:rPr>
      </w:pPr>
      <w:r w:rsidRPr="00693EC7">
        <w:rPr>
          <w:rFonts w:eastAsia="Calibri"/>
          <w:lang w:eastAsia="en-US"/>
        </w:rPr>
        <w:t>Karrierlehetőségek feltérképezése: önismeret, reális célkitűzések, helyi munkaerőpiac ismerete, mobilitás szerepe, képzések szerepe, foglalkoztatási támogatások ismerete.</w:t>
      </w:r>
    </w:p>
    <w:p w:rsidR="00693EC7" w:rsidRPr="00693EC7" w:rsidRDefault="00693EC7" w:rsidP="00693EC7">
      <w:pPr>
        <w:ind w:left="851"/>
        <w:jc w:val="both"/>
        <w:rPr>
          <w:rFonts w:eastAsia="Calibri"/>
          <w:lang w:eastAsia="en-US"/>
        </w:rPr>
      </w:pPr>
      <w:r w:rsidRPr="00693EC7">
        <w:rPr>
          <w:rFonts w:eastAsia="Calibri"/>
          <w:lang w:eastAsia="en-US"/>
        </w:rPr>
        <w:t xml:space="preserve">Motivációs levél és önéletrajz készítése: fontossága, formai és tartalmi kritériumai, szakmai önéletrajz fajtái: hagyományos, </w:t>
      </w:r>
      <w:proofErr w:type="spellStart"/>
      <w:r w:rsidRPr="00693EC7">
        <w:rPr>
          <w:rFonts w:eastAsia="Calibri"/>
          <w:lang w:eastAsia="en-US"/>
        </w:rPr>
        <w:t>Europass</w:t>
      </w:r>
      <w:proofErr w:type="spellEnd"/>
      <w:r w:rsidRPr="00693EC7">
        <w:rPr>
          <w:rFonts w:eastAsia="Calibri"/>
          <w:lang w:eastAsia="en-US"/>
        </w:rPr>
        <w:t>, amerikai típusú, önéletrajzban szereplő email cím és fénykép megválasztása, motivációs levél felépítése.</w:t>
      </w:r>
    </w:p>
    <w:p w:rsidR="00693EC7" w:rsidRPr="00693EC7" w:rsidRDefault="00693EC7" w:rsidP="00693EC7">
      <w:pPr>
        <w:ind w:left="851"/>
        <w:jc w:val="both"/>
        <w:rPr>
          <w:rFonts w:eastAsia="Calibri"/>
          <w:lang w:eastAsia="en-US"/>
        </w:rPr>
      </w:pPr>
      <w:r w:rsidRPr="00693EC7">
        <w:rPr>
          <w:rFonts w:eastAsia="Calibri"/>
          <w:lang w:eastAsia="en-US"/>
        </w:rPr>
        <w:t xml:space="preserve">Álláskeresési módszerek: újsághirdetés, internetes álláskereső oldalak, személyes kapcsolatok, kapcsolati hálózat fontossága, EURES (Európai Foglalkoztatási Szolgálat az Európai Unióban történő álláskeresésben), Nemzeti Foglalkoztatási </w:t>
      </w:r>
      <w:r w:rsidRPr="00693EC7">
        <w:rPr>
          <w:rFonts w:eastAsia="Calibri"/>
          <w:lang w:eastAsia="en-US"/>
        </w:rPr>
        <w:lastRenderedPageBreak/>
        <w:t>Szolgálat segítségével történő álláskeresés, cégek adatbázisába történő jelentkezés, közösségi portálok szerepe.</w:t>
      </w:r>
    </w:p>
    <w:p w:rsidR="00693EC7" w:rsidRPr="00693EC7" w:rsidRDefault="00693EC7" w:rsidP="00693EC7">
      <w:pPr>
        <w:ind w:left="851"/>
        <w:jc w:val="both"/>
        <w:rPr>
          <w:rFonts w:eastAsia="Calibri"/>
          <w:lang w:eastAsia="en-US"/>
        </w:rPr>
      </w:pPr>
      <w:proofErr w:type="spellStart"/>
      <w:r w:rsidRPr="00693EC7">
        <w:rPr>
          <w:rFonts w:eastAsia="Calibri"/>
          <w:lang w:eastAsia="en-US"/>
        </w:rPr>
        <w:t>Munkaerőpiaci</w:t>
      </w:r>
      <w:proofErr w:type="spellEnd"/>
      <w:r w:rsidRPr="00693EC7">
        <w:rPr>
          <w:rFonts w:eastAsia="Calibri"/>
          <w:lang w:eastAsia="en-US"/>
        </w:rPr>
        <w:t xml:space="preserve"> technikák alkalmazása: Foglalkozási Információs Tanácsadó (FIT), Foglalkoztatási Információs Pontok (FIP), Nemzeti Pályaorientációs Portál (NPP). </w:t>
      </w:r>
    </w:p>
    <w:p w:rsidR="00693EC7" w:rsidRPr="00693EC7" w:rsidRDefault="00693EC7" w:rsidP="00693EC7">
      <w:pPr>
        <w:ind w:left="851"/>
        <w:jc w:val="both"/>
        <w:rPr>
          <w:rFonts w:eastAsia="Calibri"/>
          <w:lang w:eastAsia="en-US"/>
        </w:rPr>
      </w:pPr>
      <w:r w:rsidRPr="00693EC7">
        <w:rPr>
          <w:rFonts w:eastAsia="Calibri"/>
          <w:lang w:eastAsia="en-US"/>
        </w:rPr>
        <w:t>Állásinterjú: felkészülés, megjelenés, szereplés az állásinterjún, testbeszéd szerepe.</w:t>
      </w:r>
    </w:p>
    <w:p w:rsidR="00693EC7" w:rsidRPr="00693EC7" w:rsidRDefault="00693EC7" w:rsidP="00693EC7">
      <w:pPr>
        <w:tabs>
          <w:tab w:val="left" w:pos="1418"/>
          <w:tab w:val="right" w:pos="9072"/>
        </w:tabs>
        <w:ind w:left="851"/>
        <w:jc w:val="both"/>
        <w:rPr>
          <w:rFonts w:eastAsia="Calibri"/>
          <w:lang w:eastAsia="en-US"/>
        </w:rPr>
      </w:pPr>
    </w:p>
    <w:p w:rsidR="00693EC7" w:rsidRPr="00693EC7" w:rsidRDefault="00693EC7" w:rsidP="00693EC7">
      <w:pPr>
        <w:numPr>
          <w:ilvl w:val="2"/>
          <w:numId w:val="4"/>
        </w:numPr>
        <w:tabs>
          <w:tab w:val="left" w:pos="1701"/>
          <w:tab w:val="right" w:pos="9072"/>
        </w:tabs>
        <w:spacing w:after="120"/>
        <w:ind w:left="993" w:hanging="426"/>
        <w:contextualSpacing/>
        <w:jc w:val="both"/>
        <w:rPr>
          <w:rFonts w:eastAsia="Calibri"/>
          <w:b/>
          <w:i/>
          <w:lang w:eastAsia="en-US"/>
        </w:rPr>
      </w:pPr>
      <w:r w:rsidRPr="00693EC7">
        <w:rPr>
          <w:rFonts w:eastAsia="Calibri"/>
          <w:b/>
          <w:i/>
          <w:lang w:eastAsia="en-US"/>
        </w:rPr>
        <w:t>Munkanélküliség</w:t>
      </w:r>
      <w:r w:rsidRPr="00693EC7">
        <w:rPr>
          <w:rFonts w:eastAsia="Calibri"/>
          <w:b/>
          <w:i/>
          <w:lang w:eastAsia="en-US"/>
        </w:rPr>
        <w:tab/>
        <w:t>3 óra/3 óra</w:t>
      </w:r>
    </w:p>
    <w:p w:rsidR="00693EC7" w:rsidRPr="00693EC7" w:rsidRDefault="00693EC7" w:rsidP="00693EC7">
      <w:pPr>
        <w:ind w:left="851"/>
        <w:jc w:val="both"/>
        <w:rPr>
          <w:rFonts w:eastAsia="Calibri"/>
          <w:lang w:eastAsia="en-US"/>
        </w:rPr>
      </w:pPr>
      <w:r w:rsidRPr="00693EC7">
        <w:rPr>
          <w:rFonts w:eastAsia="Calibri"/>
          <w:lang w:eastAsia="en-US"/>
        </w:rPr>
        <w:t>A munkanélküli (álláskereső) jogai, kötelezettségei és lehetőségei: álláskeresőként történő nyilvántartásba vétel; a Nemzeti Foglalkoztatási Szolgálattal történő együttműködési kötelezettség főbb kritériumai; együttműködési kötelezettség megszegésének szankciói; nyilvántartás szünetelése, nyilvántartásból való törlés; Nemzeti Foglalkoztatási Szolgálat által nyújtott szolgáltatások, kiemelten a munkaközvetítés.</w:t>
      </w:r>
    </w:p>
    <w:p w:rsidR="00693EC7" w:rsidRPr="00693EC7" w:rsidRDefault="00693EC7" w:rsidP="00693EC7">
      <w:pPr>
        <w:ind w:left="851"/>
        <w:jc w:val="both"/>
        <w:rPr>
          <w:rFonts w:eastAsia="Calibri"/>
          <w:lang w:eastAsia="en-US"/>
        </w:rPr>
      </w:pPr>
      <w:r w:rsidRPr="00693EC7">
        <w:rPr>
          <w:rFonts w:eastAsia="Calibri"/>
          <w:lang w:eastAsia="en-US"/>
        </w:rPr>
        <w:t xml:space="preserve">Álláskeresési ellátások („passzív eszközök”): álláskeresési járadék és nyugdíj előtti álláskeresési segély. Utazási költségtérítés. </w:t>
      </w:r>
    </w:p>
    <w:p w:rsidR="00693EC7" w:rsidRPr="00693EC7" w:rsidRDefault="00693EC7" w:rsidP="00693EC7">
      <w:pPr>
        <w:ind w:left="851"/>
        <w:jc w:val="both"/>
        <w:rPr>
          <w:rFonts w:eastAsia="Calibri"/>
          <w:lang w:eastAsia="en-US"/>
        </w:rPr>
      </w:pPr>
      <w:r w:rsidRPr="00693EC7">
        <w:rPr>
          <w:rFonts w:eastAsia="Calibri"/>
          <w:lang w:eastAsia="en-US"/>
        </w:rPr>
        <w:t xml:space="preserve">Foglalkoztatást helyettesítő támogatás. </w:t>
      </w:r>
    </w:p>
    <w:p w:rsidR="00693EC7" w:rsidRPr="00693EC7" w:rsidRDefault="00693EC7" w:rsidP="00693EC7">
      <w:pPr>
        <w:ind w:left="851"/>
        <w:jc w:val="both"/>
        <w:rPr>
          <w:rFonts w:eastAsia="Calibri"/>
          <w:lang w:eastAsia="en-US"/>
        </w:rPr>
      </w:pPr>
      <w:r w:rsidRPr="00693EC7">
        <w:rPr>
          <w:rFonts w:eastAsia="Calibri"/>
          <w:lang w:eastAsia="en-US"/>
        </w:rPr>
        <w:t xml:space="preserve">Közfoglalkoztatás: </w:t>
      </w:r>
      <w:proofErr w:type="spellStart"/>
      <w:r w:rsidRPr="00693EC7">
        <w:rPr>
          <w:rFonts w:eastAsia="Calibri"/>
          <w:lang w:eastAsia="en-US"/>
        </w:rPr>
        <w:t>közfoglalkoztatás</w:t>
      </w:r>
      <w:proofErr w:type="spellEnd"/>
      <w:r w:rsidRPr="00693EC7">
        <w:rPr>
          <w:rFonts w:eastAsia="Calibri"/>
          <w:lang w:eastAsia="en-US"/>
        </w:rPr>
        <w:t xml:space="preserve"> célja, közfoglalkozatás célcsoportja, közfoglalkozatás főbb szabályai</w:t>
      </w:r>
    </w:p>
    <w:p w:rsidR="00693EC7" w:rsidRPr="00693EC7" w:rsidRDefault="00693EC7" w:rsidP="00693EC7">
      <w:pPr>
        <w:ind w:left="851"/>
        <w:jc w:val="both"/>
        <w:rPr>
          <w:rFonts w:eastAsia="Calibri"/>
          <w:lang w:eastAsia="en-US"/>
        </w:rPr>
      </w:pPr>
      <w:r w:rsidRPr="00693EC7">
        <w:rPr>
          <w:rFonts w:eastAsia="Calibri"/>
          <w:lang w:eastAsia="en-US"/>
        </w:rPr>
        <w:t xml:space="preserve">Nemzeti Foglalkoztatási Szolgálat: a nemzetgazdasági miniszter által vezetett minisztérium, a fővárosi és megyei kormányhivatal foglalkoztatási, munkaerő-piaci feladatokat ellátó szervezeti egységei, valamint a fővárosi és megyei kormányhivatal járási (fővárosi kerületi) hivatalának foglalkoztatási, munkaerő-piaci feladatokat ellátó szervezeti egységei és ezek által ellátott feladatok. </w:t>
      </w:r>
    </w:p>
    <w:p w:rsidR="00693EC7" w:rsidRPr="00693EC7" w:rsidRDefault="00693EC7" w:rsidP="00693EC7">
      <w:pPr>
        <w:ind w:left="851"/>
        <w:jc w:val="both"/>
        <w:rPr>
          <w:rFonts w:eastAsia="Calibri"/>
          <w:lang w:eastAsia="en-US"/>
        </w:rPr>
      </w:pPr>
      <w:r w:rsidRPr="00693EC7">
        <w:rPr>
          <w:rFonts w:eastAsia="Calibri"/>
          <w:lang w:eastAsia="en-US"/>
        </w:rPr>
        <w:t>Az álláskeresők részére nyújtott támogatások („aktív eszközök”): önfoglalkoztatás támogatása, foglalkoztatást elősegítő támogatások (képzések, béralapú támogatások, mobilitási támogatások).</w:t>
      </w:r>
    </w:p>
    <w:p w:rsidR="00693EC7" w:rsidRPr="00693EC7" w:rsidRDefault="00693EC7" w:rsidP="00693EC7">
      <w:pPr>
        <w:ind w:left="851"/>
        <w:jc w:val="both"/>
        <w:rPr>
          <w:rFonts w:eastAsia="Calibri"/>
          <w:lang w:eastAsia="en-US"/>
        </w:rPr>
      </w:pPr>
      <w:r w:rsidRPr="00693EC7">
        <w:rPr>
          <w:rFonts w:eastAsia="Calibri"/>
          <w:lang w:eastAsia="en-US"/>
        </w:rPr>
        <w:t>Vállalkozások létrehozása és működtetése: társas vállalkozási formák, egyéni vállalkozás, mezőgazdasági őstermelő, nyilvántartásba vétel, működés, vállalkozás megszűnésének, megszüntetésének szabályai.</w:t>
      </w:r>
    </w:p>
    <w:p w:rsidR="005D696B" w:rsidRPr="005B300D" w:rsidRDefault="00693EC7" w:rsidP="00693EC7">
      <w:pPr>
        <w:ind w:left="851"/>
      </w:pPr>
      <w:r w:rsidRPr="00693EC7">
        <w:rPr>
          <w:rFonts w:eastAsia="Calibri"/>
          <w:lang w:eastAsia="en-US"/>
        </w:rPr>
        <w:t>A munkaerőpiac sajátosságai, NFSZ szolgáltatásai: pályaválasztási tanácsadás, munka- és pályatanácsadás, álláskeresési tanácsadás, álláskereső klub, pszichológiai tanácsadás.</w:t>
      </w:r>
      <w:bookmarkStart w:id="9" w:name="_GoBack"/>
      <w:bookmarkEnd w:id="9"/>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Tanterem</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p w:rsidR="005D696B" w:rsidRPr="005B300D" w:rsidRDefault="005D696B" w:rsidP="005D696B">
      <w:pPr>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2E0FF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2E0FF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2E0F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2E0F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2E0F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2E0F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2E0F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2E0F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p w:rsidR="005D696B" w:rsidRPr="005B300D" w:rsidRDefault="005D696B" w:rsidP="005D696B">
      <w:pPr>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D696B" w:rsidRPr="005B300D" w:rsidTr="00FF0CD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spacing w:after="200" w:line="276" w:lineRule="auto"/>
      </w:pPr>
      <w:r w:rsidRPr="005B300D">
        <w:br w:type="page"/>
      </w:r>
    </w:p>
    <w:p w:rsidR="005D696B" w:rsidRPr="005B300D" w:rsidRDefault="005D696B" w:rsidP="005D696B"/>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11498-12 azonosító számú</w:t>
      </w:r>
    </w:p>
    <w:p w:rsidR="005D696B" w:rsidRPr="005B300D" w:rsidRDefault="005D696B" w:rsidP="005D696B">
      <w:pPr>
        <w:jc w:val="center"/>
        <w:rPr>
          <w:b/>
          <w:sz w:val="36"/>
        </w:rPr>
      </w:pPr>
      <w:r w:rsidRPr="005B300D">
        <w:rPr>
          <w:b/>
          <w:sz w:val="36"/>
        </w:rPr>
        <w:t xml:space="preserve">Foglalkoztatás I. </w:t>
      </w:r>
    </w:p>
    <w:p w:rsidR="005D696B" w:rsidRPr="005B300D" w:rsidRDefault="005D696B" w:rsidP="005D696B">
      <w:pPr>
        <w:jc w:val="center"/>
        <w:rPr>
          <w:b/>
          <w:sz w:val="36"/>
        </w:rPr>
      </w:pPr>
      <w:r w:rsidRPr="005B300D">
        <w:rPr>
          <w:b/>
          <w:sz w:val="36"/>
        </w:rPr>
        <w:t>(érettségire épülő képzések esetén)</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D696B">
      <w:r w:rsidRPr="005B300D">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5D696B" w:rsidRPr="005B300D" w:rsidTr="00FF0CD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696B" w:rsidRPr="005B300D" w:rsidRDefault="005D696B" w:rsidP="00FF0CD2">
            <w:pPr>
              <w:jc w:val="center"/>
              <w:rPr>
                <w:color w:val="000000"/>
                <w:sz w:val="20"/>
                <w:szCs w:val="20"/>
              </w:rPr>
            </w:pPr>
            <w:r w:rsidRPr="005B300D">
              <w:rPr>
                <w:color w:val="000000"/>
                <w:sz w:val="20"/>
                <w:szCs w:val="20"/>
              </w:rPr>
              <w:t>Foglalkoztatás I.</w:t>
            </w:r>
          </w:p>
        </w:tc>
      </w:tr>
      <w:tr w:rsidR="005D696B" w:rsidRPr="005B300D" w:rsidTr="00FF0CD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ind w:left="286"/>
              <w:rPr>
                <w:color w:val="000000"/>
                <w:sz w:val="20"/>
                <w:szCs w:val="20"/>
              </w:rPr>
            </w:pPr>
            <w:r w:rsidRPr="005B300D">
              <w:rPr>
                <w:color w:val="000000"/>
                <w:sz w:val="20"/>
                <w:szCs w:val="20"/>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bl>
    <w:p w:rsidR="005D696B" w:rsidRPr="005B300D" w:rsidRDefault="005D696B" w:rsidP="005D696B"/>
    <w:p w:rsidR="005D696B" w:rsidRPr="005B300D" w:rsidRDefault="005D696B" w:rsidP="005D696B">
      <w:r w:rsidRPr="005B300D">
        <w:br w:type="page"/>
      </w: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Foglalkoztatás I. tantárgy</w:t>
      </w:r>
      <w:r w:rsidRPr="005B300D">
        <w:rPr>
          <w:b/>
        </w:rPr>
        <w:tab/>
        <w:t>62 óra/62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 tantárgy tanításának célja, hogy a diákok alkalmasak legyenek egy idegen nyelvű állásinterjún eredményesen és hatékonyan részt venni.</w:t>
      </w:r>
    </w:p>
    <w:p w:rsidR="005D696B" w:rsidRPr="005B300D" w:rsidRDefault="005D696B" w:rsidP="005D696B">
      <w:pPr>
        <w:ind w:left="426"/>
      </w:pPr>
      <w:r w:rsidRPr="005B300D">
        <w:t>Ehhez kapcsolódóan tudjanak idegen nyelven személyes és szakmai vonatkozást is beleértve bemutatkozni, a munkavállaláshoz kapcsolódóan pedig egy egyszerű formanyomtatványt kitölteni.</w:t>
      </w:r>
    </w:p>
    <w:p w:rsidR="005D696B" w:rsidRPr="005B300D" w:rsidRDefault="005D696B" w:rsidP="005D696B">
      <w:pPr>
        <w:ind w:left="426"/>
      </w:pPr>
      <w:r w:rsidRPr="005B300D">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Idegen nyelvek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Nyelvtani rendszerezés 1</w:t>
      </w:r>
      <w:r w:rsidRPr="005B300D">
        <w:rPr>
          <w:b/>
          <w:i/>
        </w:rPr>
        <w:tab/>
        <w:t>8 óra/8 óra</w:t>
      </w:r>
    </w:p>
    <w:p w:rsidR="005D696B" w:rsidRPr="005B300D" w:rsidRDefault="005D696B" w:rsidP="005D696B">
      <w:pPr>
        <w:ind w:left="851"/>
      </w:pPr>
      <w:r w:rsidRPr="005B300D">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5D696B" w:rsidRPr="005B300D" w:rsidRDefault="005D696B" w:rsidP="005D696B">
      <w:pPr>
        <w:ind w:left="851"/>
      </w:pPr>
      <w:r w:rsidRPr="005B300D">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Nyelvtani rendszerezés 2</w:t>
      </w:r>
      <w:r w:rsidRPr="005B300D">
        <w:rPr>
          <w:b/>
          <w:i/>
        </w:rPr>
        <w:tab/>
        <w:t>8 óra/8 óra</w:t>
      </w:r>
    </w:p>
    <w:p w:rsidR="005D696B" w:rsidRPr="005B300D" w:rsidRDefault="005D696B" w:rsidP="005D696B">
      <w:pPr>
        <w:ind w:left="851"/>
      </w:pPr>
      <w:r w:rsidRPr="005B300D">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5B300D">
        <w:lastRenderedPageBreak/>
        <w:t>válik arra, hogy az állásinterjún elhangozott kérdésekre relevánsan tudjon felelni, illetve képes legyen tájékozódni a munkakörülményekről és lehetőségekről.</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Nyelvi készségfejlesztés</w:t>
      </w:r>
      <w:r w:rsidRPr="005B300D">
        <w:rPr>
          <w:b/>
          <w:i/>
        </w:rPr>
        <w:tab/>
        <w:t>24 óra/24 óra</w:t>
      </w:r>
    </w:p>
    <w:p w:rsidR="005D696B" w:rsidRPr="005B300D" w:rsidRDefault="005D696B" w:rsidP="005D696B">
      <w:pPr>
        <w:ind w:left="851"/>
      </w:pPr>
      <w:r w:rsidRPr="005B300D">
        <w:t>(Az induktív nyelvtanulási képesség és az idegen nyelvi asszociatív memória fejlesztése fonetikai készségfejlesztéssel kiegészítve)</w:t>
      </w:r>
    </w:p>
    <w:p w:rsidR="005D696B" w:rsidRPr="005B300D" w:rsidRDefault="005D696B" w:rsidP="005D696B">
      <w:pPr>
        <w:ind w:left="851"/>
      </w:pPr>
    </w:p>
    <w:p w:rsidR="005D696B" w:rsidRPr="005B300D" w:rsidRDefault="005D696B" w:rsidP="005D696B">
      <w:pPr>
        <w:ind w:left="851"/>
      </w:pPr>
      <w:r w:rsidRPr="005B300D">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5D696B" w:rsidRPr="005B300D" w:rsidRDefault="005D696B" w:rsidP="005D696B">
      <w:pPr>
        <w:ind w:left="851"/>
      </w:pPr>
      <w:r w:rsidRPr="005B300D">
        <w:t>Az elsajátítandó témakörök:</w:t>
      </w:r>
    </w:p>
    <w:p w:rsidR="005D696B" w:rsidRPr="005B300D" w:rsidRDefault="005D696B" w:rsidP="005D696B">
      <w:pPr>
        <w:ind w:left="851"/>
      </w:pPr>
      <w:r w:rsidRPr="005B300D">
        <w:t>-</w:t>
      </w:r>
      <w:r w:rsidRPr="005B300D">
        <w:tab/>
        <w:t>személyes bemutatkozás</w:t>
      </w:r>
    </w:p>
    <w:p w:rsidR="005D696B" w:rsidRPr="005B300D" w:rsidRDefault="005D696B" w:rsidP="005D696B">
      <w:pPr>
        <w:ind w:left="851"/>
      </w:pPr>
      <w:r w:rsidRPr="005B300D">
        <w:t>-</w:t>
      </w:r>
      <w:r w:rsidRPr="005B300D">
        <w:tab/>
        <w:t>a munka világa</w:t>
      </w:r>
    </w:p>
    <w:p w:rsidR="005D696B" w:rsidRPr="005B300D" w:rsidRDefault="005D696B" w:rsidP="005D696B">
      <w:pPr>
        <w:ind w:left="851"/>
      </w:pPr>
      <w:r w:rsidRPr="005B300D">
        <w:t>-</w:t>
      </w:r>
      <w:r w:rsidRPr="005B300D">
        <w:tab/>
        <w:t>napi tevékenységek, aktivitás</w:t>
      </w:r>
    </w:p>
    <w:p w:rsidR="005D696B" w:rsidRPr="005B300D" w:rsidRDefault="005D696B" w:rsidP="005D696B">
      <w:pPr>
        <w:ind w:left="851"/>
      </w:pPr>
      <w:r w:rsidRPr="005B300D">
        <w:t>-</w:t>
      </w:r>
      <w:r w:rsidRPr="005B300D">
        <w:tab/>
        <w:t>lakás, ház</w:t>
      </w:r>
    </w:p>
    <w:p w:rsidR="005D696B" w:rsidRPr="005B300D" w:rsidRDefault="005D696B" w:rsidP="005D696B">
      <w:pPr>
        <w:ind w:left="851"/>
      </w:pPr>
      <w:r w:rsidRPr="005B300D">
        <w:t>-</w:t>
      </w:r>
      <w:r w:rsidRPr="005B300D">
        <w:tab/>
        <w:t xml:space="preserve">utazás, </w:t>
      </w:r>
    </w:p>
    <w:p w:rsidR="005D696B" w:rsidRPr="005B300D" w:rsidRDefault="005D696B" w:rsidP="005D696B">
      <w:pPr>
        <w:ind w:left="851"/>
      </w:pPr>
      <w:r w:rsidRPr="005B300D">
        <w:t>-</w:t>
      </w:r>
      <w:r w:rsidRPr="005B300D">
        <w:tab/>
        <w:t xml:space="preserve">étkezés  </w:t>
      </w:r>
    </w:p>
    <w:p w:rsidR="005D696B" w:rsidRPr="005B300D" w:rsidRDefault="005D696B" w:rsidP="005D696B">
      <w:pPr>
        <w:ind w:left="851"/>
      </w:pPr>
      <w:r w:rsidRPr="005B300D">
        <w:t>Ezen a témakörön keresztül valósul meg a fonetikai dekódolási képességfejlesztés is, amely során a célnyelv legfontosabb fonetikai szabályaival ismerkedik meg a nyelvtanuló.</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Munkavállalói szókincs</w:t>
      </w:r>
      <w:r w:rsidRPr="005B300D">
        <w:rPr>
          <w:b/>
          <w:i/>
        </w:rPr>
        <w:tab/>
        <w:t>22 óra/22 óra</w:t>
      </w:r>
    </w:p>
    <w:p w:rsidR="005D696B" w:rsidRPr="005B300D" w:rsidRDefault="005D696B" w:rsidP="005D696B">
      <w:pPr>
        <w:ind w:left="851"/>
      </w:pPr>
      <w:r w:rsidRPr="005B300D">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Az órák kb. 50%-</w:t>
      </w:r>
      <w:proofErr w:type="gramStart"/>
      <w:r w:rsidRPr="005B300D">
        <w:t>a</w:t>
      </w:r>
      <w:proofErr w:type="gramEnd"/>
      <w:r w:rsidRPr="005B300D">
        <w:t xml:space="preserve"> egyszerű tanteremben történjen, egy másik fele pedig számítógépes tanterem, hiszen az oktatás egy jelentős részben digitális tananyag által támogatott formában zajlik.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lastRenderedPageBreak/>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r w:rsidRPr="005B300D">
        <w:rPr>
          <w:i/>
        </w:rPr>
        <w:t>A tananyag kb. fele digitális tartalmú oktatási anyag, így speciálisak mind a módszerek, mind pedig a tanulói tevékenységformák.</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p w:rsidR="005D696B" w:rsidRPr="005B300D" w:rsidRDefault="005D696B" w:rsidP="005D696B">
      <w:pPr>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projekt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8.</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9.</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10.</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p w:rsidR="005D696B" w:rsidRPr="005B300D" w:rsidRDefault="005D696B" w:rsidP="005D696B">
      <w:pPr>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D696B" w:rsidRPr="005B300D" w:rsidTr="00FF0CD2">
        <w:trPr>
          <w:trHeight w:val="255"/>
          <w:jc w:val="center"/>
        </w:trPr>
        <w:tc>
          <w:tcPr>
            <w:tcW w:w="1040"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800"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280"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80"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40" w:type="dxa"/>
            <w:vMerge/>
            <w:vAlign w:val="center"/>
            <w:hideMark/>
          </w:tcPr>
          <w:p w:rsidR="005D696B" w:rsidRPr="005B300D" w:rsidRDefault="005D696B" w:rsidP="00FF0CD2">
            <w:pPr>
              <w:rPr>
                <w:color w:val="000000"/>
                <w:sz w:val="20"/>
                <w:szCs w:val="20"/>
              </w:rPr>
            </w:pPr>
          </w:p>
        </w:tc>
        <w:tc>
          <w:tcPr>
            <w:tcW w:w="2800" w:type="dxa"/>
            <w:vMerge/>
            <w:vAlign w:val="center"/>
            <w:hideMark/>
          </w:tcPr>
          <w:p w:rsidR="005D696B" w:rsidRPr="005B300D" w:rsidRDefault="005D696B" w:rsidP="00FF0CD2">
            <w:pPr>
              <w:rPr>
                <w:color w:val="000000"/>
                <w:sz w:val="20"/>
                <w:szCs w:val="20"/>
              </w:rPr>
            </w:pP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80"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0"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0"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Levélírás</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0"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3.1.</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Elemzés készítése tapasztalatokról</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0"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Feladattal vezetett kiscsoportos szövegfeldolgozás</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4.2.</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rendszerezése mozaikfeladattal</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4.3.</w:t>
            </w:r>
          </w:p>
        </w:tc>
        <w:tc>
          <w:tcPr>
            <w:tcW w:w="280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spacing w:after="200" w:line="276" w:lineRule="auto"/>
      </w:pPr>
      <w:r w:rsidRPr="005B300D">
        <w:br w:type="page"/>
      </w:r>
    </w:p>
    <w:p w:rsidR="005D696B" w:rsidRPr="005B300D" w:rsidRDefault="005D696B" w:rsidP="005D696B"/>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shd w:val="clear" w:color="auto" w:fill="FFFFFF" w:themeFill="background1"/>
        </w:rPr>
        <w:t>11500-16</w:t>
      </w:r>
      <w:r w:rsidRPr="005B300D">
        <w:rPr>
          <w:b/>
          <w:sz w:val="36"/>
        </w:rPr>
        <w:t xml:space="preserve"> azonosító számú</w:t>
      </w:r>
    </w:p>
    <w:p w:rsidR="005D696B" w:rsidRPr="005B300D" w:rsidRDefault="005D696B" w:rsidP="005D696B">
      <w:pPr>
        <w:jc w:val="center"/>
        <w:rPr>
          <w:b/>
          <w:sz w:val="36"/>
        </w:rPr>
      </w:pPr>
      <w:r w:rsidRPr="005B300D">
        <w:rPr>
          <w:b/>
          <w:sz w:val="36"/>
        </w:rPr>
        <w:t>Munkahelyi egészség és biztonság</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D696B">
      <w:r w:rsidRPr="005B300D">
        <w:lastRenderedPageBreak/>
        <w:t>A 11500-16 azonosító számú Munkahelyi egészség és biztonság megnevezésű szakmai követelménymodulhoz tartozó tantárgyak és témakörök oktatása során fejlesztendő kompetenciák</w:t>
      </w:r>
    </w:p>
    <w:p w:rsidR="005D696B" w:rsidRPr="005B300D" w:rsidRDefault="005D696B" w:rsidP="005D696B"/>
    <w:tbl>
      <w:tblPr>
        <w:tblW w:w="7924"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43"/>
        <w:gridCol w:w="681"/>
      </w:tblGrid>
      <w:tr w:rsidR="005D696B" w:rsidRPr="005B300D" w:rsidTr="00FF0CD2">
        <w:trPr>
          <w:trHeight w:val="1755"/>
          <w:jc w:val="center"/>
        </w:trPr>
        <w:tc>
          <w:tcPr>
            <w:tcW w:w="7243"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81"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Munkahelyi egészség és biztonság</w:t>
            </w:r>
          </w:p>
        </w:tc>
      </w:tr>
      <w:tr w:rsidR="005D696B" w:rsidRPr="005B300D" w:rsidTr="00FF0CD2">
        <w:trPr>
          <w:trHeight w:val="300"/>
          <w:jc w:val="center"/>
        </w:trPr>
        <w:tc>
          <w:tcPr>
            <w:tcW w:w="7924" w:type="dxa"/>
            <w:gridSpan w:val="2"/>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FF0CD2">
        <w:trPr>
          <w:trHeight w:val="404"/>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Tudatosítja a munkahelyi egészség és biztonság jelentőségét</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4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Betartja és betartatja a munkahelyekkel kapcsolatos munkavédelmi követelményeket</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57"/>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Betartja és betartatja a munkavégzés személyi és szervezési feltételeivel kapcsolatos munkavédelmi követelményeket</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7243" w:type="dxa"/>
            <w:shd w:val="clear" w:color="auto" w:fill="auto"/>
            <w:noWrap/>
            <w:vAlign w:val="center"/>
            <w:hideMark/>
          </w:tcPr>
          <w:p w:rsidR="005D696B" w:rsidRPr="005B300D" w:rsidRDefault="005D696B" w:rsidP="00FF0CD2">
            <w:pPr>
              <w:rPr>
                <w:color w:val="000000"/>
                <w:sz w:val="20"/>
                <w:szCs w:val="20"/>
              </w:rPr>
            </w:pPr>
            <w:r w:rsidRPr="005B300D">
              <w:rPr>
                <w:color w:val="000000"/>
                <w:sz w:val="20"/>
                <w:szCs w:val="20"/>
              </w:rPr>
              <w:t>Betartja és betartatja a munkavégzés tárgyi feltételeivel kapcsolatos munkavédelmi követelményeket</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29"/>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Munkavédelmi szakemberrel, munkavédelmi képviselővel együttműködve részt vesz a munkavédelmi feladatok ellátásában</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27"/>
          <w:jc w:val="center"/>
        </w:trPr>
        <w:tc>
          <w:tcPr>
            <w:tcW w:w="7924" w:type="dxa"/>
            <w:gridSpan w:val="2"/>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munkahelyi egészség és biztonság, mint érték</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munkabalesetek és foglalkozási megbetegedések hátrányos következményei</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munkavédelem fogalomrendszere, szabályozása</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Munkahelyek kialakításának alapvető szabályai</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munkavégzés általános személyi és szervezési feltételei</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Munkaeszközök a munkahelyeken</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noWrap/>
            <w:vAlign w:val="center"/>
            <w:hideMark/>
          </w:tcPr>
          <w:p w:rsidR="005D696B" w:rsidRPr="005B300D" w:rsidRDefault="005D696B" w:rsidP="00FF0CD2">
            <w:pPr>
              <w:rPr>
                <w:color w:val="000000"/>
                <w:sz w:val="20"/>
                <w:szCs w:val="20"/>
              </w:rPr>
            </w:pPr>
            <w:r w:rsidRPr="005B300D">
              <w:rPr>
                <w:color w:val="000000"/>
                <w:sz w:val="20"/>
                <w:szCs w:val="20"/>
              </w:rPr>
              <w:t>Munkavédelmi feladatok a munkahelyeken</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Munkavédelmi szakemberek és feladataik a munkahelyeken</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munkahelyi munkavédelmi érdekképviselet</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924" w:type="dxa"/>
            <w:gridSpan w:val="2"/>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Információforrások kezelése</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Biztonsági szín és alakjelek</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szakmai szöveg megértése</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924" w:type="dxa"/>
            <w:gridSpan w:val="2"/>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Felelősségtudat</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Szabálykövetés</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Döntésképesség</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924" w:type="dxa"/>
            <w:gridSpan w:val="2"/>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Visszacsatolási készség</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Irányíthatóság</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Irányítási készség</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924" w:type="dxa"/>
            <w:gridSpan w:val="2"/>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Rendszerező képesség</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Körültekintés, elővigyázatosság</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8"/>
          <w:jc w:val="center"/>
        </w:trPr>
        <w:tc>
          <w:tcPr>
            <w:tcW w:w="7243"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Helyzetfelismerés</w:t>
            </w:r>
          </w:p>
        </w:tc>
        <w:tc>
          <w:tcPr>
            <w:tcW w:w="68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bl>
    <w:p w:rsidR="005D696B" w:rsidRPr="005B300D" w:rsidRDefault="005D696B" w:rsidP="005D696B">
      <w:pPr>
        <w:jc w:val="center"/>
      </w:pP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lastRenderedPageBreak/>
        <w:t>Munkahelyi egészség és biztonság tantárgy</w:t>
      </w:r>
      <w:r w:rsidRPr="005B300D">
        <w:rPr>
          <w:b/>
        </w:rPr>
        <w:tab/>
        <w:t>18 óra/18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360"/>
      </w:pPr>
      <w:r w:rsidRPr="005B300D">
        <w:t>A tanuló általános felkészítése az egészséget nem veszélyeztető és biztonságos munkavégzésre, a biztonságos munkavállalói magatartáshoz szükséges kompetenciák elsajátíttatása.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360"/>
      </w:pPr>
      <w:r w:rsidRPr="005B300D">
        <w:t>Nincsen előtanulmányi követelmény.</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ind w:left="792"/>
        <w:rPr>
          <w:b/>
        </w:rPr>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Munkavédelmi alapismeretek</w:t>
      </w:r>
      <w:r w:rsidRPr="005B300D">
        <w:rPr>
          <w:b/>
          <w:i/>
        </w:rPr>
        <w:tab/>
        <w:t>4 óra/4 óra</w:t>
      </w:r>
    </w:p>
    <w:p w:rsidR="005D696B" w:rsidRPr="005B300D" w:rsidRDefault="005D696B" w:rsidP="005D696B">
      <w:pPr>
        <w:tabs>
          <w:tab w:val="left" w:pos="1418"/>
          <w:tab w:val="right" w:pos="9072"/>
        </w:tabs>
        <w:ind w:left="851"/>
      </w:pPr>
      <w:r w:rsidRPr="005B300D">
        <w:t xml:space="preserve">A munkahelyi egészség és biztonság jelentősége. 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5D696B" w:rsidRPr="005B300D" w:rsidRDefault="005D696B" w:rsidP="005D696B">
      <w:pPr>
        <w:tabs>
          <w:tab w:val="left" w:pos="1418"/>
          <w:tab w:val="right" w:pos="9072"/>
        </w:tabs>
        <w:ind w:left="851"/>
      </w:pPr>
      <w:r w:rsidRPr="005B300D">
        <w:t>A munkakörnyezet és a munkavégzés hatása a munkát végző ember egészségére és testi épségére.</w:t>
      </w:r>
    </w:p>
    <w:p w:rsidR="005D696B" w:rsidRPr="005B300D" w:rsidRDefault="005D696B" w:rsidP="005D696B">
      <w:pPr>
        <w:tabs>
          <w:tab w:val="left" w:pos="1418"/>
          <w:tab w:val="right" w:pos="9072"/>
        </w:tabs>
        <w:ind w:left="851"/>
      </w:pPr>
      <w:r w:rsidRPr="005B300D">
        <w:t>A munkavállalók egészségét és biztonságát veszélyeztető kockázatok, a munkakörülmények hatásai, a munkavégzésből eredő megterhelések, munkakörnyezet kóroki tényezők.</w:t>
      </w:r>
    </w:p>
    <w:p w:rsidR="005D696B" w:rsidRPr="005B300D" w:rsidRDefault="005D696B" w:rsidP="005D696B">
      <w:pPr>
        <w:tabs>
          <w:tab w:val="left" w:pos="1418"/>
          <w:tab w:val="right" w:pos="9072"/>
        </w:tabs>
        <w:ind w:left="851"/>
      </w:pPr>
      <w:r w:rsidRPr="005B300D">
        <w:t>A megelőzés fontossága és lehetőségei.</w:t>
      </w:r>
    </w:p>
    <w:p w:rsidR="005D696B" w:rsidRPr="005B300D" w:rsidRDefault="005D696B" w:rsidP="005D696B">
      <w:pPr>
        <w:tabs>
          <w:tab w:val="left" w:pos="1418"/>
          <w:tab w:val="right" w:pos="9072"/>
        </w:tabs>
        <w:ind w:left="851"/>
      </w:pPr>
      <w:r w:rsidRPr="005B300D">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5D696B" w:rsidRPr="005B300D" w:rsidRDefault="005D696B" w:rsidP="005D696B">
      <w:pPr>
        <w:tabs>
          <w:tab w:val="left" w:pos="1418"/>
          <w:tab w:val="right" w:pos="9072"/>
        </w:tabs>
        <w:ind w:left="851"/>
      </w:pPr>
      <w:r w:rsidRPr="005B300D">
        <w:t>Munkavédelem, mint komplex fogalom (munkabiztonság-munkaegészségügy).</w:t>
      </w:r>
    </w:p>
    <w:p w:rsidR="005D696B" w:rsidRPr="005B300D" w:rsidRDefault="005D696B" w:rsidP="005D696B">
      <w:pPr>
        <w:tabs>
          <w:tab w:val="left" w:pos="1418"/>
          <w:tab w:val="right" w:pos="9072"/>
        </w:tabs>
        <w:ind w:left="851"/>
      </w:pPr>
      <w:r w:rsidRPr="005B300D">
        <w:t>Veszélyes és ártalmas termelési tényezők.</w:t>
      </w:r>
    </w:p>
    <w:p w:rsidR="005D696B" w:rsidRPr="005B300D" w:rsidRDefault="005D696B" w:rsidP="005D696B">
      <w:pPr>
        <w:tabs>
          <w:tab w:val="left" w:pos="1418"/>
          <w:tab w:val="right" w:pos="9072"/>
        </w:tabs>
        <w:ind w:left="851"/>
      </w:pPr>
      <w:r w:rsidRPr="005B300D">
        <w:t>A munkavédelem fogalomrendszere, források.</w:t>
      </w:r>
    </w:p>
    <w:p w:rsidR="005D696B" w:rsidRPr="005B300D" w:rsidRDefault="005D696B" w:rsidP="005D696B">
      <w:pPr>
        <w:tabs>
          <w:tab w:val="left" w:pos="1418"/>
          <w:tab w:val="right" w:pos="9072"/>
        </w:tabs>
        <w:ind w:left="851"/>
      </w:pPr>
      <w:r w:rsidRPr="005B300D">
        <w:t xml:space="preserve">A munkavédelemről szóló 1993. évi XCIII törvény fogalom meghatározásai.  </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Munkahelyek kialakítása</w:t>
      </w:r>
      <w:r w:rsidRPr="005B300D">
        <w:rPr>
          <w:b/>
          <w:i/>
        </w:rPr>
        <w:tab/>
        <w:t>4 óra/4 óra</w:t>
      </w:r>
    </w:p>
    <w:p w:rsidR="005D696B" w:rsidRPr="005B300D" w:rsidRDefault="005D696B" w:rsidP="005D696B">
      <w:pPr>
        <w:tabs>
          <w:tab w:val="left" w:pos="1418"/>
          <w:tab w:val="right" w:pos="9072"/>
        </w:tabs>
        <w:ind w:left="851"/>
      </w:pPr>
      <w:r w:rsidRPr="005B300D">
        <w:t>Munkahelyek kialakításának általános szabályai. A létesítés általános követelményei, a hatásos védelem módjai, prioritások.</w:t>
      </w:r>
    </w:p>
    <w:p w:rsidR="005D696B" w:rsidRPr="005B300D" w:rsidRDefault="005D696B" w:rsidP="005D696B">
      <w:pPr>
        <w:tabs>
          <w:tab w:val="left" w:pos="1418"/>
          <w:tab w:val="right" w:pos="9072"/>
        </w:tabs>
        <w:ind w:left="851"/>
      </w:pPr>
      <w:r w:rsidRPr="005B300D">
        <w:t>Szociális létesítmények.</w:t>
      </w:r>
    </w:p>
    <w:p w:rsidR="005D696B" w:rsidRPr="005B300D" w:rsidRDefault="005D696B" w:rsidP="005D696B">
      <w:pPr>
        <w:tabs>
          <w:tab w:val="left" w:pos="1418"/>
          <w:tab w:val="right" w:pos="9072"/>
        </w:tabs>
        <w:ind w:left="851"/>
      </w:pPr>
      <w:r w:rsidRPr="005B300D">
        <w:t xml:space="preserve">Öltözőhelyiségek, pihenőhelyek, tisztálkodó- és mellékhelyiségek biztosítása, megfelelősége. </w:t>
      </w:r>
    </w:p>
    <w:p w:rsidR="005D696B" w:rsidRPr="005B300D" w:rsidRDefault="005D696B" w:rsidP="005D696B">
      <w:pPr>
        <w:tabs>
          <w:tab w:val="left" w:pos="1418"/>
          <w:tab w:val="right" w:pos="9072"/>
        </w:tabs>
        <w:ind w:left="851"/>
      </w:pPr>
      <w:r w:rsidRPr="005B300D">
        <w:t>Közlekedési útvonalak, menekülési utak, jelölések.</w:t>
      </w:r>
    </w:p>
    <w:p w:rsidR="005D696B" w:rsidRPr="005B300D" w:rsidRDefault="005D696B" w:rsidP="005D696B">
      <w:pPr>
        <w:tabs>
          <w:tab w:val="left" w:pos="1418"/>
          <w:tab w:val="right" w:pos="9072"/>
        </w:tabs>
        <w:ind w:left="851"/>
      </w:pPr>
      <w:r w:rsidRPr="005B300D">
        <w:t>Közlekedési útvonalak, menekülési utak, helyiségek padlózata, ajtók és kapuk, lépcsők, veszélyes területek, akadálymentes közlekedés, jelölések.</w:t>
      </w:r>
    </w:p>
    <w:p w:rsidR="005D696B" w:rsidRPr="005B300D" w:rsidRDefault="005D696B" w:rsidP="005D696B">
      <w:pPr>
        <w:tabs>
          <w:tab w:val="left" w:pos="1418"/>
          <w:tab w:val="right" w:pos="9072"/>
        </w:tabs>
        <w:ind w:left="851"/>
      </w:pPr>
      <w:r w:rsidRPr="005B300D">
        <w:t>Alapvető feladatok a tűzmegelőzés érdekében.</w:t>
      </w:r>
    </w:p>
    <w:p w:rsidR="005D696B" w:rsidRPr="005B300D" w:rsidRDefault="005D696B" w:rsidP="005D696B">
      <w:pPr>
        <w:tabs>
          <w:tab w:val="left" w:pos="1418"/>
          <w:tab w:val="right" w:pos="9072"/>
        </w:tabs>
        <w:ind w:left="851"/>
      </w:pPr>
      <w:r w:rsidRPr="005B300D">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5D696B" w:rsidRPr="005B300D" w:rsidRDefault="005D696B" w:rsidP="005D696B">
      <w:pPr>
        <w:tabs>
          <w:tab w:val="left" w:pos="1418"/>
          <w:tab w:val="right" w:pos="9072"/>
        </w:tabs>
        <w:ind w:left="851"/>
      </w:pPr>
      <w:r w:rsidRPr="005B300D">
        <w:t>Termékfelelősség, forgalomba hozatal kritériumai.</w:t>
      </w:r>
    </w:p>
    <w:p w:rsidR="005D696B" w:rsidRPr="005B300D" w:rsidRDefault="005D696B" w:rsidP="005D696B">
      <w:pPr>
        <w:tabs>
          <w:tab w:val="left" w:pos="1418"/>
          <w:tab w:val="right" w:pos="9072"/>
        </w:tabs>
        <w:ind w:left="851"/>
      </w:pPr>
      <w:r w:rsidRPr="005B300D">
        <w:lastRenderedPageBreak/>
        <w:t>Anyagmozgatás.</w:t>
      </w:r>
    </w:p>
    <w:p w:rsidR="005D696B" w:rsidRPr="005B300D" w:rsidRDefault="005D696B" w:rsidP="005D696B">
      <w:pPr>
        <w:tabs>
          <w:tab w:val="left" w:pos="1418"/>
          <w:tab w:val="right" w:pos="9072"/>
        </w:tabs>
        <w:ind w:left="851"/>
      </w:pPr>
      <w:r w:rsidRPr="005B300D">
        <w:t xml:space="preserve">Anyagmozgatás a munkahelyeken. Kézi és gépi anyagmozgatás fajtái. </w:t>
      </w:r>
    </w:p>
    <w:p w:rsidR="005D696B" w:rsidRPr="005B300D" w:rsidRDefault="005D696B" w:rsidP="005D696B">
      <w:pPr>
        <w:tabs>
          <w:tab w:val="left" w:pos="1418"/>
          <w:tab w:val="right" w:pos="9072"/>
        </w:tabs>
        <w:ind w:left="851"/>
      </w:pPr>
      <w:r w:rsidRPr="005B300D">
        <w:t>A kézi anyagmozgatás szabályai, hátsérülések megelőzése.</w:t>
      </w:r>
    </w:p>
    <w:p w:rsidR="005D696B" w:rsidRPr="005B300D" w:rsidRDefault="005D696B" w:rsidP="005D696B">
      <w:pPr>
        <w:tabs>
          <w:tab w:val="left" w:pos="1418"/>
          <w:tab w:val="right" w:pos="9072"/>
        </w:tabs>
        <w:ind w:left="851"/>
      </w:pPr>
      <w:r w:rsidRPr="005B300D">
        <w:t>Raktározás.</w:t>
      </w:r>
    </w:p>
    <w:p w:rsidR="005D696B" w:rsidRPr="005B300D" w:rsidRDefault="005D696B" w:rsidP="005D696B">
      <w:pPr>
        <w:tabs>
          <w:tab w:val="left" w:pos="1418"/>
          <w:tab w:val="right" w:pos="9072"/>
        </w:tabs>
        <w:ind w:left="851"/>
      </w:pPr>
      <w:r w:rsidRPr="005B300D">
        <w:t>Áruk fajtái, raktározás típusai.</w:t>
      </w:r>
    </w:p>
    <w:p w:rsidR="005D696B" w:rsidRPr="005B300D" w:rsidRDefault="005D696B" w:rsidP="005D696B">
      <w:pPr>
        <w:tabs>
          <w:tab w:val="left" w:pos="1418"/>
          <w:tab w:val="right" w:pos="9072"/>
        </w:tabs>
        <w:ind w:left="851"/>
      </w:pPr>
      <w:r w:rsidRPr="005B300D">
        <w:t>Munkahelyi rend és hulladékkezelés.</w:t>
      </w:r>
    </w:p>
    <w:p w:rsidR="005D696B" w:rsidRPr="005B300D" w:rsidRDefault="005D696B" w:rsidP="005D696B">
      <w:pPr>
        <w:tabs>
          <w:tab w:val="left" w:pos="1418"/>
          <w:tab w:val="right" w:pos="9072"/>
        </w:tabs>
        <w:ind w:left="851"/>
      </w:pPr>
      <w:r w:rsidRPr="005B300D">
        <w:t xml:space="preserve">Jelzések, feliratok, biztonsági szín-és alakjelek. </w:t>
      </w:r>
    </w:p>
    <w:p w:rsidR="005D696B" w:rsidRPr="005B300D" w:rsidRDefault="005D696B" w:rsidP="005D696B">
      <w:pPr>
        <w:tabs>
          <w:tab w:val="left" w:pos="1418"/>
          <w:tab w:val="right" w:pos="9072"/>
        </w:tabs>
        <w:ind w:left="851"/>
      </w:pPr>
      <w:r w:rsidRPr="005B300D">
        <w:t>Hulladékgazdálkodás, környezetvédelem célja, eszközei.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Munkavégzés személyi feltételei</w:t>
      </w:r>
      <w:r w:rsidRPr="005B300D">
        <w:rPr>
          <w:b/>
          <w:i/>
        </w:rPr>
        <w:tab/>
        <w:t>2 óra/2 óra</w:t>
      </w:r>
    </w:p>
    <w:p w:rsidR="005D696B" w:rsidRPr="005B300D" w:rsidRDefault="005D696B" w:rsidP="005D696B">
      <w:pPr>
        <w:tabs>
          <w:tab w:val="left" w:pos="1418"/>
          <w:tab w:val="right" w:pos="9072"/>
        </w:tabs>
        <w:ind w:left="851"/>
      </w:pPr>
      <w:r w:rsidRPr="005B300D">
        <w:t>A munkavégzés személyi feltételei: jogszerű foglalkoztatás, munkaköri alkalmasság orvosi vizsgálata, foglalkoztatási tilalmak, szakmai ismeretek, munkavédelmi ismeretek</w:t>
      </w:r>
    </w:p>
    <w:p w:rsidR="005D696B" w:rsidRPr="005B300D" w:rsidRDefault="005D696B" w:rsidP="005D696B">
      <w:pPr>
        <w:ind w:left="851"/>
      </w:pPr>
      <w:r w:rsidRPr="005B300D">
        <w:t>A munkavégzés alapvető szervezési feltételei: egyedül végzett munka tilalma, irányítás szükségessége. Egyéni védőeszközök juttatásának szabályai.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Munkaeszközök biztonsága</w:t>
      </w:r>
      <w:r w:rsidRPr="005B300D">
        <w:rPr>
          <w:b/>
          <w:i/>
        </w:rPr>
        <w:tab/>
        <w:t>2 óra/2 óra</w:t>
      </w:r>
    </w:p>
    <w:p w:rsidR="005D696B" w:rsidRPr="005B300D" w:rsidRDefault="005D696B" w:rsidP="005D696B">
      <w:pPr>
        <w:ind w:left="851"/>
      </w:pPr>
      <w:r w:rsidRPr="005B300D">
        <w:t>Munkaeszközök halmazai.</w:t>
      </w:r>
    </w:p>
    <w:p w:rsidR="005D696B" w:rsidRPr="005B300D" w:rsidRDefault="005D696B" w:rsidP="005D696B">
      <w:pPr>
        <w:ind w:left="851"/>
      </w:pPr>
      <w:r w:rsidRPr="005B300D">
        <w:t>Szerszám, készülék, gép, berendezés forgalom meghatározása.</w:t>
      </w:r>
    </w:p>
    <w:p w:rsidR="005D696B" w:rsidRPr="005B300D" w:rsidRDefault="005D696B" w:rsidP="005D696B">
      <w:pPr>
        <w:tabs>
          <w:tab w:val="left" w:pos="1418"/>
          <w:tab w:val="right" w:pos="9072"/>
        </w:tabs>
        <w:ind w:left="851"/>
      </w:pPr>
      <w:r w:rsidRPr="005B300D">
        <w:t>Munkaeszközök dokumentációi.</w:t>
      </w:r>
    </w:p>
    <w:p w:rsidR="005D696B" w:rsidRPr="005B300D" w:rsidRDefault="005D696B" w:rsidP="005D696B">
      <w:pPr>
        <w:tabs>
          <w:tab w:val="left" w:pos="1418"/>
          <w:tab w:val="right" w:pos="9072"/>
        </w:tabs>
        <w:ind w:left="851"/>
      </w:pPr>
      <w:r w:rsidRPr="005B300D">
        <w:t>Munkaeszköz üzembe helyezésének, használatba vételének dokumentációs követelményei és a munkaeszközre (mint termékre) meghatározott EK-megfelelőségi nyilatkozat, valamint a megfelelőséget tanúsító egyéb dokumentumok.</w:t>
      </w:r>
    </w:p>
    <w:p w:rsidR="005D696B" w:rsidRPr="005B300D" w:rsidRDefault="005D696B" w:rsidP="005D696B">
      <w:pPr>
        <w:tabs>
          <w:tab w:val="left" w:pos="1418"/>
          <w:tab w:val="right" w:pos="9072"/>
        </w:tabs>
        <w:ind w:left="851"/>
      </w:pPr>
      <w:r w:rsidRPr="005B300D">
        <w:t>Munkaeszközök veszélyessége, eljárások.</w:t>
      </w:r>
    </w:p>
    <w:p w:rsidR="005D696B" w:rsidRPr="005B300D" w:rsidRDefault="005D696B" w:rsidP="005D696B">
      <w:pPr>
        <w:tabs>
          <w:tab w:val="left" w:pos="1418"/>
          <w:tab w:val="right" w:pos="9072"/>
        </w:tabs>
        <w:ind w:left="851"/>
      </w:pPr>
      <w:r w:rsidRPr="005B300D">
        <w:t>Biztonságtechnika alapelvei, veszélyforrások típusai, megbízhatóság, meghibásodás, biztonság. A biztonságtechnika jellemzői, kialakítás követelményei. Veszélyes munkaeszközök, üzembe helyezési eljárás.</w:t>
      </w:r>
    </w:p>
    <w:p w:rsidR="005D696B" w:rsidRPr="005B300D" w:rsidRDefault="005D696B" w:rsidP="005D696B">
      <w:pPr>
        <w:tabs>
          <w:tab w:val="left" w:pos="1418"/>
          <w:tab w:val="right" w:pos="9072"/>
        </w:tabs>
        <w:ind w:left="851"/>
      </w:pPr>
      <w:r w:rsidRPr="005B300D">
        <w:t>Munkaeszközök üzemeltetésének, használatának feltételei.</w:t>
      </w:r>
    </w:p>
    <w:p w:rsidR="005D696B" w:rsidRPr="005B300D" w:rsidRDefault="005D696B" w:rsidP="005D696B">
      <w:pPr>
        <w:tabs>
          <w:tab w:val="left" w:pos="1418"/>
          <w:tab w:val="right" w:pos="9072"/>
        </w:tabs>
        <w:ind w:left="851"/>
      </w:pPr>
      <w:r w:rsidRPr="005B300D">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Munkakörnyezeti hatások</w:t>
      </w:r>
      <w:r w:rsidRPr="005B300D">
        <w:rPr>
          <w:b/>
          <w:i/>
        </w:rPr>
        <w:tab/>
        <w:t>2 óra/2 óra</w:t>
      </w:r>
    </w:p>
    <w:p w:rsidR="005D696B" w:rsidRPr="005B300D" w:rsidRDefault="005D696B" w:rsidP="005D696B">
      <w:pPr>
        <w:tabs>
          <w:tab w:val="left" w:pos="1418"/>
          <w:tab w:val="right" w:pos="9072"/>
        </w:tabs>
        <w:ind w:left="851"/>
      </w:pPr>
      <w:r w:rsidRPr="005B300D">
        <w:t>Veszélyforrások, veszélyek a munkahelyeken (pl. zaj, rezgés, veszélyes anyagok és keverékek, stressz)</w:t>
      </w:r>
    </w:p>
    <w:p w:rsidR="005D696B" w:rsidRPr="005B300D" w:rsidRDefault="005D696B" w:rsidP="005D696B">
      <w:pPr>
        <w:tabs>
          <w:tab w:val="left" w:pos="1418"/>
          <w:tab w:val="right" w:pos="9072"/>
        </w:tabs>
        <w:ind w:left="851"/>
      </w:pPr>
      <w:r w:rsidRPr="005B300D">
        <w:t xml:space="preserve">Fizikai, biológiai és kémiai hatások a dolgozókra, főbb veszélyforrások valamint a veszélyforrások felismerésének módszerei és a védekezés a lehetőségei. </w:t>
      </w:r>
    </w:p>
    <w:p w:rsidR="005D696B" w:rsidRPr="005B300D" w:rsidRDefault="005D696B" w:rsidP="005D696B">
      <w:pPr>
        <w:tabs>
          <w:tab w:val="left" w:pos="1418"/>
          <w:tab w:val="right" w:pos="9072"/>
        </w:tabs>
        <w:ind w:left="851"/>
      </w:pPr>
      <w:r w:rsidRPr="005B300D">
        <w:t>A stressz, munkahelyi stressz fogalma és az ellene való védekezés jelentősége a munkahelyen.</w:t>
      </w:r>
    </w:p>
    <w:p w:rsidR="005D696B" w:rsidRPr="005B300D" w:rsidRDefault="005D696B" w:rsidP="005D696B">
      <w:pPr>
        <w:tabs>
          <w:tab w:val="left" w:pos="1418"/>
          <w:tab w:val="right" w:pos="9072"/>
        </w:tabs>
        <w:ind w:left="851"/>
      </w:pPr>
      <w:r w:rsidRPr="005B300D">
        <w:t>A kockázat fogalma, felmérése és kezelése</w:t>
      </w:r>
    </w:p>
    <w:p w:rsidR="005D696B" w:rsidRPr="005B300D" w:rsidRDefault="005D696B" w:rsidP="005D696B">
      <w:pPr>
        <w:tabs>
          <w:tab w:val="left" w:pos="1418"/>
          <w:tab w:val="right" w:pos="9072"/>
        </w:tabs>
        <w:ind w:left="851"/>
      </w:pPr>
      <w:r w:rsidRPr="005B300D">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Munkavédelmi jogi ismeretek</w:t>
      </w:r>
      <w:r w:rsidRPr="005B300D">
        <w:rPr>
          <w:b/>
          <w:i/>
        </w:rPr>
        <w:tab/>
        <w:t>4 óra/4 óra</w:t>
      </w:r>
    </w:p>
    <w:p w:rsidR="005D696B" w:rsidRPr="005B300D" w:rsidRDefault="005D696B" w:rsidP="005D696B">
      <w:pPr>
        <w:tabs>
          <w:tab w:val="left" w:pos="1418"/>
          <w:tab w:val="right" w:pos="9072"/>
        </w:tabs>
        <w:ind w:left="851"/>
      </w:pPr>
      <w:r w:rsidRPr="005B300D">
        <w:t xml:space="preserve">A munkavédelem szabályrendszere, jogok és kötelezettségek. Az Alaptörvényben biztosított jogok az egészséget, biztonságot és méltóságot tiszteletben tartó munkafeltételekhez, a testi és lelki egészségének megőrzéséhez. </w:t>
      </w:r>
    </w:p>
    <w:p w:rsidR="005D696B" w:rsidRPr="005B300D" w:rsidRDefault="005D696B" w:rsidP="005D696B">
      <w:pPr>
        <w:tabs>
          <w:tab w:val="left" w:pos="1418"/>
          <w:tab w:val="right" w:pos="9072"/>
        </w:tabs>
        <w:ind w:left="851"/>
      </w:pPr>
      <w:r w:rsidRPr="005B300D">
        <w:lastRenderedPageBreak/>
        <w:t xml:space="preserve">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w:t>
      </w:r>
    </w:p>
    <w:p w:rsidR="005D696B" w:rsidRPr="005B300D" w:rsidRDefault="005D696B" w:rsidP="005D696B">
      <w:pPr>
        <w:tabs>
          <w:tab w:val="left" w:pos="1418"/>
          <w:tab w:val="right" w:pos="9072"/>
        </w:tabs>
        <w:ind w:left="851"/>
      </w:pPr>
      <w:r w:rsidRPr="005B300D">
        <w:t>A szabványok, illetve a munkáltatók helyi előírásainak szerepe.</w:t>
      </w:r>
    </w:p>
    <w:p w:rsidR="005D696B" w:rsidRPr="005B300D" w:rsidRDefault="005D696B" w:rsidP="005D696B">
      <w:pPr>
        <w:tabs>
          <w:tab w:val="left" w:pos="1418"/>
          <w:tab w:val="right" w:pos="9072"/>
        </w:tabs>
        <w:ind w:left="851"/>
      </w:pPr>
      <w:r w:rsidRPr="005B300D">
        <w:t>Munkavédelmi feladatok a munkahelyeken</w:t>
      </w:r>
    </w:p>
    <w:p w:rsidR="005D696B" w:rsidRPr="005B300D" w:rsidRDefault="005D696B" w:rsidP="005D696B">
      <w:pPr>
        <w:tabs>
          <w:tab w:val="left" w:pos="1418"/>
          <w:tab w:val="right" w:pos="9072"/>
        </w:tabs>
        <w:ind w:left="851"/>
      </w:pPr>
      <w:r w:rsidRPr="005B300D">
        <w:t>A munkáltatók alapvető feladatai az egészséget nem veszélyeztető és biztonságos munkakörülmények biztosítása érdekében. Tervezés, létesítés, üzemeltetés. Munkavállalók feladatai a munkavégzés során.</w:t>
      </w:r>
    </w:p>
    <w:p w:rsidR="005D696B" w:rsidRPr="005B300D" w:rsidRDefault="005D696B" w:rsidP="005D696B">
      <w:pPr>
        <w:tabs>
          <w:tab w:val="left" w:pos="1418"/>
          <w:tab w:val="right" w:pos="9072"/>
        </w:tabs>
        <w:ind w:left="851"/>
      </w:pPr>
      <w:r w:rsidRPr="005B300D">
        <w:t>Munkavédelmi szakemberek feladatai a munkahelyeken</w:t>
      </w:r>
    </w:p>
    <w:p w:rsidR="005D696B" w:rsidRPr="005B300D" w:rsidRDefault="005D696B" w:rsidP="005D696B">
      <w:pPr>
        <w:tabs>
          <w:tab w:val="left" w:pos="1418"/>
          <w:tab w:val="right" w:pos="9072"/>
        </w:tabs>
        <w:ind w:left="851"/>
      </w:pPr>
      <w:r w:rsidRPr="005B300D">
        <w:t>Munkabiztonsági és munkaegészségügyi szaktevékenység keretében ellátandó feladatok. Foglalkozás-egészségügyi feladatok</w:t>
      </w:r>
    </w:p>
    <w:p w:rsidR="005D696B" w:rsidRPr="005B300D" w:rsidRDefault="005D696B" w:rsidP="005D696B">
      <w:pPr>
        <w:tabs>
          <w:tab w:val="left" w:pos="1418"/>
          <w:tab w:val="right" w:pos="9072"/>
        </w:tabs>
        <w:ind w:left="851"/>
      </w:pPr>
      <w:r w:rsidRPr="005B300D">
        <w:t>Balesetek és foglalkozási megbetegedések</w:t>
      </w:r>
    </w:p>
    <w:p w:rsidR="005D696B" w:rsidRPr="005B300D" w:rsidRDefault="005D696B" w:rsidP="005D696B">
      <w:pPr>
        <w:tabs>
          <w:tab w:val="left" w:pos="1418"/>
          <w:tab w:val="right" w:pos="9072"/>
        </w:tabs>
        <w:ind w:left="851"/>
      </w:pPr>
      <w:r w:rsidRPr="005B300D">
        <w:t>Balesetek és munkabalesetek valamint a foglalkozási megbetegedések fogalma. Feladatok munkabaleset esetén. A kivizsgálás, mint a megelőzés eszköze</w:t>
      </w:r>
    </w:p>
    <w:p w:rsidR="005D696B" w:rsidRPr="005B300D" w:rsidRDefault="005D696B" w:rsidP="005D696B">
      <w:pPr>
        <w:tabs>
          <w:tab w:val="left" w:pos="1418"/>
          <w:tab w:val="right" w:pos="9072"/>
        </w:tabs>
        <w:ind w:left="851"/>
      </w:pPr>
      <w:r w:rsidRPr="005B300D">
        <w:t>Munkavédelmi érdekképviselet a munkahelyen</w:t>
      </w:r>
    </w:p>
    <w:p w:rsidR="005D696B" w:rsidRPr="005B300D" w:rsidRDefault="005D696B" w:rsidP="005D696B">
      <w:pPr>
        <w:tabs>
          <w:tab w:val="left" w:pos="1418"/>
          <w:tab w:val="right" w:pos="9072"/>
        </w:tabs>
        <w:ind w:left="851"/>
      </w:pPr>
      <w:r w:rsidRPr="005B300D">
        <w:t>A munkavállalók munkavédelmi érdekképviseletének jelentősége és lehetőségei. A választott képviselők szerepe, feladatai, jogai.</w:t>
      </w:r>
    </w:p>
    <w:p w:rsidR="005D696B" w:rsidRPr="005B300D" w:rsidRDefault="005D696B" w:rsidP="005D696B">
      <w:pPr>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Tanterem</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Szakkönyvek, munkavédelmi tárgyú jogszabályok</w:t>
            </w:r>
          </w:p>
        </w:tc>
      </w:tr>
      <w:tr w:rsidR="005D696B" w:rsidRPr="005B300D" w:rsidTr="00FF0CD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Munkabaleset, foglalkozási megbetegedés elemzése</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Oktatófilmek (</w:t>
            </w:r>
            <w:proofErr w:type="spellStart"/>
            <w:r w:rsidRPr="005B300D">
              <w:rPr>
                <w:color w:val="000000"/>
                <w:sz w:val="20"/>
                <w:szCs w:val="20"/>
              </w:rPr>
              <w:t>pl.NAPO</w:t>
            </w:r>
            <w:proofErr w:type="spellEnd"/>
            <w:r w:rsidRPr="005B300D">
              <w:rPr>
                <w:color w:val="000000"/>
                <w:sz w:val="20"/>
                <w:szCs w:val="20"/>
              </w:rPr>
              <w:t>)</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9"/>
        <w:gridCol w:w="2636"/>
        <w:gridCol w:w="747"/>
        <w:gridCol w:w="796"/>
        <w:gridCol w:w="774"/>
        <w:gridCol w:w="2581"/>
      </w:tblGrid>
      <w:tr w:rsidR="005D696B" w:rsidRPr="005B300D" w:rsidTr="00FF0CD2">
        <w:trPr>
          <w:trHeight w:val="255"/>
        </w:trPr>
        <w:tc>
          <w:tcPr>
            <w:tcW w:w="829"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6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17"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581"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trPr>
        <w:tc>
          <w:tcPr>
            <w:tcW w:w="829" w:type="dxa"/>
            <w:vMerge/>
            <w:vAlign w:val="center"/>
            <w:hideMark/>
          </w:tcPr>
          <w:p w:rsidR="005D696B" w:rsidRPr="005B300D" w:rsidRDefault="005D696B" w:rsidP="00FF0CD2">
            <w:pPr>
              <w:rPr>
                <w:color w:val="000000"/>
                <w:sz w:val="20"/>
                <w:szCs w:val="20"/>
              </w:rPr>
            </w:pPr>
          </w:p>
        </w:tc>
        <w:tc>
          <w:tcPr>
            <w:tcW w:w="2636" w:type="dxa"/>
            <w:vMerge/>
            <w:vAlign w:val="center"/>
            <w:hideMark/>
          </w:tcPr>
          <w:p w:rsidR="005D696B" w:rsidRPr="005B300D" w:rsidRDefault="005D696B" w:rsidP="00FF0CD2">
            <w:pPr>
              <w:rPr>
                <w:color w:val="000000"/>
                <w:sz w:val="20"/>
                <w:szCs w:val="20"/>
              </w:rPr>
            </w:pPr>
          </w:p>
        </w:tc>
        <w:tc>
          <w:tcPr>
            <w:tcW w:w="747"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581" w:type="dxa"/>
            <w:vMerge/>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829"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53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trPr>
        <w:tc>
          <w:tcPr>
            <w:tcW w:w="829"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636"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47"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58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829"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53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510"/>
        </w:trPr>
        <w:tc>
          <w:tcPr>
            <w:tcW w:w="829"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2.1.</w:t>
            </w:r>
          </w:p>
        </w:tc>
        <w:tc>
          <w:tcPr>
            <w:tcW w:w="2636"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47"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58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spacing w:after="200" w:line="276" w:lineRule="auto"/>
      </w:pPr>
      <w:r w:rsidRPr="005B300D">
        <w:br w:type="page"/>
      </w:r>
    </w:p>
    <w:p w:rsidR="005D696B" w:rsidRPr="005B300D" w:rsidRDefault="005D696B" w:rsidP="005D696B"/>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11110-16 azonosító számú</w:t>
      </w:r>
    </w:p>
    <w:p w:rsidR="005D696B" w:rsidRPr="005B300D" w:rsidRDefault="005D696B" w:rsidP="005D696B">
      <w:pPr>
        <w:jc w:val="center"/>
        <w:rPr>
          <w:b/>
          <w:sz w:val="36"/>
        </w:rPr>
      </w:pPr>
      <w:r w:rsidRPr="005B300D">
        <w:rPr>
          <w:b/>
          <w:sz w:val="36"/>
        </w:rPr>
        <w:t>Egészségügyi alapismeretek</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D696B">
      <w:r w:rsidRPr="005B300D">
        <w:lastRenderedPageBreak/>
        <w:t>A 11110-16 azonosító számú Egészségügyi alapismeretek megnevezésű szakmai követelménymodulhoz tartozó tantárgyak és témakörök oktatása során fejlesztendő kompetenciák</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25"/>
        <w:gridCol w:w="709"/>
        <w:gridCol w:w="708"/>
      </w:tblGrid>
      <w:tr w:rsidR="005D696B" w:rsidRPr="005B300D" w:rsidTr="00FF0CD2">
        <w:trPr>
          <w:trHeight w:val="1550"/>
        </w:trPr>
        <w:tc>
          <w:tcPr>
            <w:tcW w:w="7725"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9"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Egészségügyi alapismeretek</w:t>
            </w:r>
          </w:p>
        </w:tc>
        <w:tc>
          <w:tcPr>
            <w:tcW w:w="708"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Szakmai kommunikáció</w:t>
            </w:r>
          </w:p>
        </w:tc>
      </w:tr>
      <w:tr w:rsidR="005D696B" w:rsidRPr="005B300D" w:rsidTr="00FF0CD2">
        <w:trPr>
          <w:trHeight w:val="300"/>
        </w:trPr>
        <w:tc>
          <w:tcPr>
            <w:tcW w:w="9142"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FF0CD2">
        <w:trPr>
          <w:trHeight w:val="793"/>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Hivatása gyakorlása során az egészségügyi dolgozóval szemben támasztott etikai, jogi követelményeknek megfelelő viselkedést, magatartást tanúsít, tiszteletben tartja az emberi méltóságot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34"/>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Napi feladatait előítélet </w:t>
            </w:r>
            <w:proofErr w:type="gramStart"/>
            <w:r w:rsidRPr="005B300D">
              <w:rPr>
                <w:color w:val="000000"/>
                <w:sz w:val="20"/>
                <w:szCs w:val="20"/>
              </w:rPr>
              <w:t>mentesen</w:t>
            </w:r>
            <w:proofErr w:type="gramEnd"/>
            <w:r w:rsidRPr="005B300D">
              <w:rPr>
                <w:color w:val="000000"/>
                <w:sz w:val="20"/>
                <w:szCs w:val="20"/>
              </w:rPr>
              <w:t xml:space="preserve"> az egyenlő bánásmód szabályait betartva látja el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72"/>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munkája során figyelembe veszi a különböző kultúrkörökből érkező betegek ellátásának jellegzetességeit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6"/>
        </w:trPr>
        <w:tc>
          <w:tcPr>
            <w:tcW w:w="7725" w:type="dxa"/>
            <w:shd w:val="clear" w:color="auto" w:fill="auto"/>
            <w:vAlign w:val="center"/>
            <w:hideMark/>
          </w:tcPr>
          <w:p w:rsidR="005D696B" w:rsidRPr="005B300D" w:rsidRDefault="005D696B" w:rsidP="00FF0CD2">
            <w:pPr>
              <w:rPr>
                <w:color w:val="000000"/>
                <w:sz w:val="20"/>
                <w:szCs w:val="20"/>
              </w:rPr>
            </w:pPr>
            <w:proofErr w:type="gramStart"/>
            <w:r w:rsidRPr="005B300D">
              <w:rPr>
                <w:color w:val="000000"/>
                <w:sz w:val="20"/>
                <w:szCs w:val="20"/>
              </w:rPr>
              <w:t>Biztosítja</w:t>
            </w:r>
            <w:proofErr w:type="gramEnd"/>
            <w:r w:rsidRPr="005B300D">
              <w:rPr>
                <w:color w:val="000000"/>
                <w:sz w:val="20"/>
                <w:szCs w:val="20"/>
              </w:rPr>
              <w:t xml:space="preserve"> és munkája során érvényesíti a betegjogokat, betartja az adatkezelési, adatvédelmi jogszabályokat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44"/>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Egészségnevelő tevékenysége során figyelembe veszi az életkori jellemzőket és ennek megfelelő nevelési-oktatási módszereket alkalmaz</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02"/>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Segítő hivatását felelősséggel, empatikusan, toleránsan gyakorolja, a vele kapcsolatba kerülő egészséges vagy beteg ember személyiségét tiszteletben tartja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20"/>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 betegségből adódó szorongást, elutasító viselkedést, önvédelmi reakciókat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8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az agresszió megnyilvánulási formáit, a bántalmazott gyermek, vagy felnőtt viselkedését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86"/>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Alkalmazza a szakmai terminológia helyesírási és kiejtési szabályait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93"/>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Alkalmazza az orvosi latinban használatos megnevezéseket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473"/>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Adekvátan, kongruensen és hitelesen kommunikál a munkatársakkal, a beteggel és a hozzátartozóival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62"/>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betegellátás során tudatosan használja a nonverbális csatornákat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92"/>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 kommunikációs folyamatban bekövetkezett zavarokat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48"/>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Megfelelően kommunikál látás-, hallás-, beszédsérült személlyel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70"/>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Alkalmazza a </w:t>
            </w:r>
            <w:proofErr w:type="spellStart"/>
            <w:r w:rsidRPr="005B300D">
              <w:rPr>
                <w:color w:val="000000"/>
                <w:sz w:val="20"/>
                <w:szCs w:val="20"/>
              </w:rPr>
              <w:t>kommunikációfelvétel</w:t>
            </w:r>
            <w:proofErr w:type="spellEnd"/>
            <w:r w:rsidRPr="005B300D">
              <w:rPr>
                <w:color w:val="000000"/>
                <w:sz w:val="20"/>
                <w:szCs w:val="20"/>
              </w:rPr>
              <w:t xml:space="preserve"> és </w:t>
            </w:r>
            <w:proofErr w:type="spellStart"/>
            <w:r w:rsidRPr="005B300D">
              <w:rPr>
                <w:color w:val="000000"/>
                <w:sz w:val="20"/>
                <w:szCs w:val="20"/>
              </w:rPr>
              <w:t>-tartás</w:t>
            </w:r>
            <w:proofErr w:type="spellEnd"/>
            <w:r w:rsidRPr="005B300D">
              <w:rPr>
                <w:color w:val="000000"/>
                <w:sz w:val="20"/>
                <w:szCs w:val="20"/>
              </w:rPr>
              <w:t xml:space="preserve"> szabályait autizmus spektrumzavar esetén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Támogatja az egészséges életmód kialakítását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86"/>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Eligazodik az egészségügyi ellátórendszerben, alkalmazza a </w:t>
            </w:r>
            <w:proofErr w:type="spellStart"/>
            <w:r w:rsidRPr="005B300D">
              <w:rPr>
                <w:color w:val="000000"/>
                <w:sz w:val="20"/>
                <w:szCs w:val="20"/>
              </w:rPr>
              <w:t>prevenció-kuráció-rehabilitáció</w:t>
            </w:r>
            <w:proofErr w:type="spellEnd"/>
            <w:r w:rsidRPr="005B300D">
              <w:rPr>
                <w:color w:val="000000"/>
                <w:sz w:val="20"/>
                <w:szCs w:val="20"/>
              </w:rPr>
              <w:t xml:space="preserve"> alapelveit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Részt vesz a </w:t>
            </w:r>
            <w:proofErr w:type="spellStart"/>
            <w:r w:rsidRPr="005B300D">
              <w:rPr>
                <w:color w:val="000000"/>
                <w:sz w:val="20"/>
                <w:szCs w:val="20"/>
              </w:rPr>
              <w:t>betegutak</w:t>
            </w:r>
            <w:proofErr w:type="spellEnd"/>
            <w:r w:rsidRPr="005B300D">
              <w:rPr>
                <w:color w:val="000000"/>
                <w:sz w:val="20"/>
                <w:szCs w:val="20"/>
              </w:rPr>
              <w:t xml:space="preserve"> szervezésében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06"/>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Demográfiai és egészségügyi statisztikai adatokat értelmez.</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 rizikófaktorokat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szűrővizsgálatokban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43"/>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Környezettudatosan gondolkodik, felismeri az egészséget veszélyeztető környezeti veszélyforrásokat, kémiai, fizikai és biológiai környezeti károsító hatásokat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Veszélyes hulladékot kezel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9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a közösségi egészségfejlesztési programok szervezésében, kivitelezésében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00"/>
        </w:trPr>
        <w:tc>
          <w:tcPr>
            <w:tcW w:w="9142"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Általános etika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Egészségügyi etika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Ápolásetika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lastRenderedPageBreak/>
              <w:t>Egyenlő bánásmód alapelvei</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0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Transz- és multikulturális ápolás, ápolásetika alapjai</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Alaptörvény, sarkalatos jogszabályok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99"/>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Egészségügyi törvény és egészségügyre vonatkozó jogszabályok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Általános lélektan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Személyiséglélektan</w:t>
            </w:r>
            <w:proofErr w:type="spellEnd"/>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Szociálpszichológia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Önsegítő csoportok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Orvosi latin nyelv</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Kommunikációs alapismeretek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6"/>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Általános infokommunikációs akadálymentesítés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Kommunikációs zavarok felismerése</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Népegészségügy</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Az egészségügyi ellátórendszer</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Minőségügyi alapismeretek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Statisztika és demográfia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Népegészségügyi jelentőségű szűrővizsgálatok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Prevenció és rehabilitáció</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8"/>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Egészségfejlesztés, közösségi egészségfejlesztés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Környezetegészségügy</w:t>
            </w:r>
            <w:proofErr w:type="spellEnd"/>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93"/>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Környezettudatos életmód, környezeti veszélyforrások és kockázati tényezők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Munkabiztonsági tényezők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300"/>
        </w:trPr>
        <w:tc>
          <w:tcPr>
            <w:tcW w:w="9142"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FF0CD2">
        <w:trPr>
          <w:trHeight w:val="250"/>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kommunikáció szóban és írásban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82"/>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Adekvát kommunikáció akadályozott személyekkel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142"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Elhivatottság, elkötelezettség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Türelmesség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Megbízhatóság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142"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Kapcsolatteremtő készség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Közérthetőség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Segítőkészség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142"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Helyzetfelismerés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Gyakorlatias feladatértelmezés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725"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Rendszerekben történő gondolkodás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8"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bl>
    <w:p w:rsidR="005D696B" w:rsidRPr="005B300D" w:rsidRDefault="005D696B" w:rsidP="005D696B"/>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Egészségügyi alapismeretek tantárgy</w:t>
      </w:r>
      <w:r w:rsidRPr="005B300D">
        <w:rPr>
          <w:b/>
        </w:rPr>
        <w:tab/>
        <w:t>162 óra/162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 tantárgy tanításának célja felkészíteni a képzésben résztvevőket az egészségügyi szolgáltatóknál végzendő segítő szakmák elsajátítására. A tantárgy olyan általános, az egészségügyhöz kapcsolódó alapismeretek elsajátítását szolgálja, melyek nélkülözhetetlenek a specifikus szakmai ismeretek elsajátításához, az egészségügy területéhez tartozó valamennyi szakma gyakorlásához.</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lastRenderedPageBreak/>
        <w:t>Kommunikáció</w:t>
      </w:r>
    </w:p>
    <w:p w:rsidR="005D696B" w:rsidRPr="005B300D" w:rsidRDefault="005D696B" w:rsidP="005D696B">
      <w:pPr>
        <w:ind w:left="426"/>
      </w:pPr>
      <w:r w:rsidRPr="005B300D">
        <w:t>Szakmai kommunikáció</w:t>
      </w:r>
    </w:p>
    <w:p w:rsidR="005D696B" w:rsidRPr="005B300D" w:rsidRDefault="005D696B" w:rsidP="005D696B">
      <w:pPr>
        <w:ind w:left="426"/>
      </w:pPr>
      <w:r w:rsidRPr="005B300D">
        <w:t>Munkavédelmi alapismeretek</w:t>
      </w:r>
    </w:p>
    <w:p w:rsidR="005D696B" w:rsidRPr="005B300D" w:rsidRDefault="005D696B" w:rsidP="005D696B">
      <w:pPr>
        <w:ind w:left="426"/>
      </w:pPr>
      <w:r w:rsidRPr="005B300D">
        <w:t>Ápoláslélektan</w:t>
      </w:r>
    </w:p>
    <w:p w:rsidR="005D696B" w:rsidRPr="005B300D" w:rsidRDefault="005D696B" w:rsidP="005D696B">
      <w:pPr>
        <w:ind w:left="426"/>
      </w:pPr>
      <w:r w:rsidRPr="005B300D">
        <w:t>Akadályozott ember gondozása</w:t>
      </w:r>
    </w:p>
    <w:p w:rsidR="005D696B" w:rsidRPr="005B300D" w:rsidRDefault="005D696B" w:rsidP="005D696B">
      <w:pPr>
        <w:ind w:left="426"/>
      </w:pPr>
      <w:r w:rsidRPr="005B300D">
        <w:t>Speciális ápolást igénylők ellátása</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Szakmai jogi és etikai ismeretek</w:t>
      </w:r>
      <w:r w:rsidRPr="005B300D">
        <w:rPr>
          <w:b/>
          <w:i/>
        </w:rPr>
        <w:tab/>
        <w:t>18 óra/18 óra</w:t>
      </w:r>
    </w:p>
    <w:p w:rsidR="005D696B" w:rsidRPr="005B300D" w:rsidRDefault="005D696B" w:rsidP="005D696B">
      <w:pPr>
        <w:tabs>
          <w:tab w:val="left" w:pos="1418"/>
          <w:tab w:val="right" w:pos="9072"/>
        </w:tabs>
        <w:ind w:left="851"/>
      </w:pPr>
      <w:r w:rsidRPr="005B300D">
        <w:t xml:space="preserve">A társadalmi, erkölcsi és jogi normák fogalma, egymáshoz való viszonyuk </w:t>
      </w:r>
    </w:p>
    <w:p w:rsidR="005D696B" w:rsidRPr="005B300D" w:rsidRDefault="005D696B" w:rsidP="005D696B">
      <w:pPr>
        <w:tabs>
          <w:tab w:val="left" w:pos="1418"/>
          <w:tab w:val="right" w:pos="9072"/>
        </w:tabs>
        <w:ind w:left="851"/>
      </w:pPr>
      <w:r w:rsidRPr="005B300D">
        <w:t xml:space="preserve">A jog és a jogrend fogalma, a belső jogforrások rendszere. </w:t>
      </w:r>
    </w:p>
    <w:p w:rsidR="005D696B" w:rsidRPr="005B300D" w:rsidRDefault="005D696B" w:rsidP="005D696B">
      <w:pPr>
        <w:tabs>
          <w:tab w:val="left" w:pos="1418"/>
          <w:tab w:val="right" w:pos="9072"/>
        </w:tabs>
        <w:ind w:left="851"/>
      </w:pPr>
      <w:r w:rsidRPr="005B300D">
        <w:t>Magyarország Alaptörvényében meghatározott alapvető jogok és kötelezettségek.</w:t>
      </w:r>
    </w:p>
    <w:p w:rsidR="005D696B" w:rsidRPr="005B300D" w:rsidRDefault="005D696B" w:rsidP="005D696B">
      <w:pPr>
        <w:tabs>
          <w:tab w:val="left" w:pos="1418"/>
          <w:tab w:val="right" w:pos="9072"/>
        </w:tabs>
        <w:ind w:left="851"/>
      </w:pPr>
      <w:r w:rsidRPr="005B300D">
        <w:t>Az állami szervek rendszere, jellegük és egymáshoz való viszonyuk.</w:t>
      </w:r>
    </w:p>
    <w:p w:rsidR="005D696B" w:rsidRPr="005B300D" w:rsidRDefault="005D696B" w:rsidP="005D696B">
      <w:pPr>
        <w:tabs>
          <w:tab w:val="left" w:pos="1418"/>
          <w:tab w:val="right" w:pos="9072"/>
        </w:tabs>
        <w:ind w:left="851"/>
      </w:pPr>
      <w:r w:rsidRPr="005B300D">
        <w:t>Az állam felelőssége a lakosság egészségi állapotáért.</w:t>
      </w:r>
    </w:p>
    <w:p w:rsidR="005D696B" w:rsidRPr="005B300D" w:rsidRDefault="005D696B" w:rsidP="005D696B">
      <w:pPr>
        <w:tabs>
          <w:tab w:val="left" w:pos="1418"/>
          <w:tab w:val="right" w:pos="9072"/>
        </w:tabs>
        <w:ind w:left="851"/>
      </w:pPr>
      <w:r w:rsidRPr="005B300D">
        <w:t>A közszolgáltatások rendszere és szervezése: az egészségügy és a szociális ellátás intézményei és azok alapvető követelményei.</w:t>
      </w:r>
    </w:p>
    <w:p w:rsidR="005D696B" w:rsidRPr="005B300D" w:rsidRDefault="005D696B" w:rsidP="005D696B">
      <w:pPr>
        <w:tabs>
          <w:tab w:val="left" w:pos="1418"/>
          <w:tab w:val="right" w:pos="9072"/>
        </w:tabs>
        <w:ind w:left="851"/>
      </w:pPr>
      <w:r w:rsidRPr="005B300D">
        <w:t>Az egészségügyi igazgatás szervezetrendszere.</w:t>
      </w:r>
    </w:p>
    <w:p w:rsidR="005D696B" w:rsidRPr="005B300D" w:rsidRDefault="005D696B" w:rsidP="005D696B">
      <w:pPr>
        <w:tabs>
          <w:tab w:val="left" w:pos="1418"/>
          <w:tab w:val="right" w:pos="9072"/>
        </w:tabs>
        <w:ind w:left="851"/>
      </w:pPr>
      <w:r w:rsidRPr="005B300D">
        <w:t>Az egészségügyre és az egészségügyi szolgáltatásra vonatkozó fontosabb jogi szabályozások.</w:t>
      </w:r>
    </w:p>
    <w:p w:rsidR="005D696B" w:rsidRPr="005B300D" w:rsidRDefault="005D696B" w:rsidP="005D696B">
      <w:pPr>
        <w:tabs>
          <w:tab w:val="left" w:pos="1418"/>
          <w:tab w:val="right" w:pos="9072"/>
        </w:tabs>
        <w:ind w:left="851"/>
      </w:pPr>
      <w:r w:rsidRPr="005B300D">
        <w:t xml:space="preserve">Információbiztonság és adatvédelem. </w:t>
      </w:r>
    </w:p>
    <w:p w:rsidR="005D696B" w:rsidRPr="005B300D" w:rsidRDefault="005D696B" w:rsidP="005D696B">
      <w:pPr>
        <w:tabs>
          <w:tab w:val="left" w:pos="1418"/>
          <w:tab w:val="right" w:pos="9072"/>
        </w:tabs>
        <w:ind w:left="851"/>
      </w:pPr>
      <w:r w:rsidRPr="005B300D">
        <w:t>Az egészségügyi dokumentáció kezelése.</w:t>
      </w:r>
    </w:p>
    <w:p w:rsidR="005D696B" w:rsidRPr="005B300D" w:rsidRDefault="005D696B" w:rsidP="005D696B">
      <w:pPr>
        <w:tabs>
          <w:tab w:val="left" w:pos="1418"/>
          <w:tab w:val="right" w:pos="9072"/>
        </w:tabs>
        <w:ind w:left="851"/>
      </w:pPr>
      <w:r w:rsidRPr="005B300D">
        <w:t>Szakmai felelősség és felelősségvállalás az egészségügyben.</w:t>
      </w:r>
    </w:p>
    <w:p w:rsidR="005D696B" w:rsidRPr="005B300D" w:rsidRDefault="005D696B" w:rsidP="005D696B">
      <w:pPr>
        <w:tabs>
          <w:tab w:val="left" w:pos="1418"/>
          <w:tab w:val="right" w:pos="9072"/>
        </w:tabs>
        <w:ind w:left="851"/>
      </w:pPr>
      <w:r w:rsidRPr="005B300D">
        <w:t>Az egészségügyben dolgozókra vonatkozó speciális munkaügyi szabályok és szabályozók.</w:t>
      </w:r>
    </w:p>
    <w:p w:rsidR="005D696B" w:rsidRPr="005B300D" w:rsidRDefault="005D696B" w:rsidP="005D696B">
      <w:pPr>
        <w:tabs>
          <w:tab w:val="left" w:pos="1418"/>
          <w:tab w:val="right" w:pos="9072"/>
        </w:tabs>
        <w:ind w:left="851"/>
      </w:pPr>
      <w:r w:rsidRPr="005B300D">
        <w:t>Az egészségügyi etika kialakulása és alapjai.</w:t>
      </w:r>
    </w:p>
    <w:p w:rsidR="005D696B" w:rsidRPr="005B300D" w:rsidRDefault="005D696B" w:rsidP="005D696B">
      <w:pPr>
        <w:tabs>
          <w:tab w:val="left" w:pos="1418"/>
          <w:tab w:val="right" w:pos="9072"/>
        </w:tabs>
        <w:ind w:left="851"/>
      </w:pPr>
      <w:r w:rsidRPr="005B300D">
        <w:t>Az egészségügyi etika alapelvei.</w:t>
      </w:r>
    </w:p>
    <w:p w:rsidR="005D696B" w:rsidRPr="005B300D" w:rsidRDefault="005D696B" w:rsidP="005D696B">
      <w:pPr>
        <w:tabs>
          <w:tab w:val="left" w:pos="1418"/>
          <w:tab w:val="right" w:pos="9072"/>
        </w:tabs>
        <w:ind w:left="851"/>
      </w:pPr>
      <w:r w:rsidRPr="005B300D">
        <w:t xml:space="preserve">Etikai értékek az egészségügyben. </w:t>
      </w:r>
    </w:p>
    <w:p w:rsidR="005D696B" w:rsidRPr="005B300D" w:rsidRDefault="005D696B" w:rsidP="005D696B">
      <w:pPr>
        <w:tabs>
          <w:tab w:val="left" w:pos="1418"/>
          <w:tab w:val="right" w:pos="9072"/>
        </w:tabs>
        <w:ind w:left="851"/>
      </w:pPr>
      <w:r w:rsidRPr="005B300D">
        <w:t>A betegek jogai és a betegjogok érvényesítése.</w:t>
      </w:r>
    </w:p>
    <w:p w:rsidR="005D696B" w:rsidRPr="005B300D" w:rsidRDefault="005D696B" w:rsidP="005D696B">
      <w:pPr>
        <w:tabs>
          <w:tab w:val="left" w:pos="1418"/>
          <w:tab w:val="right" w:pos="9072"/>
        </w:tabs>
        <w:ind w:left="851"/>
      </w:pPr>
      <w:r w:rsidRPr="005B300D">
        <w:t>Jogi és etikai szabályozás kapcsolata az egészségügyben.</w:t>
      </w:r>
    </w:p>
    <w:p w:rsidR="005D696B" w:rsidRPr="005B300D" w:rsidRDefault="005D696B" w:rsidP="005D696B">
      <w:pPr>
        <w:tabs>
          <w:tab w:val="left" w:pos="1418"/>
          <w:tab w:val="right" w:pos="9072"/>
        </w:tabs>
        <w:ind w:left="851"/>
      </w:pPr>
      <w:r w:rsidRPr="005B300D">
        <w:t xml:space="preserve">Az egészségügyi dolgozók tevékenységének etikai elvei és problémái. </w:t>
      </w:r>
    </w:p>
    <w:p w:rsidR="005D696B" w:rsidRPr="005B300D" w:rsidRDefault="005D696B" w:rsidP="005D696B">
      <w:pPr>
        <w:tabs>
          <w:tab w:val="left" w:pos="1418"/>
          <w:tab w:val="right" w:pos="9072"/>
        </w:tabs>
        <w:ind w:left="851"/>
      </w:pPr>
      <w:r w:rsidRPr="005B300D">
        <w:t xml:space="preserve">Az egészségügyi dolgozóval szemben elvárt magatartás, viselkedés.   </w:t>
      </w:r>
    </w:p>
    <w:p w:rsidR="005D696B" w:rsidRPr="005B300D" w:rsidRDefault="005D696B" w:rsidP="005D696B">
      <w:pPr>
        <w:tabs>
          <w:tab w:val="left" w:pos="1418"/>
          <w:tab w:val="right" w:pos="9072"/>
        </w:tabs>
        <w:ind w:left="851"/>
      </w:pPr>
      <w:r w:rsidRPr="005B300D">
        <w:t>Szakmai etikai alapkövetelmények: előítélet mentesség, másság elfogadása, tolerancia, humanitás, empátia, karitativitás, intimitás</w:t>
      </w:r>
      <w:proofErr w:type="gramStart"/>
      <w:r w:rsidRPr="005B300D">
        <w:t>..</w:t>
      </w:r>
      <w:proofErr w:type="gramEnd"/>
      <w:r w:rsidRPr="005B300D">
        <w:t xml:space="preserve"> </w:t>
      </w:r>
    </w:p>
    <w:p w:rsidR="005D696B" w:rsidRPr="005B300D" w:rsidRDefault="005D696B" w:rsidP="005D696B">
      <w:pPr>
        <w:tabs>
          <w:tab w:val="left" w:pos="1418"/>
          <w:tab w:val="right" w:pos="9072"/>
        </w:tabs>
        <w:ind w:left="851"/>
      </w:pPr>
      <w:r w:rsidRPr="005B300D">
        <w:t xml:space="preserve">Esélyegyenlőség biztosítása. </w:t>
      </w:r>
    </w:p>
    <w:p w:rsidR="005D696B" w:rsidRPr="005B300D" w:rsidRDefault="005D696B" w:rsidP="005D696B">
      <w:pPr>
        <w:tabs>
          <w:tab w:val="left" w:pos="1418"/>
          <w:tab w:val="right" w:pos="9072"/>
        </w:tabs>
        <w:ind w:left="851"/>
      </w:pPr>
      <w:r w:rsidRPr="005B300D">
        <w:t>Etikai dilemmák és bioetikai kérdések.</w:t>
      </w:r>
    </w:p>
    <w:p w:rsidR="005D696B" w:rsidRPr="005B300D" w:rsidRDefault="005D696B" w:rsidP="005D696B">
      <w:pPr>
        <w:tabs>
          <w:tab w:val="left" w:pos="1418"/>
          <w:tab w:val="right" w:pos="9072"/>
        </w:tabs>
        <w:ind w:left="851"/>
      </w:pPr>
      <w:r w:rsidRPr="005B300D">
        <w:t>Az abortusz etikai kérdései.</w:t>
      </w:r>
    </w:p>
    <w:p w:rsidR="005D696B" w:rsidRPr="005B300D" w:rsidRDefault="005D696B" w:rsidP="005D696B">
      <w:pPr>
        <w:tabs>
          <w:tab w:val="left" w:pos="1418"/>
          <w:tab w:val="right" w:pos="9072"/>
        </w:tabs>
        <w:ind w:left="851"/>
      </w:pPr>
      <w:r w:rsidRPr="005B300D">
        <w:t xml:space="preserve">Az egészségügyi dolgozók és a sztrájkjog etikai kérdései. </w:t>
      </w:r>
    </w:p>
    <w:p w:rsidR="005D696B" w:rsidRPr="005B300D" w:rsidRDefault="005D696B" w:rsidP="005D696B">
      <w:pPr>
        <w:tabs>
          <w:tab w:val="left" w:pos="1418"/>
          <w:tab w:val="right" w:pos="9072"/>
        </w:tabs>
        <w:ind w:left="851"/>
      </w:pPr>
      <w:r w:rsidRPr="005B300D">
        <w:t>Etikai kódex.</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Szociológiai alapismeretek</w:t>
      </w:r>
      <w:r w:rsidRPr="005B300D">
        <w:rPr>
          <w:b/>
          <w:i/>
        </w:rPr>
        <w:tab/>
        <w:t>18 óra/18 óra</w:t>
      </w:r>
    </w:p>
    <w:p w:rsidR="005D696B" w:rsidRPr="005B300D" w:rsidRDefault="005D696B" w:rsidP="005D696B">
      <w:pPr>
        <w:ind w:left="851"/>
      </w:pPr>
      <w:r w:rsidRPr="005B300D">
        <w:t>A szociológia lényege, tárgya, jelentősége.</w:t>
      </w:r>
    </w:p>
    <w:p w:rsidR="005D696B" w:rsidRPr="005B300D" w:rsidRDefault="005D696B" w:rsidP="005D696B">
      <w:pPr>
        <w:tabs>
          <w:tab w:val="left" w:pos="1418"/>
          <w:tab w:val="right" w:pos="9072"/>
        </w:tabs>
        <w:ind w:left="851"/>
      </w:pPr>
      <w:r w:rsidRPr="005B300D">
        <w:t>A szociálpszichológia tárgya, témakörei.</w:t>
      </w:r>
    </w:p>
    <w:p w:rsidR="005D696B" w:rsidRPr="005B300D" w:rsidRDefault="005D696B" w:rsidP="005D696B">
      <w:pPr>
        <w:tabs>
          <w:tab w:val="left" w:pos="1418"/>
          <w:tab w:val="right" w:pos="9072"/>
        </w:tabs>
        <w:ind w:left="851"/>
      </w:pPr>
      <w:r w:rsidRPr="005B300D">
        <w:t>Társadalmi rétegződés és mobilitás.</w:t>
      </w:r>
    </w:p>
    <w:p w:rsidR="005D696B" w:rsidRPr="005B300D" w:rsidRDefault="005D696B" w:rsidP="005D696B">
      <w:pPr>
        <w:tabs>
          <w:tab w:val="left" w:pos="1418"/>
          <w:tab w:val="right" w:pos="9072"/>
        </w:tabs>
        <w:ind w:left="851"/>
      </w:pPr>
      <w:r w:rsidRPr="005B300D">
        <w:t>Társadalmi egyenlőtlenségek és a szegénység.</w:t>
      </w:r>
    </w:p>
    <w:p w:rsidR="005D696B" w:rsidRPr="005B300D" w:rsidRDefault="005D696B" w:rsidP="005D696B">
      <w:pPr>
        <w:tabs>
          <w:tab w:val="left" w:pos="1418"/>
          <w:tab w:val="right" w:pos="9072"/>
        </w:tabs>
        <w:ind w:left="851"/>
      </w:pPr>
      <w:r w:rsidRPr="005B300D">
        <w:t>A szocializáció fogalma és elméletei; szinterei, intézményei.</w:t>
      </w:r>
    </w:p>
    <w:p w:rsidR="005D696B" w:rsidRPr="005B300D" w:rsidRDefault="005D696B" w:rsidP="005D696B">
      <w:pPr>
        <w:tabs>
          <w:tab w:val="left" w:pos="1418"/>
          <w:tab w:val="right" w:pos="9072"/>
        </w:tabs>
        <w:ind w:left="851"/>
      </w:pPr>
      <w:r w:rsidRPr="005B300D">
        <w:t>Családszociológia.</w:t>
      </w:r>
    </w:p>
    <w:p w:rsidR="005D696B" w:rsidRPr="005B300D" w:rsidRDefault="005D696B" w:rsidP="005D696B">
      <w:pPr>
        <w:tabs>
          <w:tab w:val="left" w:pos="1418"/>
          <w:tab w:val="right" w:pos="9072"/>
        </w:tabs>
        <w:ind w:left="851"/>
      </w:pPr>
      <w:r w:rsidRPr="005B300D">
        <w:t>Szerepek és szerepkonfliktusok.</w:t>
      </w:r>
    </w:p>
    <w:p w:rsidR="005D696B" w:rsidRPr="005B300D" w:rsidRDefault="005D696B" w:rsidP="005D696B">
      <w:pPr>
        <w:tabs>
          <w:tab w:val="left" w:pos="1418"/>
          <w:tab w:val="right" w:pos="9072"/>
        </w:tabs>
        <w:ind w:left="851"/>
      </w:pPr>
      <w:r w:rsidRPr="005B300D">
        <w:t xml:space="preserve">Csoportok. Csoportdinamika. A csoportokat alakító tényezők. A csoporton belüli tagolódás. </w:t>
      </w:r>
    </w:p>
    <w:p w:rsidR="005D696B" w:rsidRPr="005B300D" w:rsidRDefault="005D696B" w:rsidP="005D696B">
      <w:pPr>
        <w:tabs>
          <w:tab w:val="left" w:pos="1418"/>
          <w:tab w:val="right" w:pos="9072"/>
        </w:tabs>
        <w:ind w:left="851"/>
      </w:pPr>
      <w:r w:rsidRPr="005B300D">
        <w:lastRenderedPageBreak/>
        <w:t xml:space="preserve">A csoporttagok egymáshoz való viszonya. </w:t>
      </w:r>
    </w:p>
    <w:p w:rsidR="005D696B" w:rsidRPr="005B300D" w:rsidRDefault="005D696B" w:rsidP="005D696B">
      <w:pPr>
        <w:tabs>
          <w:tab w:val="left" w:pos="1418"/>
          <w:tab w:val="right" w:pos="9072"/>
        </w:tabs>
        <w:ind w:left="851"/>
      </w:pPr>
      <w:r w:rsidRPr="005B300D">
        <w:t xml:space="preserve">A csoport egymást erősítő tényezői. </w:t>
      </w:r>
    </w:p>
    <w:p w:rsidR="005D696B" w:rsidRPr="005B300D" w:rsidRDefault="005D696B" w:rsidP="005D696B">
      <w:pPr>
        <w:tabs>
          <w:tab w:val="left" w:pos="1418"/>
          <w:tab w:val="right" w:pos="9072"/>
        </w:tabs>
        <w:ind w:left="851"/>
      </w:pPr>
      <w:r w:rsidRPr="005B300D">
        <w:t xml:space="preserve">Deviáns magatartás fogalma, formái. </w:t>
      </w:r>
    </w:p>
    <w:p w:rsidR="005D696B" w:rsidRPr="005B300D" w:rsidRDefault="005D696B" w:rsidP="005D696B">
      <w:pPr>
        <w:tabs>
          <w:tab w:val="left" w:pos="1418"/>
          <w:tab w:val="right" w:pos="9072"/>
        </w:tabs>
        <w:ind w:left="851"/>
      </w:pPr>
      <w:r w:rsidRPr="005B300D">
        <w:t xml:space="preserve">A különböző kultúrák szokásai, hagyományai. </w:t>
      </w:r>
    </w:p>
    <w:p w:rsidR="005D696B" w:rsidRPr="005B300D" w:rsidRDefault="005D696B" w:rsidP="005D696B">
      <w:pPr>
        <w:tabs>
          <w:tab w:val="left" w:pos="1418"/>
          <w:tab w:val="right" w:pos="9072"/>
        </w:tabs>
        <w:ind w:left="851"/>
      </w:pPr>
      <w:r w:rsidRPr="005B300D">
        <w:t xml:space="preserve">Esélyegyenlőség. </w:t>
      </w:r>
    </w:p>
    <w:p w:rsidR="005D696B" w:rsidRPr="005B300D" w:rsidRDefault="005D696B" w:rsidP="005D696B">
      <w:pPr>
        <w:tabs>
          <w:tab w:val="left" w:pos="1418"/>
          <w:tab w:val="right" w:pos="9072"/>
        </w:tabs>
        <w:ind w:left="851"/>
      </w:pPr>
      <w:r w:rsidRPr="005B300D">
        <w:t>Foglalkoztatottság és munkanélküliség.</w:t>
      </w:r>
    </w:p>
    <w:p w:rsidR="005D696B" w:rsidRPr="005B300D" w:rsidRDefault="005D696B" w:rsidP="005D696B">
      <w:pPr>
        <w:tabs>
          <w:tab w:val="left" w:pos="1418"/>
          <w:tab w:val="right" w:pos="9072"/>
        </w:tabs>
        <w:ind w:left="851"/>
      </w:pPr>
      <w:r w:rsidRPr="005B300D">
        <w:t xml:space="preserve">Szociológiai mérések, eredmények, statisztikai adatok. </w:t>
      </w:r>
    </w:p>
    <w:p w:rsidR="005D696B" w:rsidRPr="005B300D" w:rsidRDefault="005D696B" w:rsidP="005D696B">
      <w:pPr>
        <w:tabs>
          <w:tab w:val="left" w:pos="1418"/>
          <w:tab w:val="right" w:pos="9072"/>
        </w:tabs>
        <w:ind w:left="851"/>
      </w:pPr>
      <w:r w:rsidRPr="005B300D">
        <w:t xml:space="preserve">Szociális intézményrendszerek. </w:t>
      </w:r>
    </w:p>
    <w:p w:rsidR="005D696B" w:rsidRPr="005B300D" w:rsidRDefault="005D696B" w:rsidP="005D696B">
      <w:pPr>
        <w:tabs>
          <w:tab w:val="left" w:pos="1418"/>
          <w:tab w:val="right" w:pos="9072"/>
        </w:tabs>
        <w:ind w:left="851"/>
      </w:pPr>
      <w:r w:rsidRPr="005B300D">
        <w:t>Az egészségügyi dolgozók.</w:t>
      </w:r>
    </w:p>
    <w:p w:rsidR="005D696B" w:rsidRPr="005B300D" w:rsidRDefault="005D696B" w:rsidP="005D696B">
      <w:pPr>
        <w:tabs>
          <w:tab w:val="left" w:pos="1418"/>
          <w:tab w:val="right" w:pos="9072"/>
        </w:tabs>
        <w:ind w:left="851"/>
      </w:pPr>
      <w:r w:rsidRPr="005B300D">
        <w:t xml:space="preserve">Munkakörök. Munkakörökkel kapcsolatos általános elvárások. </w:t>
      </w:r>
    </w:p>
    <w:p w:rsidR="005D696B" w:rsidRPr="005B300D" w:rsidRDefault="005D696B" w:rsidP="005D696B">
      <w:pPr>
        <w:tabs>
          <w:tab w:val="left" w:pos="1418"/>
          <w:tab w:val="right" w:pos="9072"/>
        </w:tabs>
        <w:ind w:left="851"/>
      </w:pPr>
      <w:r w:rsidRPr="005B300D">
        <w:t>Személyes attitűdök a segítő szakmákban.</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pszichológia alapjai</w:t>
      </w:r>
      <w:r w:rsidRPr="005B300D">
        <w:rPr>
          <w:b/>
          <w:i/>
        </w:rPr>
        <w:tab/>
        <w:t>36óra/36 óra</w:t>
      </w:r>
    </w:p>
    <w:p w:rsidR="005D696B" w:rsidRPr="005B300D" w:rsidRDefault="005D696B" w:rsidP="005D696B">
      <w:pPr>
        <w:tabs>
          <w:tab w:val="left" w:pos="1418"/>
          <w:tab w:val="right" w:pos="9072"/>
        </w:tabs>
        <w:ind w:left="851"/>
      </w:pPr>
      <w:r w:rsidRPr="005B300D">
        <w:t xml:space="preserve">Az általános pszichológia tárgya, felosztása. Pszichológiai alapfogalmak. </w:t>
      </w:r>
    </w:p>
    <w:p w:rsidR="005D696B" w:rsidRPr="005B300D" w:rsidRDefault="005D696B" w:rsidP="005D696B">
      <w:pPr>
        <w:tabs>
          <w:tab w:val="left" w:pos="1418"/>
          <w:tab w:val="right" w:pos="9072"/>
        </w:tabs>
        <w:ind w:left="851"/>
      </w:pPr>
      <w:r w:rsidRPr="005B300D">
        <w:t>A pszichológia irányzatai.</w:t>
      </w:r>
    </w:p>
    <w:p w:rsidR="005D696B" w:rsidRPr="005B300D" w:rsidRDefault="005D696B" w:rsidP="005D696B">
      <w:pPr>
        <w:tabs>
          <w:tab w:val="left" w:pos="1418"/>
          <w:tab w:val="right" w:pos="9072"/>
        </w:tabs>
        <w:ind w:left="851"/>
      </w:pPr>
      <w:r w:rsidRPr="005B300D">
        <w:t>Alapvető megismerési folyamatok.</w:t>
      </w:r>
    </w:p>
    <w:p w:rsidR="005D696B" w:rsidRPr="005B300D" w:rsidRDefault="005D696B" w:rsidP="005D696B">
      <w:pPr>
        <w:tabs>
          <w:tab w:val="left" w:pos="1418"/>
          <w:tab w:val="right" w:pos="9072"/>
        </w:tabs>
        <w:ind w:left="851"/>
      </w:pPr>
      <w:r w:rsidRPr="005B300D">
        <w:t>Motiváció és érzelem.</w:t>
      </w:r>
    </w:p>
    <w:p w:rsidR="005D696B" w:rsidRPr="005B300D" w:rsidRDefault="005D696B" w:rsidP="005D696B">
      <w:pPr>
        <w:tabs>
          <w:tab w:val="left" w:pos="1418"/>
          <w:tab w:val="right" w:pos="9072"/>
        </w:tabs>
        <w:ind w:left="851"/>
      </w:pPr>
      <w:r w:rsidRPr="005B300D">
        <w:t>Az alvás szerepe, funkciója.</w:t>
      </w:r>
    </w:p>
    <w:p w:rsidR="005D696B" w:rsidRPr="005B300D" w:rsidRDefault="005D696B" w:rsidP="005D696B">
      <w:pPr>
        <w:tabs>
          <w:tab w:val="left" w:pos="1418"/>
          <w:tab w:val="right" w:pos="9072"/>
        </w:tabs>
        <w:ind w:left="851"/>
      </w:pPr>
      <w:r w:rsidRPr="005B300D">
        <w:t>Az alvás fázisai. Leggyakoribb alvászavarok.</w:t>
      </w:r>
    </w:p>
    <w:p w:rsidR="005D696B" w:rsidRPr="005B300D" w:rsidRDefault="005D696B" w:rsidP="005D696B">
      <w:pPr>
        <w:tabs>
          <w:tab w:val="left" w:pos="1418"/>
          <w:tab w:val="right" w:pos="9072"/>
        </w:tabs>
        <w:ind w:left="851"/>
      </w:pPr>
      <w:r w:rsidRPr="005B300D">
        <w:t>A tanulás fogalma, fajtái.</w:t>
      </w:r>
    </w:p>
    <w:p w:rsidR="005D696B" w:rsidRPr="005B300D" w:rsidRDefault="005D696B" w:rsidP="005D696B">
      <w:pPr>
        <w:tabs>
          <w:tab w:val="left" w:pos="1418"/>
          <w:tab w:val="right" w:pos="9072"/>
        </w:tabs>
        <w:ind w:left="851"/>
      </w:pPr>
      <w:r w:rsidRPr="005B300D">
        <w:t>Tanulási modellek.</w:t>
      </w:r>
    </w:p>
    <w:p w:rsidR="005D696B" w:rsidRPr="005B300D" w:rsidRDefault="005D696B" w:rsidP="005D696B">
      <w:pPr>
        <w:tabs>
          <w:tab w:val="left" w:pos="1418"/>
          <w:tab w:val="right" w:pos="9072"/>
        </w:tabs>
        <w:ind w:left="851"/>
      </w:pPr>
      <w:r w:rsidRPr="005B300D">
        <w:t>A személyiség fogalma és a legfontosabb személyiség-elméletek.</w:t>
      </w:r>
    </w:p>
    <w:p w:rsidR="005D696B" w:rsidRPr="005B300D" w:rsidRDefault="005D696B" w:rsidP="005D696B">
      <w:pPr>
        <w:tabs>
          <w:tab w:val="left" w:pos="1418"/>
          <w:tab w:val="right" w:pos="9072"/>
        </w:tabs>
        <w:ind w:left="851"/>
      </w:pPr>
      <w:r w:rsidRPr="005B300D">
        <w:t>Személyiség-tipológia.</w:t>
      </w:r>
    </w:p>
    <w:p w:rsidR="005D696B" w:rsidRPr="005B300D" w:rsidRDefault="005D696B" w:rsidP="005D696B">
      <w:pPr>
        <w:tabs>
          <w:tab w:val="left" w:pos="1418"/>
          <w:tab w:val="right" w:pos="9072"/>
        </w:tabs>
        <w:ind w:left="851"/>
      </w:pPr>
      <w:r w:rsidRPr="005B300D">
        <w:t>A személyiség fejlődése. A szocializáció folyamata.</w:t>
      </w:r>
    </w:p>
    <w:p w:rsidR="005D696B" w:rsidRPr="005B300D" w:rsidRDefault="005D696B" w:rsidP="005D696B">
      <w:pPr>
        <w:tabs>
          <w:tab w:val="left" w:pos="1418"/>
          <w:tab w:val="right" w:pos="9072"/>
        </w:tabs>
        <w:ind w:left="851"/>
      </w:pPr>
      <w:r w:rsidRPr="005B300D">
        <w:t>Fejlődéslélektan alapfogalmai, módszerei, a fejlődés törvényszerűségei.</w:t>
      </w:r>
    </w:p>
    <w:p w:rsidR="005D696B" w:rsidRPr="005B300D" w:rsidRDefault="005D696B" w:rsidP="005D696B">
      <w:pPr>
        <w:tabs>
          <w:tab w:val="left" w:pos="1418"/>
          <w:tab w:val="right" w:pos="9072"/>
        </w:tabs>
        <w:ind w:left="851"/>
      </w:pPr>
      <w:r w:rsidRPr="005B300D">
        <w:t>A megismerési folyamatok fejlődése, a beszédfejlődés.</w:t>
      </w:r>
    </w:p>
    <w:p w:rsidR="005D696B" w:rsidRPr="005B300D" w:rsidRDefault="005D696B" w:rsidP="005D696B">
      <w:pPr>
        <w:tabs>
          <w:tab w:val="left" w:pos="1418"/>
          <w:tab w:val="right" w:pos="9072"/>
        </w:tabs>
        <w:ind w:left="851"/>
      </w:pPr>
      <w:r w:rsidRPr="005B300D">
        <w:t>A tanulás és viselkedés fejlődése.</w:t>
      </w:r>
    </w:p>
    <w:p w:rsidR="005D696B" w:rsidRPr="005B300D" w:rsidRDefault="005D696B" w:rsidP="005D696B">
      <w:pPr>
        <w:tabs>
          <w:tab w:val="left" w:pos="1418"/>
          <w:tab w:val="right" w:pos="9072"/>
        </w:tabs>
        <w:ind w:left="851"/>
      </w:pPr>
      <w:r w:rsidRPr="005B300D">
        <w:t>Az érzelmi funkciók kialakulása és az akarat fejlődése.</w:t>
      </w:r>
    </w:p>
    <w:p w:rsidR="005D696B" w:rsidRPr="005B300D" w:rsidRDefault="005D696B" w:rsidP="005D696B">
      <w:pPr>
        <w:tabs>
          <w:tab w:val="left" w:pos="1418"/>
          <w:tab w:val="right" w:pos="9072"/>
        </w:tabs>
        <w:ind w:left="851"/>
      </w:pPr>
      <w:r w:rsidRPr="005B300D">
        <w:t>A gyermek értelmi fejlettségének mérése.</w:t>
      </w:r>
    </w:p>
    <w:p w:rsidR="005D696B" w:rsidRPr="005B300D" w:rsidRDefault="005D696B" w:rsidP="005D696B">
      <w:pPr>
        <w:tabs>
          <w:tab w:val="left" w:pos="1418"/>
          <w:tab w:val="right" w:pos="9072"/>
        </w:tabs>
        <w:ind w:left="851"/>
      </w:pPr>
      <w:r w:rsidRPr="005B300D">
        <w:t>A szorongás lényege, kialakulásának okai.</w:t>
      </w:r>
    </w:p>
    <w:p w:rsidR="005D696B" w:rsidRPr="005B300D" w:rsidRDefault="005D696B" w:rsidP="005D696B">
      <w:pPr>
        <w:tabs>
          <w:tab w:val="left" w:pos="1418"/>
          <w:tab w:val="right" w:pos="9072"/>
        </w:tabs>
        <w:ind w:left="851"/>
      </w:pPr>
      <w:r w:rsidRPr="005B300D">
        <w:t>A szorongás testi tünetei, érzelmi komponensei.</w:t>
      </w:r>
    </w:p>
    <w:p w:rsidR="005D696B" w:rsidRPr="005B300D" w:rsidRDefault="005D696B" w:rsidP="005D696B">
      <w:pPr>
        <w:tabs>
          <w:tab w:val="left" w:pos="1418"/>
          <w:tab w:val="right" w:pos="9072"/>
        </w:tabs>
        <w:ind w:left="851"/>
      </w:pPr>
      <w:r w:rsidRPr="005B300D">
        <w:t>A szorongás kezelése.</w:t>
      </w:r>
    </w:p>
    <w:p w:rsidR="005D696B" w:rsidRPr="005B300D" w:rsidRDefault="005D696B" w:rsidP="005D696B">
      <w:pPr>
        <w:tabs>
          <w:tab w:val="left" w:pos="1418"/>
          <w:tab w:val="right" w:pos="9072"/>
        </w:tabs>
        <w:ind w:left="851"/>
      </w:pPr>
      <w:r w:rsidRPr="005B300D">
        <w:t>Stresszhelyzet, félelem és a kapcsolódó önvédelmi reakciók.</w:t>
      </w:r>
    </w:p>
    <w:p w:rsidR="005D696B" w:rsidRPr="005B300D" w:rsidRDefault="005D696B" w:rsidP="005D696B">
      <w:pPr>
        <w:tabs>
          <w:tab w:val="left" w:pos="1418"/>
          <w:tab w:val="right" w:pos="9072"/>
        </w:tabs>
        <w:ind w:left="851"/>
      </w:pPr>
      <w:r w:rsidRPr="005B300D">
        <w:t>Az agresszió megnyilvánulási formái</w:t>
      </w:r>
    </w:p>
    <w:p w:rsidR="005D696B" w:rsidRPr="005B300D" w:rsidRDefault="005D696B" w:rsidP="005D696B">
      <w:pPr>
        <w:tabs>
          <w:tab w:val="left" w:pos="1418"/>
          <w:tab w:val="right" w:pos="9072"/>
        </w:tabs>
        <w:ind w:left="851"/>
      </w:pPr>
      <w:r w:rsidRPr="005B300D">
        <w:t>Bántalmazások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pedagógia alapjai</w:t>
      </w:r>
      <w:r w:rsidRPr="005B300D">
        <w:rPr>
          <w:b/>
          <w:i/>
        </w:rPr>
        <w:tab/>
        <w:t>18 óra/18 óra</w:t>
      </w:r>
    </w:p>
    <w:p w:rsidR="005D696B" w:rsidRPr="005B300D" w:rsidRDefault="005D696B" w:rsidP="005D696B">
      <w:pPr>
        <w:ind w:left="851"/>
      </w:pPr>
      <w:r w:rsidRPr="005B300D">
        <w:t>A neveléstudományok helye, felosztása.</w:t>
      </w:r>
    </w:p>
    <w:p w:rsidR="005D696B" w:rsidRPr="005B300D" w:rsidRDefault="005D696B" w:rsidP="005D696B">
      <w:pPr>
        <w:ind w:left="851"/>
      </w:pPr>
      <w:r w:rsidRPr="005B300D">
        <w:t>Nevelési célok.</w:t>
      </w:r>
    </w:p>
    <w:p w:rsidR="005D696B" w:rsidRPr="005B300D" w:rsidRDefault="005D696B" w:rsidP="005D696B">
      <w:pPr>
        <w:ind w:left="851"/>
      </w:pPr>
      <w:r w:rsidRPr="005B300D">
        <w:t>A nevelés folyamata.</w:t>
      </w:r>
    </w:p>
    <w:p w:rsidR="005D696B" w:rsidRPr="005B300D" w:rsidRDefault="005D696B" w:rsidP="005D696B">
      <w:pPr>
        <w:ind w:left="851"/>
      </w:pPr>
      <w:r w:rsidRPr="005B300D">
        <w:t>Nevelési módszerek.</w:t>
      </w:r>
    </w:p>
    <w:p w:rsidR="005D696B" w:rsidRPr="005B300D" w:rsidRDefault="005D696B" w:rsidP="005D696B">
      <w:pPr>
        <w:ind w:left="851"/>
      </w:pPr>
      <w:r w:rsidRPr="005B300D">
        <w:t>Nevelői-oktató szerep; szerepelvárások és szerepkonfliktusok.</w:t>
      </w:r>
    </w:p>
    <w:p w:rsidR="005D696B" w:rsidRPr="005B300D" w:rsidRDefault="005D696B" w:rsidP="005D696B">
      <w:pPr>
        <w:ind w:left="851"/>
      </w:pPr>
      <w:r w:rsidRPr="005B300D">
        <w:t>A személyiség összetevői. A nevelő személyisége.</w:t>
      </w:r>
    </w:p>
    <w:p w:rsidR="005D696B" w:rsidRPr="005B300D" w:rsidRDefault="005D696B" w:rsidP="005D696B">
      <w:pPr>
        <w:ind w:left="851"/>
      </w:pPr>
      <w:r w:rsidRPr="005B300D">
        <w:t xml:space="preserve">Vezetői, szülői attitűdök, módszerek, eszközök. </w:t>
      </w:r>
    </w:p>
    <w:p w:rsidR="005D696B" w:rsidRPr="005B300D" w:rsidRDefault="005D696B" w:rsidP="005D696B">
      <w:pPr>
        <w:ind w:left="851"/>
      </w:pPr>
      <w:r w:rsidRPr="005B300D">
        <w:t>Tanulás és oktatás.</w:t>
      </w:r>
    </w:p>
    <w:p w:rsidR="005D696B" w:rsidRPr="005B300D" w:rsidRDefault="005D696B" w:rsidP="005D696B">
      <w:pPr>
        <w:ind w:left="851"/>
      </w:pPr>
      <w:r w:rsidRPr="005B300D">
        <w:t xml:space="preserve">A tanulás. Tanítási-tanulási módszerek. A tanulási folyamat szervezése. </w:t>
      </w:r>
    </w:p>
    <w:p w:rsidR="005D696B" w:rsidRPr="005B300D" w:rsidRDefault="005D696B" w:rsidP="005D696B">
      <w:pPr>
        <w:ind w:left="851"/>
      </w:pPr>
      <w:r w:rsidRPr="005B300D">
        <w:t xml:space="preserve">Tanulási technikák. Tanulásmódszertan. </w:t>
      </w:r>
    </w:p>
    <w:p w:rsidR="005D696B" w:rsidRPr="005B300D" w:rsidRDefault="005D696B" w:rsidP="005D696B">
      <w:pPr>
        <w:ind w:left="851"/>
      </w:pPr>
      <w:r w:rsidRPr="005B300D">
        <w:t xml:space="preserve">Tanulási problémák, zavarok, akadályok. </w:t>
      </w:r>
    </w:p>
    <w:p w:rsidR="005D696B" w:rsidRPr="005B300D" w:rsidRDefault="005D696B" w:rsidP="005D696B">
      <w:pPr>
        <w:ind w:left="851"/>
      </w:pPr>
      <w:r w:rsidRPr="005B300D">
        <w:t xml:space="preserve">A pedagógia módszerei. Az individuális pedagógia. </w:t>
      </w:r>
    </w:p>
    <w:p w:rsidR="005D696B" w:rsidRPr="005B300D" w:rsidRDefault="005D696B" w:rsidP="005D696B">
      <w:pPr>
        <w:ind w:left="851"/>
      </w:pPr>
      <w:r w:rsidRPr="005B300D">
        <w:t xml:space="preserve">Az oktatás szervezeti és munkaformái. Az oktatás eszközei és módszerei. </w:t>
      </w:r>
    </w:p>
    <w:p w:rsidR="005D696B" w:rsidRPr="005B300D" w:rsidRDefault="005D696B" w:rsidP="005D696B">
      <w:pPr>
        <w:ind w:left="851"/>
      </w:pPr>
      <w:r w:rsidRPr="005B300D">
        <w:lastRenderedPageBreak/>
        <w:t>Motiválás és aktivizálás.</w:t>
      </w:r>
    </w:p>
    <w:p w:rsidR="005D696B" w:rsidRPr="005B300D" w:rsidRDefault="005D696B" w:rsidP="005D696B">
      <w:pPr>
        <w:ind w:left="851"/>
      </w:pPr>
      <w:r w:rsidRPr="005B300D">
        <w:t>Ellenőrzés, értékelés, differenciálás.</w:t>
      </w:r>
    </w:p>
    <w:p w:rsidR="005D696B" w:rsidRPr="005B300D" w:rsidRDefault="005D696B" w:rsidP="005D696B">
      <w:pPr>
        <w:ind w:left="851"/>
      </w:pPr>
      <w:r w:rsidRPr="005B300D">
        <w:t xml:space="preserve">Új módszerek a pedagógiában. </w:t>
      </w:r>
    </w:p>
    <w:p w:rsidR="005D696B" w:rsidRPr="005B300D" w:rsidRDefault="005D696B" w:rsidP="005D696B">
      <w:pPr>
        <w:ind w:left="851"/>
      </w:pPr>
      <w:r w:rsidRPr="005B300D">
        <w:t xml:space="preserve">Andragógiai alapismeretek. </w:t>
      </w:r>
    </w:p>
    <w:p w:rsidR="005D696B" w:rsidRPr="005B300D" w:rsidRDefault="005D696B" w:rsidP="005D696B">
      <w:pPr>
        <w:ind w:left="851"/>
      </w:pPr>
      <w:r w:rsidRPr="005B300D">
        <w:t xml:space="preserve">Kliens/beteg oktatása. </w:t>
      </w:r>
    </w:p>
    <w:p w:rsidR="005D696B" w:rsidRPr="005B300D" w:rsidRDefault="005D696B" w:rsidP="005D696B">
      <w:pPr>
        <w:ind w:left="851"/>
      </w:pPr>
      <w:r w:rsidRPr="005B300D">
        <w:t>Az egészségnevelés célja, feladata.</w:t>
      </w:r>
    </w:p>
    <w:p w:rsidR="005D696B" w:rsidRPr="005B300D" w:rsidRDefault="005D696B" w:rsidP="005D696B">
      <w:pPr>
        <w:ind w:left="851"/>
      </w:pPr>
      <w:r w:rsidRPr="005B300D">
        <w:t>Az egészségnevelés során alkalmazható egyéni, csoportos és egyéb szervezeti formák, módszerek, eszközök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Egészségügyi ellátórendszer</w:t>
      </w:r>
      <w:r w:rsidRPr="005B300D">
        <w:rPr>
          <w:b/>
          <w:i/>
        </w:rPr>
        <w:tab/>
        <w:t>18 óra/18 óra</w:t>
      </w:r>
    </w:p>
    <w:p w:rsidR="005D696B" w:rsidRPr="005B300D" w:rsidRDefault="005D696B" w:rsidP="005D696B">
      <w:pPr>
        <w:tabs>
          <w:tab w:val="left" w:pos="1418"/>
          <w:tab w:val="right" w:pos="9072"/>
        </w:tabs>
        <w:ind w:left="851"/>
      </w:pPr>
      <w:r w:rsidRPr="005B300D">
        <w:t>Az egészségügyi ellátórendszer fogalma, feladata, helye, kapcsolatrendszere a makrogazdaságban.</w:t>
      </w:r>
    </w:p>
    <w:p w:rsidR="005D696B" w:rsidRPr="005B300D" w:rsidRDefault="005D696B" w:rsidP="005D696B">
      <w:pPr>
        <w:tabs>
          <w:tab w:val="left" w:pos="1418"/>
          <w:tab w:val="right" w:pos="9072"/>
        </w:tabs>
        <w:ind w:left="851"/>
      </w:pPr>
      <w:r w:rsidRPr="005B300D">
        <w:t>A magyar egészségügyi ellátó rendszer tagozódása, struktúrája.</w:t>
      </w:r>
    </w:p>
    <w:p w:rsidR="005D696B" w:rsidRPr="005B300D" w:rsidRDefault="005D696B" w:rsidP="005D696B">
      <w:pPr>
        <w:tabs>
          <w:tab w:val="left" w:pos="1418"/>
          <w:tab w:val="right" w:pos="9072"/>
        </w:tabs>
        <w:ind w:left="851"/>
      </w:pPr>
      <w:r w:rsidRPr="005B300D">
        <w:t>A progresszív betegellátás filozófiája, rendszere, jellemzői.</w:t>
      </w:r>
    </w:p>
    <w:p w:rsidR="005D696B" w:rsidRPr="005B300D" w:rsidRDefault="005D696B" w:rsidP="005D696B">
      <w:pPr>
        <w:tabs>
          <w:tab w:val="left" w:pos="1418"/>
          <w:tab w:val="right" w:pos="9072"/>
        </w:tabs>
        <w:ind w:left="851"/>
      </w:pPr>
      <w:r w:rsidRPr="005B300D">
        <w:t>Az egészségügyi ellátás színterei, az egyes színterek feladata, célja, szereplői.</w:t>
      </w:r>
    </w:p>
    <w:p w:rsidR="005D696B" w:rsidRPr="005B300D" w:rsidRDefault="005D696B" w:rsidP="005D696B">
      <w:pPr>
        <w:tabs>
          <w:tab w:val="left" w:pos="1418"/>
          <w:tab w:val="right" w:pos="9072"/>
        </w:tabs>
        <w:ind w:left="851"/>
      </w:pPr>
      <w:r w:rsidRPr="005B300D">
        <w:t>Az egészségügyi ellátórendszer működésének szabályozása és ellenőrzése.</w:t>
      </w:r>
    </w:p>
    <w:p w:rsidR="005D696B" w:rsidRPr="005B300D" w:rsidRDefault="005D696B" w:rsidP="005D696B">
      <w:pPr>
        <w:tabs>
          <w:tab w:val="left" w:pos="1418"/>
          <w:tab w:val="right" w:pos="9072"/>
        </w:tabs>
        <w:ind w:left="851"/>
      </w:pPr>
      <w:r w:rsidRPr="005B300D">
        <w:t>Az egészségügyi ellátás tárgyi és humánerőforrás feltételeinek szabályozása.</w:t>
      </w:r>
    </w:p>
    <w:p w:rsidR="005D696B" w:rsidRPr="005B300D" w:rsidRDefault="005D696B" w:rsidP="005D696B">
      <w:pPr>
        <w:tabs>
          <w:tab w:val="left" w:pos="1418"/>
          <w:tab w:val="right" w:pos="9072"/>
        </w:tabs>
        <w:ind w:left="851"/>
      </w:pPr>
      <w:r w:rsidRPr="005B300D">
        <w:t>Kompetenciák és hatáskörök az egészségügyi ellátórendszerben.</w:t>
      </w:r>
    </w:p>
    <w:p w:rsidR="005D696B" w:rsidRPr="005B300D" w:rsidRDefault="005D696B" w:rsidP="005D696B">
      <w:pPr>
        <w:tabs>
          <w:tab w:val="left" w:pos="1418"/>
          <w:tab w:val="right" w:pos="9072"/>
        </w:tabs>
        <w:ind w:left="851"/>
      </w:pPr>
      <w:r w:rsidRPr="005B300D">
        <w:t>Az egészségügyi technológia fogalma, összetevői.</w:t>
      </w:r>
    </w:p>
    <w:p w:rsidR="005D696B" w:rsidRPr="005B300D" w:rsidRDefault="005D696B" w:rsidP="005D696B">
      <w:pPr>
        <w:tabs>
          <w:tab w:val="left" w:pos="1418"/>
          <w:tab w:val="right" w:pos="9072"/>
        </w:tabs>
        <w:ind w:left="851"/>
      </w:pPr>
      <w:r w:rsidRPr="005B300D">
        <w:t>A prevenció helye, színterei az egészségügyi ellátórendszerben.</w:t>
      </w:r>
    </w:p>
    <w:p w:rsidR="005D696B" w:rsidRPr="005B300D" w:rsidRDefault="005D696B" w:rsidP="005D696B">
      <w:pPr>
        <w:tabs>
          <w:tab w:val="left" w:pos="1418"/>
          <w:tab w:val="right" w:pos="9072"/>
        </w:tabs>
        <w:ind w:left="851"/>
      </w:pPr>
      <w:r w:rsidRPr="005B300D">
        <w:t>A rehabilitáció helye, jelentősége az egészségügyi ellátórendszerben.</w:t>
      </w:r>
    </w:p>
    <w:p w:rsidR="005D696B" w:rsidRPr="005B300D" w:rsidRDefault="005D696B" w:rsidP="005D696B">
      <w:pPr>
        <w:tabs>
          <w:tab w:val="left" w:pos="1418"/>
          <w:tab w:val="right" w:pos="9072"/>
        </w:tabs>
        <w:ind w:left="851"/>
      </w:pPr>
      <w:r w:rsidRPr="005B300D">
        <w:t>A hazai sürgősségi betegellátó rendszer szintjei, jellemzői.</w:t>
      </w:r>
    </w:p>
    <w:p w:rsidR="005D696B" w:rsidRPr="005B300D" w:rsidRDefault="005D696B" w:rsidP="005D696B">
      <w:pPr>
        <w:tabs>
          <w:tab w:val="left" w:pos="1418"/>
          <w:tab w:val="right" w:pos="9072"/>
        </w:tabs>
        <w:ind w:left="851"/>
      </w:pPr>
      <w:r w:rsidRPr="005B300D">
        <w:t>Nemzetközi egészségbiztosítási rendszerek.</w:t>
      </w:r>
    </w:p>
    <w:p w:rsidR="005D696B" w:rsidRPr="005B300D" w:rsidRDefault="005D696B" w:rsidP="005D696B">
      <w:pPr>
        <w:tabs>
          <w:tab w:val="left" w:pos="1418"/>
          <w:tab w:val="right" w:pos="9072"/>
        </w:tabs>
        <w:ind w:left="851"/>
      </w:pPr>
      <w:r w:rsidRPr="005B300D">
        <w:t>Egészségügyi ellátás az EU-ban.</w:t>
      </w:r>
    </w:p>
    <w:p w:rsidR="005D696B" w:rsidRPr="005B300D" w:rsidRDefault="005D696B" w:rsidP="005D696B">
      <w:pPr>
        <w:tabs>
          <w:tab w:val="left" w:pos="1418"/>
          <w:tab w:val="right" w:pos="9072"/>
        </w:tabs>
        <w:ind w:left="851"/>
      </w:pPr>
      <w:r w:rsidRPr="005B300D">
        <w:t>A hazai egészségbiztosítási rendszer jellemzői.</w:t>
      </w:r>
    </w:p>
    <w:p w:rsidR="005D696B" w:rsidRPr="005B300D" w:rsidRDefault="005D696B" w:rsidP="005D696B">
      <w:pPr>
        <w:tabs>
          <w:tab w:val="left" w:pos="1418"/>
          <w:tab w:val="right" w:pos="9072"/>
        </w:tabs>
        <w:ind w:left="851"/>
      </w:pPr>
      <w:r w:rsidRPr="005B300D">
        <w:t>A hazai egészségügyi ellátás finanszírozási formái, technikái.</w:t>
      </w:r>
    </w:p>
    <w:p w:rsidR="005D696B" w:rsidRPr="005B300D" w:rsidRDefault="005D696B" w:rsidP="005D696B">
      <w:pPr>
        <w:tabs>
          <w:tab w:val="left" w:pos="1418"/>
          <w:tab w:val="right" w:pos="9072"/>
        </w:tabs>
        <w:ind w:left="851"/>
      </w:pPr>
      <w:r w:rsidRPr="005B300D">
        <w:t>A hazai egészségügyi ellátórendszer fejlesztési koncepciói.</w:t>
      </w:r>
    </w:p>
    <w:p w:rsidR="005D696B" w:rsidRPr="005B300D" w:rsidRDefault="005D696B" w:rsidP="005D696B">
      <w:pPr>
        <w:tabs>
          <w:tab w:val="left" w:pos="1418"/>
          <w:tab w:val="right" w:pos="9072"/>
        </w:tabs>
        <w:ind w:left="851"/>
      </w:pPr>
      <w:r w:rsidRPr="005B300D">
        <w:t>Minőségirányítás az egészségügyben.</w:t>
      </w:r>
    </w:p>
    <w:p w:rsidR="005D696B" w:rsidRPr="005B300D" w:rsidRDefault="005D696B" w:rsidP="005D696B">
      <w:pPr>
        <w:tabs>
          <w:tab w:val="left" w:pos="1418"/>
          <w:tab w:val="right" w:pos="9072"/>
        </w:tabs>
        <w:ind w:left="851"/>
      </w:pPr>
      <w:r w:rsidRPr="005B300D">
        <w:t>Képzés, továbbképzés az egészségügyben.</w:t>
      </w:r>
    </w:p>
    <w:p w:rsidR="005D696B" w:rsidRPr="005B300D" w:rsidRDefault="005D696B" w:rsidP="005D696B">
      <w:pPr>
        <w:tabs>
          <w:tab w:val="left" w:pos="1418"/>
          <w:tab w:val="right" w:pos="9072"/>
        </w:tabs>
        <w:ind w:left="851"/>
      </w:pPr>
      <w:r w:rsidRPr="005B300D">
        <w:t>Az egészségügyi dolgozók érdekképviseleti szervei (kamarák, egyesületek, szakszervezetek).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Népegészségügy</w:t>
      </w:r>
      <w:r w:rsidRPr="005B300D">
        <w:rPr>
          <w:b/>
          <w:i/>
        </w:rPr>
        <w:tab/>
        <w:t>18 óra/18 óra</w:t>
      </w:r>
    </w:p>
    <w:p w:rsidR="005D696B" w:rsidRPr="005B300D" w:rsidRDefault="005D696B" w:rsidP="005D696B">
      <w:pPr>
        <w:ind w:left="851"/>
      </w:pPr>
      <w:r w:rsidRPr="005B300D">
        <w:t xml:space="preserve">A népegészségtan tárgya. </w:t>
      </w:r>
    </w:p>
    <w:p w:rsidR="005D696B" w:rsidRPr="005B300D" w:rsidRDefault="005D696B" w:rsidP="005D696B">
      <w:pPr>
        <w:ind w:left="851"/>
      </w:pPr>
      <w:r w:rsidRPr="005B300D">
        <w:t>A népegészségtan és az orvostudomány kapcsolata.</w:t>
      </w:r>
    </w:p>
    <w:p w:rsidR="005D696B" w:rsidRPr="005B300D" w:rsidRDefault="005D696B" w:rsidP="005D696B">
      <w:pPr>
        <w:ind w:left="851"/>
      </w:pPr>
      <w:r w:rsidRPr="005B300D">
        <w:t>Az egészség, egészségkulturáltság.</w:t>
      </w:r>
    </w:p>
    <w:p w:rsidR="005D696B" w:rsidRPr="005B300D" w:rsidRDefault="005D696B" w:rsidP="005D696B">
      <w:pPr>
        <w:ind w:left="851"/>
      </w:pPr>
      <w:r w:rsidRPr="005B300D">
        <w:t xml:space="preserve">A statisztika fogalma, tárgya. </w:t>
      </w:r>
    </w:p>
    <w:p w:rsidR="005D696B" w:rsidRPr="005B300D" w:rsidRDefault="005D696B" w:rsidP="005D696B">
      <w:pPr>
        <w:ind w:left="851"/>
      </w:pPr>
      <w:r w:rsidRPr="005B300D">
        <w:t>A statisztikai adatok jellege.</w:t>
      </w:r>
    </w:p>
    <w:p w:rsidR="005D696B" w:rsidRPr="005B300D" w:rsidRDefault="005D696B" w:rsidP="005D696B">
      <w:pPr>
        <w:ind w:left="851"/>
      </w:pPr>
      <w:r w:rsidRPr="005B300D">
        <w:t>A statisztikai adatgyűjtés, csoportosítás.</w:t>
      </w:r>
    </w:p>
    <w:p w:rsidR="005D696B" w:rsidRPr="005B300D" w:rsidRDefault="005D696B" w:rsidP="005D696B">
      <w:pPr>
        <w:ind w:left="851"/>
      </w:pPr>
      <w:r w:rsidRPr="005B300D">
        <w:t>A demográfia fogalma, tárgya, alapfogalmai (népesség, népesedés, népmozgalom).</w:t>
      </w:r>
    </w:p>
    <w:p w:rsidR="005D696B" w:rsidRPr="005B300D" w:rsidRDefault="005D696B" w:rsidP="005D696B">
      <w:pPr>
        <w:ind w:left="851"/>
      </w:pPr>
      <w:r w:rsidRPr="005B300D">
        <w:t>A demográfia módszerei és kiemelt tárgyköreinek áttekintése:</w:t>
      </w:r>
    </w:p>
    <w:p w:rsidR="005D696B" w:rsidRPr="005B300D" w:rsidRDefault="005D696B" w:rsidP="005D696B">
      <w:pPr>
        <w:ind w:left="851"/>
      </w:pPr>
      <w:r w:rsidRPr="005B300D">
        <w:t>A strukturális demográfia.</w:t>
      </w:r>
    </w:p>
    <w:p w:rsidR="005D696B" w:rsidRPr="005B300D" w:rsidRDefault="005D696B" w:rsidP="005D696B">
      <w:pPr>
        <w:ind w:left="851"/>
      </w:pPr>
      <w:r w:rsidRPr="005B300D">
        <w:t>Születés, termékenység.</w:t>
      </w:r>
    </w:p>
    <w:p w:rsidR="005D696B" w:rsidRPr="005B300D" w:rsidRDefault="005D696B" w:rsidP="005D696B">
      <w:pPr>
        <w:ind w:left="851"/>
      </w:pPr>
      <w:r w:rsidRPr="005B300D">
        <w:t>Halandóság.</w:t>
      </w:r>
    </w:p>
    <w:p w:rsidR="005D696B" w:rsidRPr="005B300D" w:rsidRDefault="005D696B" w:rsidP="005D696B">
      <w:pPr>
        <w:ind w:left="851"/>
      </w:pPr>
      <w:r w:rsidRPr="005B300D">
        <w:t>Természetes népmozgalom.</w:t>
      </w:r>
    </w:p>
    <w:p w:rsidR="005D696B" w:rsidRPr="005B300D" w:rsidRDefault="005D696B" w:rsidP="005D696B">
      <w:pPr>
        <w:ind w:left="851"/>
      </w:pPr>
      <w:r w:rsidRPr="005B300D">
        <w:t>Család-demográfia.</w:t>
      </w:r>
    </w:p>
    <w:p w:rsidR="005D696B" w:rsidRPr="005B300D" w:rsidRDefault="005D696B" w:rsidP="005D696B">
      <w:pPr>
        <w:ind w:left="851"/>
      </w:pPr>
      <w:r w:rsidRPr="005B300D">
        <w:t>Reprodukció.</w:t>
      </w:r>
    </w:p>
    <w:p w:rsidR="005D696B" w:rsidRPr="005B300D" w:rsidRDefault="005D696B" w:rsidP="005D696B">
      <w:pPr>
        <w:ind w:left="851"/>
      </w:pPr>
      <w:r w:rsidRPr="005B300D">
        <w:t>Vándorlások.</w:t>
      </w:r>
    </w:p>
    <w:p w:rsidR="005D696B" w:rsidRPr="005B300D" w:rsidRDefault="005D696B" w:rsidP="005D696B">
      <w:pPr>
        <w:ind w:left="851"/>
      </w:pPr>
      <w:r w:rsidRPr="005B300D">
        <w:t>Epidemiológia fogalma, tárgya.</w:t>
      </w:r>
    </w:p>
    <w:p w:rsidR="005D696B" w:rsidRPr="005B300D" w:rsidRDefault="005D696B" w:rsidP="005D696B">
      <w:pPr>
        <w:ind w:left="851"/>
      </w:pPr>
      <w:proofErr w:type="spellStart"/>
      <w:r w:rsidRPr="005B300D">
        <w:t>Deszkriptív</w:t>
      </w:r>
      <w:proofErr w:type="spellEnd"/>
      <w:r w:rsidRPr="005B300D">
        <w:t xml:space="preserve"> epidemiológia.</w:t>
      </w:r>
    </w:p>
    <w:p w:rsidR="005D696B" w:rsidRPr="005B300D" w:rsidRDefault="005D696B" w:rsidP="005D696B">
      <w:pPr>
        <w:ind w:left="851"/>
      </w:pPr>
      <w:r w:rsidRPr="005B300D">
        <w:lastRenderedPageBreak/>
        <w:t>A betegségek gyakoriságának mérése (</w:t>
      </w:r>
      <w:proofErr w:type="spellStart"/>
      <w:r w:rsidRPr="005B300D">
        <w:t>prevalencia</w:t>
      </w:r>
      <w:proofErr w:type="spellEnd"/>
      <w:r w:rsidRPr="005B300D">
        <w:t xml:space="preserve">, </w:t>
      </w:r>
      <w:proofErr w:type="spellStart"/>
      <w:r w:rsidRPr="005B300D">
        <w:t>incidencia</w:t>
      </w:r>
      <w:proofErr w:type="spellEnd"/>
      <w:r w:rsidRPr="005B300D">
        <w:t xml:space="preserve">, tartam </w:t>
      </w:r>
      <w:proofErr w:type="spellStart"/>
      <w:r w:rsidRPr="005B300D">
        <w:t>prevalencia</w:t>
      </w:r>
      <w:proofErr w:type="spellEnd"/>
      <w:r w:rsidRPr="005B300D">
        <w:t xml:space="preserve"> fogalma).</w:t>
      </w:r>
    </w:p>
    <w:p w:rsidR="005D696B" w:rsidRPr="005B300D" w:rsidRDefault="005D696B" w:rsidP="005D696B">
      <w:pPr>
        <w:ind w:left="851"/>
      </w:pPr>
      <w:r w:rsidRPr="005B300D">
        <w:t xml:space="preserve">Kor-nem és egyéb </w:t>
      </w:r>
      <w:proofErr w:type="gramStart"/>
      <w:r w:rsidRPr="005B300D">
        <w:t>kategória-specifikus mutatók</w:t>
      </w:r>
      <w:proofErr w:type="gramEnd"/>
      <w:r w:rsidRPr="005B300D">
        <w:t xml:space="preserve"> lényege.</w:t>
      </w:r>
    </w:p>
    <w:p w:rsidR="005D696B" w:rsidRPr="005B300D" w:rsidRDefault="005D696B" w:rsidP="005D696B">
      <w:pPr>
        <w:ind w:left="851"/>
      </w:pPr>
      <w:r w:rsidRPr="005B300D">
        <w:t>A betegségek gyakoriságát befolyásoló tényezők.</w:t>
      </w:r>
    </w:p>
    <w:p w:rsidR="005D696B" w:rsidRPr="005B300D" w:rsidRDefault="005D696B" w:rsidP="005D696B">
      <w:pPr>
        <w:ind w:left="851"/>
      </w:pPr>
      <w:r w:rsidRPr="005B300D">
        <w:t>A morbiditási adatok forrásai.</w:t>
      </w:r>
    </w:p>
    <w:p w:rsidR="005D696B" w:rsidRPr="005B300D" w:rsidRDefault="005D696B" w:rsidP="005D696B">
      <w:pPr>
        <w:ind w:left="851"/>
      </w:pPr>
      <w:r w:rsidRPr="005B300D">
        <w:t>Analitikus epidemiológia, intervenciós epidemiológia fogalma.</w:t>
      </w:r>
    </w:p>
    <w:p w:rsidR="005D696B" w:rsidRPr="005B300D" w:rsidRDefault="005D696B" w:rsidP="005D696B">
      <w:pPr>
        <w:ind w:left="851"/>
      </w:pPr>
      <w:r w:rsidRPr="005B300D">
        <w:t>Szociológiai módszerek.</w:t>
      </w:r>
    </w:p>
    <w:p w:rsidR="005D696B" w:rsidRPr="005B300D" w:rsidRDefault="005D696B" w:rsidP="005D696B">
      <w:pPr>
        <w:ind w:left="851"/>
      </w:pPr>
      <w:r w:rsidRPr="005B300D">
        <w:t>Prevenció és egészségmegőrzés.</w:t>
      </w:r>
    </w:p>
    <w:p w:rsidR="005D696B" w:rsidRPr="005B300D" w:rsidRDefault="005D696B" w:rsidP="005D696B">
      <w:pPr>
        <w:ind w:left="851"/>
      </w:pPr>
      <w:r w:rsidRPr="005B300D">
        <w:t>Az egészségmegőrzés stratégiája.</w:t>
      </w:r>
    </w:p>
    <w:p w:rsidR="005D696B" w:rsidRPr="005B300D" w:rsidRDefault="005D696B" w:rsidP="005D696B">
      <w:pPr>
        <w:ind w:left="851"/>
      </w:pPr>
      <w:r w:rsidRPr="005B300D">
        <w:t>Hazai egészség-megőrzési programok.</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spellStart"/>
      <w:r w:rsidRPr="005B300D">
        <w:rPr>
          <w:b/>
          <w:i/>
        </w:rPr>
        <w:t>Környezetegészségügy</w:t>
      </w:r>
      <w:proofErr w:type="spellEnd"/>
      <w:r w:rsidRPr="005B300D">
        <w:rPr>
          <w:b/>
          <w:i/>
        </w:rPr>
        <w:tab/>
        <w:t>18 óra/18 óra</w:t>
      </w:r>
    </w:p>
    <w:p w:rsidR="005D696B" w:rsidRPr="005B300D" w:rsidRDefault="005D696B" w:rsidP="005D696B">
      <w:pPr>
        <w:ind w:left="851"/>
      </w:pPr>
      <w:r w:rsidRPr="005B300D">
        <w:t>A környezet és az egészség kapcsolata.</w:t>
      </w:r>
    </w:p>
    <w:p w:rsidR="005D696B" w:rsidRPr="005B300D" w:rsidRDefault="005D696B" w:rsidP="005D696B">
      <w:pPr>
        <w:tabs>
          <w:tab w:val="left" w:pos="1418"/>
          <w:tab w:val="right" w:pos="9072"/>
        </w:tabs>
        <w:ind w:left="851"/>
      </w:pPr>
      <w:r w:rsidRPr="005B300D">
        <w:t>Az ember ökológiai lábnyoma, környezettudatos gondolkodás.</w:t>
      </w:r>
    </w:p>
    <w:p w:rsidR="005D696B" w:rsidRPr="005B300D" w:rsidRDefault="005D696B" w:rsidP="005D696B">
      <w:pPr>
        <w:tabs>
          <w:tab w:val="left" w:pos="1418"/>
          <w:tab w:val="right" w:pos="9072"/>
        </w:tabs>
        <w:ind w:left="851"/>
      </w:pPr>
      <w:r w:rsidRPr="005B300D">
        <w:t>A természetes és a mesterséges (épített) környezet jellemzői a XXI. században.</w:t>
      </w:r>
    </w:p>
    <w:p w:rsidR="005D696B" w:rsidRPr="005B300D" w:rsidRDefault="005D696B" w:rsidP="005D696B">
      <w:pPr>
        <w:tabs>
          <w:tab w:val="left" w:pos="1418"/>
          <w:tab w:val="right" w:pos="9072"/>
        </w:tabs>
        <w:ind w:left="851"/>
      </w:pPr>
      <w:r w:rsidRPr="005B300D">
        <w:t xml:space="preserve">A víz szerepe az ember életében. </w:t>
      </w:r>
    </w:p>
    <w:p w:rsidR="005D696B" w:rsidRPr="005B300D" w:rsidRDefault="005D696B" w:rsidP="005D696B">
      <w:pPr>
        <w:tabs>
          <w:tab w:val="left" w:pos="1418"/>
          <w:tab w:val="right" w:pos="9072"/>
        </w:tabs>
        <w:ind w:left="851"/>
      </w:pPr>
      <w:r w:rsidRPr="005B300D">
        <w:t>Az egészséges ivóvíz és az ásványvizek.</w:t>
      </w:r>
    </w:p>
    <w:p w:rsidR="005D696B" w:rsidRPr="005B300D" w:rsidRDefault="005D696B" w:rsidP="005D696B">
      <w:pPr>
        <w:tabs>
          <w:tab w:val="left" w:pos="1418"/>
          <w:tab w:val="right" w:pos="9072"/>
        </w:tabs>
        <w:ind w:left="851"/>
      </w:pPr>
      <w:r w:rsidRPr="005B300D">
        <w:t>Hazánk gyógy-és termálvizei, azok egészségre gyakorolt hatásai.</w:t>
      </w:r>
    </w:p>
    <w:p w:rsidR="005D696B" w:rsidRPr="005B300D" w:rsidRDefault="005D696B" w:rsidP="005D696B">
      <w:pPr>
        <w:tabs>
          <w:tab w:val="left" w:pos="1418"/>
          <w:tab w:val="right" w:pos="9072"/>
        </w:tabs>
        <w:ind w:left="851"/>
      </w:pPr>
      <w:r w:rsidRPr="005B300D">
        <w:t xml:space="preserve">A vízszennyezők és az egészségtelen vizek károsító hatásai. </w:t>
      </w:r>
    </w:p>
    <w:p w:rsidR="005D696B" w:rsidRPr="005B300D" w:rsidRDefault="005D696B" w:rsidP="005D696B">
      <w:pPr>
        <w:tabs>
          <w:tab w:val="left" w:pos="1418"/>
          <w:tab w:val="right" w:pos="9072"/>
        </w:tabs>
        <w:ind w:left="851"/>
      </w:pPr>
      <w:r w:rsidRPr="005B300D">
        <w:t>A légkör és a levegő fizikai, kémiai jellemzői.</w:t>
      </w:r>
    </w:p>
    <w:p w:rsidR="005D696B" w:rsidRPr="005B300D" w:rsidRDefault="005D696B" w:rsidP="005D696B">
      <w:pPr>
        <w:tabs>
          <w:tab w:val="left" w:pos="1418"/>
          <w:tab w:val="right" w:pos="9072"/>
        </w:tabs>
        <w:ind w:left="851"/>
      </w:pPr>
      <w:r w:rsidRPr="005B300D">
        <w:t xml:space="preserve">A főbb légszennyező anyagok, jellemzőik és hatásuk az egészségre. </w:t>
      </w:r>
    </w:p>
    <w:p w:rsidR="005D696B" w:rsidRPr="005B300D" w:rsidRDefault="005D696B" w:rsidP="005D696B">
      <w:pPr>
        <w:tabs>
          <w:tab w:val="left" w:pos="1418"/>
          <w:tab w:val="right" w:pos="9072"/>
        </w:tabs>
        <w:ind w:left="851"/>
      </w:pPr>
      <w:r w:rsidRPr="005B300D">
        <w:t>Meteorológiai és klimatikus tényezők hatása az emberre.</w:t>
      </w:r>
    </w:p>
    <w:p w:rsidR="005D696B" w:rsidRPr="005B300D" w:rsidRDefault="005D696B" w:rsidP="005D696B">
      <w:pPr>
        <w:tabs>
          <w:tab w:val="left" w:pos="1418"/>
          <w:tab w:val="right" w:pos="9072"/>
        </w:tabs>
        <w:ind w:left="851"/>
      </w:pPr>
      <w:r w:rsidRPr="005B300D">
        <w:t>Ionizáló és nem ionizáló sugárzások fizikai és biológiai jellemzői és hatásaik.</w:t>
      </w:r>
    </w:p>
    <w:p w:rsidR="005D696B" w:rsidRPr="005B300D" w:rsidRDefault="005D696B" w:rsidP="005D696B">
      <w:pPr>
        <w:tabs>
          <w:tab w:val="left" w:pos="1418"/>
          <w:tab w:val="right" w:pos="9072"/>
        </w:tabs>
        <w:ind w:left="851"/>
      </w:pPr>
      <w:r w:rsidRPr="005B300D">
        <w:t>A talaj összetétele, öntisztulása, talajszennyeződés.</w:t>
      </w:r>
    </w:p>
    <w:p w:rsidR="005D696B" w:rsidRPr="005B300D" w:rsidRDefault="005D696B" w:rsidP="005D696B">
      <w:pPr>
        <w:tabs>
          <w:tab w:val="left" w:pos="1418"/>
          <w:tab w:val="right" w:pos="9072"/>
        </w:tabs>
        <w:ind w:left="851"/>
      </w:pPr>
      <w:r w:rsidRPr="005B300D">
        <w:t>Vegyi anyagok a környezetünkben.</w:t>
      </w:r>
    </w:p>
    <w:p w:rsidR="005D696B" w:rsidRPr="005B300D" w:rsidRDefault="005D696B" w:rsidP="005D696B">
      <w:pPr>
        <w:tabs>
          <w:tab w:val="left" w:pos="1418"/>
          <w:tab w:val="right" w:pos="9072"/>
        </w:tabs>
        <w:ind w:left="851"/>
      </w:pPr>
      <w:r w:rsidRPr="005B300D">
        <w:t>Hulladékgazdálkodás, kommunális, ipari és mezőgazdasági hulladékok.</w:t>
      </w:r>
    </w:p>
    <w:p w:rsidR="005D696B" w:rsidRPr="005B300D" w:rsidRDefault="005D696B" w:rsidP="005D696B">
      <w:pPr>
        <w:tabs>
          <w:tab w:val="left" w:pos="1418"/>
          <w:tab w:val="right" w:pos="9072"/>
        </w:tabs>
        <w:ind w:left="851"/>
      </w:pPr>
      <w:r w:rsidRPr="005B300D">
        <w:t>A veszélyes hulladékok kezelése, tárolása.</w:t>
      </w:r>
    </w:p>
    <w:p w:rsidR="005D696B" w:rsidRPr="005B300D" w:rsidRDefault="005D696B" w:rsidP="005D696B">
      <w:pPr>
        <w:tabs>
          <w:tab w:val="left" w:pos="1418"/>
          <w:tab w:val="right" w:pos="9072"/>
        </w:tabs>
        <w:ind w:left="851"/>
      </w:pPr>
      <w:r w:rsidRPr="005B300D">
        <w:t>A környezeti zaj, rezgés és annak hatásai a szervezetre.</w:t>
      </w:r>
    </w:p>
    <w:p w:rsidR="005D696B" w:rsidRPr="005B300D" w:rsidRDefault="005D696B" w:rsidP="005D696B">
      <w:pPr>
        <w:tabs>
          <w:tab w:val="left" w:pos="1418"/>
          <w:tab w:val="right" w:pos="9072"/>
        </w:tabs>
        <w:ind w:left="851"/>
      </w:pPr>
      <w:r w:rsidRPr="005B300D">
        <w:t>A zajártalom és következményei.</w:t>
      </w:r>
    </w:p>
    <w:p w:rsidR="005D696B" w:rsidRPr="005B300D" w:rsidRDefault="005D696B" w:rsidP="005D696B">
      <w:pPr>
        <w:tabs>
          <w:tab w:val="left" w:pos="1418"/>
          <w:tab w:val="right" w:pos="9072"/>
        </w:tabs>
        <w:ind w:left="851"/>
      </w:pPr>
      <w:r w:rsidRPr="005B300D">
        <w:t>A települések típusai és jellemzőik.</w:t>
      </w:r>
    </w:p>
    <w:p w:rsidR="005D696B" w:rsidRPr="005B300D" w:rsidRDefault="005D696B" w:rsidP="005D696B">
      <w:pPr>
        <w:tabs>
          <w:tab w:val="left" w:pos="1418"/>
          <w:tab w:val="right" w:pos="9072"/>
        </w:tabs>
        <w:ind w:left="851"/>
      </w:pPr>
      <w:r w:rsidRPr="005B300D">
        <w:t>Urbanizációs ártalmak.</w:t>
      </w:r>
    </w:p>
    <w:p w:rsidR="005D696B" w:rsidRPr="005B300D" w:rsidRDefault="005D696B" w:rsidP="005D696B">
      <w:pPr>
        <w:tabs>
          <w:tab w:val="left" w:pos="1418"/>
          <w:tab w:val="right" w:pos="9072"/>
        </w:tabs>
        <w:ind w:left="851"/>
      </w:pPr>
      <w:r w:rsidRPr="005B300D">
        <w:t>Az egészséges lakókörnyezet.</w:t>
      </w:r>
    </w:p>
    <w:p w:rsidR="005D696B" w:rsidRPr="005B300D" w:rsidRDefault="005D696B" w:rsidP="005D696B">
      <w:pPr>
        <w:tabs>
          <w:tab w:val="left" w:pos="1418"/>
          <w:tab w:val="right" w:pos="9072"/>
        </w:tabs>
        <w:ind w:left="851"/>
      </w:pPr>
      <w:r w:rsidRPr="005B300D">
        <w:t>A korszerűtlen lakások, épületek egészségre gyakorolt káros hatásai.</w:t>
      </w:r>
    </w:p>
    <w:p w:rsidR="005D696B" w:rsidRPr="005B300D" w:rsidRDefault="005D696B" w:rsidP="005D696B">
      <w:pPr>
        <w:tabs>
          <w:tab w:val="left" w:pos="1418"/>
          <w:tab w:val="right" w:pos="9072"/>
        </w:tabs>
        <w:ind w:left="851"/>
      </w:pPr>
      <w:r w:rsidRPr="005B300D">
        <w:t>Egészségügyi kártevők megjelenése a lakásban és a környezetben.</w:t>
      </w:r>
    </w:p>
    <w:p w:rsidR="005D696B" w:rsidRPr="005B300D" w:rsidRDefault="005D696B" w:rsidP="005D696B">
      <w:pPr>
        <w:tabs>
          <w:tab w:val="left" w:pos="1418"/>
          <w:tab w:val="right" w:pos="9072"/>
        </w:tabs>
        <w:ind w:left="851"/>
      </w:pPr>
      <w:r w:rsidRPr="005B300D">
        <w:t>Környezeti eredetű megbetegedések és azok megelőzése.</w:t>
      </w:r>
    </w:p>
    <w:p w:rsidR="005D696B" w:rsidRPr="005B300D" w:rsidRDefault="005D696B" w:rsidP="005D696B">
      <w:pPr>
        <w:tabs>
          <w:tab w:val="left" w:pos="1418"/>
          <w:tab w:val="right" w:pos="9072"/>
        </w:tabs>
        <w:ind w:left="851"/>
      </w:pPr>
      <w:r w:rsidRPr="005B300D">
        <w:t xml:space="preserve">Környezeti katasztrófák, </w:t>
      </w:r>
      <w:proofErr w:type="spellStart"/>
      <w:r w:rsidRPr="005B300D">
        <w:t>haváriák</w:t>
      </w:r>
      <w:proofErr w:type="spellEnd"/>
      <w:r w:rsidRPr="005B300D">
        <w:t>.</w:t>
      </w:r>
    </w:p>
    <w:p w:rsidR="005D696B" w:rsidRPr="005B300D" w:rsidRDefault="005D696B" w:rsidP="005D696B">
      <w:pPr>
        <w:tabs>
          <w:tab w:val="left" w:pos="1418"/>
          <w:tab w:val="right" w:pos="9072"/>
        </w:tabs>
        <w:ind w:left="851"/>
      </w:pPr>
      <w:r w:rsidRPr="005B300D">
        <w:t>Környezetvédelem az egyén és a társadalom szintjén.</w:t>
      </w:r>
    </w:p>
    <w:p w:rsidR="005D696B" w:rsidRPr="005B300D" w:rsidRDefault="005D696B" w:rsidP="005D696B">
      <w:pPr>
        <w:tabs>
          <w:tab w:val="left" w:pos="1418"/>
          <w:tab w:val="right" w:pos="9072"/>
        </w:tabs>
        <w:ind w:left="851"/>
      </w:pPr>
      <w:r w:rsidRPr="005B300D">
        <w:t xml:space="preserve">Munkabiztonság és </w:t>
      </w:r>
      <w:proofErr w:type="spellStart"/>
      <w:r w:rsidRPr="005B300D">
        <w:t>munkahigiéné</w:t>
      </w:r>
      <w:proofErr w:type="spellEnd"/>
      <w:r w:rsidRPr="005B300D">
        <w:t xml:space="preserve"> az egészségügyi munkahelyeken.</w:t>
      </w:r>
    </w:p>
    <w:p w:rsidR="005D696B" w:rsidRPr="005B300D" w:rsidRDefault="005D696B" w:rsidP="005D696B">
      <w:pPr>
        <w:tabs>
          <w:tab w:val="left" w:pos="1418"/>
          <w:tab w:val="right" w:pos="9072"/>
        </w:tabs>
        <w:ind w:left="851"/>
      </w:pPr>
      <w:r w:rsidRPr="005B300D">
        <w:t>Biztonságos munkavégzés tárgyi feltételei, munkaeszközök megfelelő használata.</w:t>
      </w:r>
    </w:p>
    <w:p w:rsidR="005D696B" w:rsidRPr="005B300D" w:rsidRDefault="005D696B" w:rsidP="005D696B">
      <w:pPr>
        <w:tabs>
          <w:tab w:val="left" w:pos="1418"/>
          <w:tab w:val="right" w:pos="9072"/>
        </w:tabs>
        <w:ind w:left="851"/>
      </w:pPr>
      <w:r w:rsidRPr="005B300D">
        <w:t>Tűzveszélyes anyagok a munkakörnyezetben.</w:t>
      </w:r>
    </w:p>
    <w:p w:rsidR="005D696B" w:rsidRPr="005B300D" w:rsidRDefault="005D696B" w:rsidP="005D696B">
      <w:pPr>
        <w:tabs>
          <w:tab w:val="left" w:pos="1418"/>
          <w:tab w:val="right" w:pos="9072"/>
        </w:tabs>
        <w:ind w:left="851"/>
      </w:pPr>
      <w:r w:rsidRPr="005B300D">
        <w:t>Fizikai, kémiai, biológiai kockázatok az egészségügyi munkahelyeken.</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Egészségfejlesztés</w:t>
      </w:r>
      <w:r w:rsidRPr="005B300D">
        <w:rPr>
          <w:b/>
          <w:i/>
        </w:rPr>
        <w:tab/>
        <w:t>18 óra/18 óra</w:t>
      </w:r>
    </w:p>
    <w:p w:rsidR="005D696B" w:rsidRPr="005B300D" w:rsidRDefault="005D696B" w:rsidP="005D696B">
      <w:pPr>
        <w:tabs>
          <w:tab w:val="left" w:pos="1418"/>
          <w:tab w:val="right" w:pos="9072"/>
        </w:tabs>
        <w:ind w:left="851"/>
      </w:pPr>
      <w:r w:rsidRPr="005B300D">
        <w:t>Az egészségfejlesztés fogalma, célja, feladata, színterei, intézményei.</w:t>
      </w:r>
    </w:p>
    <w:p w:rsidR="005D696B" w:rsidRPr="005B300D" w:rsidRDefault="005D696B" w:rsidP="005D696B">
      <w:pPr>
        <w:tabs>
          <w:tab w:val="left" w:pos="1418"/>
          <w:tab w:val="right" w:pos="9072"/>
        </w:tabs>
        <w:ind w:left="851"/>
      </w:pPr>
      <w:r w:rsidRPr="005B300D">
        <w:t>Az egészségkulturáltság fogalma, összetevői</w:t>
      </w:r>
    </w:p>
    <w:p w:rsidR="005D696B" w:rsidRPr="005B300D" w:rsidRDefault="005D696B" w:rsidP="005D696B">
      <w:pPr>
        <w:tabs>
          <w:tab w:val="left" w:pos="1418"/>
          <w:tab w:val="right" w:pos="9072"/>
        </w:tabs>
        <w:ind w:left="851"/>
      </w:pPr>
      <w:r w:rsidRPr="005B300D">
        <w:t>Az egészség definíciója.</w:t>
      </w:r>
    </w:p>
    <w:p w:rsidR="005D696B" w:rsidRPr="005B300D" w:rsidRDefault="005D696B" w:rsidP="005D696B">
      <w:pPr>
        <w:tabs>
          <w:tab w:val="left" w:pos="1418"/>
          <w:tab w:val="right" w:pos="9072"/>
        </w:tabs>
        <w:ind w:left="851"/>
      </w:pPr>
      <w:r w:rsidRPr="005B300D">
        <w:t>Az egészséget meghatározó tényezők.</w:t>
      </w:r>
    </w:p>
    <w:p w:rsidR="005D696B" w:rsidRPr="005B300D" w:rsidRDefault="005D696B" w:rsidP="005D696B">
      <w:pPr>
        <w:tabs>
          <w:tab w:val="left" w:pos="1418"/>
          <w:tab w:val="right" w:pos="9072"/>
        </w:tabs>
        <w:ind w:left="851"/>
      </w:pPr>
      <w:r w:rsidRPr="005B300D">
        <w:t>Az egészséges életvitel.</w:t>
      </w:r>
    </w:p>
    <w:p w:rsidR="005D696B" w:rsidRPr="005B300D" w:rsidRDefault="005D696B" w:rsidP="005D696B">
      <w:pPr>
        <w:tabs>
          <w:tab w:val="left" w:pos="1418"/>
          <w:tab w:val="right" w:pos="9072"/>
        </w:tabs>
        <w:ind w:left="851"/>
      </w:pPr>
      <w:r w:rsidRPr="005B300D">
        <w:t xml:space="preserve">A </w:t>
      </w:r>
      <w:proofErr w:type="spellStart"/>
      <w:r w:rsidRPr="005B300D">
        <w:t>higiéne</w:t>
      </w:r>
      <w:proofErr w:type="spellEnd"/>
      <w:r w:rsidRPr="005B300D">
        <w:t xml:space="preserve"> fogalma, területei.</w:t>
      </w:r>
    </w:p>
    <w:p w:rsidR="005D696B" w:rsidRPr="005B300D" w:rsidRDefault="005D696B" w:rsidP="005D696B">
      <w:pPr>
        <w:tabs>
          <w:tab w:val="left" w:pos="1418"/>
          <w:tab w:val="right" w:pos="9072"/>
        </w:tabs>
        <w:ind w:left="851"/>
      </w:pPr>
      <w:r w:rsidRPr="005B300D">
        <w:t xml:space="preserve">Személyi </w:t>
      </w:r>
      <w:proofErr w:type="spellStart"/>
      <w:r w:rsidRPr="005B300D">
        <w:t>higiéne</w:t>
      </w:r>
      <w:proofErr w:type="spellEnd"/>
      <w:r w:rsidRPr="005B300D">
        <w:t>.</w:t>
      </w:r>
    </w:p>
    <w:p w:rsidR="005D696B" w:rsidRPr="005B300D" w:rsidRDefault="005D696B" w:rsidP="005D696B">
      <w:pPr>
        <w:tabs>
          <w:tab w:val="left" w:pos="1418"/>
          <w:tab w:val="right" w:pos="9072"/>
        </w:tabs>
        <w:ind w:left="851"/>
      </w:pPr>
      <w:r w:rsidRPr="005B300D">
        <w:lastRenderedPageBreak/>
        <w:t>Az egészséges szervezetet felépítő anyagok, tápanyagok összetétele, tápanyag-piramis, az egészséges szervezet tápanyagszükséglete.</w:t>
      </w:r>
    </w:p>
    <w:p w:rsidR="005D696B" w:rsidRPr="005B300D" w:rsidRDefault="005D696B" w:rsidP="005D696B">
      <w:pPr>
        <w:tabs>
          <w:tab w:val="left" w:pos="1418"/>
          <w:tab w:val="right" w:pos="9072"/>
        </w:tabs>
        <w:ind w:left="851"/>
      </w:pPr>
      <w:r w:rsidRPr="005B300D">
        <w:t>Az egészséges táplálkozás; a túlzott tápanyagbevitel következményei.</w:t>
      </w:r>
    </w:p>
    <w:p w:rsidR="005D696B" w:rsidRPr="005B300D" w:rsidRDefault="005D696B" w:rsidP="005D696B">
      <w:pPr>
        <w:tabs>
          <w:tab w:val="left" w:pos="1418"/>
          <w:tab w:val="right" w:pos="9072"/>
        </w:tabs>
        <w:ind w:left="851"/>
      </w:pPr>
      <w:r w:rsidRPr="005B300D">
        <w:t>Fizikai, szellemi munka energiaigénye.</w:t>
      </w:r>
    </w:p>
    <w:p w:rsidR="005D696B" w:rsidRPr="005B300D" w:rsidRDefault="005D696B" w:rsidP="005D696B">
      <w:pPr>
        <w:tabs>
          <w:tab w:val="left" w:pos="1418"/>
          <w:tab w:val="right" w:pos="9072"/>
        </w:tabs>
        <w:ind w:left="851"/>
      </w:pPr>
      <w:r w:rsidRPr="005B300D">
        <w:t>A helyes testtartás, rendszeres testedzés jelentősége.</w:t>
      </w:r>
    </w:p>
    <w:p w:rsidR="005D696B" w:rsidRPr="005B300D" w:rsidRDefault="005D696B" w:rsidP="005D696B">
      <w:pPr>
        <w:tabs>
          <w:tab w:val="left" w:pos="1418"/>
          <w:tab w:val="right" w:pos="9072"/>
        </w:tabs>
        <w:ind w:left="851"/>
      </w:pPr>
      <w:r w:rsidRPr="005B300D">
        <w:t>A testi erő fenntartása, a mozgás lehetséges módjai.</w:t>
      </w:r>
    </w:p>
    <w:p w:rsidR="005D696B" w:rsidRPr="005B300D" w:rsidRDefault="005D696B" w:rsidP="005D696B">
      <w:pPr>
        <w:tabs>
          <w:tab w:val="left" w:pos="1418"/>
          <w:tab w:val="right" w:pos="9072"/>
        </w:tabs>
        <w:ind w:left="851"/>
      </w:pPr>
      <w:r w:rsidRPr="005B300D">
        <w:t>A megfelelő öltözködés.</w:t>
      </w:r>
    </w:p>
    <w:p w:rsidR="005D696B" w:rsidRPr="005B300D" w:rsidRDefault="005D696B" w:rsidP="005D696B">
      <w:pPr>
        <w:tabs>
          <w:tab w:val="left" w:pos="1418"/>
          <w:tab w:val="right" w:pos="9072"/>
        </w:tabs>
        <w:ind w:left="851"/>
      </w:pPr>
      <w:r w:rsidRPr="005B300D">
        <w:t>A prevenció szintjei.</w:t>
      </w:r>
    </w:p>
    <w:p w:rsidR="005D696B" w:rsidRPr="005B300D" w:rsidRDefault="005D696B" w:rsidP="005D696B">
      <w:pPr>
        <w:tabs>
          <w:tab w:val="left" w:pos="1418"/>
          <w:tab w:val="right" w:pos="9072"/>
        </w:tabs>
        <w:ind w:left="851"/>
      </w:pPr>
      <w:r w:rsidRPr="005B300D">
        <w:t>A betegségek korai felismerését szolgáló lehetőségek; rizikófaktorok és azok felismerése.</w:t>
      </w:r>
    </w:p>
    <w:p w:rsidR="005D696B" w:rsidRPr="005B300D" w:rsidRDefault="005D696B" w:rsidP="005D696B">
      <w:pPr>
        <w:tabs>
          <w:tab w:val="left" w:pos="1418"/>
          <w:tab w:val="right" w:pos="9072"/>
        </w:tabs>
        <w:ind w:left="851"/>
      </w:pPr>
      <w:r w:rsidRPr="005B300D">
        <w:t>Szűrővizsgálatok jelentősége, életkorok szenti szűrővizsgálatok formái, teendő a tünetek megjelenése esetén.</w:t>
      </w:r>
    </w:p>
    <w:p w:rsidR="005D696B" w:rsidRPr="005B300D" w:rsidRDefault="005D696B" w:rsidP="005D696B">
      <w:pPr>
        <w:tabs>
          <w:tab w:val="left" w:pos="1418"/>
          <w:tab w:val="right" w:pos="9072"/>
        </w:tabs>
        <w:ind w:left="851"/>
      </w:pPr>
      <w:r w:rsidRPr="005B300D">
        <w:t>Védőoltások</w:t>
      </w:r>
    </w:p>
    <w:p w:rsidR="005D696B" w:rsidRPr="005B300D" w:rsidRDefault="005D696B" w:rsidP="005D696B">
      <w:pPr>
        <w:tabs>
          <w:tab w:val="left" w:pos="1418"/>
          <w:tab w:val="right" w:pos="9072"/>
        </w:tabs>
        <w:ind w:left="851"/>
      </w:pPr>
      <w:r w:rsidRPr="005B300D">
        <w:t>A káros szenvedélyek formái, kialakulásuk okai, betegséget előidéző káros hatásuk, a káros szenvedélyek korai felismerése.</w:t>
      </w:r>
    </w:p>
    <w:p w:rsidR="005D696B" w:rsidRPr="005B300D" w:rsidRDefault="005D696B" w:rsidP="005D696B">
      <w:pPr>
        <w:tabs>
          <w:tab w:val="left" w:pos="1418"/>
          <w:tab w:val="right" w:pos="9072"/>
        </w:tabs>
        <w:ind w:left="851"/>
      </w:pPr>
      <w:r w:rsidRPr="005B300D">
        <w:t>A drog, az alkohol kapcsolata a mentális egészségünkkel.</w:t>
      </w:r>
    </w:p>
    <w:p w:rsidR="005D696B" w:rsidRPr="005B300D" w:rsidRDefault="005D696B" w:rsidP="005D696B">
      <w:pPr>
        <w:tabs>
          <w:tab w:val="left" w:pos="1418"/>
          <w:tab w:val="right" w:pos="9072"/>
        </w:tabs>
        <w:ind w:left="851"/>
      </w:pPr>
      <w:r w:rsidRPr="005B300D">
        <w:t>Önértékelés, önbecsülés.</w:t>
      </w:r>
    </w:p>
    <w:p w:rsidR="005D696B" w:rsidRPr="005B300D" w:rsidRDefault="005D696B" w:rsidP="005D696B">
      <w:pPr>
        <w:tabs>
          <w:tab w:val="left" w:pos="1418"/>
          <w:tab w:val="right" w:pos="9072"/>
        </w:tabs>
        <w:ind w:left="851"/>
      </w:pPr>
      <w:r w:rsidRPr="005B300D">
        <w:t>Önmagunkról kialakított reális kép, képességeink, korlátaink.</w:t>
      </w:r>
    </w:p>
    <w:p w:rsidR="005D696B" w:rsidRPr="005B300D" w:rsidRDefault="005D696B" w:rsidP="005D696B">
      <w:pPr>
        <w:tabs>
          <w:tab w:val="left" w:pos="1418"/>
          <w:tab w:val="right" w:pos="9072"/>
        </w:tabs>
        <w:ind w:left="851"/>
      </w:pPr>
      <w:r w:rsidRPr="005B300D">
        <w:t>Az egészséges lelki egyensúly fenntartása, önvédő technikák.</w:t>
      </w:r>
    </w:p>
    <w:p w:rsidR="005D696B" w:rsidRPr="005B300D" w:rsidRDefault="005D696B" w:rsidP="005D696B">
      <w:pPr>
        <w:tabs>
          <w:tab w:val="left" w:pos="1418"/>
          <w:tab w:val="right" w:pos="9072"/>
        </w:tabs>
        <w:ind w:left="851"/>
      </w:pPr>
      <w:r w:rsidRPr="005B300D">
        <w:t>Relaxáció formái, jelentősége.</w:t>
      </w:r>
    </w:p>
    <w:p w:rsidR="005D696B" w:rsidRPr="005B300D" w:rsidRDefault="005D696B" w:rsidP="005D696B">
      <w:pPr>
        <w:tabs>
          <w:tab w:val="left" w:pos="1418"/>
          <w:tab w:val="right" w:pos="9072"/>
        </w:tabs>
        <w:ind w:left="851"/>
      </w:pPr>
      <w:r w:rsidRPr="005B300D">
        <w:t>Aktív, passzív pihenés formái.</w:t>
      </w:r>
    </w:p>
    <w:p w:rsidR="005D696B" w:rsidRPr="005B300D" w:rsidRDefault="005D696B" w:rsidP="005D696B">
      <w:pPr>
        <w:tabs>
          <w:tab w:val="left" w:pos="1418"/>
          <w:tab w:val="right" w:pos="9072"/>
        </w:tabs>
        <w:ind w:left="851"/>
      </w:pPr>
      <w:r w:rsidRPr="005B300D">
        <w:t>Az érzelmi élet egyensúlya.</w:t>
      </w:r>
    </w:p>
    <w:p w:rsidR="005D696B" w:rsidRPr="005B300D" w:rsidRDefault="005D696B" w:rsidP="005D696B">
      <w:pPr>
        <w:tabs>
          <w:tab w:val="left" w:pos="1418"/>
          <w:tab w:val="right" w:pos="9072"/>
        </w:tabs>
        <w:ind w:left="851"/>
      </w:pPr>
      <w:r w:rsidRPr="005B300D">
        <w:t>Az akaraterő.</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Tanterem</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projekt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8.</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9.</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10.</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szerepjáték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egyéb</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p>
        </w:tc>
      </w:tr>
    </w:tbl>
    <w:p w:rsidR="005D696B" w:rsidRPr="005B300D" w:rsidRDefault="005D696B" w:rsidP="005D696B">
      <w:pPr>
        <w:pStyle w:val="Listaszerbekezds"/>
        <w:ind w:left="1224"/>
        <w:rPr>
          <w:b/>
        </w:rPr>
      </w:pPr>
    </w:p>
    <w:p w:rsidR="005D696B" w:rsidRPr="005B300D" w:rsidRDefault="005D696B" w:rsidP="005D696B">
      <w:pPr>
        <w:pStyle w:val="Listaszerbekezds"/>
        <w:numPr>
          <w:ilvl w:val="2"/>
          <w:numId w:val="40"/>
        </w:numPr>
        <w:jc w:val="both"/>
        <w:rPr>
          <w:b/>
        </w:rPr>
      </w:pPr>
      <w:r w:rsidRPr="005B300D">
        <w:rPr>
          <w:b/>
        </w:rPr>
        <w:lastRenderedPageBreak/>
        <w:t>A tantárgy elsajátítása során alkalmazható tanulói tevékenységformák (ajánlás)</w:t>
      </w:r>
    </w:p>
    <w:tbl>
      <w:tblPr>
        <w:tblW w:w="8500"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5.3.</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 xml:space="preserve">Szakmai </w:t>
      </w:r>
      <w:proofErr w:type="gramStart"/>
      <w:r w:rsidRPr="005B300D">
        <w:rPr>
          <w:b/>
        </w:rPr>
        <w:t>kommunikáció  tantárgy</w:t>
      </w:r>
      <w:proofErr w:type="gramEnd"/>
      <w:r w:rsidRPr="005B300D">
        <w:rPr>
          <w:b/>
        </w:rPr>
        <w:tab/>
        <w:t>72 óra/72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 szakmai kommunikáció oktatásának célja a kommunikációs ismeretek, készségek, aktív, tudatos fejlesztése, kitérve az egészségügyi pályákon fontos jellemzőkre, speciális helyzetekre. További cél, hogy a tanuló ismerje az orvosi latin nyelvi szakkifejezéseket, munkája során tudja alkalmazni a latin szaknyelv kiejtési, olvasási és írási szabályait.</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Magyar nyelvtan</w:t>
      </w:r>
    </w:p>
    <w:p w:rsidR="005D696B" w:rsidRPr="005B300D" w:rsidRDefault="005D696B" w:rsidP="005D696B">
      <w:pPr>
        <w:ind w:left="426"/>
      </w:pPr>
      <w:r w:rsidRPr="005B300D">
        <w:t>Magyar irodalom</w:t>
      </w:r>
    </w:p>
    <w:p w:rsidR="005D696B" w:rsidRPr="005B300D" w:rsidRDefault="005D696B" w:rsidP="005D696B">
      <w:pPr>
        <w:ind w:left="426"/>
      </w:pPr>
      <w:r w:rsidRPr="005B300D">
        <w:t>Történelem</w:t>
      </w:r>
    </w:p>
    <w:p w:rsidR="005D696B" w:rsidRPr="005B300D" w:rsidRDefault="005D696B" w:rsidP="005D696B">
      <w:pPr>
        <w:ind w:left="426"/>
      </w:pPr>
      <w:r w:rsidRPr="005B300D">
        <w:t>Biológia</w:t>
      </w:r>
    </w:p>
    <w:p w:rsidR="005D696B" w:rsidRPr="005B300D" w:rsidRDefault="005D696B" w:rsidP="005D696B">
      <w:pPr>
        <w:ind w:left="426"/>
      </w:pPr>
      <w:r w:rsidRPr="005B300D">
        <w:t>Anatómia-élettan</w:t>
      </w:r>
    </w:p>
    <w:p w:rsidR="005D696B" w:rsidRPr="005B300D" w:rsidRDefault="005D696B" w:rsidP="005D696B">
      <w:pPr>
        <w:ind w:left="426"/>
      </w:pPr>
      <w:r w:rsidRPr="005B300D">
        <w:t>Pszichológia</w:t>
      </w:r>
    </w:p>
    <w:p w:rsidR="005D696B" w:rsidRPr="005B300D" w:rsidRDefault="005D696B" w:rsidP="005D696B">
      <w:pPr>
        <w:ind w:left="426"/>
      </w:pPr>
      <w:r w:rsidRPr="005B300D">
        <w:t>Személyiség lélektan</w:t>
      </w:r>
    </w:p>
    <w:p w:rsidR="005D696B" w:rsidRPr="005B300D" w:rsidRDefault="005D696B" w:rsidP="005D696B">
      <w:pPr>
        <w:ind w:left="426"/>
      </w:pPr>
      <w:r w:rsidRPr="005B300D">
        <w:lastRenderedPageBreak/>
        <w:t>Szociálpszichológia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Orvosi latin nyelv</w:t>
      </w:r>
      <w:r w:rsidRPr="005B300D">
        <w:rPr>
          <w:b/>
          <w:i/>
        </w:rPr>
        <w:tab/>
        <w:t>36 óra/36 óra</w:t>
      </w:r>
    </w:p>
    <w:p w:rsidR="005D696B" w:rsidRPr="005B300D" w:rsidRDefault="005D696B" w:rsidP="005D696B">
      <w:pPr>
        <w:tabs>
          <w:tab w:val="left" w:pos="1418"/>
          <w:tab w:val="right" w:pos="9072"/>
        </w:tabs>
        <w:ind w:left="851"/>
      </w:pPr>
      <w:r w:rsidRPr="005B300D">
        <w:t xml:space="preserve">A latin nyelv eredete, fejlődése. </w:t>
      </w:r>
    </w:p>
    <w:p w:rsidR="005D696B" w:rsidRPr="005B300D" w:rsidRDefault="005D696B" w:rsidP="005D696B">
      <w:pPr>
        <w:tabs>
          <w:tab w:val="left" w:pos="1418"/>
          <w:tab w:val="right" w:pos="9072"/>
        </w:tabs>
        <w:ind w:left="851"/>
      </w:pPr>
      <w:r w:rsidRPr="005B300D">
        <w:t>Az orvosi latin nyelv kialakulása és fejlődése.</w:t>
      </w:r>
    </w:p>
    <w:p w:rsidR="005D696B" w:rsidRPr="005B300D" w:rsidRDefault="005D696B" w:rsidP="005D696B">
      <w:pPr>
        <w:tabs>
          <w:tab w:val="left" w:pos="1418"/>
          <w:tab w:val="right" w:pos="9072"/>
        </w:tabs>
        <w:ind w:left="851"/>
      </w:pPr>
      <w:r w:rsidRPr="005B300D">
        <w:t>Az orvosi terminológia helyesírási és kiejtési szabályai.</w:t>
      </w:r>
    </w:p>
    <w:p w:rsidR="005D696B" w:rsidRPr="005B300D" w:rsidRDefault="005D696B" w:rsidP="005D696B">
      <w:pPr>
        <w:tabs>
          <w:tab w:val="left" w:pos="1418"/>
          <w:tab w:val="right" w:pos="9072"/>
        </w:tabs>
        <w:ind w:left="851"/>
      </w:pPr>
      <w:r w:rsidRPr="005B300D">
        <w:t>Az emberi test főbb részei, síkjai, irányai.</w:t>
      </w:r>
    </w:p>
    <w:p w:rsidR="005D696B" w:rsidRPr="005B300D" w:rsidRDefault="005D696B" w:rsidP="005D696B">
      <w:pPr>
        <w:tabs>
          <w:tab w:val="left" w:pos="1418"/>
          <w:tab w:val="right" w:pos="9072"/>
        </w:tabs>
        <w:ind w:left="851"/>
      </w:pPr>
      <w:r w:rsidRPr="005B300D">
        <w:t>Szervek, szervrendszerek felépítésére, egészséges és kóros működésére vonatkozó latin szakkifejezések:</w:t>
      </w:r>
    </w:p>
    <w:p w:rsidR="005D696B" w:rsidRPr="005B300D" w:rsidRDefault="005D696B" w:rsidP="005D696B">
      <w:pPr>
        <w:tabs>
          <w:tab w:val="left" w:pos="1418"/>
          <w:tab w:val="right" w:pos="9072"/>
        </w:tabs>
        <w:ind w:left="851"/>
      </w:pPr>
      <w:r w:rsidRPr="005B300D">
        <w:t>Mozgásrendszer latin szakkifejezései.</w:t>
      </w:r>
    </w:p>
    <w:p w:rsidR="005D696B" w:rsidRPr="005B300D" w:rsidRDefault="005D696B" w:rsidP="005D696B">
      <w:pPr>
        <w:tabs>
          <w:tab w:val="left" w:pos="1418"/>
          <w:tab w:val="right" w:pos="9072"/>
        </w:tabs>
        <w:ind w:left="851"/>
      </w:pPr>
      <w:r w:rsidRPr="005B300D">
        <w:t>Keringési rendszer latin szakkifejezései.</w:t>
      </w:r>
    </w:p>
    <w:p w:rsidR="005D696B" w:rsidRPr="005B300D" w:rsidRDefault="005D696B" w:rsidP="005D696B">
      <w:pPr>
        <w:tabs>
          <w:tab w:val="left" w:pos="1418"/>
          <w:tab w:val="right" w:pos="9072"/>
        </w:tabs>
        <w:ind w:left="851"/>
      </w:pPr>
      <w:proofErr w:type="spellStart"/>
      <w:r w:rsidRPr="005B300D">
        <w:t>Légzőrendszer</w:t>
      </w:r>
      <w:proofErr w:type="spellEnd"/>
      <w:r w:rsidRPr="005B300D">
        <w:t xml:space="preserve"> latin szakkifejezései.</w:t>
      </w:r>
    </w:p>
    <w:p w:rsidR="005D696B" w:rsidRPr="005B300D" w:rsidRDefault="005D696B" w:rsidP="005D696B">
      <w:pPr>
        <w:tabs>
          <w:tab w:val="left" w:pos="1418"/>
          <w:tab w:val="right" w:pos="9072"/>
        </w:tabs>
        <w:ind w:left="851"/>
      </w:pPr>
      <w:r w:rsidRPr="005B300D">
        <w:t>Emésztőrendszer latin szakkifejezései.</w:t>
      </w:r>
    </w:p>
    <w:p w:rsidR="005D696B" w:rsidRPr="005B300D" w:rsidRDefault="005D696B" w:rsidP="005D696B">
      <w:pPr>
        <w:tabs>
          <w:tab w:val="left" w:pos="1418"/>
          <w:tab w:val="right" w:pos="9072"/>
        </w:tabs>
        <w:ind w:left="851"/>
      </w:pPr>
      <w:r w:rsidRPr="005B300D">
        <w:t>Vizeletkiválasztó rendszer latin szakkifejezései.</w:t>
      </w:r>
    </w:p>
    <w:p w:rsidR="005D696B" w:rsidRPr="005B300D" w:rsidRDefault="005D696B" w:rsidP="005D696B">
      <w:pPr>
        <w:tabs>
          <w:tab w:val="left" w:pos="1418"/>
          <w:tab w:val="right" w:pos="9072"/>
        </w:tabs>
        <w:ind w:left="851"/>
      </w:pPr>
      <w:r w:rsidRPr="005B300D">
        <w:t>Nemi szervek latin szakkifejezései.</w:t>
      </w:r>
    </w:p>
    <w:p w:rsidR="005D696B" w:rsidRPr="005B300D" w:rsidRDefault="005D696B" w:rsidP="005D696B">
      <w:pPr>
        <w:tabs>
          <w:tab w:val="left" w:pos="1418"/>
          <w:tab w:val="right" w:pos="9072"/>
        </w:tabs>
        <w:ind w:left="851"/>
      </w:pPr>
      <w:r w:rsidRPr="005B300D">
        <w:t>Belső elválasztású mirigyek latin szakkifejezései.</w:t>
      </w:r>
    </w:p>
    <w:p w:rsidR="005D696B" w:rsidRPr="005B300D" w:rsidRDefault="005D696B" w:rsidP="005D696B">
      <w:pPr>
        <w:tabs>
          <w:tab w:val="left" w:pos="1418"/>
          <w:tab w:val="right" w:pos="9072"/>
        </w:tabs>
        <w:ind w:left="851"/>
      </w:pPr>
      <w:r w:rsidRPr="005B300D">
        <w:t>Idegrendszer latin szakkifejezései.</w:t>
      </w:r>
    </w:p>
    <w:p w:rsidR="005D696B" w:rsidRPr="005B300D" w:rsidRDefault="005D696B" w:rsidP="005D696B">
      <w:pPr>
        <w:tabs>
          <w:tab w:val="left" w:pos="1418"/>
          <w:tab w:val="right" w:pos="9072"/>
        </w:tabs>
        <w:ind w:left="851"/>
      </w:pPr>
      <w:r w:rsidRPr="005B300D">
        <w:t>Érzékszervek latin szakkifejezései.</w:t>
      </w:r>
    </w:p>
    <w:p w:rsidR="005D696B" w:rsidRPr="005B300D" w:rsidRDefault="005D696B" w:rsidP="005D696B">
      <w:pPr>
        <w:tabs>
          <w:tab w:val="left" w:pos="1418"/>
          <w:tab w:val="right" w:pos="9072"/>
        </w:tabs>
        <w:ind w:left="851"/>
      </w:pPr>
      <w:r w:rsidRPr="005B300D">
        <w:t>A szervek, szervrendszerek működésére vonatkozó szakkifejezések.</w:t>
      </w:r>
    </w:p>
    <w:p w:rsidR="005D696B" w:rsidRPr="005B300D" w:rsidRDefault="005D696B" w:rsidP="005D696B">
      <w:pPr>
        <w:tabs>
          <w:tab w:val="left" w:pos="1418"/>
          <w:tab w:val="right" w:pos="9072"/>
        </w:tabs>
        <w:ind w:left="851"/>
      </w:pPr>
      <w:r w:rsidRPr="005B300D">
        <w:t xml:space="preserve">Kórtani és </w:t>
      </w:r>
      <w:proofErr w:type="spellStart"/>
      <w:r w:rsidRPr="005B300D">
        <w:t>klinikumi</w:t>
      </w:r>
      <w:proofErr w:type="spellEnd"/>
      <w:r w:rsidRPr="005B300D">
        <w:t xml:space="preserve"> elnevezések.</w:t>
      </w:r>
    </w:p>
    <w:p w:rsidR="005D696B" w:rsidRPr="005B300D" w:rsidRDefault="005D696B" w:rsidP="005D696B">
      <w:pPr>
        <w:tabs>
          <w:tab w:val="left" w:pos="1418"/>
          <w:tab w:val="right" w:pos="9072"/>
        </w:tabs>
        <w:ind w:left="851"/>
      </w:pPr>
      <w:r w:rsidRPr="005B300D">
        <w:t>Műtéti és vizsgáló eljárások elnevezései.</w:t>
      </w:r>
    </w:p>
    <w:p w:rsidR="005D696B" w:rsidRPr="005B300D" w:rsidRDefault="005D696B" w:rsidP="005D696B">
      <w:pPr>
        <w:tabs>
          <w:tab w:val="left" w:pos="1418"/>
          <w:tab w:val="right" w:pos="9072"/>
        </w:tabs>
        <w:ind w:left="851"/>
      </w:pPr>
      <w:r w:rsidRPr="005B300D">
        <w:t>Orvosi vények szakkifejezései.</w:t>
      </w:r>
    </w:p>
    <w:p w:rsidR="005D696B" w:rsidRPr="005B300D" w:rsidRDefault="005D696B" w:rsidP="005D696B">
      <w:pPr>
        <w:tabs>
          <w:tab w:val="left" w:pos="1418"/>
          <w:tab w:val="right" w:pos="9072"/>
        </w:tabs>
        <w:ind w:left="851"/>
      </w:pPr>
      <w:r w:rsidRPr="005B300D">
        <w:t>Számnevek.</w:t>
      </w:r>
    </w:p>
    <w:p w:rsidR="005D696B" w:rsidRPr="005B300D" w:rsidRDefault="005D696B" w:rsidP="005D696B">
      <w:pPr>
        <w:tabs>
          <w:tab w:val="left" w:pos="1418"/>
          <w:tab w:val="right" w:pos="9072"/>
        </w:tabs>
        <w:ind w:left="851"/>
      </w:pPr>
      <w:r w:rsidRPr="005B300D">
        <w:t>Alapvető nyelvtani ismeretek: a névelő, főnév, birtokos szerkezet, melléknév és minőségjelzős szerkezet névszók, ragozás, határozószók, szóképzés és szóalkotás, rövidítések, igék és igeragozás, képzők.</w:t>
      </w:r>
    </w:p>
    <w:p w:rsidR="005D696B" w:rsidRPr="005B300D" w:rsidRDefault="005D696B" w:rsidP="005D696B">
      <w:pPr>
        <w:tabs>
          <w:tab w:val="left" w:pos="1418"/>
          <w:tab w:val="right" w:pos="9072"/>
        </w:tabs>
        <w:ind w:left="851"/>
      </w:pPr>
      <w:r w:rsidRPr="005B300D">
        <w:t>A témakört csoportbontásban kell tanítani.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Kommunikáció</w:t>
      </w:r>
      <w:r w:rsidRPr="005B300D">
        <w:rPr>
          <w:b/>
          <w:i/>
        </w:rPr>
        <w:tab/>
        <w:t>18 óra/18 óra</w:t>
      </w:r>
    </w:p>
    <w:p w:rsidR="005D696B" w:rsidRPr="005B300D" w:rsidRDefault="005D696B" w:rsidP="005D696B">
      <w:pPr>
        <w:tabs>
          <w:tab w:val="left" w:pos="1418"/>
          <w:tab w:val="right" w:pos="9072"/>
        </w:tabs>
        <w:ind w:left="851"/>
      </w:pPr>
      <w:r w:rsidRPr="005B300D">
        <w:t>A kommunikáció fogalma, elemei.</w:t>
      </w:r>
    </w:p>
    <w:p w:rsidR="005D696B" w:rsidRPr="005B300D" w:rsidRDefault="005D696B" w:rsidP="005D696B">
      <w:pPr>
        <w:tabs>
          <w:tab w:val="left" w:pos="1418"/>
          <w:tab w:val="right" w:pos="9072"/>
        </w:tabs>
        <w:ind w:left="851"/>
      </w:pPr>
      <w:r w:rsidRPr="005B300D">
        <w:t>Dinamikai törvényszerűségek.</w:t>
      </w:r>
    </w:p>
    <w:p w:rsidR="005D696B" w:rsidRPr="005B300D" w:rsidRDefault="005D696B" w:rsidP="005D696B">
      <w:pPr>
        <w:tabs>
          <w:tab w:val="left" w:pos="1418"/>
          <w:tab w:val="right" w:pos="9072"/>
        </w:tabs>
        <w:ind w:left="851"/>
      </w:pPr>
      <w:r w:rsidRPr="005B300D">
        <w:t xml:space="preserve">Az interperszonális és </w:t>
      </w:r>
      <w:proofErr w:type="spellStart"/>
      <w:r w:rsidRPr="005B300D">
        <w:t>multiperszonális</w:t>
      </w:r>
      <w:proofErr w:type="spellEnd"/>
      <w:r w:rsidRPr="005B300D">
        <w:t xml:space="preserve"> kommunikációs helyzetek.</w:t>
      </w:r>
    </w:p>
    <w:p w:rsidR="005D696B" w:rsidRPr="005B300D" w:rsidRDefault="005D696B" w:rsidP="005D696B">
      <w:pPr>
        <w:tabs>
          <w:tab w:val="left" w:pos="1418"/>
          <w:tab w:val="right" w:pos="9072"/>
        </w:tabs>
        <w:ind w:left="851"/>
      </w:pPr>
      <w:r w:rsidRPr="005B300D">
        <w:t>Az őszinte kommunikáció feltételei.</w:t>
      </w:r>
    </w:p>
    <w:p w:rsidR="005D696B" w:rsidRPr="005B300D" w:rsidRDefault="005D696B" w:rsidP="005D696B">
      <w:pPr>
        <w:tabs>
          <w:tab w:val="left" w:pos="1418"/>
          <w:tab w:val="right" w:pos="9072"/>
        </w:tabs>
        <w:ind w:left="851"/>
      </w:pPr>
      <w:r w:rsidRPr="005B300D">
        <w:t>Érintkezési formák és ezek eltérései más kultúrákban.</w:t>
      </w:r>
    </w:p>
    <w:p w:rsidR="005D696B" w:rsidRPr="005B300D" w:rsidRDefault="005D696B" w:rsidP="005D696B">
      <w:pPr>
        <w:tabs>
          <w:tab w:val="left" w:pos="1418"/>
          <w:tab w:val="right" w:pos="9072"/>
        </w:tabs>
        <w:ind w:left="851"/>
      </w:pPr>
      <w:r w:rsidRPr="005B300D">
        <w:t>Az érdeklődés és a figyelmes hallgatás jelentősége.</w:t>
      </w:r>
    </w:p>
    <w:p w:rsidR="005D696B" w:rsidRPr="005B300D" w:rsidRDefault="005D696B" w:rsidP="005D696B">
      <w:pPr>
        <w:tabs>
          <w:tab w:val="left" w:pos="1418"/>
          <w:tab w:val="right" w:pos="9072"/>
        </w:tabs>
        <w:ind w:left="851"/>
      </w:pPr>
      <w:r w:rsidRPr="005B300D">
        <w:t>A közvetlen emberi kommunikáció formái.</w:t>
      </w:r>
    </w:p>
    <w:p w:rsidR="005D696B" w:rsidRPr="005B300D" w:rsidRDefault="005D696B" w:rsidP="005D696B">
      <w:pPr>
        <w:tabs>
          <w:tab w:val="left" w:pos="1418"/>
          <w:tab w:val="right" w:pos="9072"/>
        </w:tabs>
        <w:ind w:left="851"/>
      </w:pPr>
      <w:r w:rsidRPr="005B300D">
        <w:t>Nyelvi szocializációs szintek.</w:t>
      </w:r>
    </w:p>
    <w:p w:rsidR="005D696B" w:rsidRPr="005B300D" w:rsidRDefault="005D696B" w:rsidP="005D696B">
      <w:pPr>
        <w:tabs>
          <w:tab w:val="left" w:pos="1418"/>
          <w:tab w:val="right" w:pos="9072"/>
        </w:tabs>
        <w:ind w:left="851"/>
      </w:pPr>
      <w:r w:rsidRPr="005B300D">
        <w:t>A metakommunikáció fogalma és törvényszerűségei, jellemzői.</w:t>
      </w:r>
    </w:p>
    <w:p w:rsidR="005D696B" w:rsidRPr="005B300D" w:rsidRDefault="005D696B" w:rsidP="005D696B">
      <w:pPr>
        <w:tabs>
          <w:tab w:val="left" w:pos="1418"/>
          <w:tab w:val="right" w:pos="9072"/>
        </w:tabs>
        <w:ind w:left="851"/>
      </w:pPr>
      <w:r w:rsidRPr="005B300D">
        <w:t>A verbális és nonverbális közlés viszonya.</w:t>
      </w:r>
    </w:p>
    <w:p w:rsidR="005D696B" w:rsidRPr="005B300D" w:rsidRDefault="005D696B" w:rsidP="005D696B">
      <w:pPr>
        <w:tabs>
          <w:tab w:val="left" w:pos="1418"/>
          <w:tab w:val="right" w:pos="9072"/>
        </w:tabs>
        <w:ind w:left="851"/>
      </w:pPr>
      <w:r w:rsidRPr="005B300D">
        <w:t>A pillanatnyi és állandósult érzelmek kifejeződése.</w:t>
      </w:r>
    </w:p>
    <w:p w:rsidR="005D696B" w:rsidRPr="005B300D" w:rsidRDefault="005D696B" w:rsidP="005D696B">
      <w:pPr>
        <w:tabs>
          <w:tab w:val="left" w:pos="1418"/>
          <w:tab w:val="right" w:pos="9072"/>
        </w:tabs>
        <w:ind w:left="851"/>
      </w:pPr>
      <w:r w:rsidRPr="005B300D">
        <w:t>A kulturális szignálok kommunikatív jelentősége.</w:t>
      </w:r>
    </w:p>
    <w:p w:rsidR="005D696B" w:rsidRPr="005B300D" w:rsidRDefault="005D696B" w:rsidP="005D696B">
      <w:pPr>
        <w:tabs>
          <w:tab w:val="left" w:pos="1418"/>
          <w:tab w:val="right" w:pos="9072"/>
        </w:tabs>
        <w:ind w:left="851"/>
      </w:pPr>
      <w:r w:rsidRPr="005B300D">
        <w:t xml:space="preserve">A kongruens és </w:t>
      </w:r>
      <w:proofErr w:type="spellStart"/>
      <w:r w:rsidRPr="005B300D">
        <w:t>inkongruens</w:t>
      </w:r>
      <w:proofErr w:type="spellEnd"/>
      <w:r w:rsidRPr="005B300D">
        <w:t xml:space="preserve"> kommunikáció fogalma, jellemzői, hitelesség.</w:t>
      </w:r>
    </w:p>
    <w:p w:rsidR="005D696B" w:rsidRPr="005B300D" w:rsidRDefault="005D696B" w:rsidP="005D696B">
      <w:pPr>
        <w:tabs>
          <w:tab w:val="left" w:pos="1418"/>
          <w:tab w:val="right" w:pos="9072"/>
        </w:tabs>
        <w:ind w:left="851"/>
      </w:pPr>
      <w:r w:rsidRPr="005B300D">
        <w:t>Egészségügyi szakmai kommunikáció:</w:t>
      </w:r>
    </w:p>
    <w:p w:rsidR="005D696B" w:rsidRPr="005B300D" w:rsidRDefault="005D696B" w:rsidP="005D696B">
      <w:pPr>
        <w:tabs>
          <w:tab w:val="left" w:pos="1418"/>
          <w:tab w:val="right" w:pos="9072"/>
        </w:tabs>
        <w:ind w:left="851"/>
      </w:pPr>
      <w:r w:rsidRPr="005B300D">
        <w:t xml:space="preserve">Az egészségügyi szakdolgozó-beteg együttműködés javításának kommunikációs lehetőségei. </w:t>
      </w:r>
    </w:p>
    <w:p w:rsidR="005D696B" w:rsidRPr="005B300D" w:rsidRDefault="005D696B" w:rsidP="005D696B">
      <w:pPr>
        <w:tabs>
          <w:tab w:val="left" w:pos="1418"/>
          <w:tab w:val="right" w:pos="9072"/>
        </w:tabs>
        <w:ind w:left="851"/>
      </w:pPr>
      <w:r w:rsidRPr="005B300D">
        <w:t>A kapcsolatfelvétel, a bemutatkozás jelentősége és általános szabályai.</w:t>
      </w:r>
    </w:p>
    <w:p w:rsidR="005D696B" w:rsidRPr="005B300D" w:rsidRDefault="005D696B" w:rsidP="005D696B">
      <w:pPr>
        <w:tabs>
          <w:tab w:val="left" w:pos="1418"/>
          <w:tab w:val="right" w:pos="9072"/>
        </w:tabs>
        <w:ind w:left="851"/>
      </w:pPr>
      <w:r w:rsidRPr="005B300D">
        <w:t xml:space="preserve">Kapcsolatteremtés és fenntartás egészséges és a beteg gyermekkel. </w:t>
      </w:r>
    </w:p>
    <w:p w:rsidR="005D696B" w:rsidRPr="005B300D" w:rsidRDefault="005D696B" w:rsidP="005D696B">
      <w:pPr>
        <w:tabs>
          <w:tab w:val="left" w:pos="1418"/>
          <w:tab w:val="right" w:pos="9072"/>
        </w:tabs>
        <w:ind w:left="851"/>
      </w:pPr>
      <w:r w:rsidRPr="005B300D">
        <w:t xml:space="preserve">A gyerekek sajátos kommunikációs formái: a sírás, a rajz és a játék. </w:t>
      </w:r>
    </w:p>
    <w:p w:rsidR="005D696B" w:rsidRPr="005B300D" w:rsidRDefault="005D696B" w:rsidP="005D696B">
      <w:pPr>
        <w:tabs>
          <w:tab w:val="left" w:pos="1418"/>
          <w:tab w:val="right" w:pos="9072"/>
        </w:tabs>
        <w:ind w:left="851"/>
      </w:pPr>
      <w:r w:rsidRPr="005B300D">
        <w:t>Az időskor kommunikációs jellemzői, kommunikációs nehézségek, akadályok</w:t>
      </w:r>
    </w:p>
    <w:p w:rsidR="005D696B" w:rsidRPr="005B300D" w:rsidRDefault="005D696B" w:rsidP="005D696B">
      <w:pPr>
        <w:tabs>
          <w:tab w:val="left" w:pos="1418"/>
          <w:tab w:val="right" w:pos="9072"/>
        </w:tabs>
        <w:ind w:left="851"/>
      </w:pPr>
      <w:r w:rsidRPr="005B300D">
        <w:lastRenderedPageBreak/>
        <w:t>Kommunikáció roma páciensekkel.</w:t>
      </w:r>
    </w:p>
    <w:p w:rsidR="005D696B" w:rsidRPr="005B300D" w:rsidRDefault="005D696B" w:rsidP="005D696B">
      <w:pPr>
        <w:tabs>
          <w:tab w:val="left" w:pos="1418"/>
          <w:tab w:val="right" w:pos="9072"/>
        </w:tabs>
        <w:ind w:left="851"/>
      </w:pPr>
      <w:r w:rsidRPr="005B300D">
        <w:t xml:space="preserve">Figyelemfelhívó jelek a páciens kommunikációjában. </w:t>
      </w:r>
    </w:p>
    <w:p w:rsidR="005D696B" w:rsidRPr="005B300D" w:rsidRDefault="005D696B" w:rsidP="005D696B">
      <w:pPr>
        <w:tabs>
          <w:tab w:val="left" w:pos="1418"/>
          <w:tab w:val="right" w:pos="9072"/>
        </w:tabs>
        <w:ind w:left="851"/>
      </w:pPr>
      <w:r w:rsidRPr="005B300D">
        <w:t>Kapcsolat, kommunikáció feszült, indulatos betegekkel.</w:t>
      </w:r>
    </w:p>
    <w:p w:rsidR="005D696B" w:rsidRPr="005B300D" w:rsidRDefault="005D696B" w:rsidP="005D696B">
      <w:pPr>
        <w:tabs>
          <w:tab w:val="left" w:pos="1418"/>
          <w:tab w:val="right" w:pos="9072"/>
        </w:tabs>
        <w:ind w:left="851"/>
      </w:pPr>
      <w:r w:rsidRPr="005B300D">
        <w:t>Kommunikáció a hozzátartozókkal.</w:t>
      </w:r>
    </w:p>
    <w:p w:rsidR="005D696B" w:rsidRPr="005B300D" w:rsidRDefault="005D696B" w:rsidP="005D696B">
      <w:pPr>
        <w:tabs>
          <w:tab w:val="left" w:pos="1418"/>
          <w:tab w:val="right" w:pos="9072"/>
        </w:tabs>
        <w:ind w:left="851"/>
      </w:pPr>
      <w:r w:rsidRPr="005B300D">
        <w:t>Kommunikáció az egészségügyi team tagjai között.</w:t>
      </w:r>
    </w:p>
    <w:p w:rsidR="005D696B" w:rsidRPr="005B300D" w:rsidRDefault="005D696B" w:rsidP="005D696B">
      <w:pPr>
        <w:tabs>
          <w:tab w:val="left" w:pos="1418"/>
          <w:tab w:val="right" w:pos="9072"/>
        </w:tabs>
        <w:ind w:left="851"/>
      </w:pPr>
      <w:r w:rsidRPr="005B300D">
        <w:t>Telefonos kommunikáció szabályai az egészségügyben.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shd w:val="clear" w:color="auto" w:fill="FFFFFF" w:themeFill="background1"/>
        <w:tabs>
          <w:tab w:val="left" w:pos="1701"/>
          <w:tab w:val="right" w:pos="9072"/>
        </w:tabs>
        <w:ind w:left="993" w:hanging="426"/>
        <w:jc w:val="both"/>
        <w:rPr>
          <w:b/>
          <w:i/>
        </w:rPr>
      </w:pPr>
      <w:r w:rsidRPr="005B300D">
        <w:rPr>
          <w:b/>
          <w:i/>
        </w:rPr>
        <w:t>Speciális kommunikáció</w:t>
      </w:r>
      <w:r w:rsidRPr="005B300D">
        <w:rPr>
          <w:b/>
          <w:i/>
        </w:rPr>
        <w:tab/>
        <w:t>18 óra/ 18 óra</w:t>
      </w:r>
    </w:p>
    <w:p w:rsidR="005D696B" w:rsidRPr="005B300D" w:rsidRDefault="005D696B" w:rsidP="005D696B">
      <w:pPr>
        <w:tabs>
          <w:tab w:val="left" w:pos="1418"/>
          <w:tab w:val="right" w:pos="9072"/>
        </w:tabs>
        <w:ind w:left="851"/>
      </w:pPr>
      <w:r w:rsidRPr="005B300D">
        <w:t>A kommunikációs zavarok és okai.</w:t>
      </w:r>
    </w:p>
    <w:p w:rsidR="005D696B" w:rsidRPr="005B300D" w:rsidRDefault="005D696B" w:rsidP="005D696B">
      <w:pPr>
        <w:tabs>
          <w:tab w:val="left" w:pos="1418"/>
          <w:tab w:val="right" w:pos="9072"/>
        </w:tabs>
        <w:ind w:left="851"/>
      </w:pPr>
      <w:r w:rsidRPr="005B300D">
        <w:t>Speciális kommunikáció alkalmazása hallás, beszéd és látássérültekkel.</w:t>
      </w:r>
    </w:p>
    <w:p w:rsidR="005D696B" w:rsidRPr="005B300D" w:rsidRDefault="005D696B" w:rsidP="005D696B">
      <w:pPr>
        <w:tabs>
          <w:tab w:val="left" w:pos="1418"/>
          <w:tab w:val="right" w:pos="9072"/>
        </w:tabs>
        <w:ind w:left="851"/>
      </w:pPr>
      <w:r w:rsidRPr="005B300D">
        <w:t>A hazai és nemzetközi jelnyelv és a Braille írás.</w:t>
      </w:r>
    </w:p>
    <w:p w:rsidR="005D696B" w:rsidRPr="005B300D" w:rsidRDefault="005D696B" w:rsidP="005D696B">
      <w:pPr>
        <w:tabs>
          <w:tab w:val="left" w:pos="1418"/>
          <w:tab w:val="right" w:pos="9072"/>
        </w:tabs>
        <w:ind w:left="851"/>
      </w:pPr>
      <w:r w:rsidRPr="005B300D">
        <w:t>Az egészségügyi szakdolgozó szerepe a megfelelő kommunikáció biztosításában és fenntartásában.</w:t>
      </w:r>
    </w:p>
    <w:p w:rsidR="005D696B" w:rsidRPr="005B300D" w:rsidRDefault="005D696B" w:rsidP="005D696B">
      <w:pPr>
        <w:tabs>
          <w:tab w:val="left" w:pos="1418"/>
          <w:tab w:val="right" w:pos="9072"/>
        </w:tabs>
        <w:ind w:left="851"/>
      </w:pPr>
      <w:r w:rsidRPr="005B300D">
        <w:t>Infokommunikációs akadálymentesítés.</w:t>
      </w:r>
    </w:p>
    <w:p w:rsidR="005D696B" w:rsidRPr="005B300D" w:rsidRDefault="005D696B" w:rsidP="005D696B">
      <w:pPr>
        <w:tabs>
          <w:tab w:val="left" w:pos="1418"/>
          <w:tab w:val="right" w:pos="9072"/>
        </w:tabs>
        <w:ind w:left="851"/>
      </w:pPr>
      <w:r w:rsidRPr="005B300D">
        <w:t>Kommunikációs korlátok leküzdése autizmus spektrumzavar esetén.</w:t>
      </w:r>
    </w:p>
    <w:p w:rsidR="005D696B" w:rsidRPr="005B300D" w:rsidRDefault="005D696B" w:rsidP="005D696B">
      <w:pPr>
        <w:tabs>
          <w:tab w:val="left" w:pos="1418"/>
          <w:tab w:val="right" w:pos="9072"/>
        </w:tabs>
        <w:ind w:left="851"/>
      </w:pPr>
      <w:r w:rsidRPr="005B300D">
        <w:t>A nyelvi kommunikáció hiányosságai.</w:t>
      </w:r>
    </w:p>
    <w:p w:rsidR="005D696B" w:rsidRPr="005B300D" w:rsidRDefault="005D696B" w:rsidP="005D696B">
      <w:pPr>
        <w:tabs>
          <w:tab w:val="left" w:pos="1418"/>
          <w:tab w:val="right" w:pos="9072"/>
        </w:tabs>
        <w:ind w:left="851"/>
      </w:pPr>
      <w:r w:rsidRPr="005B300D">
        <w:t>A szégyenlősség és gátlásosság.</w:t>
      </w:r>
    </w:p>
    <w:p w:rsidR="005D696B" w:rsidRPr="005B300D" w:rsidRDefault="005D696B" w:rsidP="005D696B">
      <w:pPr>
        <w:tabs>
          <w:tab w:val="left" w:pos="1418"/>
          <w:tab w:val="right" w:pos="9072"/>
        </w:tabs>
        <w:ind w:left="851"/>
      </w:pPr>
      <w:r w:rsidRPr="005B300D">
        <w:t>Kommunikációs gátak és közléssorompók.</w:t>
      </w:r>
    </w:p>
    <w:p w:rsidR="005D696B" w:rsidRPr="005B300D" w:rsidRDefault="005D696B" w:rsidP="005D696B">
      <w:pPr>
        <w:tabs>
          <w:tab w:val="left" w:pos="1418"/>
          <w:tab w:val="right" w:pos="9072"/>
        </w:tabs>
        <w:ind w:left="851"/>
      </w:pPr>
      <w:r w:rsidRPr="005B300D">
        <w:t>A kommunikációs zavarok leküzdése.</w:t>
      </w:r>
    </w:p>
    <w:p w:rsidR="005D696B" w:rsidRPr="005B300D" w:rsidRDefault="005D696B" w:rsidP="005D696B">
      <w:pPr>
        <w:tabs>
          <w:tab w:val="left" w:pos="1418"/>
          <w:tab w:val="right" w:pos="9072"/>
        </w:tabs>
        <w:ind w:left="851"/>
      </w:pPr>
      <w:r w:rsidRPr="005B300D">
        <w:t>Segítő beszélgetés.</w:t>
      </w:r>
    </w:p>
    <w:p w:rsidR="005D696B" w:rsidRPr="005B300D" w:rsidRDefault="005D696B" w:rsidP="005D696B">
      <w:pPr>
        <w:tabs>
          <w:tab w:val="left" w:pos="1418"/>
          <w:tab w:val="right" w:pos="9072"/>
        </w:tabs>
        <w:ind w:left="851"/>
      </w:pPr>
      <w:r w:rsidRPr="005B300D">
        <w:t>Segítő beszélgetés leggyakoribb hibái.</w:t>
      </w:r>
    </w:p>
    <w:p w:rsidR="005D696B" w:rsidRPr="005B300D" w:rsidRDefault="005D696B" w:rsidP="005D696B">
      <w:pPr>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Tanterem</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r w:rsidRPr="005B300D">
        <w:rPr>
          <w:i/>
        </w:rPr>
        <w:t>A szakmai kommunikáció tantárgyat csoportbontásban javasolt tanítani.</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pStyle w:val="Listaszerbekezds"/>
        <w:ind w:left="1224"/>
        <w:rPr>
          <w:b/>
        </w:rPr>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utólagos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255"/>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spacing w:after="200" w:line="276" w:lineRule="auto"/>
        <w:rPr>
          <w:b/>
          <w:sz w:val="36"/>
        </w:rPr>
      </w:pPr>
      <w:r w:rsidRPr="005B300D">
        <w:rPr>
          <w:b/>
          <w:sz w:val="36"/>
        </w:rPr>
        <w:br w:type="page"/>
      </w:r>
    </w:p>
    <w:p w:rsidR="005D696B" w:rsidRPr="005B300D" w:rsidRDefault="005D696B" w:rsidP="005D696B">
      <w:pPr>
        <w:spacing w:before="2880"/>
        <w:jc w:val="center"/>
        <w:rPr>
          <w:b/>
          <w:sz w:val="36"/>
        </w:rPr>
      </w:pPr>
    </w:p>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11221-16 azonosító számú</w:t>
      </w:r>
    </w:p>
    <w:p w:rsidR="005D696B" w:rsidRPr="005B300D" w:rsidRDefault="005D696B" w:rsidP="005D696B">
      <w:pPr>
        <w:jc w:val="center"/>
        <w:rPr>
          <w:b/>
          <w:sz w:val="36"/>
        </w:rPr>
      </w:pPr>
      <w:r w:rsidRPr="005B300D">
        <w:rPr>
          <w:b/>
          <w:sz w:val="36"/>
        </w:rPr>
        <w:t>Alapápolás</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F2EC7">
      <w:pPr>
        <w:spacing w:after="120"/>
      </w:pPr>
      <w:r w:rsidRPr="005B300D">
        <w:lastRenderedPageBreak/>
        <w:t>A 11221-16. azonosító számú Alapápolás megnevezésű szakmai követelménymodulhoz tartozó tantárgyak és témakörök oktatása során fejlesztendő kompetenciák</w:t>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41"/>
        <w:gridCol w:w="709"/>
        <w:gridCol w:w="851"/>
      </w:tblGrid>
      <w:tr w:rsidR="005D696B" w:rsidRPr="005B300D" w:rsidTr="005F2EC7">
        <w:trPr>
          <w:trHeight w:val="1299"/>
        </w:trPr>
        <w:tc>
          <w:tcPr>
            <w:tcW w:w="7441"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9"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Ápolástan-gondozástan</w:t>
            </w:r>
          </w:p>
        </w:tc>
        <w:tc>
          <w:tcPr>
            <w:tcW w:w="851"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Ápolástan-gondozástan gyakorlat</w:t>
            </w:r>
          </w:p>
        </w:tc>
      </w:tr>
      <w:tr w:rsidR="005D696B" w:rsidRPr="005B300D" w:rsidTr="00FF0CD2">
        <w:trPr>
          <w:trHeight w:val="300"/>
        </w:trPr>
        <w:tc>
          <w:tcPr>
            <w:tcW w:w="9001"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AC1ACD">
        <w:trPr>
          <w:trHeight w:val="264"/>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Közreműködik az egészség megőrzésében és helyreállításában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92"/>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az egészséges újszülött, csecsemő és gyermek szükségleteinek biztosításában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5F2EC7">
        <w:trPr>
          <w:trHeight w:val="320"/>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Biztosítja az egyén komfortját különböző életszakaszokban, élethelyzetekben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5F2EC7">
        <w:trPr>
          <w:trHeight w:val="51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Gondozási feladatokat lát el a fejlődési életszakaszoknak és a különböző élethelyzeteknek megfelelően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5F2EC7">
        <w:trPr>
          <w:trHeight w:val="306"/>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Elhelyezi a beteget, részt vesz a betegfelvétel, átadás és elbocsátás ápolói feladataiban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5F2EC7">
        <w:trPr>
          <w:trHeight w:val="306"/>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w:t>
            </w:r>
            <w:r w:rsidR="005F2EC7">
              <w:rPr>
                <w:color w:val="000000"/>
                <w:sz w:val="20"/>
                <w:szCs w:val="20"/>
              </w:rPr>
              <w:t xml:space="preserve">polási modelleknek megfelelően </w:t>
            </w:r>
            <w:r w:rsidRPr="005B300D">
              <w:rPr>
                <w:color w:val="000000"/>
                <w:sz w:val="20"/>
                <w:szCs w:val="20"/>
              </w:rPr>
              <w:t>végzi munkáját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5F2EC7">
        <w:trPr>
          <w:trHeight w:val="292"/>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az ápolási folyamat tervezésében, kivitelezésében és dokumentálásában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5F2EC7">
        <w:trPr>
          <w:trHeight w:val="250"/>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Akadályozott személyt segít, gondoz, ápol, rehabilitációs programjaiban részt vesz</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467"/>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Segíti a beteget alapvető szükségleteinek kielégítésében, a betegbiztonság és a betegjogok szem előtt tartásával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711"/>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Betegmegfigyelést végez, az eredményeket dokumentálja. Kardinális tüneteket észlel, mér, EKG-t készít, </w:t>
            </w:r>
            <w:proofErr w:type="spellStart"/>
            <w:r w:rsidRPr="005B300D">
              <w:rPr>
                <w:color w:val="000000"/>
                <w:sz w:val="20"/>
                <w:szCs w:val="20"/>
              </w:rPr>
              <w:t>pulzoximetriát</w:t>
            </w:r>
            <w:proofErr w:type="spellEnd"/>
            <w:r w:rsidRPr="005B300D">
              <w:rPr>
                <w:color w:val="000000"/>
                <w:sz w:val="20"/>
                <w:szCs w:val="20"/>
              </w:rPr>
              <w:t xml:space="preserve"> végez, az eredményt rögzíti és jelenti, sürgős esetben haladéktalanul intézkedik.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641"/>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Felismeri a beteg megváltozott szükségleteit, a betegmegfigyelés során észlelt tüneteket jelzi és jelenti, életet veszélyeztető tüneteket, </w:t>
            </w:r>
            <w:proofErr w:type="spellStart"/>
            <w:r w:rsidRPr="005B300D">
              <w:rPr>
                <w:color w:val="000000"/>
                <w:sz w:val="20"/>
                <w:szCs w:val="20"/>
              </w:rPr>
              <w:t>tünetegyütteseket</w:t>
            </w:r>
            <w:proofErr w:type="spellEnd"/>
            <w:r w:rsidRPr="005B300D">
              <w:rPr>
                <w:color w:val="000000"/>
                <w:sz w:val="20"/>
                <w:szCs w:val="20"/>
              </w:rPr>
              <w:t xml:space="preserve"> felismer és haladéktalanul intézkedik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543"/>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Biztonságos és higiénikus betegkörnyezetet teremt az aszeptikus betegellátás figyelembevétele mellett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7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Pozícionálja, mobili</w:t>
            </w:r>
            <w:r w:rsidR="00AC1ACD">
              <w:rPr>
                <w:color w:val="000000"/>
                <w:sz w:val="20"/>
                <w:szCs w:val="20"/>
              </w:rPr>
              <w:t>zálja a beteget, mozgást segítő</w:t>
            </w:r>
            <w:r w:rsidRPr="005B300D">
              <w:rPr>
                <w:color w:val="000000"/>
                <w:sz w:val="20"/>
                <w:szCs w:val="20"/>
              </w:rPr>
              <w:t xml:space="preserve"> eszközöket biztonsággal alkalmaz</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41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Megfelelően és biztonságosan alkalmazza a gyógyászati segédeszközöket, az ápolási, kényelmi és </w:t>
            </w:r>
            <w:proofErr w:type="spellStart"/>
            <w:r w:rsidRPr="005B300D">
              <w:rPr>
                <w:color w:val="000000"/>
                <w:sz w:val="20"/>
                <w:szCs w:val="20"/>
              </w:rPr>
              <w:t>antidecubitus</w:t>
            </w:r>
            <w:proofErr w:type="spellEnd"/>
            <w:r w:rsidRPr="005B300D">
              <w:rPr>
                <w:color w:val="000000"/>
                <w:sz w:val="20"/>
                <w:szCs w:val="20"/>
              </w:rPr>
              <w:t xml:space="preserve"> eszközöket, kötszereket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557"/>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Előkészít különböző vizsgálatokhoz beavatkozásokhoz, kompetenciájának megfelelően felkészíti a beteget, illetve segédkezik a beavatkozások kivitelezésében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459"/>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Testváladékokat megfigyel, felfog,</w:t>
            </w:r>
            <w:r w:rsidR="00AC1ACD">
              <w:rPr>
                <w:color w:val="000000"/>
                <w:sz w:val="20"/>
                <w:szCs w:val="20"/>
              </w:rPr>
              <w:t xml:space="preserve"> </w:t>
            </w:r>
            <w:r w:rsidRPr="005B300D">
              <w:rPr>
                <w:color w:val="000000"/>
                <w:sz w:val="20"/>
                <w:szCs w:val="20"/>
              </w:rPr>
              <w:t>gyűjt, mér, váladékfelfogó eszközöket szakszerűen használ, kezel, fertőtlenít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7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Fizikális lázcsillapítást végez, hideg-, </w:t>
            </w:r>
            <w:proofErr w:type="spellStart"/>
            <w:r w:rsidRPr="005B300D">
              <w:rPr>
                <w:color w:val="000000"/>
                <w:sz w:val="20"/>
                <w:szCs w:val="20"/>
              </w:rPr>
              <w:t>meleghatást</w:t>
            </w:r>
            <w:proofErr w:type="spellEnd"/>
            <w:r w:rsidRPr="005B300D">
              <w:rPr>
                <w:color w:val="000000"/>
                <w:sz w:val="20"/>
                <w:szCs w:val="20"/>
              </w:rPr>
              <w:t xml:space="preserve"> alkalmaz</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79"/>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Felismeri a </w:t>
            </w:r>
            <w:proofErr w:type="spellStart"/>
            <w:r w:rsidRPr="005B300D">
              <w:rPr>
                <w:color w:val="000000"/>
                <w:sz w:val="20"/>
                <w:szCs w:val="20"/>
              </w:rPr>
              <w:t>decubitus</w:t>
            </w:r>
            <w:proofErr w:type="spellEnd"/>
            <w:r w:rsidRPr="005B300D">
              <w:rPr>
                <w:color w:val="000000"/>
                <w:sz w:val="20"/>
                <w:szCs w:val="20"/>
              </w:rPr>
              <w:t xml:space="preserve"> jeleit, súlyosságát megállapítja, részt vesz az ellátásban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52"/>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az élősködővel fertőzött beteget, részt vesz az ellátásban, izolálásban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93"/>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Idős beteget életkorának, szellemi és fizikai adottságainak megfelelően ápol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516"/>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Terminális állapotban lévő, illetve haldokló betegek alapápolási feladatait ellátja, halott körüli teendőket ellát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557"/>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a szakszerű és jogszerű fizikai korlátozás kivitelezésében, majd a fokozott betegmegfigyelésben, a fizikailag korlátozott beteg szükségleteinek kielégítésében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AC1ACD">
        <w:trPr>
          <w:trHeight w:val="214"/>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a viziteken, megbeszéléseken, a gyógyító team tagjaival együttműködik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55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Etikus és felelősségteljes magatartást tanúsítva segítő, támogató kapcsolatot tart a beteggel, hozzátartozókkal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50"/>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Munkája során figyelembe veszi a betegség személyiségre gyakorolt hatását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6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Betartja a betegbiztonságra vonatkozó szabályokat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91"/>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Munkavégzése során alkalmazza az ápoláslélektan alapelveit és speciális vonatkozásait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Alkalmazza a fertőtlenítő eljárásokat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001"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Egészséges ember fejlődése, fejlődéslélektana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lastRenderedPageBreak/>
              <w:t>Egészséges ember gondozása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Prevenció</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Egészséges életmód, életvitel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Újszülött-, csecsemő- és gyermekgondozás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Idős ember gondozása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Akadályozott emberek gondozása, ápolása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Esélyegyenlőség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Ápolási elméletek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Ápolásetika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Ápoláslélektan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Team-munka szerepe, jelentősége</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Betegfelvétel, betegátadás, elbocsátás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92"/>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Alapszükségletek szerinti ápolás és betegellátás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302"/>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Megváltozott szükségletek felmérése, kielégítése</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Ápolási beavatkozások</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AC1ACD">
        <w:trPr>
          <w:trHeight w:val="282"/>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Vizsgálatok, segédkezés vizsgálatoknál és beavatkozásoknál</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Betegmegfigyelés és riasztás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29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Kardinális tünetek mérése, észlelése, regisztrálása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306"/>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Aszeptikus betegellátás, higiéné és </w:t>
            </w:r>
            <w:proofErr w:type="spellStart"/>
            <w:r w:rsidRPr="005B300D">
              <w:rPr>
                <w:color w:val="000000"/>
                <w:sz w:val="20"/>
                <w:szCs w:val="20"/>
              </w:rPr>
              <w:t>nosocomiális</w:t>
            </w:r>
            <w:proofErr w:type="spellEnd"/>
            <w:r w:rsidRPr="005B300D">
              <w:rPr>
                <w:color w:val="000000"/>
                <w:sz w:val="20"/>
                <w:szCs w:val="20"/>
              </w:rPr>
              <w:t xml:space="preserve"> </w:t>
            </w:r>
            <w:proofErr w:type="spellStart"/>
            <w:r w:rsidRPr="005B300D">
              <w:rPr>
                <w:color w:val="000000"/>
                <w:sz w:val="20"/>
                <w:szCs w:val="20"/>
              </w:rPr>
              <w:t>surveillance</w:t>
            </w:r>
            <w:proofErr w:type="spellEnd"/>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278"/>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Fertőtlenítés és </w:t>
            </w:r>
            <w:proofErr w:type="spellStart"/>
            <w:r w:rsidRPr="005B300D">
              <w:rPr>
                <w:color w:val="000000"/>
                <w:sz w:val="20"/>
                <w:szCs w:val="20"/>
              </w:rPr>
              <w:t>egyszerhasználatos</w:t>
            </w:r>
            <w:proofErr w:type="spellEnd"/>
            <w:r w:rsidRPr="005B300D">
              <w:rPr>
                <w:color w:val="000000"/>
                <w:sz w:val="20"/>
                <w:szCs w:val="20"/>
              </w:rPr>
              <w:t xml:space="preserve"> anyagok kezelése</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Betegbiztonság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283"/>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Egészségügyi dokumentáció vezetése és adatvédelem</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26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Megváltozott szükségletek felmérése, kielégítése</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Ápolási dokumentáció vezetése</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001"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481FCA">
        <w:trPr>
          <w:trHeight w:val="334"/>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kommunikáció szóban és írásban</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250"/>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Alapápolási és gondozási tevékenységek ellátása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320"/>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Egyszerűbb terápiás, diagnosztikus célú vizsgálatok, beavatkozások végrehajtása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481FCA">
        <w:trPr>
          <w:trHeight w:val="180"/>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Az ápolás, a betegmegfigyelés és riasztás eszközeinek adekvát és biztonságos alkalmazása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Eszközök előkészítése, tisztán tartása</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001"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Elhivatottság, elkötelezettség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Felelősségtudat</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Türelmesség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001"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Kapcsolatteremtő készség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Közérthetőség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Segítőkészség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trPr>
        <w:tc>
          <w:tcPr>
            <w:tcW w:w="9001" w:type="dxa"/>
            <w:gridSpan w:val="3"/>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Helyzetfelismerés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Gyakorlatias feladatértelmezés</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7441"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Körültekintés, elővigyázatosság</w:t>
            </w:r>
          </w:p>
        </w:tc>
        <w:tc>
          <w:tcPr>
            <w:tcW w:w="709"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51"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bl>
    <w:p w:rsidR="005D696B" w:rsidRDefault="005D696B" w:rsidP="005D696B"/>
    <w:p w:rsidR="005F2EC7" w:rsidRPr="005B300D" w:rsidRDefault="005F2EC7" w:rsidP="005D696B"/>
    <w:p w:rsidR="005D696B" w:rsidRPr="005B300D" w:rsidRDefault="005D696B" w:rsidP="005D696B">
      <w:pPr>
        <w:pStyle w:val="Listaszerbekezds"/>
        <w:numPr>
          <w:ilvl w:val="0"/>
          <w:numId w:val="40"/>
        </w:numPr>
        <w:tabs>
          <w:tab w:val="right" w:pos="9072"/>
        </w:tabs>
        <w:jc w:val="both"/>
        <w:rPr>
          <w:b/>
        </w:rPr>
      </w:pPr>
      <w:proofErr w:type="gramStart"/>
      <w:r w:rsidRPr="005B300D">
        <w:rPr>
          <w:b/>
        </w:rPr>
        <w:t>Ápolástan-gondozástan  tantárgy</w:t>
      </w:r>
      <w:proofErr w:type="gramEnd"/>
      <w:r w:rsidRPr="005B300D">
        <w:rPr>
          <w:b/>
        </w:rPr>
        <w:tab/>
        <w:t>180 óra/180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lastRenderedPageBreak/>
        <w:t>A tantárgy tanításának a célja, hogy az egészségügyi alapismeretekre támaszkodva a tanulók ismerjék meg az ápolás alapelveit, sajátítsák el az ápolás elméleti alapjait, az egészséges és akadályozott emberrel kapcsolatos gondozási feladatokat.</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Szakmai jogi és etikai ismeretek, pszichológia, pedagógia, orvosi latin</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Egészséges ember gondozása</w:t>
      </w:r>
      <w:r w:rsidRPr="005B300D">
        <w:rPr>
          <w:b/>
          <w:i/>
        </w:rPr>
        <w:tab/>
        <w:t>36 óra/36 óra</w:t>
      </w:r>
    </w:p>
    <w:p w:rsidR="005D696B" w:rsidRPr="005B300D" w:rsidRDefault="005D696B" w:rsidP="005D696B">
      <w:pPr>
        <w:ind w:left="851"/>
      </w:pPr>
      <w:r w:rsidRPr="005B300D">
        <w:t>Az ember és környezete</w:t>
      </w:r>
    </w:p>
    <w:p w:rsidR="005D696B" w:rsidRPr="005B300D" w:rsidRDefault="005D696B" w:rsidP="005D696B">
      <w:pPr>
        <w:tabs>
          <w:tab w:val="left" w:pos="1418"/>
          <w:tab w:val="right" w:pos="9072"/>
        </w:tabs>
        <w:ind w:left="851"/>
      </w:pPr>
      <w:r w:rsidRPr="005B300D">
        <w:t xml:space="preserve">Az ember, mint </w:t>
      </w:r>
      <w:proofErr w:type="spellStart"/>
      <w:r w:rsidRPr="005B300D">
        <w:t>bio-pszicho-szociális</w:t>
      </w:r>
      <w:proofErr w:type="spellEnd"/>
      <w:r w:rsidRPr="005B300D">
        <w:t xml:space="preserve"> lény</w:t>
      </w:r>
    </w:p>
    <w:p w:rsidR="005D696B" w:rsidRPr="005B300D" w:rsidRDefault="005D696B" w:rsidP="005D696B">
      <w:pPr>
        <w:tabs>
          <w:tab w:val="left" w:pos="1418"/>
          <w:tab w:val="right" w:pos="9072"/>
        </w:tabs>
        <w:ind w:left="851"/>
      </w:pPr>
      <w:r w:rsidRPr="005B300D">
        <w:t>Az egészség fogalma</w:t>
      </w:r>
    </w:p>
    <w:p w:rsidR="005D696B" w:rsidRPr="005B300D" w:rsidRDefault="005D696B" w:rsidP="005D696B">
      <w:pPr>
        <w:tabs>
          <w:tab w:val="left" w:pos="1418"/>
          <w:tab w:val="right" w:pos="9072"/>
        </w:tabs>
        <w:ind w:left="851"/>
      </w:pPr>
      <w:r w:rsidRPr="005B300D">
        <w:t>Az egészséges életmód, életvitel összetevői</w:t>
      </w:r>
    </w:p>
    <w:p w:rsidR="005D696B" w:rsidRPr="005B300D" w:rsidRDefault="005D696B" w:rsidP="005D696B">
      <w:pPr>
        <w:tabs>
          <w:tab w:val="left" w:pos="1418"/>
          <w:tab w:val="right" w:pos="9072"/>
        </w:tabs>
        <w:ind w:left="851"/>
      </w:pPr>
      <w:r w:rsidRPr="005B300D">
        <w:t>A prevenció fogalma, szintjei</w:t>
      </w:r>
    </w:p>
    <w:p w:rsidR="005D696B" w:rsidRPr="005B300D" w:rsidRDefault="005D696B" w:rsidP="005D696B">
      <w:pPr>
        <w:tabs>
          <w:tab w:val="left" w:pos="1418"/>
          <w:tab w:val="right" w:pos="9072"/>
        </w:tabs>
        <w:ind w:left="851"/>
      </w:pPr>
      <w:r w:rsidRPr="005B300D">
        <w:t>A gondozás fogalma, célja és formái, a gondozó jellemzői</w:t>
      </w:r>
    </w:p>
    <w:p w:rsidR="005D696B" w:rsidRPr="005B300D" w:rsidRDefault="005D696B" w:rsidP="005D696B">
      <w:pPr>
        <w:tabs>
          <w:tab w:val="left" w:pos="1418"/>
          <w:tab w:val="right" w:pos="9072"/>
        </w:tabs>
        <w:ind w:left="851"/>
      </w:pPr>
      <w:r w:rsidRPr="005B300D">
        <w:t>A gondozás és nevelés egysége</w:t>
      </w:r>
    </w:p>
    <w:p w:rsidR="005D696B" w:rsidRPr="005B300D" w:rsidRDefault="005D696B" w:rsidP="005D696B">
      <w:pPr>
        <w:tabs>
          <w:tab w:val="left" w:pos="1418"/>
          <w:tab w:val="right" w:pos="9072"/>
        </w:tabs>
        <w:ind w:left="851"/>
      </w:pPr>
      <w:r w:rsidRPr="005B300D">
        <w:t>Családtervezés</w:t>
      </w:r>
    </w:p>
    <w:p w:rsidR="005D696B" w:rsidRPr="005B300D" w:rsidRDefault="005D696B" w:rsidP="005D696B">
      <w:pPr>
        <w:tabs>
          <w:tab w:val="left" w:pos="1418"/>
          <w:tab w:val="right" w:pos="9072"/>
        </w:tabs>
        <w:ind w:left="851"/>
      </w:pPr>
      <w:r w:rsidRPr="005B300D">
        <w:t>Terhesség, a terhes nő életmódja</w:t>
      </w:r>
    </w:p>
    <w:p w:rsidR="005D696B" w:rsidRPr="005B300D" w:rsidRDefault="005D696B" w:rsidP="005D696B">
      <w:pPr>
        <w:tabs>
          <w:tab w:val="left" w:pos="1418"/>
          <w:tab w:val="right" w:pos="9072"/>
        </w:tabs>
        <w:ind w:left="851"/>
      </w:pPr>
      <w:proofErr w:type="spellStart"/>
      <w:r w:rsidRPr="005B300D">
        <w:t>Terhesgondozás</w:t>
      </w:r>
      <w:proofErr w:type="spellEnd"/>
    </w:p>
    <w:p w:rsidR="005D696B" w:rsidRPr="005B300D" w:rsidRDefault="005D696B" w:rsidP="005D696B">
      <w:pPr>
        <w:tabs>
          <w:tab w:val="left" w:pos="1418"/>
          <w:tab w:val="right" w:pos="9072"/>
        </w:tabs>
        <w:ind w:left="851"/>
      </w:pPr>
      <w:r w:rsidRPr="005B300D">
        <w:t>A szülés és a gyermekágy</w:t>
      </w:r>
    </w:p>
    <w:p w:rsidR="005D696B" w:rsidRPr="005B300D" w:rsidRDefault="005D696B" w:rsidP="005D696B">
      <w:pPr>
        <w:tabs>
          <w:tab w:val="left" w:pos="1418"/>
          <w:tab w:val="right" w:pos="9072"/>
        </w:tabs>
        <w:ind w:left="851"/>
      </w:pPr>
      <w:r w:rsidRPr="005B300D">
        <w:t>Az egészséges újszülött jellemzői, gondozása</w:t>
      </w:r>
    </w:p>
    <w:p w:rsidR="005D696B" w:rsidRPr="005B300D" w:rsidRDefault="005D696B" w:rsidP="005D696B">
      <w:pPr>
        <w:tabs>
          <w:tab w:val="left" w:pos="1418"/>
          <w:tab w:val="right" w:pos="9072"/>
        </w:tabs>
        <w:ind w:left="851"/>
      </w:pPr>
      <w:r w:rsidRPr="005B300D">
        <w:t>Az anya-gyermek kapcsolat jelentősége</w:t>
      </w:r>
    </w:p>
    <w:p w:rsidR="005D696B" w:rsidRPr="005B300D" w:rsidRDefault="005D696B" w:rsidP="005D696B">
      <w:pPr>
        <w:tabs>
          <w:tab w:val="left" w:pos="1418"/>
          <w:tab w:val="right" w:pos="9072"/>
        </w:tabs>
        <w:ind w:left="851"/>
      </w:pPr>
      <w:r w:rsidRPr="005B300D">
        <w:t>Az anyatejes táplálás fontossága</w:t>
      </w:r>
    </w:p>
    <w:p w:rsidR="005D696B" w:rsidRPr="005B300D" w:rsidRDefault="005D696B" w:rsidP="005D696B">
      <w:pPr>
        <w:tabs>
          <w:tab w:val="left" w:pos="1418"/>
          <w:tab w:val="right" w:pos="9072"/>
        </w:tabs>
        <w:ind w:left="851"/>
      </w:pPr>
      <w:r w:rsidRPr="005B300D">
        <w:t xml:space="preserve">Az egészséges csecsemő pszichés és szomatikus fejlődése, gondozási feladatok </w:t>
      </w:r>
    </w:p>
    <w:p w:rsidR="005D696B" w:rsidRPr="005B300D" w:rsidRDefault="005D696B" w:rsidP="005D696B">
      <w:pPr>
        <w:tabs>
          <w:tab w:val="left" w:pos="1418"/>
          <w:tab w:val="right" w:pos="9072"/>
        </w:tabs>
        <w:ind w:left="851"/>
      </w:pPr>
      <w:r w:rsidRPr="005B300D">
        <w:t>A kisgyermek pszichés és szomatikus fejlődése, gondozási feladatok</w:t>
      </w:r>
    </w:p>
    <w:p w:rsidR="005D696B" w:rsidRPr="005B300D" w:rsidRDefault="005D696B" w:rsidP="005D696B">
      <w:pPr>
        <w:tabs>
          <w:tab w:val="left" w:pos="1418"/>
          <w:tab w:val="right" w:pos="9072"/>
        </w:tabs>
        <w:ind w:left="851"/>
      </w:pPr>
      <w:r w:rsidRPr="005B300D">
        <w:t xml:space="preserve">Szeparáció és </w:t>
      </w:r>
      <w:proofErr w:type="spellStart"/>
      <w:r w:rsidRPr="005B300D">
        <w:t>hospitalizáció</w:t>
      </w:r>
      <w:proofErr w:type="spellEnd"/>
      <w:r w:rsidRPr="005B300D">
        <w:t xml:space="preserve"> fogalma, hatása a gyermek érzelmi állapotára </w:t>
      </w:r>
      <w:proofErr w:type="gramStart"/>
      <w:r w:rsidRPr="005B300D">
        <w:t>és  fejlődésére</w:t>
      </w:r>
      <w:proofErr w:type="gramEnd"/>
      <w:r w:rsidRPr="005B300D">
        <w:t>.</w:t>
      </w:r>
    </w:p>
    <w:p w:rsidR="005D696B" w:rsidRPr="005B300D" w:rsidRDefault="005D696B" w:rsidP="005D696B">
      <w:pPr>
        <w:tabs>
          <w:tab w:val="left" w:pos="1418"/>
          <w:tab w:val="right" w:pos="9072"/>
        </w:tabs>
        <w:ind w:left="851"/>
      </w:pPr>
      <w:r w:rsidRPr="005B300D">
        <w:t xml:space="preserve">Kórházba kerülő gyermek reakciói, a kórházban tartózkodás hatására kialakuló </w:t>
      </w:r>
      <w:proofErr w:type="spellStart"/>
      <w:r w:rsidRPr="005B300D">
        <w:t>tünetegyüttes</w:t>
      </w:r>
      <w:proofErr w:type="spellEnd"/>
      <w:r w:rsidRPr="005B300D">
        <w:t xml:space="preserve"> és negatív következményeinek megelőzését szolgáló intézkedések.</w:t>
      </w:r>
    </w:p>
    <w:p w:rsidR="005D696B" w:rsidRPr="005B300D" w:rsidRDefault="005D696B" w:rsidP="005D696B">
      <w:pPr>
        <w:tabs>
          <w:tab w:val="left" w:pos="1418"/>
          <w:tab w:val="right" w:pos="9072"/>
        </w:tabs>
        <w:ind w:left="851"/>
      </w:pPr>
      <w:r w:rsidRPr="005B300D">
        <w:t>Gyermekek felkészítése a különböző kórházi beavatkozásokhoz.</w:t>
      </w:r>
    </w:p>
    <w:p w:rsidR="005D696B" w:rsidRPr="005B300D" w:rsidRDefault="005D696B" w:rsidP="005D696B">
      <w:pPr>
        <w:tabs>
          <w:tab w:val="left" w:pos="1418"/>
          <w:tab w:val="right" w:pos="9072"/>
        </w:tabs>
        <w:ind w:left="851"/>
      </w:pPr>
      <w:r w:rsidRPr="005B300D">
        <w:t>Az óvodáskorú gyermek fejlődése és gondozása. A helyes szokások, napirend kialakítása</w:t>
      </w:r>
    </w:p>
    <w:p w:rsidR="005D696B" w:rsidRPr="005B300D" w:rsidRDefault="005D696B" w:rsidP="005D696B">
      <w:pPr>
        <w:tabs>
          <w:tab w:val="left" w:pos="1418"/>
          <w:tab w:val="right" w:pos="9072"/>
        </w:tabs>
        <w:ind w:left="851"/>
      </w:pPr>
      <w:r w:rsidRPr="005B300D">
        <w:t>Az iskolaérettség</w:t>
      </w:r>
    </w:p>
    <w:p w:rsidR="005D696B" w:rsidRPr="005B300D" w:rsidRDefault="005D696B" w:rsidP="005D696B">
      <w:pPr>
        <w:tabs>
          <w:tab w:val="left" w:pos="1418"/>
          <w:tab w:val="right" w:pos="9072"/>
        </w:tabs>
        <w:ind w:left="851"/>
      </w:pPr>
      <w:r w:rsidRPr="005B300D">
        <w:t>A kisiskoláskor jellemzői, gondozási feladatok</w:t>
      </w:r>
    </w:p>
    <w:p w:rsidR="005D696B" w:rsidRPr="005B300D" w:rsidRDefault="005D696B" w:rsidP="005D696B">
      <w:pPr>
        <w:tabs>
          <w:tab w:val="left" w:pos="1418"/>
          <w:tab w:val="right" w:pos="9072"/>
        </w:tabs>
        <w:ind w:left="851"/>
      </w:pPr>
      <w:r w:rsidRPr="005B300D">
        <w:t>A serdülőkori fejlődés, testi és lelki változások</w:t>
      </w:r>
    </w:p>
    <w:p w:rsidR="005D696B" w:rsidRPr="005B300D" w:rsidRDefault="005D696B" w:rsidP="005D696B">
      <w:pPr>
        <w:tabs>
          <w:tab w:val="left" w:pos="1418"/>
          <w:tab w:val="right" w:pos="9072"/>
        </w:tabs>
        <w:ind w:left="851"/>
      </w:pPr>
      <w:r w:rsidRPr="005B300D">
        <w:t>Az ifjúkor jellemzői, pályaválasztás, párválasztás</w:t>
      </w:r>
    </w:p>
    <w:p w:rsidR="005D696B" w:rsidRPr="005B300D" w:rsidRDefault="005D696B" w:rsidP="005D696B">
      <w:pPr>
        <w:tabs>
          <w:tab w:val="left" w:pos="1418"/>
          <w:tab w:val="right" w:pos="9072"/>
        </w:tabs>
        <w:ind w:left="851"/>
      </w:pPr>
      <w:r w:rsidRPr="005B300D">
        <w:t xml:space="preserve">A felnőttkor szakaszai, az egészséges felnőtt jellemzői. Gondozásra szorulók. </w:t>
      </w:r>
    </w:p>
    <w:p w:rsidR="005D696B" w:rsidRPr="005B300D" w:rsidRDefault="005D696B" w:rsidP="005D696B">
      <w:pPr>
        <w:tabs>
          <w:tab w:val="left" w:pos="1418"/>
          <w:tab w:val="right" w:pos="9072"/>
        </w:tabs>
        <w:ind w:left="851"/>
      </w:pPr>
      <w:r w:rsidRPr="005B300D">
        <w:t>Az időskor jellegzetességei: szerepváltozások, magatartások és hiedelmek, veszteségek, krízisek, a gazdasági tényezők hatásai, a jövedelmi viszonyok változása, nyugdíjazás, az életmód változás hatása, az életminőség, társas kapcsolatok, a munka).</w:t>
      </w:r>
    </w:p>
    <w:p w:rsidR="005D696B" w:rsidRPr="005B300D" w:rsidRDefault="005D696B" w:rsidP="005D696B">
      <w:pPr>
        <w:tabs>
          <w:tab w:val="left" w:pos="1418"/>
          <w:tab w:val="right" w:pos="9072"/>
        </w:tabs>
        <w:ind w:left="851"/>
      </w:pPr>
      <w:r w:rsidRPr="005B300D">
        <w:t>Segítségnyújtás az idős emberek szükségleteinek kielégítésében.</w:t>
      </w:r>
    </w:p>
    <w:p w:rsidR="005D696B" w:rsidRPr="005B300D" w:rsidRDefault="005D696B" w:rsidP="005D696B">
      <w:pPr>
        <w:tabs>
          <w:tab w:val="left" w:pos="1418"/>
          <w:tab w:val="right" w:pos="9072"/>
        </w:tabs>
        <w:ind w:left="851"/>
      </w:pPr>
      <w:r w:rsidRPr="005B300D">
        <w:t>Veszélyeztető tényezők.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Csecsemő és kisgyermekgondozás</w:t>
      </w:r>
      <w:r w:rsidRPr="005B300D">
        <w:rPr>
          <w:b/>
          <w:i/>
        </w:rPr>
        <w:tab/>
        <w:t>18 óra/18 óra</w:t>
      </w:r>
    </w:p>
    <w:p w:rsidR="005D696B" w:rsidRPr="005B300D" w:rsidRDefault="005D696B" w:rsidP="005D696B">
      <w:pPr>
        <w:tabs>
          <w:tab w:val="left" w:pos="1418"/>
          <w:tab w:val="right" w:pos="9072"/>
        </w:tabs>
        <w:ind w:left="851"/>
      </w:pPr>
      <w:r w:rsidRPr="005B300D">
        <w:t>Gondozási műveletek csecsemő és kisgyermekkorban</w:t>
      </w:r>
    </w:p>
    <w:p w:rsidR="005D696B" w:rsidRPr="005B300D" w:rsidRDefault="005D696B" w:rsidP="005D696B">
      <w:pPr>
        <w:tabs>
          <w:tab w:val="left" w:pos="1418"/>
          <w:tab w:val="right" w:pos="9072"/>
        </w:tabs>
        <w:ind w:left="851"/>
      </w:pPr>
      <w:r w:rsidRPr="005B300D">
        <w:t>A csecsemő tartása, fogása, emelése</w:t>
      </w:r>
    </w:p>
    <w:p w:rsidR="005D696B" w:rsidRPr="005B300D" w:rsidRDefault="005D696B" w:rsidP="005D696B">
      <w:pPr>
        <w:tabs>
          <w:tab w:val="left" w:pos="1418"/>
          <w:tab w:val="right" w:pos="9072"/>
        </w:tabs>
        <w:ind w:left="851"/>
      </w:pPr>
      <w:r w:rsidRPr="005B300D">
        <w:t>Testtömeg, testhossz és testarányok mérése</w:t>
      </w:r>
    </w:p>
    <w:p w:rsidR="005D696B" w:rsidRPr="005B300D" w:rsidRDefault="005D696B" w:rsidP="005D696B">
      <w:pPr>
        <w:tabs>
          <w:tab w:val="left" w:pos="1418"/>
          <w:tab w:val="right" w:pos="9072"/>
        </w:tabs>
        <w:ind w:left="851"/>
      </w:pPr>
      <w:r w:rsidRPr="005B300D">
        <w:lastRenderedPageBreak/>
        <w:t>A test tisztántartása, bőrápolás, fürdetési módok</w:t>
      </w:r>
    </w:p>
    <w:p w:rsidR="005D696B" w:rsidRPr="005B300D" w:rsidRDefault="005D696B" w:rsidP="005D696B">
      <w:pPr>
        <w:tabs>
          <w:tab w:val="left" w:pos="1418"/>
          <w:tab w:val="right" w:pos="9072"/>
        </w:tabs>
        <w:ind w:left="851"/>
      </w:pPr>
      <w:r w:rsidRPr="005B300D">
        <w:t xml:space="preserve">Öltöztetés nappalra, éjszakára, levegőztetéshez </w:t>
      </w:r>
    </w:p>
    <w:p w:rsidR="005D696B" w:rsidRPr="005B300D" w:rsidRDefault="005D696B" w:rsidP="005D696B">
      <w:pPr>
        <w:tabs>
          <w:tab w:val="left" w:pos="1418"/>
          <w:tab w:val="right" w:pos="9072"/>
        </w:tabs>
        <w:ind w:left="851"/>
      </w:pPr>
      <w:r w:rsidRPr="005B300D">
        <w:t xml:space="preserve">Pelenkaváltás módjai </w:t>
      </w:r>
    </w:p>
    <w:p w:rsidR="005D696B" w:rsidRPr="005B300D" w:rsidRDefault="005D696B" w:rsidP="005D696B">
      <w:pPr>
        <w:tabs>
          <w:tab w:val="left" w:pos="1418"/>
          <w:tab w:val="right" w:pos="9072"/>
        </w:tabs>
        <w:ind w:left="851"/>
      </w:pPr>
      <w:r w:rsidRPr="005B300D">
        <w:t>Táplálási módok és eszközök</w:t>
      </w:r>
    </w:p>
    <w:p w:rsidR="005D696B" w:rsidRPr="005B300D" w:rsidRDefault="005D696B" w:rsidP="005D696B">
      <w:pPr>
        <w:tabs>
          <w:tab w:val="left" w:pos="1418"/>
          <w:tab w:val="right" w:pos="9072"/>
        </w:tabs>
        <w:ind w:left="851"/>
      </w:pPr>
      <w:r w:rsidRPr="005B300D">
        <w:t>A szobatisztaság kialakításának segítése</w:t>
      </w:r>
    </w:p>
    <w:p w:rsidR="005D696B" w:rsidRPr="005B300D" w:rsidRDefault="005D696B" w:rsidP="005D696B">
      <w:pPr>
        <w:tabs>
          <w:tab w:val="left" w:pos="1418"/>
          <w:tab w:val="right" w:pos="9072"/>
        </w:tabs>
        <w:ind w:left="851"/>
      </w:pPr>
      <w:r w:rsidRPr="005B300D">
        <w:t>A mozgás- és játékfejlődés biztosítása</w:t>
      </w:r>
    </w:p>
    <w:p w:rsidR="005D696B" w:rsidRPr="005B300D" w:rsidRDefault="005D696B" w:rsidP="005D696B">
      <w:pPr>
        <w:tabs>
          <w:tab w:val="left" w:pos="1418"/>
          <w:tab w:val="right" w:pos="9072"/>
        </w:tabs>
        <w:ind w:left="851"/>
      </w:pPr>
      <w:r w:rsidRPr="005B300D">
        <w:t>A témakört csoportbontásban kell tanítani.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Akadályozott ember gondozása</w:t>
      </w:r>
      <w:r w:rsidRPr="005B300D">
        <w:rPr>
          <w:b/>
          <w:i/>
        </w:rPr>
        <w:tab/>
        <w:t>18 óra/18 óra</w:t>
      </w:r>
    </w:p>
    <w:p w:rsidR="005D696B" w:rsidRPr="005B300D" w:rsidRDefault="005D696B" w:rsidP="005D696B">
      <w:pPr>
        <w:tabs>
          <w:tab w:val="left" w:pos="1418"/>
          <w:tab w:val="right" w:pos="9072"/>
        </w:tabs>
        <w:ind w:left="851"/>
      </w:pPr>
      <w:r w:rsidRPr="005B300D">
        <w:t>Speciális ellátási igényű ember gondozása, rehabilitációja.</w:t>
      </w:r>
    </w:p>
    <w:p w:rsidR="005D696B" w:rsidRPr="005B300D" w:rsidRDefault="005D696B" w:rsidP="005D696B">
      <w:pPr>
        <w:tabs>
          <w:tab w:val="left" w:pos="1418"/>
          <w:tab w:val="right" w:pos="9072"/>
        </w:tabs>
        <w:ind w:left="851"/>
      </w:pPr>
      <w:r w:rsidRPr="005B300D">
        <w:t>Egészség, betegség, károsodás, fogyatékosság, rokkantság fogalmai.</w:t>
      </w:r>
    </w:p>
    <w:p w:rsidR="005D696B" w:rsidRPr="005B300D" w:rsidRDefault="005D696B" w:rsidP="005D696B">
      <w:pPr>
        <w:tabs>
          <w:tab w:val="left" w:pos="1418"/>
          <w:tab w:val="right" w:pos="9072"/>
        </w:tabs>
        <w:ind w:left="851"/>
      </w:pPr>
      <w:r w:rsidRPr="005B300D">
        <w:t>A tevékenység akadályozottsága, a társadalmi beilleszkedés korlátozottsága.</w:t>
      </w:r>
    </w:p>
    <w:p w:rsidR="005D696B" w:rsidRPr="005B300D" w:rsidRDefault="005D696B" w:rsidP="005D696B">
      <w:pPr>
        <w:tabs>
          <w:tab w:val="left" w:pos="1418"/>
          <w:tab w:val="right" w:pos="9072"/>
        </w:tabs>
        <w:ind w:left="851"/>
      </w:pPr>
      <w:r w:rsidRPr="005B300D">
        <w:t>A fogyatékossági formák definíciója.</w:t>
      </w:r>
    </w:p>
    <w:p w:rsidR="005D696B" w:rsidRPr="005B300D" w:rsidRDefault="005D696B" w:rsidP="005D696B">
      <w:pPr>
        <w:tabs>
          <w:tab w:val="left" w:pos="1418"/>
          <w:tab w:val="right" w:pos="9072"/>
        </w:tabs>
        <w:ind w:left="851"/>
      </w:pPr>
      <w:r w:rsidRPr="005B300D">
        <w:t>Az egészségügyi ellátás speciális fizikai környezeti igényei, speciális eszközigényei, a kommunikáció és információ átadás specialitásai a különféle akadályozottsággal élő gyermekek és felnőttek esetében.</w:t>
      </w:r>
    </w:p>
    <w:p w:rsidR="005D696B" w:rsidRPr="005B300D" w:rsidRDefault="005D696B" w:rsidP="005D696B">
      <w:pPr>
        <w:tabs>
          <w:tab w:val="left" w:pos="1418"/>
          <w:tab w:val="right" w:pos="9072"/>
        </w:tabs>
        <w:ind w:left="851"/>
      </w:pPr>
      <w:r w:rsidRPr="005B300D">
        <w:t>Az akadályok fajtái.</w:t>
      </w:r>
    </w:p>
    <w:p w:rsidR="005D696B" w:rsidRPr="005B300D" w:rsidRDefault="005D696B" w:rsidP="005D696B">
      <w:pPr>
        <w:tabs>
          <w:tab w:val="left" w:pos="1418"/>
          <w:tab w:val="right" w:pos="9072"/>
        </w:tabs>
        <w:ind w:left="851"/>
      </w:pPr>
      <w:r w:rsidRPr="005B300D">
        <w:t>Az akadálymentesítés színterei, törvényi háttere.</w:t>
      </w:r>
    </w:p>
    <w:p w:rsidR="005D696B" w:rsidRPr="005B300D" w:rsidRDefault="005D696B" w:rsidP="005D696B">
      <w:pPr>
        <w:tabs>
          <w:tab w:val="left" w:pos="1418"/>
          <w:tab w:val="right" w:pos="9072"/>
        </w:tabs>
        <w:ind w:left="851"/>
      </w:pPr>
      <w:r w:rsidRPr="005B300D">
        <w:t>Az akadálymentesített szolgáltatási környezet jellemzői.</w:t>
      </w:r>
    </w:p>
    <w:p w:rsidR="005D696B" w:rsidRPr="005B300D" w:rsidRDefault="005D696B" w:rsidP="005D696B">
      <w:pPr>
        <w:tabs>
          <w:tab w:val="left" w:pos="1418"/>
          <w:tab w:val="right" w:pos="9072"/>
        </w:tabs>
        <w:ind w:left="851"/>
      </w:pPr>
      <w:r w:rsidRPr="005B300D">
        <w:t>Esélyteremtő közszolgáltatás: akadálymentesítés az egészségügyi ellátásban.</w:t>
      </w:r>
    </w:p>
    <w:p w:rsidR="005D696B" w:rsidRPr="005B300D" w:rsidRDefault="005D696B" w:rsidP="005D696B">
      <w:pPr>
        <w:tabs>
          <w:tab w:val="left" w:pos="1418"/>
          <w:tab w:val="right" w:pos="9072"/>
        </w:tabs>
        <w:ind w:left="851"/>
      </w:pPr>
      <w:r w:rsidRPr="005B300D">
        <w:t>Fizikai akadálymentesítés.</w:t>
      </w:r>
    </w:p>
    <w:p w:rsidR="005D696B" w:rsidRPr="005B300D" w:rsidRDefault="005D696B" w:rsidP="005D696B">
      <w:pPr>
        <w:tabs>
          <w:tab w:val="left" w:pos="1418"/>
          <w:tab w:val="right" w:pos="9072"/>
        </w:tabs>
        <w:ind w:left="851"/>
      </w:pPr>
      <w:r w:rsidRPr="005B300D">
        <w:t>Infó-kommunikációs akadálymentesítés.</w:t>
      </w:r>
    </w:p>
    <w:p w:rsidR="005D696B" w:rsidRPr="005B300D" w:rsidRDefault="005D696B" w:rsidP="005D696B">
      <w:pPr>
        <w:tabs>
          <w:tab w:val="left" w:pos="1418"/>
          <w:tab w:val="right" w:pos="9072"/>
        </w:tabs>
        <w:ind w:left="851"/>
      </w:pPr>
      <w:r w:rsidRPr="005B300D">
        <w:t xml:space="preserve">Morális akadálymentesítés (fogyatékos személyek társadalmi megítélése, </w:t>
      </w:r>
      <w:proofErr w:type="spellStart"/>
      <w:r w:rsidRPr="005B300D">
        <w:t>antidiszkrimináció</w:t>
      </w:r>
      <w:proofErr w:type="spellEnd"/>
      <w:r w:rsidRPr="005B300D">
        <w:t xml:space="preserve"> a gyakorlatban).</w:t>
      </w:r>
    </w:p>
    <w:p w:rsidR="005D696B" w:rsidRPr="005B300D" w:rsidRDefault="005D696B" w:rsidP="005D696B">
      <w:pPr>
        <w:tabs>
          <w:tab w:val="left" w:pos="1418"/>
          <w:tab w:val="right" w:pos="9072"/>
        </w:tabs>
        <w:ind w:left="851"/>
      </w:pPr>
      <w:r w:rsidRPr="005B300D">
        <w:t>Gyógyászati segédeszközök használata, karbantartása.</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Ápolástudomány</w:t>
      </w:r>
      <w:r w:rsidRPr="005B300D">
        <w:rPr>
          <w:b/>
          <w:i/>
        </w:rPr>
        <w:tab/>
        <w:t>18 óra/18 óra</w:t>
      </w:r>
    </w:p>
    <w:p w:rsidR="005D696B" w:rsidRPr="005B300D" w:rsidRDefault="005D696B" w:rsidP="005D696B">
      <w:pPr>
        <w:ind w:left="851"/>
      </w:pPr>
      <w:r w:rsidRPr="005B300D">
        <w:t xml:space="preserve">Az ápolás története. </w:t>
      </w:r>
    </w:p>
    <w:p w:rsidR="005D696B" w:rsidRPr="005B300D" w:rsidRDefault="005D696B" w:rsidP="005D696B">
      <w:pPr>
        <w:ind w:left="851"/>
      </w:pPr>
      <w:r w:rsidRPr="005B300D">
        <w:t>A betegápolás fejlődése Magyarországon.</w:t>
      </w:r>
    </w:p>
    <w:p w:rsidR="005D696B" w:rsidRPr="005B300D" w:rsidRDefault="005D696B" w:rsidP="005D696B">
      <w:pPr>
        <w:ind w:left="851"/>
      </w:pPr>
      <w:r w:rsidRPr="005B300D">
        <w:t xml:space="preserve">A szükségletek hierarchiája. </w:t>
      </w:r>
    </w:p>
    <w:p w:rsidR="005D696B" w:rsidRPr="005B300D" w:rsidRDefault="005D696B" w:rsidP="005D696B">
      <w:pPr>
        <w:ind w:left="851"/>
      </w:pPr>
      <w:r w:rsidRPr="005B300D">
        <w:t xml:space="preserve">Az ápolási folyamat. </w:t>
      </w:r>
    </w:p>
    <w:p w:rsidR="005D696B" w:rsidRPr="005B300D" w:rsidRDefault="005D696B" w:rsidP="005D696B">
      <w:pPr>
        <w:ind w:left="851"/>
      </w:pPr>
      <w:r w:rsidRPr="005B300D">
        <w:t>Az ápolási dokumentáció részei.</w:t>
      </w:r>
    </w:p>
    <w:p w:rsidR="005D696B" w:rsidRPr="005B300D" w:rsidRDefault="005D696B" w:rsidP="005D696B">
      <w:pPr>
        <w:ind w:left="851"/>
      </w:pPr>
      <w:r w:rsidRPr="005B300D">
        <w:t xml:space="preserve">Ápolási modellek. </w:t>
      </w:r>
    </w:p>
    <w:p w:rsidR="005D696B" w:rsidRPr="005B300D" w:rsidRDefault="005D696B" w:rsidP="005D696B">
      <w:pPr>
        <w:ind w:left="851"/>
      </w:pPr>
      <w:r w:rsidRPr="005B300D">
        <w:t>Az ápolási modell fogalma, a modellek közös jellemzői.</w:t>
      </w:r>
    </w:p>
    <w:p w:rsidR="005D696B" w:rsidRPr="005B300D" w:rsidRDefault="005D696B" w:rsidP="005D696B">
      <w:pPr>
        <w:ind w:left="851"/>
      </w:pPr>
      <w:r w:rsidRPr="005B300D">
        <w:t>Az egészségügyi ellátás hagyományos modellje.</w:t>
      </w:r>
    </w:p>
    <w:p w:rsidR="005D696B" w:rsidRPr="005B300D" w:rsidRDefault="005D696B" w:rsidP="005D696B">
      <w:pPr>
        <w:ind w:left="851"/>
      </w:pPr>
      <w:r w:rsidRPr="005B300D">
        <w:t>Az életműködéseken alapuló ápolási modell.</w:t>
      </w:r>
    </w:p>
    <w:p w:rsidR="005D696B" w:rsidRPr="005B300D" w:rsidRDefault="005D696B" w:rsidP="005D696B">
      <w:pPr>
        <w:ind w:left="851"/>
      </w:pPr>
      <w:r w:rsidRPr="005B300D">
        <w:t>Az önellátáson alapuló ápolási modell.</w:t>
      </w:r>
    </w:p>
    <w:p w:rsidR="005D696B" w:rsidRPr="005B300D" w:rsidRDefault="005D696B" w:rsidP="005D696B">
      <w:pPr>
        <w:ind w:left="851"/>
      </w:pPr>
      <w:r w:rsidRPr="005B300D">
        <w:t>A fejlődésen alapuló modell.</w:t>
      </w:r>
    </w:p>
    <w:p w:rsidR="005D696B" w:rsidRPr="005B300D" w:rsidRDefault="005D696B" w:rsidP="005D696B">
      <w:pPr>
        <w:ind w:left="851"/>
      </w:pPr>
      <w:r w:rsidRPr="005B300D">
        <w:t>A kölcsönhatáson alapuló ápolási modell.</w:t>
      </w:r>
    </w:p>
    <w:p w:rsidR="005D696B" w:rsidRPr="005B300D" w:rsidRDefault="005D696B" w:rsidP="005D696B">
      <w:pPr>
        <w:ind w:left="851"/>
      </w:pPr>
      <w:r w:rsidRPr="005B300D">
        <w:t>Az adaptáción alapuló ápolási modell.</w:t>
      </w:r>
    </w:p>
    <w:p w:rsidR="005D696B" w:rsidRPr="005B300D" w:rsidRDefault="005D696B" w:rsidP="005D696B">
      <w:pPr>
        <w:ind w:left="851"/>
      </w:pPr>
      <w:r w:rsidRPr="005B300D">
        <w:t>A rendszerelméleten alapuló ápolási modell.</w:t>
      </w:r>
    </w:p>
    <w:p w:rsidR="005D696B" w:rsidRPr="005B300D" w:rsidRDefault="005D696B" w:rsidP="005D696B">
      <w:pPr>
        <w:ind w:left="851"/>
      </w:pPr>
      <w:r w:rsidRPr="005B300D">
        <w:t>Ápolási modellek a gyakorlatban.</w:t>
      </w:r>
    </w:p>
    <w:p w:rsidR="005D696B" w:rsidRPr="005B300D" w:rsidRDefault="005D696B" w:rsidP="005D696B">
      <w:pPr>
        <w:ind w:left="851"/>
      </w:pPr>
      <w:r w:rsidRPr="005B300D">
        <w:t>Az ápolás meghatározása.</w:t>
      </w:r>
    </w:p>
    <w:p w:rsidR="005D696B" w:rsidRPr="005B300D" w:rsidRDefault="005D696B" w:rsidP="005D696B">
      <w:pPr>
        <w:ind w:left="851"/>
      </w:pPr>
      <w:r w:rsidRPr="005B300D">
        <w:t>Az ápolás funkciói.</w:t>
      </w:r>
    </w:p>
    <w:p w:rsidR="005D696B" w:rsidRPr="005B300D" w:rsidRDefault="005D696B" w:rsidP="005D696B">
      <w:pPr>
        <w:ind w:left="851"/>
      </w:pPr>
      <w:r w:rsidRPr="005B300D">
        <w:t>Önálló, nem önálló és együttműködő funkciók.</w:t>
      </w:r>
    </w:p>
    <w:p w:rsidR="005D696B" w:rsidRPr="005B300D" w:rsidRDefault="005D696B" w:rsidP="005D696B">
      <w:pPr>
        <w:ind w:left="851"/>
      </w:pPr>
      <w:r w:rsidRPr="005B300D">
        <w:t>A funkcionális és a betegközpontú, szükségletekre alapozott ápolás összehasonlítása.</w:t>
      </w:r>
    </w:p>
    <w:p w:rsidR="005D696B" w:rsidRPr="005B300D" w:rsidRDefault="005D696B" w:rsidP="005D696B">
      <w:pPr>
        <w:ind w:left="851"/>
      </w:pPr>
      <w:r w:rsidRPr="005B300D">
        <w:t>Az egészségügyi dolgozókkal szembeni elvárások (külső megjelenés, személyi higiéné, személyiségjegyek, viselkedés, felkészültség).</w:t>
      </w:r>
    </w:p>
    <w:p w:rsidR="005D696B" w:rsidRPr="005B300D" w:rsidRDefault="005D696B" w:rsidP="005D696B">
      <w:pPr>
        <w:ind w:left="851"/>
      </w:pPr>
      <w:r w:rsidRPr="005B300D">
        <w:t xml:space="preserve">Ápolási dokumentáció vezetése. </w:t>
      </w:r>
    </w:p>
    <w:p w:rsidR="005D696B" w:rsidRPr="005B300D" w:rsidRDefault="005D696B" w:rsidP="005D696B">
      <w:pPr>
        <w:ind w:left="851"/>
      </w:pPr>
      <w:r w:rsidRPr="005B300D">
        <w:lastRenderedPageBreak/>
        <w:t>A minőségügyi dokumentációs rendszer (minőségügyi kézikönyv, minőségügyi eljárások, protokoll, műveleti utasítások, űrlapok, bizonylatok) ismerete.</w:t>
      </w:r>
    </w:p>
    <w:p w:rsidR="005D696B" w:rsidRPr="005B300D" w:rsidRDefault="005D696B" w:rsidP="005D696B">
      <w:pPr>
        <w:ind w:left="851"/>
      </w:pPr>
      <w:r w:rsidRPr="005B300D">
        <w:t>Az egészségügyi dolgozók szerepe a minőségbiztosításban.</w:t>
      </w:r>
    </w:p>
    <w:p w:rsidR="005D696B" w:rsidRPr="005B300D" w:rsidRDefault="005D696B" w:rsidP="005D696B">
      <w:pPr>
        <w:ind w:left="851"/>
      </w:pPr>
      <w:r w:rsidRPr="005B300D">
        <w:t>Ápolástudományi folyóiratok.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Ápoláslélektan</w:t>
      </w:r>
      <w:r w:rsidRPr="005B300D">
        <w:rPr>
          <w:b/>
          <w:i/>
        </w:rPr>
        <w:tab/>
        <w:t>18 óra/18 óra</w:t>
      </w:r>
    </w:p>
    <w:p w:rsidR="005D696B" w:rsidRPr="005B300D" w:rsidRDefault="005D696B" w:rsidP="005D696B">
      <w:pPr>
        <w:ind w:left="851"/>
      </w:pPr>
      <w:r w:rsidRPr="005B300D">
        <w:t>A betegség hatása a személyiségre.</w:t>
      </w:r>
    </w:p>
    <w:p w:rsidR="005D696B" w:rsidRPr="005B300D" w:rsidRDefault="005D696B" w:rsidP="005D696B">
      <w:pPr>
        <w:ind w:left="851"/>
      </w:pPr>
      <w:r w:rsidRPr="005B300D">
        <w:t>A betegséggel kapcsolatos attitűdök.</w:t>
      </w:r>
    </w:p>
    <w:p w:rsidR="005D696B" w:rsidRPr="005B300D" w:rsidRDefault="005D696B" w:rsidP="005D696B">
      <w:pPr>
        <w:ind w:left="851"/>
      </w:pPr>
      <w:r w:rsidRPr="005B300D">
        <w:t>A betegek és hozzátartozóik pszichés vezetése.</w:t>
      </w:r>
    </w:p>
    <w:p w:rsidR="005D696B" w:rsidRPr="005B300D" w:rsidRDefault="005D696B" w:rsidP="005D696B">
      <w:pPr>
        <w:ind w:left="851"/>
      </w:pPr>
      <w:proofErr w:type="spellStart"/>
      <w:r w:rsidRPr="005B300D">
        <w:t>Szororigén</w:t>
      </w:r>
      <w:proofErr w:type="spellEnd"/>
      <w:r w:rsidRPr="005B300D">
        <w:t xml:space="preserve"> pszichés ártalmak.</w:t>
      </w:r>
    </w:p>
    <w:p w:rsidR="005D696B" w:rsidRPr="005B300D" w:rsidRDefault="005D696B" w:rsidP="005D696B">
      <w:pPr>
        <w:ind w:left="851"/>
      </w:pPr>
      <w:r w:rsidRPr="005B300D">
        <w:t xml:space="preserve">Mindennapos </w:t>
      </w:r>
      <w:proofErr w:type="spellStart"/>
      <w:r w:rsidRPr="005B300D">
        <w:t>ápoláslélektani</w:t>
      </w:r>
      <w:proofErr w:type="spellEnd"/>
      <w:r w:rsidRPr="005B300D">
        <w:t xml:space="preserve"> feladatok a beteg fogadásával, vizsgálatokkal, beavatkozásokkal kapcsolatban.</w:t>
      </w:r>
    </w:p>
    <w:p w:rsidR="005D696B" w:rsidRPr="005B300D" w:rsidRDefault="005D696B" w:rsidP="005D696B">
      <w:pPr>
        <w:ind w:left="851"/>
      </w:pPr>
      <w:r w:rsidRPr="005B300D">
        <w:t xml:space="preserve">Speciális </w:t>
      </w:r>
      <w:proofErr w:type="spellStart"/>
      <w:r w:rsidRPr="005B300D">
        <w:t>ápoláslélektani</w:t>
      </w:r>
      <w:proofErr w:type="spellEnd"/>
      <w:r w:rsidRPr="005B300D">
        <w:t xml:space="preserve"> feladatok a fájdalommal, félelem-szorongással kapcsolatban, a hirtelen állapotromlással járó betegségek, krónikus betegségek esetén, valamint a haldoklás folyamatában.</w:t>
      </w:r>
    </w:p>
    <w:p w:rsidR="005D696B" w:rsidRPr="005B300D" w:rsidRDefault="005D696B" w:rsidP="005D696B">
      <w:pPr>
        <w:ind w:left="851"/>
      </w:pP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Ápolási beavatkozások</w:t>
      </w:r>
      <w:r w:rsidRPr="005B300D">
        <w:rPr>
          <w:b/>
          <w:i/>
        </w:rPr>
        <w:tab/>
        <w:t>36 óra/36 óra</w:t>
      </w:r>
    </w:p>
    <w:p w:rsidR="005D696B" w:rsidRPr="005B300D" w:rsidRDefault="005D696B" w:rsidP="005D696B">
      <w:pPr>
        <w:tabs>
          <w:tab w:val="left" w:pos="1418"/>
          <w:tab w:val="right" w:pos="9072"/>
        </w:tabs>
        <w:ind w:left="851"/>
      </w:pPr>
      <w:r w:rsidRPr="005B300D">
        <w:t xml:space="preserve"> </w:t>
      </w:r>
      <w:proofErr w:type="spellStart"/>
      <w:r w:rsidRPr="005B300D">
        <w:t>Asepsis-antisepsis</w:t>
      </w:r>
      <w:proofErr w:type="spellEnd"/>
      <w:r w:rsidRPr="005B300D">
        <w:t xml:space="preserve"> fogalma.</w:t>
      </w:r>
    </w:p>
    <w:p w:rsidR="005D696B" w:rsidRPr="005B300D" w:rsidRDefault="005D696B" w:rsidP="005D696B">
      <w:pPr>
        <w:tabs>
          <w:tab w:val="left" w:pos="1418"/>
          <w:tab w:val="right" w:pos="9072"/>
        </w:tabs>
        <w:ind w:left="851"/>
      </w:pPr>
      <w:r w:rsidRPr="005B300D">
        <w:t>A fertőtlenítés alapfogalmai.</w:t>
      </w:r>
    </w:p>
    <w:p w:rsidR="005D696B" w:rsidRPr="005B300D" w:rsidRDefault="005D696B" w:rsidP="005D696B">
      <w:pPr>
        <w:tabs>
          <w:tab w:val="left" w:pos="1418"/>
          <w:tab w:val="right" w:pos="9072"/>
        </w:tabs>
        <w:ind w:left="851"/>
      </w:pPr>
      <w:r w:rsidRPr="005B300D">
        <w:t>Fertőtlenítő eljárások.</w:t>
      </w:r>
    </w:p>
    <w:p w:rsidR="005D696B" w:rsidRPr="005B300D" w:rsidRDefault="005D696B" w:rsidP="005D696B">
      <w:pPr>
        <w:tabs>
          <w:tab w:val="left" w:pos="1418"/>
          <w:tab w:val="right" w:pos="9072"/>
        </w:tabs>
        <w:ind w:left="851"/>
      </w:pPr>
      <w:r w:rsidRPr="005B300D">
        <w:t>Fertőtlenítő szerek.</w:t>
      </w:r>
    </w:p>
    <w:p w:rsidR="005D696B" w:rsidRPr="005B300D" w:rsidRDefault="005D696B" w:rsidP="005D696B">
      <w:pPr>
        <w:tabs>
          <w:tab w:val="left" w:pos="1418"/>
          <w:tab w:val="right" w:pos="9072"/>
        </w:tabs>
        <w:ind w:left="851"/>
      </w:pPr>
      <w:r w:rsidRPr="005B300D">
        <w:t>A sterilizálás alapjai.</w:t>
      </w:r>
    </w:p>
    <w:p w:rsidR="005D696B" w:rsidRPr="005B300D" w:rsidRDefault="005D696B" w:rsidP="005D696B">
      <w:pPr>
        <w:tabs>
          <w:tab w:val="left" w:pos="1418"/>
          <w:tab w:val="right" w:pos="9072"/>
        </w:tabs>
        <w:ind w:left="851"/>
      </w:pPr>
      <w:r w:rsidRPr="005B300D">
        <w:t>A sterilizálás munkafázisai.</w:t>
      </w:r>
    </w:p>
    <w:p w:rsidR="005D696B" w:rsidRPr="005B300D" w:rsidRDefault="005D696B" w:rsidP="005D696B">
      <w:pPr>
        <w:tabs>
          <w:tab w:val="left" w:pos="1418"/>
          <w:tab w:val="right" w:pos="9072"/>
        </w:tabs>
        <w:ind w:left="851"/>
      </w:pPr>
      <w:r w:rsidRPr="005B300D">
        <w:t>Sterilizáló eljárások.</w:t>
      </w:r>
    </w:p>
    <w:p w:rsidR="005D696B" w:rsidRPr="005B300D" w:rsidRDefault="005D696B" w:rsidP="005D696B">
      <w:pPr>
        <w:tabs>
          <w:tab w:val="left" w:pos="1418"/>
          <w:tab w:val="right" w:pos="9072"/>
        </w:tabs>
        <w:ind w:left="851"/>
      </w:pPr>
      <w:r w:rsidRPr="005B300D">
        <w:t>Steril anyagok tárolása, kezelése.</w:t>
      </w:r>
    </w:p>
    <w:p w:rsidR="005D696B" w:rsidRPr="005B300D" w:rsidRDefault="005D696B" w:rsidP="005D696B">
      <w:pPr>
        <w:tabs>
          <w:tab w:val="left" w:pos="1418"/>
          <w:tab w:val="right" w:pos="9072"/>
        </w:tabs>
        <w:ind w:left="851"/>
      </w:pPr>
      <w:r w:rsidRPr="005B300D">
        <w:t>Munkavédelem, tűzvédelem, katasztrófavédelem, környezetvédelem az egészségügyi intézményekben.</w:t>
      </w:r>
    </w:p>
    <w:p w:rsidR="005D696B" w:rsidRPr="005B300D" w:rsidRDefault="005D696B" w:rsidP="005D696B">
      <w:pPr>
        <w:tabs>
          <w:tab w:val="left" w:pos="1418"/>
          <w:tab w:val="right" w:pos="9072"/>
        </w:tabs>
        <w:ind w:left="851"/>
      </w:pPr>
      <w:r w:rsidRPr="005B300D">
        <w:t>Egyéni védőfelszerelések, védőeszközök használata.</w:t>
      </w:r>
    </w:p>
    <w:p w:rsidR="005D696B" w:rsidRPr="005B300D" w:rsidRDefault="005D696B" w:rsidP="005D696B">
      <w:pPr>
        <w:tabs>
          <w:tab w:val="left" w:pos="1418"/>
          <w:tab w:val="right" w:pos="9072"/>
        </w:tabs>
        <w:ind w:left="851"/>
      </w:pPr>
      <w:r w:rsidRPr="005B300D">
        <w:t>Veszélyes hulladékok kezelése.</w:t>
      </w:r>
    </w:p>
    <w:p w:rsidR="005D696B" w:rsidRPr="005B300D" w:rsidRDefault="005D696B" w:rsidP="005D696B">
      <w:pPr>
        <w:tabs>
          <w:tab w:val="left" w:pos="1418"/>
          <w:tab w:val="right" w:pos="9072"/>
        </w:tabs>
        <w:ind w:left="851"/>
      </w:pPr>
      <w:r w:rsidRPr="005B300D">
        <w:t>Fertőző beteg elkülönítése, ápolása.</w:t>
      </w:r>
    </w:p>
    <w:p w:rsidR="005D696B" w:rsidRPr="005B300D" w:rsidRDefault="005D696B" w:rsidP="005D696B">
      <w:pPr>
        <w:tabs>
          <w:tab w:val="left" w:pos="1418"/>
          <w:tab w:val="right" w:pos="9072"/>
        </w:tabs>
        <w:ind w:left="851"/>
      </w:pPr>
      <w:r w:rsidRPr="005B300D">
        <w:t xml:space="preserve">A beteg fogadásával, távozásával és áthelyezésével kapcsolatos feladatok. </w:t>
      </w:r>
    </w:p>
    <w:p w:rsidR="005D696B" w:rsidRPr="005B300D" w:rsidRDefault="005D696B" w:rsidP="005D696B">
      <w:pPr>
        <w:tabs>
          <w:tab w:val="left" w:pos="1418"/>
          <w:tab w:val="right" w:pos="9072"/>
        </w:tabs>
        <w:ind w:left="851"/>
      </w:pPr>
      <w:r w:rsidRPr="005B300D">
        <w:t>A vizit, ápolói teendők viziten, konzíliumokon.</w:t>
      </w:r>
    </w:p>
    <w:p w:rsidR="005D696B" w:rsidRPr="005B300D" w:rsidRDefault="005D696B" w:rsidP="005D696B">
      <w:pPr>
        <w:tabs>
          <w:tab w:val="left" w:pos="1418"/>
          <w:tab w:val="right" w:pos="9072"/>
        </w:tabs>
        <w:ind w:left="851"/>
      </w:pPr>
      <w:r w:rsidRPr="005B300D">
        <w:t>A beteg ember szükségletei, kielégítésének lehetőségei.</w:t>
      </w:r>
    </w:p>
    <w:p w:rsidR="005D696B" w:rsidRPr="005B300D" w:rsidRDefault="005D696B" w:rsidP="005D696B">
      <w:pPr>
        <w:tabs>
          <w:tab w:val="left" w:pos="1418"/>
          <w:tab w:val="right" w:pos="9072"/>
        </w:tabs>
        <w:ind w:left="851"/>
      </w:pPr>
      <w:r w:rsidRPr="005B300D">
        <w:t xml:space="preserve">A beteg ágya, ágyazási formák. </w:t>
      </w:r>
    </w:p>
    <w:p w:rsidR="005D696B" w:rsidRPr="005B300D" w:rsidRDefault="005D696B" w:rsidP="005D696B">
      <w:pPr>
        <w:tabs>
          <w:tab w:val="left" w:pos="1418"/>
          <w:tab w:val="right" w:pos="9072"/>
        </w:tabs>
        <w:ind w:left="851"/>
      </w:pPr>
      <w:r w:rsidRPr="005B300D">
        <w:t xml:space="preserve">A beteg elhelyezése, hely és helyzetváltoztatás. </w:t>
      </w:r>
    </w:p>
    <w:p w:rsidR="005D696B" w:rsidRPr="005B300D" w:rsidRDefault="005D696B" w:rsidP="005D696B">
      <w:pPr>
        <w:tabs>
          <w:tab w:val="left" w:pos="1418"/>
          <w:tab w:val="right" w:pos="9072"/>
        </w:tabs>
        <w:ind w:left="851"/>
      </w:pPr>
      <w:r w:rsidRPr="005B300D">
        <w:t xml:space="preserve">Fekvés és fektetési módok. </w:t>
      </w:r>
    </w:p>
    <w:p w:rsidR="005D696B" w:rsidRPr="005B300D" w:rsidRDefault="005D696B" w:rsidP="005D696B">
      <w:pPr>
        <w:tabs>
          <w:tab w:val="left" w:pos="1418"/>
          <w:tab w:val="right" w:pos="9072"/>
        </w:tabs>
        <w:ind w:left="851"/>
      </w:pPr>
      <w:r w:rsidRPr="005B300D">
        <w:t xml:space="preserve">A beteg mobilizálása. </w:t>
      </w:r>
    </w:p>
    <w:p w:rsidR="005D696B" w:rsidRPr="005B300D" w:rsidRDefault="005D696B" w:rsidP="005D696B">
      <w:pPr>
        <w:tabs>
          <w:tab w:val="left" w:pos="1418"/>
          <w:tab w:val="right" w:pos="9072"/>
        </w:tabs>
        <w:ind w:left="851"/>
      </w:pPr>
      <w:r w:rsidRPr="005B300D">
        <w:t>Rugalmas pólya felhelyezése.</w:t>
      </w:r>
    </w:p>
    <w:p w:rsidR="005D696B" w:rsidRPr="005B300D" w:rsidRDefault="005D696B" w:rsidP="005D696B">
      <w:pPr>
        <w:tabs>
          <w:tab w:val="left" w:pos="1418"/>
          <w:tab w:val="right" w:pos="9072"/>
        </w:tabs>
        <w:ind w:left="851"/>
      </w:pPr>
      <w:r w:rsidRPr="005B300D">
        <w:t xml:space="preserve">Kényelmi eszközök és használatuk. </w:t>
      </w:r>
    </w:p>
    <w:p w:rsidR="005D696B" w:rsidRPr="005B300D" w:rsidRDefault="005D696B" w:rsidP="005D696B">
      <w:pPr>
        <w:tabs>
          <w:tab w:val="left" w:pos="1418"/>
          <w:tab w:val="right" w:pos="9072"/>
        </w:tabs>
        <w:ind w:left="851"/>
      </w:pPr>
      <w:r w:rsidRPr="005B300D">
        <w:t>Gyógyászati segédeszközök használata.</w:t>
      </w:r>
    </w:p>
    <w:p w:rsidR="005D696B" w:rsidRPr="005B300D" w:rsidRDefault="005D696B" w:rsidP="005D696B">
      <w:pPr>
        <w:tabs>
          <w:tab w:val="left" w:pos="1418"/>
          <w:tab w:val="right" w:pos="9072"/>
        </w:tabs>
        <w:ind w:left="851"/>
      </w:pPr>
      <w:r w:rsidRPr="005B300D">
        <w:t xml:space="preserve">A beteg etetése, itatása. </w:t>
      </w:r>
    </w:p>
    <w:p w:rsidR="005D696B" w:rsidRPr="005B300D" w:rsidRDefault="005D696B" w:rsidP="005D696B">
      <w:pPr>
        <w:tabs>
          <w:tab w:val="left" w:pos="1418"/>
          <w:tab w:val="right" w:pos="9072"/>
        </w:tabs>
        <w:ind w:left="851"/>
      </w:pPr>
      <w:r w:rsidRPr="005B300D">
        <w:t xml:space="preserve">A beteg testének tisztántartása. </w:t>
      </w:r>
    </w:p>
    <w:p w:rsidR="005D696B" w:rsidRPr="005B300D" w:rsidRDefault="005D696B" w:rsidP="005D696B">
      <w:pPr>
        <w:tabs>
          <w:tab w:val="left" w:pos="1418"/>
          <w:tab w:val="right" w:pos="9072"/>
        </w:tabs>
        <w:ind w:left="851"/>
      </w:pPr>
      <w:r w:rsidRPr="005B300D">
        <w:t xml:space="preserve">Élősködők okozta fertőzések ellátása. </w:t>
      </w:r>
    </w:p>
    <w:p w:rsidR="005D696B" w:rsidRPr="005B300D" w:rsidRDefault="005D696B" w:rsidP="005D696B">
      <w:pPr>
        <w:tabs>
          <w:tab w:val="left" w:pos="1418"/>
          <w:tab w:val="right" w:pos="9072"/>
        </w:tabs>
        <w:ind w:left="851"/>
      </w:pPr>
      <w:r w:rsidRPr="005B300D">
        <w:t xml:space="preserve">Testváladékok felfogása, gyűjtése, mérése, váladék felfogó eszközök szakszerű használata, fertőtlenítése.   </w:t>
      </w:r>
    </w:p>
    <w:p w:rsidR="005D696B" w:rsidRPr="005B300D" w:rsidRDefault="005D696B" w:rsidP="005D696B">
      <w:pPr>
        <w:tabs>
          <w:tab w:val="left" w:pos="1418"/>
          <w:tab w:val="right" w:pos="9072"/>
        </w:tabs>
        <w:ind w:left="851"/>
      </w:pPr>
      <w:r w:rsidRPr="005B300D">
        <w:t xml:space="preserve">Előkészítés női és férfi beteg katéterezéséhez, hólyagöblítéshez. </w:t>
      </w:r>
    </w:p>
    <w:p w:rsidR="005D696B" w:rsidRPr="005B300D" w:rsidRDefault="005D696B" w:rsidP="005D696B">
      <w:pPr>
        <w:tabs>
          <w:tab w:val="left" w:pos="1418"/>
          <w:tab w:val="right" w:pos="9072"/>
        </w:tabs>
        <w:ind w:left="851"/>
      </w:pPr>
      <w:r w:rsidRPr="005B300D">
        <w:t xml:space="preserve">A széklet- vizeletürítés biztosítása. </w:t>
      </w:r>
    </w:p>
    <w:p w:rsidR="005D696B" w:rsidRPr="005B300D" w:rsidRDefault="005D696B" w:rsidP="005D696B">
      <w:pPr>
        <w:tabs>
          <w:tab w:val="left" w:pos="1418"/>
          <w:tab w:val="right" w:pos="9072"/>
        </w:tabs>
        <w:ind w:left="851"/>
      </w:pPr>
      <w:r w:rsidRPr="005B300D">
        <w:t xml:space="preserve">Szélcső alkalmazása, beszáradt széklet eltávolítása. </w:t>
      </w:r>
    </w:p>
    <w:p w:rsidR="005D696B" w:rsidRPr="005B300D" w:rsidRDefault="005D696B" w:rsidP="005D696B">
      <w:pPr>
        <w:tabs>
          <w:tab w:val="left" w:pos="1418"/>
          <w:tab w:val="right" w:pos="9072"/>
        </w:tabs>
        <w:ind w:left="851"/>
      </w:pPr>
      <w:r w:rsidRPr="005B300D">
        <w:t>Beöntés.</w:t>
      </w:r>
    </w:p>
    <w:p w:rsidR="005D696B" w:rsidRPr="005B300D" w:rsidRDefault="005D696B" w:rsidP="005D696B">
      <w:pPr>
        <w:tabs>
          <w:tab w:val="left" w:pos="1418"/>
          <w:tab w:val="right" w:pos="9072"/>
        </w:tabs>
        <w:ind w:left="851"/>
      </w:pPr>
      <w:r w:rsidRPr="005B300D">
        <w:lastRenderedPageBreak/>
        <w:t xml:space="preserve">Testhőmérséklet mérése, lázcsillapítás. </w:t>
      </w:r>
    </w:p>
    <w:p w:rsidR="005D696B" w:rsidRPr="005B300D" w:rsidRDefault="005D696B" w:rsidP="005D696B">
      <w:pPr>
        <w:tabs>
          <w:tab w:val="left" w:pos="1418"/>
          <w:tab w:val="right" w:pos="9072"/>
        </w:tabs>
        <w:ind w:left="851"/>
      </w:pPr>
      <w:r w:rsidRPr="005B300D">
        <w:t xml:space="preserve">Hideg-meleg hőhatáson alapuló eljárások alkalmazása. </w:t>
      </w:r>
    </w:p>
    <w:p w:rsidR="005D696B" w:rsidRPr="005B300D" w:rsidRDefault="005D696B" w:rsidP="005D696B">
      <w:pPr>
        <w:tabs>
          <w:tab w:val="left" w:pos="1418"/>
          <w:tab w:val="right" w:pos="9072"/>
        </w:tabs>
        <w:ind w:left="851"/>
      </w:pPr>
      <w:r w:rsidRPr="005B300D">
        <w:t xml:space="preserve">A légzés segítése. </w:t>
      </w:r>
    </w:p>
    <w:p w:rsidR="005D696B" w:rsidRPr="005B300D" w:rsidRDefault="005D696B" w:rsidP="005D696B">
      <w:pPr>
        <w:tabs>
          <w:tab w:val="left" w:pos="1418"/>
          <w:tab w:val="right" w:pos="9072"/>
        </w:tabs>
        <w:ind w:left="851"/>
      </w:pPr>
      <w:r w:rsidRPr="005B300D">
        <w:t xml:space="preserve">Biztonságos környezet megteremtése. </w:t>
      </w:r>
    </w:p>
    <w:p w:rsidR="005D696B" w:rsidRPr="005B300D" w:rsidRDefault="005D696B" w:rsidP="005D696B">
      <w:pPr>
        <w:tabs>
          <w:tab w:val="left" w:pos="1418"/>
          <w:tab w:val="right" w:pos="9072"/>
        </w:tabs>
        <w:ind w:left="851"/>
      </w:pPr>
      <w:r w:rsidRPr="005B300D">
        <w:t>A fizikai korlátozás szabályai, fokozott megfigyelés és a szükségletek kielégítése a fizikai korlátozás alatt.</w:t>
      </w:r>
    </w:p>
    <w:p w:rsidR="005D696B" w:rsidRPr="005B300D" w:rsidRDefault="005D696B" w:rsidP="005D696B">
      <w:pPr>
        <w:tabs>
          <w:tab w:val="left" w:pos="1418"/>
          <w:tab w:val="right" w:pos="9072"/>
        </w:tabs>
        <w:ind w:left="851"/>
      </w:pPr>
      <w:r w:rsidRPr="005B300D">
        <w:t>Idős beteg ápolása.</w:t>
      </w:r>
    </w:p>
    <w:p w:rsidR="005D696B" w:rsidRPr="005B300D" w:rsidRDefault="005D696B" w:rsidP="005D696B">
      <w:pPr>
        <w:tabs>
          <w:tab w:val="left" w:pos="1418"/>
          <w:tab w:val="right" w:pos="9072"/>
        </w:tabs>
        <w:ind w:left="851"/>
      </w:pPr>
      <w:proofErr w:type="spellStart"/>
      <w:r w:rsidRPr="005B300D">
        <w:t>Decubitus</w:t>
      </w:r>
      <w:proofErr w:type="spellEnd"/>
      <w:r w:rsidRPr="005B300D">
        <w:t xml:space="preserve">. </w:t>
      </w:r>
    </w:p>
    <w:p w:rsidR="005D696B" w:rsidRPr="005B300D" w:rsidRDefault="005D696B" w:rsidP="005D696B">
      <w:pPr>
        <w:tabs>
          <w:tab w:val="left" w:pos="1418"/>
          <w:tab w:val="right" w:pos="9072"/>
        </w:tabs>
        <w:ind w:left="851"/>
      </w:pPr>
      <w:r w:rsidRPr="005B300D">
        <w:t xml:space="preserve">Norton és </w:t>
      </w:r>
      <w:proofErr w:type="spellStart"/>
      <w:r w:rsidRPr="005B300D">
        <w:t>Braden</w:t>
      </w:r>
      <w:proofErr w:type="spellEnd"/>
      <w:r w:rsidRPr="005B300D">
        <w:t xml:space="preserve"> skála használata.</w:t>
      </w:r>
    </w:p>
    <w:p w:rsidR="005D696B" w:rsidRPr="005B300D" w:rsidRDefault="005D696B" w:rsidP="005D696B">
      <w:pPr>
        <w:tabs>
          <w:tab w:val="left" w:pos="1418"/>
          <w:tab w:val="right" w:pos="9072"/>
        </w:tabs>
        <w:ind w:left="851"/>
      </w:pPr>
      <w:r w:rsidRPr="005B300D">
        <w:t xml:space="preserve">A </w:t>
      </w:r>
      <w:proofErr w:type="spellStart"/>
      <w:r w:rsidRPr="005B300D">
        <w:t>decubitus</w:t>
      </w:r>
      <w:proofErr w:type="spellEnd"/>
      <w:r w:rsidRPr="005B300D">
        <w:t xml:space="preserve"> megelőzése és a beteg ápolása. </w:t>
      </w:r>
    </w:p>
    <w:p w:rsidR="005D696B" w:rsidRPr="005B300D" w:rsidRDefault="005D696B" w:rsidP="005D696B">
      <w:pPr>
        <w:tabs>
          <w:tab w:val="left" w:pos="1418"/>
          <w:tab w:val="right" w:pos="9072"/>
        </w:tabs>
        <w:ind w:left="851"/>
      </w:pPr>
      <w:r w:rsidRPr="005B300D">
        <w:t xml:space="preserve">Terminális állapotban lévő és haldokló beteg ápolása. </w:t>
      </w:r>
    </w:p>
    <w:p w:rsidR="005D696B" w:rsidRPr="005B300D" w:rsidRDefault="005D696B" w:rsidP="005D696B">
      <w:pPr>
        <w:tabs>
          <w:tab w:val="left" w:pos="1418"/>
          <w:tab w:val="right" w:pos="9072"/>
        </w:tabs>
        <w:ind w:left="851"/>
      </w:pPr>
      <w:r w:rsidRPr="005B300D">
        <w:t xml:space="preserve">A halott körüli teendők. </w:t>
      </w:r>
    </w:p>
    <w:p w:rsidR="005D696B" w:rsidRPr="005B300D" w:rsidRDefault="005D696B" w:rsidP="005D696B">
      <w:pPr>
        <w:tabs>
          <w:tab w:val="left" w:pos="1418"/>
          <w:tab w:val="right" w:pos="9072"/>
        </w:tabs>
        <w:ind w:left="851"/>
      </w:pPr>
      <w:r w:rsidRPr="005B300D">
        <w:t>A betegbiztonság szempontjainak figyelembe vétele az ápolási beavatkozások alatt.</w:t>
      </w:r>
    </w:p>
    <w:p w:rsidR="005D696B" w:rsidRPr="005B300D" w:rsidRDefault="005D696B" w:rsidP="005D696B">
      <w:pPr>
        <w:tabs>
          <w:tab w:val="left" w:pos="1418"/>
          <w:tab w:val="right" w:pos="9072"/>
        </w:tabs>
        <w:ind w:left="851"/>
      </w:pPr>
      <w:r w:rsidRPr="005B300D">
        <w:t>A témakört csoportbontásban kell tanítani.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Betegmegfigyelés</w:t>
      </w:r>
      <w:r w:rsidRPr="005B300D">
        <w:rPr>
          <w:b/>
          <w:i/>
        </w:rPr>
        <w:tab/>
        <w:t>36 óra/36 óra</w:t>
      </w:r>
    </w:p>
    <w:p w:rsidR="005D696B" w:rsidRPr="005B300D" w:rsidRDefault="005D696B" w:rsidP="005D696B">
      <w:pPr>
        <w:tabs>
          <w:tab w:val="left" w:pos="1418"/>
          <w:tab w:val="right" w:pos="9072"/>
        </w:tabs>
        <w:ind w:left="851"/>
      </w:pPr>
      <w:r w:rsidRPr="005B300D">
        <w:t>A betegmegfigyelés általános szempontjai.</w:t>
      </w:r>
    </w:p>
    <w:p w:rsidR="005D696B" w:rsidRPr="005B300D" w:rsidRDefault="005D696B" w:rsidP="005D696B">
      <w:pPr>
        <w:tabs>
          <w:tab w:val="left" w:pos="1418"/>
          <w:tab w:val="right" w:pos="9072"/>
        </w:tabs>
        <w:ind w:left="851"/>
      </w:pPr>
      <w:r w:rsidRPr="005B300D">
        <w:t>A beteg magatartásának, viselkedésének megfigyelése.</w:t>
      </w:r>
    </w:p>
    <w:p w:rsidR="005D696B" w:rsidRPr="005B300D" w:rsidRDefault="005D696B" w:rsidP="005D696B">
      <w:pPr>
        <w:tabs>
          <w:tab w:val="left" w:pos="1418"/>
          <w:tab w:val="right" w:pos="9072"/>
        </w:tabs>
        <w:ind w:left="851"/>
      </w:pPr>
      <w:r w:rsidRPr="005B300D">
        <w:t>Testalkat, tápláltsági állapot, mozgás, járás megfigyelése.</w:t>
      </w:r>
    </w:p>
    <w:p w:rsidR="005D696B" w:rsidRPr="005B300D" w:rsidRDefault="005D696B" w:rsidP="005D696B">
      <w:pPr>
        <w:tabs>
          <w:tab w:val="left" w:pos="1418"/>
          <w:tab w:val="right" w:pos="9072"/>
        </w:tabs>
        <w:ind w:left="851"/>
      </w:pPr>
      <w:r w:rsidRPr="005B300D">
        <w:t>Érzékszervek megfigyelése (látás, hallás, egyensúly, érzészavarok).</w:t>
      </w:r>
    </w:p>
    <w:p w:rsidR="005D696B" w:rsidRPr="005B300D" w:rsidRDefault="005D696B" w:rsidP="005D696B">
      <w:pPr>
        <w:tabs>
          <w:tab w:val="left" w:pos="1418"/>
          <w:tab w:val="right" w:pos="9072"/>
        </w:tabs>
        <w:ind w:left="851"/>
      </w:pPr>
      <w:r w:rsidRPr="005B300D">
        <w:t>A tudatállapot megfigyelése.</w:t>
      </w:r>
    </w:p>
    <w:p w:rsidR="005D696B" w:rsidRPr="005B300D" w:rsidRDefault="005D696B" w:rsidP="005D696B">
      <w:pPr>
        <w:tabs>
          <w:tab w:val="left" w:pos="1418"/>
          <w:tab w:val="right" w:pos="9072"/>
        </w:tabs>
        <w:ind w:left="851"/>
      </w:pPr>
      <w:r w:rsidRPr="005B300D">
        <w:t xml:space="preserve">A beteg alvásának megfigyelése. </w:t>
      </w:r>
    </w:p>
    <w:p w:rsidR="005D696B" w:rsidRPr="005B300D" w:rsidRDefault="005D696B" w:rsidP="005D696B">
      <w:pPr>
        <w:tabs>
          <w:tab w:val="left" w:pos="1418"/>
          <w:tab w:val="right" w:pos="9072"/>
        </w:tabs>
        <w:ind w:left="851"/>
      </w:pPr>
      <w:r w:rsidRPr="005B300D">
        <w:t>A bőr, hajas fejbőr megfigyelése.</w:t>
      </w:r>
    </w:p>
    <w:p w:rsidR="005D696B" w:rsidRPr="005B300D" w:rsidRDefault="005D696B" w:rsidP="005D696B">
      <w:pPr>
        <w:tabs>
          <w:tab w:val="left" w:pos="1418"/>
          <w:tab w:val="right" w:pos="9072"/>
        </w:tabs>
        <w:ind w:left="851"/>
      </w:pPr>
      <w:r w:rsidRPr="005B300D">
        <w:t>A bőrfüggelékek (haj, köröm) megfigyelése.</w:t>
      </w:r>
    </w:p>
    <w:p w:rsidR="005D696B" w:rsidRPr="005B300D" w:rsidRDefault="005D696B" w:rsidP="005D696B">
      <w:pPr>
        <w:tabs>
          <w:tab w:val="left" w:pos="1418"/>
          <w:tab w:val="right" w:pos="9072"/>
        </w:tabs>
        <w:ind w:left="851"/>
      </w:pPr>
      <w:r w:rsidRPr="005B300D">
        <w:t xml:space="preserve">A bőr legfontosabb elváltozásai (elsődleges, másodlagos elemi jelenségek). </w:t>
      </w:r>
    </w:p>
    <w:p w:rsidR="005D696B" w:rsidRPr="005B300D" w:rsidRDefault="005D696B" w:rsidP="005D696B">
      <w:pPr>
        <w:tabs>
          <w:tab w:val="left" w:pos="1418"/>
          <w:tab w:val="right" w:pos="9072"/>
        </w:tabs>
        <w:ind w:left="851"/>
      </w:pPr>
      <w:r w:rsidRPr="005B300D">
        <w:t>Kardinális tünetek (testhőmérséklet, pulzus, vérnyomás, légzés) megfigyelése.</w:t>
      </w:r>
    </w:p>
    <w:p w:rsidR="005D696B" w:rsidRPr="005B300D" w:rsidRDefault="005D696B" w:rsidP="005D696B">
      <w:pPr>
        <w:tabs>
          <w:tab w:val="left" w:pos="1418"/>
          <w:tab w:val="right" w:pos="9072"/>
        </w:tabs>
        <w:ind w:left="851"/>
      </w:pPr>
      <w:r w:rsidRPr="005B300D">
        <w:t xml:space="preserve">Testváladékok megfigyelése (széklet, vizelet, </w:t>
      </w:r>
      <w:proofErr w:type="gramStart"/>
      <w:r w:rsidRPr="005B300D">
        <w:t>hányadék</w:t>
      </w:r>
      <w:proofErr w:type="gramEnd"/>
      <w:r w:rsidRPr="005B300D">
        <w:t>, köhögés, köpet, sebváladék, menstruációs váladék).</w:t>
      </w:r>
    </w:p>
    <w:p w:rsidR="005D696B" w:rsidRPr="005B300D" w:rsidRDefault="005D696B" w:rsidP="005D696B">
      <w:pPr>
        <w:tabs>
          <w:tab w:val="left" w:pos="1418"/>
          <w:tab w:val="right" w:pos="9072"/>
        </w:tabs>
        <w:ind w:left="851"/>
      </w:pPr>
      <w:r w:rsidRPr="005B300D">
        <w:t>Vízháztartás megfigyelése, folyadékegyenleg vezetése.</w:t>
      </w:r>
    </w:p>
    <w:p w:rsidR="005D696B" w:rsidRPr="005B300D" w:rsidRDefault="005D696B" w:rsidP="005D696B">
      <w:pPr>
        <w:tabs>
          <w:tab w:val="left" w:pos="1418"/>
          <w:tab w:val="right" w:pos="9072"/>
        </w:tabs>
        <w:ind w:left="851"/>
      </w:pPr>
      <w:r w:rsidRPr="005B300D">
        <w:t>A szervezet oxigén-ellátottságának megfigyelése</w:t>
      </w:r>
    </w:p>
    <w:p w:rsidR="005D696B" w:rsidRPr="005B300D" w:rsidRDefault="005D696B" w:rsidP="005D696B">
      <w:pPr>
        <w:tabs>
          <w:tab w:val="left" w:pos="1418"/>
          <w:tab w:val="right" w:pos="9072"/>
        </w:tabs>
        <w:ind w:left="851"/>
      </w:pPr>
      <w:r w:rsidRPr="005B300D">
        <w:t>Állapotváltozások, életveszélyes tünetek felismerése.</w:t>
      </w:r>
    </w:p>
    <w:p w:rsidR="005D696B" w:rsidRPr="005B300D" w:rsidRDefault="005D696B" w:rsidP="005D696B">
      <w:pPr>
        <w:tabs>
          <w:tab w:val="left" w:pos="1418"/>
          <w:tab w:val="right" w:pos="9072"/>
        </w:tabs>
        <w:ind w:left="851"/>
      </w:pPr>
      <w:r w:rsidRPr="005B300D">
        <w:t>A megfigyelés eredményeinek dokumentálása.</w:t>
      </w:r>
    </w:p>
    <w:p w:rsidR="005D696B" w:rsidRPr="005B300D" w:rsidRDefault="005D696B" w:rsidP="005D696B">
      <w:pPr>
        <w:tabs>
          <w:tab w:val="left" w:pos="1418"/>
          <w:tab w:val="right" w:pos="9072"/>
        </w:tabs>
        <w:ind w:left="851"/>
      </w:pPr>
      <w:r w:rsidRPr="005B300D">
        <w:t>A témakört csoportbontásban kell tanítani.</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Csecsemő és kisgyermekgondozás: demonstrációs terem, szaktanterem, (tankórterem).</w:t>
      </w:r>
    </w:p>
    <w:p w:rsidR="005D696B" w:rsidRPr="005B300D" w:rsidRDefault="005D696B" w:rsidP="005D696B">
      <w:pPr>
        <w:ind w:left="426"/>
      </w:pPr>
      <w:r w:rsidRPr="005B300D">
        <w:t>Betegmegfigyelés: demonstrációs terem, szaktanterem, (tankórterem).</w:t>
      </w:r>
    </w:p>
    <w:p w:rsidR="005D696B" w:rsidRPr="005B300D" w:rsidRDefault="005D696B" w:rsidP="005D696B">
      <w:pPr>
        <w:ind w:left="426"/>
      </w:pPr>
      <w:r w:rsidRPr="005B300D">
        <w:t>Ápolási beavatkozások: demonstrációs terem, szaktanterem, (tankórterem).</w:t>
      </w:r>
    </w:p>
    <w:p w:rsidR="005D696B" w:rsidRPr="005B300D" w:rsidRDefault="005D696B" w:rsidP="005D696B">
      <w:pPr>
        <w:ind w:left="426"/>
      </w:pPr>
      <w:r w:rsidRPr="005B300D">
        <w:t>Egyéb témakörök: tanterem.</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r w:rsidRPr="005B300D">
        <w:rPr>
          <w:i/>
        </w:rPr>
        <w:t>A csecsemő és kisgyermekgondozás, az ápolási beavatkozások, valamint a betegmegfigyelés témakör csoportbontást igényel.</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8.</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9.</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gyakorlás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pStyle w:val="Listaszerbekezds"/>
        <w:ind w:left="1224"/>
        <w:rPr>
          <w:b/>
        </w:rPr>
      </w:pPr>
    </w:p>
    <w:p w:rsidR="005D696B" w:rsidRPr="005B300D" w:rsidRDefault="005D696B" w:rsidP="005D696B">
      <w:pPr>
        <w:pStyle w:val="Listaszerbekezds"/>
        <w:ind w:left="1224"/>
        <w:rPr>
          <w:b/>
        </w:rPr>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4.3.</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spacing w:after="200" w:line="276" w:lineRule="auto"/>
      </w:pPr>
      <w:r w:rsidRPr="005B300D">
        <w:br w:type="page"/>
      </w:r>
    </w:p>
    <w:p w:rsidR="005D696B" w:rsidRPr="005B300D" w:rsidRDefault="005D696B" w:rsidP="005D696B"/>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11222-16 azonosító számú</w:t>
      </w:r>
    </w:p>
    <w:p w:rsidR="005D696B" w:rsidRPr="005B300D" w:rsidRDefault="005D696B" w:rsidP="005D696B">
      <w:pPr>
        <w:jc w:val="center"/>
        <w:rPr>
          <w:b/>
          <w:sz w:val="36"/>
        </w:rPr>
      </w:pPr>
      <w:proofErr w:type="spellStart"/>
      <w:r w:rsidRPr="005B300D">
        <w:rPr>
          <w:b/>
          <w:sz w:val="36"/>
        </w:rPr>
        <w:t>Klinikumi</w:t>
      </w:r>
      <w:proofErr w:type="spellEnd"/>
      <w:r w:rsidRPr="005B300D">
        <w:rPr>
          <w:b/>
          <w:sz w:val="36"/>
        </w:rPr>
        <w:t xml:space="preserve"> ismeretek</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05EE0" w:rsidP="005D696B">
      <w:r>
        <w:lastRenderedPageBreak/>
        <w:t>A 11222-16.</w:t>
      </w:r>
      <w:r w:rsidR="005D696B" w:rsidRPr="005B300D">
        <w:t xml:space="preserve"> azonosító számú </w:t>
      </w:r>
      <w:proofErr w:type="spellStart"/>
      <w:r w:rsidR="005D696B" w:rsidRPr="005B300D">
        <w:t>Klinikumi</w:t>
      </w:r>
      <w:proofErr w:type="spellEnd"/>
      <w:r w:rsidR="005D696B" w:rsidRPr="005B300D">
        <w:t xml:space="preserve"> ismeretek 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5D696B" w:rsidRPr="005B300D" w:rsidTr="00FF0CD2">
        <w:trPr>
          <w:trHeight w:val="1755"/>
          <w:jc w:val="center"/>
        </w:trPr>
        <w:tc>
          <w:tcPr>
            <w:tcW w:w="398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Klinikai alapozó ismeretek</w:t>
            </w:r>
          </w:p>
        </w:tc>
        <w:tc>
          <w:tcPr>
            <w:tcW w:w="700" w:type="dxa"/>
            <w:shd w:val="clear" w:color="auto" w:fill="auto"/>
            <w:textDirection w:val="btLr"/>
            <w:vAlign w:val="bottom"/>
            <w:hideMark/>
          </w:tcPr>
          <w:p w:rsidR="005D696B" w:rsidRPr="005B300D" w:rsidRDefault="005D696B" w:rsidP="00FF0CD2">
            <w:pPr>
              <w:jc w:val="center"/>
              <w:rPr>
                <w:color w:val="000000"/>
                <w:sz w:val="20"/>
                <w:szCs w:val="20"/>
              </w:rPr>
            </w:pPr>
            <w:proofErr w:type="spellStart"/>
            <w:r w:rsidRPr="005B300D">
              <w:rPr>
                <w:color w:val="000000"/>
                <w:sz w:val="20"/>
                <w:szCs w:val="20"/>
              </w:rPr>
              <w:t>Klinikumi</w:t>
            </w:r>
            <w:proofErr w:type="spellEnd"/>
            <w:r w:rsidRPr="005B300D">
              <w:rPr>
                <w:color w:val="000000"/>
                <w:sz w:val="20"/>
                <w:szCs w:val="20"/>
              </w:rPr>
              <w:t xml:space="preserve"> szakismeretek</w:t>
            </w:r>
          </w:p>
        </w:tc>
        <w:tc>
          <w:tcPr>
            <w:tcW w:w="700" w:type="dxa"/>
            <w:shd w:val="clear" w:color="auto" w:fill="auto"/>
            <w:textDirection w:val="btLr"/>
            <w:vAlign w:val="bottom"/>
            <w:hideMark/>
          </w:tcPr>
          <w:p w:rsidR="005D696B" w:rsidRPr="005B300D" w:rsidRDefault="005D696B" w:rsidP="00FF0CD2">
            <w:pPr>
              <w:jc w:val="center"/>
              <w:rPr>
                <w:color w:val="000000"/>
                <w:sz w:val="20"/>
                <w:szCs w:val="20"/>
              </w:rPr>
            </w:pPr>
            <w:r w:rsidRPr="005B300D">
              <w:rPr>
                <w:color w:val="000000"/>
                <w:sz w:val="20"/>
                <w:szCs w:val="20"/>
              </w:rPr>
              <w:t>Diagnosztikai és terápiás alapismeretek</w:t>
            </w:r>
          </w:p>
        </w:tc>
        <w:tc>
          <w:tcPr>
            <w:tcW w:w="700" w:type="dxa"/>
            <w:shd w:val="clear" w:color="auto" w:fill="auto"/>
            <w:textDirection w:val="btLr"/>
            <w:vAlign w:val="bottom"/>
            <w:hideMark/>
          </w:tcPr>
          <w:p w:rsidR="005D696B" w:rsidRPr="005B300D" w:rsidRDefault="005D696B" w:rsidP="00FF0CD2">
            <w:pPr>
              <w:jc w:val="center"/>
              <w:rPr>
                <w:color w:val="000000"/>
                <w:sz w:val="20"/>
                <w:szCs w:val="20"/>
              </w:rPr>
            </w:pPr>
            <w:proofErr w:type="spellStart"/>
            <w:r w:rsidRPr="005B300D">
              <w:rPr>
                <w:color w:val="000000"/>
                <w:sz w:val="20"/>
                <w:szCs w:val="20"/>
              </w:rPr>
              <w:t>Klinikumi</w:t>
            </w:r>
            <w:proofErr w:type="spellEnd"/>
            <w:r w:rsidRPr="005B300D">
              <w:rPr>
                <w:color w:val="000000"/>
                <w:sz w:val="20"/>
                <w:szCs w:val="20"/>
              </w:rPr>
              <w:t xml:space="preserve"> gyakorlatok</w:t>
            </w:r>
          </w:p>
        </w:tc>
      </w:tr>
      <w:tr w:rsidR="005D696B" w:rsidRPr="005B300D" w:rsidTr="00FF0CD2">
        <w:trPr>
          <w:trHeight w:val="300"/>
          <w:jc w:val="center"/>
        </w:trPr>
        <w:tc>
          <w:tcPr>
            <w:tcW w:w="6780" w:type="dxa"/>
            <w:gridSpan w:val="5"/>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az emberi test élettani működésétől és az ettől eltérő állapotokat, folyamatokat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Felismeri a veszélyhelyzeteket, kritikus állapotokat, haladéktalanul intézkedik és részt vesz az életveszély elhárításában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Szakszerűen nyújt elsősegélyt, részt vesz az elsődleges ellátásban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Gyógyszereléshez előkészít, segédkezik a gyógyszer szervezetbe történő juttatásában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Alkalamazza</w:t>
            </w:r>
            <w:proofErr w:type="spellEnd"/>
            <w:r w:rsidRPr="005B300D">
              <w:rPr>
                <w:color w:val="000000"/>
                <w:sz w:val="20"/>
                <w:szCs w:val="20"/>
              </w:rPr>
              <w:t xml:space="preserve"> a zárt vérvételi technikákat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Betegágy melletti vércukor meghatározást végez</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Vizeletvizsgálathoz előkészíti a beteget, gyorsteszttel vizeletvizsgálatot végez, vizsgálati anyagot vesz gyűjtött vizeletből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127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Mintát vesz köpetből, torok-, szem-, orr-, fülváladékból, sebváladékból, székletből, </w:t>
            </w:r>
            <w:proofErr w:type="gramStart"/>
            <w:r w:rsidRPr="005B300D">
              <w:rPr>
                <w:color w:val="000000"/>
                <w:sz w:val="20"/>
                <w:szCs w:val="20"/>
              </w:rPr>
              <w:t>hányadékból</w:t>
            </w:r>
            <w:proofErr w:type="gramEnd"/>
            <w:r w:rsidRPr="005B300D">
              <w:rPr>
                <w:color w:val="000000"/>
                <w:sz w:val="20"/>
                <w:szCs w:val="20"/>
              </w:rPr>
              <w:t xml:space="preserve"> és egyéb testváladékokból, azokat megfelelően kezeli és gondoskodik a vizsgálatra történő eljuttatásukról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Betegmegfigyelést végez</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Előkészít injekciózáshoz, orvosi indikáció alapján közreműködik a gyógyszerelésben, </w:t>
            </w:r>
            <w:proofErr w:type="spellStart"/>
            <w:r w:rsidRPr="005B300D">
              <w:rPr>
                <w:color w:val="000000"/>
                <w:sz w:val="20"/>
                <w:szCs w:val="20"/>
              </w:rPr>
              <w:t>ic</w:t>
            </w:r>
            <w:proofErr w:type="spellEnd"/>
            <w:proofErr w:type="gramStart"/>
            <w:r w:rsidRPr="005B300D">
              <w:rPr>
                <w:color w:val="000000"/>
                <w:sz w:val="20"/>
                <w:szCs w:val="20"/>
              </w:rPr>
              <w:t>.,</w:t>
            </w:r>
            <w:proofErr w:type="gramEnd"/>
            <w:r w:rsidRPr="005B300D">
              <w:rPr>
                <w:color w:val="000000"/>
                <w:sz w:val="20"/>
                <w:szCs w:val="20"/>
              </w:rPr>
              <w:t xml:space="preserve"> </w:t>
            </w:r>
            <w:proofErr w:type="spellStart"/>
            <w:r w:rsidRPr="005B300D">
              <w:rPr>
                <w:color w:val="000000"/>
                <w:sz w:val="20"/>
                <w:szCs w:val="20"/>
              </w:rPr>
              <w:t>sc</w:t>
            </w:r>
            <w:proofErr w:type="spellEnd"/>
            <w:r w:rsidRPr="005B300D">
              <w:rPr>
                <w:color w:val="000000"/>
                <w:sz w:val="20"/>
                <w:szCs w:val="20"/>
              </w:rPr>
              <w:t xml:space="preserve">., </w:t>
            </w:r>
            <w:proofErr w:type="spellStart"/>
            <w:r w:rsidRPr="005B300D">
              <w:rPr>
                <w:color w:val="000000"/>
                <w:sz w:val="20"/>
                <w:szCs w:val="20"/>
              </w:rPr>
              <w:t>im</w:t>
            </w:r>
            <w:proofErr w:type="spellEnd"/>
            <w:r w:rsidRPr="005B300D">
              <w:rPr>
                <w:color w:val="000000"/>
                <w:sz w:val="20"/>
                <w:szCs w:val="20"/>
              </w:rPr>
              <w:t>. injekciót ad</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Előkészít infúziós terápiához, segédkezik infúziós terápia kivitelezésében, megfigyeli a beteget az infúziós terápia alatt és után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Alkalmazza a fájdalomcsillapítás nem gyógyszeres formáit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Fizikális lázcsillapítást végez</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Alkalmazza a meleg- és hideg terápiás módszereket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Részt vesz a </w:t>
            </w:r>
            <w:proofErr w:type="spellStart"/>
            <w:r w:rsidRPr="005B300D">
              <w:rPr>
                <w:color w:val="000000"/>
                <w:sz w:val="20"/>
                <w:szCs w:val="20"/>
              </w:rPr>
              <w:t>nosocomiális</w:t>
            </w:r>
            <w:proofErr w:type="spellEnd"/>
            <w:r w:rsidRPr="005B300D">
              <w:rPr>
                <w:color w:val="000000"/>
                <w:sz w:val="20"/>
                <w:szCs w:val="20"/>
              </w:rPr>
              <w:t xml:space="preserve"> </w:t>
            </w:r>
            <w:proofErr w:type="spellStart"/>
            <w:r w:rsidRPr="005B300D">
              <w:rPr>
                <w:color w:val="000000"/>
                <w:sz w:val="20"/>
                <w:szCs w:val="20"/>
              </w:rPr>
              <w:t>surveillance</w:t>
            </w:r>
            <w:proofErr w:type="spellEnd"/>
            <w:r w:rsidRPr="005B300D">
              <w:rPr>
                <w:color w:val="000000"/>
                <w:sz w:val="20"/>
                <w:szCs w:val="20"/>
              </w:rPr>
              <w:t xml:space="preserve"> tevékenységben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Közreműködik a belgyógyászati betegek ellátásában és ápolásában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Részt vesz a sebészeti és traumatológiai betegek ellátásában és ápolásában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Segédkezik a beteg gyermekek ellátásában és ápolásában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6780" w:type="dxa"/>
            <w:gridSpan w:val="5"/>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Anatómia-élettan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lastRenderedPageBreak/>
              <w:t>Általános kórtan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Mikrobiológia-járványtan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Elsősegélynyújtás, első ellátás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Gyógyszertan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Gyógyszerelés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Diagnosztikus és terápiás beavatkozások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Diagnosztikus és terápiás eszközök előkészítése, használata, fertőtlenítése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Betegmegfigyelés és segédkezés diagnosztikus és terápiás beavatkozások előtt, alatt, után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Általános belgyógyászat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Általános sebészet és traumatológia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Gyermekgyógyászat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6780" w:type="dxa"/>
            <w:gridSpan w:val="5"/>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beteg előkészítése, a diagnosztikus és terápiás beavatkozásokhoz</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Biztonságos betegkörnyezet biztosítása a diagnosztikus és terápiás beavatkozások, tevékenységek során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Betegmegfigyeléssel és </w:t>
            </w:r>
            <w:proofErr w:type="spellStart"/>
            <w:r w:rsidRPr="005B300D">
              <w:rPr>
                <w:color w:val="000000"/>
                <w:sz w:val="20"/>
                <w:szCs w:val="20"/>
              </w:rPr>
              <w:t>vizsgálatio</w:t>
            </w:r>
            <w:proofErr w:type="spellEnd"/>
            <w:r w:rsidRPr="005B300D">
              <w:rPr>
                <w:color w:val="000000"/>
                <w:sz w:val="20"/>
                <w:szCs w:val="20"/>
              </w:rPr>
              <w:t xml:space="preserve"> anyagokkal kapcsolatos teendők ellátása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Elsősegélynyújtás, riasztás, segédkezés az </w:t>
            </w:r>
            <w:proofErr w:type="spellStart"/>
            <w:r w:rsidRPr="005B300D">
              <w:rPr>
                <w:color w:val="000000"/>
                <w:sz w:val="20"/>
                <w:szCs w:val="20"/>
              </w:rPr>
              <w:t>alsődleges</w:t>
            </w:r>
            <w:proofErr w:type="spellEnd"/>
            <w:r w:rsidRPr="005B300D">
              <w:rPr>
                <w:color w:val="000000"/>
                <w:sz w:val="20"/>
                <w:szCs w:val="20"/>
              </w:rPr>
              <w:t xml:space="preserve"> ellátás során</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6780" w:type="dxa"/>
            <w:gridSpan w:val="5"/>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Precizitás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Felelősségtudat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Türelmesség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6780" w:type="dxa"/>
            <w:gridSpan w:val="5"/>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Kapcsolatteremtő 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Határozottság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Segítőkészség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300"/>
          <w:jc w:val="center"/>
        </w:trPr>
        <w:tc>
          <w:tcPr>
            <w:tcW w:w="6780" w:type="dxa"/>
            <w:gridSpan w:val="5"/>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Helyzetfelismerés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Következtetési képesség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környezet tisztántartása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bl>
    <w:p w:rsidR="005D696B" w:rsidRPr="005B300D" w:rsidRDefault="005D696B" w:rsidP="005D696B"/>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Klinikai alapozó ismeretek tantárgy</w:t>
      </w:r>
      <w:r w:rsidRPr="005B300D">
        <w:rPr>
          <w:b/>
        </w:rPr>
        <w:tab/>
        <w:t>162 óra/ 162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Az emberi test felépítésének és működésének normális és kóros működésének megismerése, az emberi szervezetre ható mikroorganizmusok bemutatása, a szervezet az egészségügyi ellátás első lépéseinek (első ellátásának) az elsajátítása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 xml:space="preserve"> Biológia </w:t>
      </w:r>
    </w:p>
    <w:p w:rsidR="005D696B" w:rsidRPr="005B300D" w:rsidRDefault="005D696B" w:rsidP="005D696B">
      <w:pPr>
        <w:ind w:left="426"/>
      </w:pPr>
      <w:r w:rsidRPr="005B300D">
        <w:t>Népegészségügy</w:t>
      </w:r>
    </w:p>
    <w:p w:rsidR="005D696B" w:rsidRPr="005B300D" w:rsidRDefault="005D696B" w:rsidP="005D696B">
      <w:pPr>
        <w:ind w:left="426"/>
      </w:pPr>
      <w:r w:rsidRPr="005B300D">
        <w:t>Környezet egészségügy</w:t>
      </w:r>
    </w:p>
    <w:p w:rsidR="005D696B" w:rsidRPr="005B300D" w:rsidRDefault="005D696B" w:rsidP="005D696B">
      <w:pPr>
        <w:ind w:left="426"/>
      </w:pPr>
      <w:r w:rsidRPr="005B300D">
        <w:t>Egészségfejlesztés</w:t>
      </w:r>
    </w:p>
    <w:p w:rsidR="005D696B" w:rsidRPr="005B300D" w:rsidRDefault="005D696B" w:rsidP="005D696B">
      <w:pPr>
        <w:ind w:left="426"/>
      </w:pPr>
      <w:r w:rsidRPr="005B300D">
        <w:t>Orvosi latin</w:t>
      </w:r>
    </w:p>
    <w:p w:rsidR="005D696B" w:rsidRPr="005B300D" w:rsidRDefault="005D696B" w:rsidP="005D696B">
      <w:pPr>
        <w:ind w:left="426"/>
      </w:pPr>
      <w:r w:rsidRPr="005B300D">
        <w:lastRenderedPageBreak/>
        <w:t>Belgyógyászat alapjai</w:t>
      </w:r>
    </w:p>
    <w:p w:rsidR="005D696B" w:rsidRPr="005B300D" w:rsidRDefault="005D696B" w:rsidP="005D696B">
      <w:pPr>
        <w:ind w:left="426"/>
      </w:pPr>
      <w:r w:rsidRPr="005B300D">
        <w:t>Sebészet és traumatológia alapjai</w:t>
      </w:r>
    </w:p>
    <w:p w:rsidR="005D696B" w:rsidRPr="005B300D" w:rsidRDefault="005D696B" w:rsidP="005D696B">
      <w:pPr>
        <w:ind w:left="426"/>
      </w:pPr>
      <w:r w:rsidRPr="005B300D">
        <w:t>Gyermekgyógyászat alapjai</w:t>
      </w:r>
    </w:p>
    <w:p w:rsidR="005D696B" w:rsidRPr="005B300D" w:rsidRDefault="005D696B" w:rsidP="005D696B">
      <w:pPr>
        <w:ind w:left="426"/>
      </w:pPr>
      <w:r w:rsidRPr="005B300D">
        <w:t>Diagnosztikai alapjai</w:t>
      </w:r>
    </w:p>
    <w:p w:rsidR="005D696B" w:rsidRPr="005B300D" w:rsidRDefault="005D696B" w:rsidP="005D696B">
      <w:pPr>
        <w:ind w:left="426"/>
      </w:pPr>
      <w:r w:rsidRPr="005B300D">
        <w:t>Belgyógyászati gyakorlat</w:t>
      </w:r>
    </w:p>
    <w:p w:rsidR="005D696B" w:rsidRPr="005B300D" w:rsidRDefault="005D696B" w:rsidP="005D696B">
      <w:pPr>
        <w:ind w:left="426"/>
      </w:pPr>
      <w:r w:rsidRPr="005B300D">
        <w:t>Sebészeti és traumatológia gyakorlat</w:t>
      </w:r>
    </w:p>
    <w:p w:rsidR="005D696B" w:rsidRPr="005B300D" w:rsidRDefault="005D696B" w:rsidP="005D696B">
      <w:pPr>
        <w:ind w:left="426"/>
      </w:pPr>
      <w:r w:rsidRPr="005B300D">
        <w:t>Gyermekgyógyászati gyakorlat</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Anatómia-élettan alapjai, a mozgásrendszer</w:t>
      </w:r>
      <w:r w:rsidRPr="005B300D">
        <w:rPr>
          <w:b/>
          <w:i/>
        </w:rPr>
        <w:tab/>
        <w:t>18 óra/18 óra</w:t>
      </w:r>
    </w:p>
    <w:p w:rsidR="005D696B" w:rsidRPr="005B300D" w:rsidRDefault="005D696B" w:rsidP="005D696B">
      <w:pPr>
        <w:tabs>
          <w:tab w:val="left" w:pos="1418"/>
          <w:tab w:val="right" w:pos="9072"/>
        </w:tabs>
        <w:ind w:left="851"/>
      </w:pPr>
      <w:r w:rsidRPr="005B300D">
        <w:t>Emberi test felépítése, fő részei, síkjai, irányai.</w:t>
      </w:r>
    </w:p>
    <w:p w:rsidR="005D696B" w:rsidRPr="005B300D" w:rsidRDefault="005D696B" w:rsidP="005D696B">
      <w:pPr>
        <w:tabs>
          <w:tab w:val="left" w:pos="1418"/>
          <w:tab w:val="right" w:pos="9072"/>
        </w:tabs>
        <w:ind w:left="851"/>
      </w:pPr>
      <w:r w:rsidRPr="005B300D">
        <w:t>Sejt, szövet, szervek, szervrendszerek.</w:t>
      </w:r>
    </w:p>
    <w:p w:rsidR="005D696B" w:rsidRPr="005B300D" w:rsidRDefault="005D696B" w:rsidP="005D696B">
      <w:pPr>
        <w:tabs>
          <w:tab w:val="left" w:pos="1418"/>
          <w:tab w:val="right" w:pos="9072"/>
        </w:tabs>
        <w:ind w:left="851"/>
      </w:pPr>
      <w:r w:rsidRPr="005B300D">
        <w:t>Csontvázrendszer, izomrendszer jellemzése.</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keringés és légzés anatómiája és élettana</w:t>
      </w:r>
      <w:r w:rsidRPr="005B300D">
        <w:rPr>
          <w:b/>
          <w:i/>
        </w:rPr>
        <w:tab/>
        <w:t>20 óra/20 óra</w:t>
      </w:r>
    </w:p>
    <w:p w:rsidR="005D696B" w:rsidRPr="005B300D" w:rsidRDefault="005D696B" w:rsidP="005D696B">
      <w:pPr>
        <w:ind w:left="851"/>
      </w:pPr>
      <w:r w:rsidRPr="005B300D">
        <w:t xml:space="preserve"> Szív felépítése, működése.</w:t>
      </w:r>
    </w:p>
    <w:p w:rsidR="005D696B" w:rsidRPr="005B300D" w:rsidRDefault="005D696B" w:rsidP="005D696B">
      <w:pPr>
        <w:ind w:left="851"/>
      </w:pPr>
      <w:r w:rsidRPr="005B300D">
        <w:t>Vérerek, vérkörök, magzati vérkeringés.</w:t>
      </w:r>
    </w:p>
    <w:p w:rsidR="005D696B" w:rsidRPr="005B300D" w:rsidRDefault="005D696B" w:rsidP="005D696B">
      <w:pPr>
        <w:ind w:left="851"/>
      </w:pPr>
      <w:r w:rsidRPr="005B300D">
        <w:t>Perifériás vérkeringés élettana.</w:t>
      </w:r>
    </w:p>
    <w:p w:rsidR="005D696B" w:rsidRPr="005B300D" w:rsidRDefault="005D696B" w:rsidP="005D696B">
      <w:pPr>
        <w:ind w:left="851"/>
      </w:pPr>
      <w:r w:rsidRPr="005B300D">
        <w:t>Vér alkotóelemei, élettani sajátosságai.</w:t>
      </w:r>
    </w:p>
    <w:p w:rsidR="005D696B" w:rsidRPr="005B300D" w:rsidRDefault="005D696B" w:rsidP="005D696B">
      <w:pPr>
        <w:ind w:left="851"/>
      </w:pPr>
      <w:r w:rsidRPr="005B300D">
        <w:t>Véralvadás.</w:t>
      </w:r>
    </w:p>
    <w:p w:rsidR="005D696B" w:rsidRPr="005B300D" w:rsidRDefault="005D696B" w:rsidP="005D696B">
      <w:pPr>
        <w:ind w:left="851"/>
      </w:pPr>
      <w:r w:rsidRPr="005B300D">
        <w:t>Vércsoportok.</w:t>
      </w:r>
    </w:p>
    <w:p w:rsidR="005D696B" w:rsidRPr="005B300D" w:rsidRDefault="005D696B" w:rsidP="005D696B">
      <w:pPr>
        <w:ind w:left="851"/>
      </w:pPr>
      <w:r w:rsidRPr="005B300D">
        <w:t>Nyirokrendszer.</w:t>
      </w:r>
    </w:p>
    <w:p w:rsidR="005D696B" w:rsidRPr="005B300D" w:rsidRDefault="005D696B" w:rsidP="005D696B">
      <w:pPr>
        <w:ind w:left="851"/>
      </w:pPr>
      <w:proofErr w:type="spellStart"/>
      <w:r w:rsidRPr="005B300D">
        <w:t>Légzőrendszer</w:t>
      </w:r>
      <w:proofErr w:type="spellEnd"/>
      <w:r w:rsidRPr="005B300D">
        <w:t xml:space="preserve"> felépítése.</w:t>
      </w:r>
    </w:p>
    <w:p w:rsidR="005D696B" w:rsidRPr="005B300D" w:rsidRDefault="005D696B" w:rsidP="005D696B">
      <w:pPr>
        <w:ind w:left="851"/>
      </w:pPr>
      <w:r w:rsidRPr="005B300D">
        <w:t>Légzés élettana, szabályozása.</w:t>
      </w:r>
    </w:p>
    <w:p w:rsidR="005D696B" w:rsidRPr="005B300D" w:rsidRDefault="005D696B" w:rsidP="005D696B">
      <w:pPr>
        <w:ind w:left="851"/>
      </w:pPr>
      <w:r w:rsidRPr="005B300D">
        <w:t>Tüdő szerkezete, érrendszere.</w:t>
      </w:r>
    </w:p>
    <w:p w:rsidR="005D696B" w:rsidRPr="005B300D" w:rsidRDefault="005D696B" w:rsidP="005D696B">
      <w:pPr>
        <w:ind w:left="851"/>
      </w:pPr>
      <w:r w:rsidRPr="005B300D">
        <w:t>Mellhártya</w:t>
      </w:r>
    </w:p>
    <w:p w:rsidR="005D696B" w:rsidRPr="005B300D" w:rsidRDefault="005D696B" w:rsidP="005D696B">
      <w:pPr>
        <w:ind w:left="851"/>
      </w:pPr>
      <w:r w:rsidRPr="005B300D">
        <w:t xml:space="preserve"> </w:t>
      </w: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spellStart"/>
      <w:r w:rsidRPr="005B300D">
        <w:rPr>
          <w:b/>
          <w:i/>
        </w:rPr>
        <w:t>Emésztés-kiválasztás-szaporodás</w:t>
      </w:r>
      <w:proofErr w:type="spellEnd"/>
      <w:r w:rsidRPr="005B300D">
        <w:rPr>
          <w:b/>
          <w:i/>
        </w:rPr>
        <w:t xml:space="preserve"> szervrendszere</w:t>
      </w:r>
      <w:r w:rsidRPr="005B300D">
        <w:rPr>
          <w:b/>
          <w:i/>
        </w:rPr>
        <w:tab/>
        <w:t>28 óra/28 óra</w:t>
      </w:r>
    </w:p>
    <w:p w:rsidR="005D696B" w:rsidRPr="005B300D" w:rsidRDefault="005D696B" w:rsidP="005D696B">
      <w:pPr>
        <w:tabs>
          <w:tab w:val="left" w:pos="1418"/>
          <w:tab w:val="right" w:pos="9072"/>
        </w:tabs>
        <w:ind w:left="851"/>
      </w:pPr>
      <w:r w:rsidRPr="005B300D">
        <w:t>Emésztőrendszer szakaszai</w:t>
      </w:r>
    </w:p>
    <w:p w:rsidR="005D696B" w:rsidRPr="005B300D" w:rsidRDefault="005D696B" w:rsidP="005D696B">
      <w:pPr>
        <w:tabs>
          <w:tab w:val="left" w:pos="1418"/>
          <w:tab w:val="right" w:pos="9072"/>
        </w:tabs>
        <w:ind w:left="851"/>
      </w:pPr>
      <w:r w:rsidRPr="005B300D">
        <w:t>Máj, hasnyálmirigy</w:t>
      </w:r>
    </w:p>
    <w:p w:rsidR="005D696B" w:rsidRPr="005B300D" w:rsidRDefault="005D696B" w:rsidP="005D696B">
      <w:pPr>
        <w:tabs>
          <w:tab w:val="left" w:pos="1418"/>
          <w:tab w:val="right" w:pos="9072"/>
        </w:tabs>
        <w:ind w:left="851"/>
      </w:pPr>
      <w:r w:rsidRPr="005B300D">
        <w:t>Hashártya</w:t>
      </w:r>
    </w:p>
    <w:p w:rsidR="005D696B" w:rsidRPr="005B300D" w:rsidRDefault="005D696B" w:rsidP="005D696B">
      <w:pPr>
        <w:tabs>
          <w:tab w:val="left" w:pos="1418"/>
          <w:tab w:val="right" w:pos="9072"/>
        </w:tabs>
        <w:ind w:left="851"/>
      </w:pPr>
      <w:r w:rsidRPr="005B300D">
        <w:t>Tápanyagok, építőanyagok, enzimek</w:t>
      </w:r>
    </w:p>
    <w:p w:rsidR="005D696B" w:rsidRPr="005B300D" w:rsidRDefault="005D696B" w:rsidP="005D696B">
      <w:pPr>
        <w:tabs>
          <w:tab w:val="left" w:pos="1418"/>
          <w:tab w:val="right" w:pos="9072"/>
        </w:tabs>
        <w:ind w:left="851"/>
      </w:pPr>
      <w:r w:rsidRPr="005B300D">
        <w:t>Emésztés mechanizmusa</w:t>
      </w:r>
    </w:p>
    <w:p w:rsidR="005D696B" w:rsidRPr="005B300D" w:rsidRDefault="005D696B" w:rsidP="005D696B">
      <w:pPr>
        <w:tabs>
          <w:tab w:val="left" w:pos="1418"/>
          <w:tab w:val="right" w:pos="9072"/>
        </w:tabs>
        <w:ind w:left="851"/>
      </w:pPr>
      <w:r w:rsidRPr="005B300D">
        <w:t xml:space="preserve">Anyagcsere, energiaforgalom </w:t>
      </w:r>
    </w:p>
    <w:p w:rsidR="005D696B" w:rsidRPr="005B300D" w:rsidRDefault="005D696B" w:rsidP="005D696B">
      <w:pPr>
        <w:tabs>
          <w:tab w:val="left" w:pos="1418"/>
          <w:tab w:val="right" w:pos="9072"/>
        </w:tabs>
        <w:ind w:left="851"/>
      </w:pPr>
      <w:r w:rsidRPr="005B300D">
        <w:t>Vese szerkezete, élettana</w:t>
      </w:r>
    </w:p>
    <w:p w:rsidR="005D696B" w:rsidRPr="005B300D" w:rsidRDefault="005D696B" w:rsidP="005D696B">
      <w:pPr>
        <w:tabs>
          <w:tab w:val="left" w:pos="1418"/>
          <w:tab w:val="right" w:pos="9072"/>
        </w:tabs>
        <w:ind w:left="851"/>
      </w:pPr>
      <w:r w:rsidRPr="005B300D">
        <w:t>Normál vizelet</w:t>
      </w:r>
    </w:p>
    <w:p w:rsidR="005D696B" w:rsidRPr="005B300D" w:rsidRDefault="005D696B" w:rsidP="005D696B">
      <w:pPr>
        <w:tabs>
          <w:tab w:val="left" w:pos="1418"/>
          <w:tab w:val="right" w:pos="9072"/>
        </w:tabs>
        <w:ind w:left="851"/>
      </w:pPr>
      <w:r w:rsidRPr="005B300D">
        <w:t>Vizeletelvezető és –tároló rendszer</w:t>
      </w:r>
    </w:p>
    <w:p w:rsidR="005D696B" w:rsidRPr="005B300D" w:rsidRDefault="005D696B" w:rsidP="005D696B">
      <w:pPr>
        <w:tabs>
          <w:tab w:val="left" w:pos="1418"/>
          <w:tab w:val="right" w:pos="9072"/>
        </w:tabs>
        <w:ind w:left="851"/>
      </w:pPr>
      <w:r w:rsidRPr="005B300D">
        <w:t>Vizeletürítés mechanizmusa</w:t>
      </w:r>
    </w:p>
    <w:p w:rsidR="005D696B" w:rsidRPr="005B300D" w:rsidRDefault="005D696B" w:rsidP="005D696B">
      <w:pPr>
        <w:tabs>
          <w:tab w:val="left" w:pos="1418"/>
          <w:tab w:val="right" w:pos="9072"/>
        </w:tabs>
        <w:ind w:left="851"/>
      </w:pPr>
      <w:r w:rsidRPr="005B300D">
        <w:t>Női nemi szervek, menstruációs ciklus</w:t>
      </w:r>
    </w:p>
    <w:p w:rsidR="005D696B" w:rsidRPr="005B300D" w:rsidRDefault="005D696B" w:rsidP="005D696B">
      <w:pPr>
        <w:tabs>
          <w:tab w:val="left" w:pos="1418"/>
          <w:tab w:val="right" w:pos="9072"/>
        </w:tabs>
        <w:ind w:left="851"/>
      </w:pPr>
      <w:r w:rsidRPr="005B300D">
        <w:t>Férfi nemi szervek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Az idegrendszer, endokrin rendszer és az érzésszervek anatómiája, élettana</w:t>
      </w:r>
      <w:r w:rsidRPr="005B300D">
        <w:rPr>
          <w:b/>
          <w:i/>
        </w:rPr>
        <w:tab/>
        <w:t>24 óra/24 óra</w:t>
      </w:r>
    </w:p>
    <w:p w:rsidR="005D696B" w:rsidRPr="005B300D" w:rsidRDefault="005D696B" w:rsidP="005D696B">
      <w:pPr>
        <w:ind w:left="851"/>
      </w:pPr>
      <w:r w:rsidRPr="005B300D">
        <w:t>Idegrendszer felosztása</w:t>
      </w:r>
    </w:p>
    <w:p w:rsidR="005D696B" w:rsidRPr="005B300D" w:rsidRDefault="005D696B" w:rsidP="005D696B">
      <w:pPr>
        <w:ind w:left="851"/>
      </w:pPr>
      <w:r w:rsidRPr="005B300D">
        <w:t>Gerincvelő szerkezete, pályarendszerei, gerincvelői szelvény.</w:t>
      </w:r>
    </w:p>
    <w:p w:rsidR="005D696B" w:rsidRPr="005B300D" w:rsidRDefault="005D696B" w:rsidP="005D696B">
      <w:pPr>
        <w:ind w:left="851"/>
      </w:pPr>
      <w:r w:rsidRPr="005B300D">
        <w:t>Gerincvelői reflexek.</w:t>
      </w:r>
    </w:p>
    <w:p w:rsidR="005D696B" w:rsidRPr="005B300D" w:rsidRDefault="005D696B" w:rsidP="005D696B">
      <w:pPr>
        <w:ind w:left="851"/>
      </w:pPr>
      <w:r w:rsidRPr="005B300D">
        <w:t>Agyvelő felosztása, agykérgi központok, agykamrák.</w:t>
      </w:r>
    </w:p>
    <w:p w:rsidR="005D696B" w:rsidRPr="005B300D" w:rsidRDefault="005D696B" w:rsidP="005D696B">
      <w:pPr>
        <w:ind w:left="851"/>
      </w:pPr>
      <w:r w:rsidRPr="005B300D">
        <w:t xml:space="preserve">Központi idegrendszer élettana, burkai, erei. </w:t>
      </w:r>
    </w:p>
    <w:p w:rsidR="005D696B" w:rsidRPr="005B300D" w:rsidRDefault="005D696B" w:rsidP="005D696B">
      <w:pPr>
        <w:ind w:left="851"/>
      </w:pPr>
      <w:r w:rsidRPr="005B300D">
        <w:t xml:space="preserve">Agyvíz. </w:t>
      </w:r>
    </w:p>
    <w:p w:rsidR="005D696B" w:rsidRPr="005B300D" w:rsidRDefault="005D696B" w:rsidP="005D696B">
      <w:pPr>
        <w:ind w:left="851"/>
      </w:pPr>
      <w:r w:rsidRPr="005B300D">
        <w:t xml:space="preserve">Környéki idegrendszer. </w:t>
      </w:r>
    </w:p>
    <w:p w:rsidR="005D696B" w:rsidRPr="005B300D" w:rsidRDefault="005D696B" w:rsidP="005D696B">
      <w:pPr>
        <w:ind w:left="851"/>
      </w:pPr>
      <w:r w:rsidRPr="005B300D">
        <w:lastRenderedPageBreak/>
        <w:t>Vegetatív idegrendszer.</w:t>
      </w:r>
    </w:p>
    <w:p w:rsidR="005D696B" w:rsidRPr="005B300D" w:rsidRDefault="005D696B" w:rsidP="005D696B">
      <w:pPr>
        <w:ind w:left="851"/>
      </w:pPr>
      <w:r w:rsidRPr="005B300D">
        <w:t>Endokrin rendszer.</w:t>
      </w:r>
    </w:p>
    <w:p w:rsidR="005D696B" w:rsidRPr="005B300D" w:rsidRDefault="005D696B" w:rsidP="005D696B">
      <w:pPr>
        <w:ind w:left="851"/>
      </w:pPr>
      <w:r w:rsidRPr="005B300D">
        <w:t>Érzékszervek.</w:t>
      </w:r>
    </w:p>
    <w:p w:rsidR="005D696B" w:rsidRPr="005B300D" w:rsidRDefault="005D696B" w:rsidP="005D696B">
      <w:pPr>
        <w:ind w:left="851"/>
      </w:pPr>
      <w:r w:rsidRPr="005B300D">
        <w:t>Hőszabályozás.</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Mikrobiológia- járványtan, általános kórtan</w:t>
      </w:r>
      <w:r w:rsidRPr="005B300D">
        <w:rPr>
          <w:b/>
          <w:i/>
        </w:rPr>
        <w:tab/>
        <w:t>36 óra/36 óra</w:t>
      </w:r>
    </w:p>
    <w:p w:rsidR="005D696B" w:rsidRPr="005B300D" w:rsidRDefault="005D696B" w:rsidP="005D696B">
      <w:pPr>
        <w:tabs>
          <w:tab w:val="left" w:pos="1418"/>
          <w:tab w:val="right" w:pos="9072"/>
        </w:tabs>
        <w:ind w:left="851"/>
      </w:pPr>
      <w:r w:rsidRPr="005B300D">
        <w:t>Mikrobiológia tárgya, feladata, felosztása, az orvosi mikrobiológia ágai</w:t>
      </w:r>
    </w:p>
    <w:p w:rsidR="005D696B" w:rsidRPr="005B300D" w:rsidRDefault="005D696B" w:rsidP="005D696B">
      <w:pPr>
        <w:tabs>
          <w:tab w:val="left" w:pos="1418"/>
          <w:tab w:val="right" w:pos="9072"/>
        </w:tabs>
        <w:ind w:left="851"/>
      </w:pPr>
      <w:r w:rsidRPr="005B300D">
        <w:t>Mikrobák felosztása, nagysága (baktériumok, vírusok, gombák, paraziták, férgek, ízeltlábúak).</w:t>
      </w:r>
    </w:p>
    <w:p w:rsidR="005D696B" w:rsidRPr="005B300D" w:rsidRDefault="005D696B" w:rsidP="005D696B">
      <w:pPr>
        <w:tabs>
          <w:tab w:val="left" w:pos="1418"/>
          <w:tab w:val="right" w:pos="9072"/>
        </w:tabs>
        <w:ind w:left="851"/>
      </w:pPr>
      <w:r w:rsidRPr="005B300D">
        <w:t xml:space="preserve">Az ember és a mikroorganizmusok kapcsolata (patogén és </w:t>
      </w:r>
      <w:proofErr w:type="spellStart"/>
      <w:r w:rsidRPr="005B300D">
        <w:t>apatogén</w:t>
      </w:r>
      <w:proofErr w:type="spellEnd"/>
      <w:r w:rsidRPr="005B300D">
        <w:t xml:space="preserve"> mikroorganizmusok).</w:t>
      </w:r>
    </w:p>
    <w:p w:rsidR="005D696B" w:rsidRPr="005B300D" w:rsidRDefault="005D696B" w:rsidP="005D696B">
      <w:pPr>
        <w:tabs>
          <w:tab w:val="left" w:pos="1418"/>
          <w:tab w:val="right" w:pos="9072"/>
        </w:tabs>
        <w:ind w:left="851"/>
      </w:pPr>
      <w:r w:rsidRPr="005B300D">
        <w:t>A baktériumok alakja, szerkezete, anyagcseréje, toxintermelése, szaporodása, ellenálló képessége).</w:t>
      </w:r>
    </w:p>
    <w:p w:rsidR="005D696B" w:rsidRPr="005B300D" w:rsidRDefault="005D696B" w:rsidP="005D696B">
      <w:pPr>
        <w:tabs>
          <w:tab w:val="left" w:pos="1418"/>
          <w:tab w:val="right" w:pos="9072"/>
        </w:tabs>
        <w:ind w:left="851"/>
      </w:pPr>
      <w:r w:rsidRPr="005B300D">
        <w:t xml:space="preserve">A bőr természetes </w:t>
      </w:r>
      <w:proofErr w:type="spellStart"/>
      <w:r w:rsidRPr="005B300D">
        <w:t>mikroflórája</w:t>
      </w:r>
      <w:proofErr w:type="spellEnd"/>
      <w:r w:rsidRPr="005B300D">
        <w:t>.</w:t>
      </w:r>
    </w:p>
    <w:p w:rsidR="005D696B" w:rsidRPr="005B300D" w:rsidRDefault="005D696B" w:rsidP="005D696B">
      <w:pPr>
        <w:tabs>
          <w:tab w:val="left" w:pos="1418"/>
          <w:tab w:val="right" w:pos="9072"/>
        </w:tabs>
        <w:ind w:left="851"/>
      </w:pPr>
      <w:r w:rsidRPr="005B300D">
        <w:t>A vírusok főbb tulajdonságai, szerkezete, ellenálló képessége.</w:t>
      </w:r>
    </w:p>
    <w:p w:rsidR="005D696B" w:rsidRPr="005B300D" w:rsidRDefault="005D696B" w:rsidP="005D696B">
      <w:pPr>
        <w:tabs>
          <w:tab w:val="left" w:pos="1418"/>
          <w:tab w:val="right" w:pos="9072"/>
        </w:tabs>
        <w:ind w:left="851"/>
      </w:pPr>
      <w:r w:rsidRPr="005B300D">
        <w:t>A járványtan tárgya, feladatai, felosztása, módszerei.</w:t>
      </w:r>
    </w:p>
    <w:p w:rsidR="005D696B" w:rsidRPr="005B300D" w:rsidRDefault="005D696B" w:rsidP="005D696B">
      <w:pPr>
        <w:tabs>
          <w:tab w:val="left" w:pos="1418"/>
          <w:tab w:val="right" w:pos="9072"/>
        </w:tabs>
        <w:ind w:left="851"/>
      </w:pPr>
      <w:r w:rsidRPr="005B300D">
        <w:t>A fertőzés.</w:t>
      </w:r>
    </w:p>
    <w:p w:rsidR="005D696B" w:rsidRPr="005B300D" w:rsidRDefault="005D696B" w:rsidP="005D696B">
      <w:pPr>
        <w:tabs>
          <w:tab w:val="left" w:pos="1418"/>
          <w:tab w:val="right" w:pos="9072"/>
        </w:tabs>
        <w:ind w:left="851"/>
      </w:pPr>
      <w:r w:rsidRPr="005B300D">
        <w:t>A járványfolyamat mozgatóerői.</w:t>
      </w:r>
    </w:p>
    <w:p w:rsidR="005D696B" w:rsidRPr="005B300D" w:rsidRDefault="005D696B" w:rsidP="005D696B">
      <w:pPr>
        <w:tabs>
          <w:tab w:val="left" w:pos="1418"/>
          <w:tab w:val="right" w:pos="9072"/>
        </w:tabs>
        <w:ind w:left="851"/>
      </w:pPr>
      <w:r w:rsidRPr="005B300D">
        <w:t>A fertőző betegségek előfordulási módjai.</w:t>
      </w:r>
    </w:p>
    <w:p w:rsidR="005D696B" w:rsidRPr="005B300D" w:rsidRDefault="005D696B" w:rsidP="005D696B">
      <w:pPr>
        <w:tabs>
          <w:tab w:val="left" w:pos="1418"/>
          <w:tab w:val="right" w:pos="9072"/>
        </w:tabs>
        <w:ind w:left="851"/>
      </w:pPr>
      <w:r w:rsidRPr="005B300D">
        <w:t>A fertőző betegségek felosztása.</w:t>
      </w:r>
    </w:p>
    <w:p w:rsidR="005D696B" w:rsidRPr="005B300D" w:rsidRDefault="005D696B" w:rsidP="005D696B">
      <w:pPr>
        <w:tabs>
          <w:tab w:val="left" w:pos="1418"/>
          <w:tab w:val="right" w:pos="9072"/>
        </w:tabs>
        <w:ind w:left="851"/>
      </w:pPr>
      <w:r w:rsidRPr="005B300D">
        <w:t>A fertőző betegségek megelőzésére és leküzdésére irányuló tevékenység</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r w:rsidRPr="005B300D">
        <w:t>A kórtan fogalma, tárgya, részterületei.</w:t>
      </w:r>
    </w:p>
    <w:p w:rsidR="005D696B" w:rsidRPr="005B300D" w:rsidRDefault="005D696B" w:rsidP="005D696B">
      <w:pPr>
        <w:tabs>
          <w:tab w:val="left" w:pos="1418"/>
          <w:tab w:val="right" w:pos="9072"/>
        </w:tabs>
        <w:ind w:left="851"/>
      </w:pPr>
      <w:r w:rsidRPr="005B300D">
        <w:t>Betegség, kóros állapot meghatározása.</w:t>
      </w:r>
    </w:p>
    <w:p w:rsidR="005D696B" w:rsidRPr="005B300D" w:rsidRDefault="005D696B" w:rsidP="005D696B">
      <w:pPr>
        <w:tabs>
          <w:tab w:val="left" w:pos="1418"/>
          <w:tab w:val="right" w:pos="9072"/>
        </w:tabs>
        <w:ind w:left="851"/>
      </w:pPr>
      <w:r w:rsidRPr="005B300D">
        <w:t>A betegségek kóroktana (</w:t>
      </w:r>
      <w:proofErr w:type="spellStart"/>
      <w:r w:rsidRPr="005B300D">
        <w:t>etiológia</w:t>
      </w:r>
      <w:proofErr w:type="spellEnd"/>
      <w:r w:rsidRPr="005B300D">
        <w:t>).</w:t>
      </w:r>
    </w:p>
    <w:p w:rsidR="005D696B" w:rsidRPr="005B300D" w:rsidRDefault="005D696B" w:rsidP="005D696B">
      <w:pPr>
        <w:tabs>
          <w:tab w:val="left" w:pos="1418"/>
          <w:tab w:val="right" w:pos="9072"/>
        </w:tabs>
        <w:ind w:left="851"/>
      </w:pPr>
      <w:r w:rsidRPr="005B300D">
        <w:t>A betegségek lefolyása (</w:t>
      </w:r>
      <w:proofErr w:type="spellStart"/>
      <w:r w:rsidRPr="005B300D">
        <w:t>patogenezis</w:t>
      </w:r>
      <w:proofErr w:type="spellEnd"/>
      <w:r w:rsidRPr="005B300D">
        <w:t>).</w:t>
      </w:r>
    </w:p>
    <w:p w:rsidR="005D696B" w:rsidRPr="005B300D" w:rsidRDefault="005D696B" w:rsidP="005D696B">
      <w:pPr>
        <w:tabs>
          <w:tab w:val="left" w:pos="1418"/>
          <w:tab w:val="right" w:pos="9072"/>
        </w:tabs>
        <w:ind w:left="851"/>
      </w:pPr>
      <w:r w:rsidRPr="005B300D">
        <w:t>A szervezet reakcióinak csoportosítása.</w:t>
      </w:r>
    </w:p>
    <w:p w:rsidR="005D696B" w:rsidRPr="005B300D" w:rsidRDefault="005D696B" w:rsidP="005D696B">
      <w:pPr>
        <w:tabs>
          <w:tab w:val="left" w:pos="1418"/>
          <w:tab w:val="right" w:pos="9072"/>
        </w:tabs>
        <w:ind w:left="851"/>
      </w:pPr>
      <w:r w:rsidRPr="005B300D">
        <w:t>Jelző reakciók (fájdalom, láz).</w:t>
      </w:r>
    </w:p>
    <w:p w:rsidR="005D696B" w:rsidRPr="005B300D" w:rsidRDefault="005D696B" w:rsidP="005D696B">
      <w:pPr>
        <w:tabs>
          <w:tab w:val="left" w:pos="1418"/>
          <w:tab w:val="right" w:pos="9072"/>
        </w:tabs>
        <w:ind w:left="851"/>
      </w:pPr>
      <w:r w:rsidRPr="005B300D">
        <w:t>Aktív védekező mechanizmusok (természetes védőgátak, immunválasz, gyulladások).</w:t>
      </w:r>
    </w:p>
    <w:p w:rsidR="005D696B" w:rsidRPr="005B300D" w:rsidRDefault="005D696B" w:rsidP="005D696B">
      <w:pPr>
        <w:tabs>
          <w:tab w:val="left" w:pos="1418"/>
          <w:tab w:val="right" w:pos="9072"/>
        </w:tabs>
        <w:ind w:left="851"/>
      </w:pPr>
      <w:r w:rsidRPr="005B300D">
        <w:t>Megváltozott védekező mechanizmusok (immunrendszer rendellenes működése).</w:t>
      </w:r>
    </w:p>
    <w:p w:rsidR="005D696B" w:rsidRPr="005B300D" w:rsidRDefault="005D696B" w:rsidP="005D696B">
      <w:pPr>
        <w:tabs>
          <w:tab w:val="left" w:pos="1418"/>
          <w:tab w:val="right" w:pos="9072"/>
        </w:tabs>
        <w:ind w:left="851"/>
      </w:pPr>
      <w:r w:rsidRPr="005B300D">
        <w:t>A szövetek kóros elváltozásai (progresszív és regresszív szöveti elváltozások).</w:t>
      </w:r>
    </w:p>
    <w:p w:rsidR="005D696B" w:rsidRPr="005B300D" w:rsidRDefault="005D696B" w:rsidP="005D696B">
      <w:pPr>
        <w:tabs>
          <w:tab w:val="left" w:pos="1418"/>
          <w:tab w:val="right" w:pos="9072"/>
        </w:tabs>
        <w:ind w:left="851"/>
      </w:pPr>
      <w:r w:rsidRPr="005B300D">
        <w:t>A daganatok fogalma, népegészségügyi jelentősége.</w:t>
      </w:r>
    </w:p>
    <w:p w:rsidR="005D696B" w:rsidRPr="005B300D" w:rsidRDefault="005D696B" w:rsidP="005D696B">
      <w:pPr>
        <w:tabs>
          <w:tab w:val="left" w:pos="1418"/>
          <w:tab w:val="right" w:pos="9072"/>
        </w:tabs>
        <w:ind w:left="851"/>
      </w:pPr>
      <w:r w:rsidRPr="005B300D">
        <w:t>Karcinogén tényezők.</w:t>
      </w:r>
    </w:p>
    <w:p w:rsidR="005D696B" w:rsidRPr="005B300D" w:rsidRDefault="005D696B" w:rsidP="005D696B">
      <w:pPr>
        <w:tabs>
          <w:tab w:val="left" w:pos="1418"/>
          <w:tab w:val="right" w:pos="9072"/>
        </w:tabs>
        <w:ind w:left="851"/>
      </w:pPr>
      <w:r w:rsidRPr="005B300D">
        <w:t>A daganatok általános jellemzése és osztályozása.</w:t>
      </w:r>
    </w:p>
    <w:p w:rsidR="005D696B" w:rsidRPr="005B300D" w:rsidRDefault="005D696B" w:rsidP="005D696B">
      <w:pPr>
        <w:tabs>
          <w:tab w:val="left" w:pos="1418"/>
          <w:tab w:val="right" w:pos="9072"/>
        </w:tabs>
        <w:ind w:left="851"/>
      </w:pPr>
      <w:r w:rsidRPr="005B300D">
        <w:t>A daganatok hatása a szervezetre.</w:t>
      </w:r>
    </w:p>
    <w:p w:rsidR="005D696B" w:rsidRPr="005B300D" w:rsidRDefault="005D696B" w:rsidP="005D696B">
      <w:pPr>
        <w:tabs>
          <w:tab w:val="left" w:pos="1418"/>
          <w:tab w:val="right" w:pos="9072"/>
        </w:tabs>
        <w:ind w:left="851"/>
      </w:pPr>
      <w:r w:rsidRPr="005B300D">
        <w:t>Rákmegelőző állapotok.</w:t>
      </w:r>
    </w:p>
    <w:p w:rsidR="005D696B" w:rsidRPr="005B300D" w:rsidRDefault="005D696B" w:rsidP="005D696B">
      <w:pPr>
        <w:tabs>
          <w:tab w:val="left" w:pos="1418"/>
          <w:tab w:val="right" w:pos="9072"/>
        </w:tabs>
        <w:ind w:left="851"/>
      </w:pPr>
      <w:r w:rsidRPr="005B300D">
        <w:t>Daganatra figyelmeztető jelek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Elsősegélynyújtás-első ellátás</w:t>
      </w:r>
      <w:r w:rsidRPr="005B300D">
        <w:rPr>
          <w:b/>
          <w:i/>
        </w:rPr>
        <w:tab/>
        <w:t>36 óra/36 óra</w:t>
      </w:r>
    </w:p>
    <w:p w:rsidR="005D696B" w:rsidRPr="005B300D" w:rsidRDefault="005D696B" w:rsidP="005D696B">
      <w:pPr>
        <w:tabs>
          <w:tab w:val="left" w:pos="1418"/>
          <w:tab w:val="right" w:pos="9072"/>
        </w:tabs>
        <w:ind w:left="851"/>
      </w:pPr>
      <w:r w:rsidRPr="005B300D">
        <w:t>A sürgősség fogalma, a sürgősségi lánc.</w:t>
      </w:r>
    </w:p>
    <w:p w:rsidR="005D696B" w:rsidRPr="005B300D" w:rsidRDefault="005D696B" w:rsidP="005D696B">
      <w:pPr>
        <w:tabs>
          <w:tab w:val="left" w:pos="1418"/>
          <w:tab w:val="right" w:pos="9072"/>
        </w:tabs>
        <w:ind w:left="851"/>
      </w:pPr>
      <w:r w:rsidRPr="005B300D">
        <w:t>Az elsősegély fogalma, elsősegély szintjei.</w:t>
      </w:r>
    </w:p>
    <w:p w:rsidR="005D696B" w:rsidRPr="005B300D" w:rsidRDefault="005D696B" w:rsidP="005D696B">
      <w:pPr>
        <w:tabs>
          <w:tab w:val="left" w:pos="1418"/>
          <w:tab w:val="right" w:pos="9072"/>
        </w:tabs>
        <w:ind w:left="851"/>
      </w:pPr>
      <w:r w:rsidRPr="005B300D">
        <w:t>Mentők igénybevétele, mentőhívás szabályai.</w:t>
      </w:r>
    </w:p>
    <w:p w:rsidR="005D696B" w:rsidRPr="005B300D" w:rsidRDefault="005D696B" w:rsidP="005D696B">
      <w:pPr>
        <w:tabs>
          <w:tab w:val="left" w:pos="1418"/>
          <w:tab w:val="right" w:pos="9072"/>
        </w:tabs>
        <w:ind w:left="851"/>
      </w:pPr>
      <w:r w:rsidRPr="005B300D">
        <w:t>A helyszín szerepe.</w:t>
      </w:r>
    </w:p>
    <w:p w:rsidR="005D696B" w:rsidRPr="005B300D" w:rsidRDefault="005D696B" w:rsidP="005D696B">
      <w:pPr>
        <w:tabs>
          <w:tab w:val="left" w:pos="1418"/>
          <w:tab w:val="right" w:pos="9072"/>
        </w:tabs>
        <w:ind w:left="851"/>
      </w:pPr>
      <w:r w:rsidRPr="005B300D">
        <w:t>A beteg állapotfelmérése és ellátása a reakcióképesség megítélése.</w:t>
      </w:r>
    </w:p>
    <w:p w:rsidR="005D696B" w:rsidRPr="005B300D" w:rsidRDefault="005D696B" w:rsidP="005D696B">
      <w:pPr>
        <w:tabs>
          <w:tab w:val="left" w:pos="1418"/>
          <w:tab w:val="right" w:pos="9072"/>
        </w:tabs>
        <w:ind w:left="851"/>
      </w:pPr>
      <w:r w:rsidRPr="005B300D">
        <w:t>ABCDE szemléletű állapotfelmérés</w:t>
      </w:r>
    </w:p>
    <w:p w:rsidR="005D696B" w:rsidRPr="005B300D" w:rsidRDefault="005D696B" w:rsidP="005D696B">
      <w:pPr>
        <w:tabs>
          <w:tab w:val="left" w:pos="1418"/>
          <w:tab w:val="right" w:pos="9072"/>
        </w:tabs>
        <w:ind w:left="851"/>
      </w:pPr>
      <w:proofErr w:type="spellStart"/>
      <w:r w:rsidRPr="005B300D">
        <w:t>Risztó</w:t>
      </w:r>
      <w:proofErr w:type="spellEnd"/>
      <w:r w:rsidRPr="005B300D">
        <w:t xml:space="preserve"> panaszok és tünetekés teendők reakcióképes beteg esetén.</w:t>
      </w:r>
    </w:p>
    <w:p w:rsidR="005D696B" w:rsidRPr="005B300D" w:rsidRDefault="005D696B" w:rsidP="005D696B">
      <w:pPr>
        <w:tabs>
          <w:tab w:val="left" w:pos="1418"/>
          <w:tab w:val="right" w:pos="9072"/>
        </w:tabs>
        <w:ind w:left="851"/>
      </w:pPr>
      <w:r w:rsidRPr="005B300D">
        <w:t xml:space="preserve">A: </w:t>
      </w:r>
      <w:proofErr w:type="spellStart"/>
      <w:r w:rsidRPr="005B300D">
        <w:t>a</w:t>
      </w:r>
      <w:proofErr w:type="spellEnd"/>
      <w:r w:rsidRPr="005B300D">
        <w:t xml:space="preserve"> </w:t>
      </w:r>
      <w:proofErr w:type="spellStart"/>
      <w:r w:rsidRPr="005B300D">
        <w:t>légútak</w:t>
      </w:r>
      <w:proofErr w:type="spellEnd"/>
      <w:r w:rsidRPr="005B300D">
        <w:t xml:space="preserve"> átjárhatóságának megítélése, átjárhatóság biztosítása.</w:t>
      </w:r>
    </w:p>
    <w:p w:rsidR="005D696B" w:rsidRPr="005B300D" w:rsidRDefault="005D696B" w:rsidP="005D696B">
      <w:pPr>
        <w:tabs>
          <w:tab w:val="left" w:pos="1418"/>
          <w:tab w:val="right" w:pos="9072"/>
        </w:tabs>
        <w:ind w:left="851"/>
      </w:pPr>
      <w:r w:rsidRPr="005B300D">
        <w:t>Légúti idegentest eltávolítása</w:t>
      </w:r>
    </w:p>
    <w:p w:rsidR="005D696B" w:rsidRPr="005B300D" w:rsidRDefault="005D696B" w:rsidP="005D696B">
      <w:pPr>
        <w:tabs>
          <w:tab w:val="left" w:pos="1418"/>
          <w:tab w:val="right" w:pos="9072"/>
        </w:tabs>
        <w:ind w:left="851"/>
      </w:pPr>
      <w:r w:rsidRPr="005B300D">
        <w:t xml:space="preserve">Eszköz nélküli </w:t>
      </w:r>
      <w:proofErr w:type="spellStart"/>
      <w:r w:rsidRPr="005B300D">
        <w:t>légútbiztosítás</w:t>
      </w:r>
      <w:proofErr w:type="spellEnd"/>
    </w:p>
    <w:p w:rsidR="005D696B" w:rsidRPr="005B300D" w:rsidRDefault="005D696B" w:rsidP="005D696B">
      <w:pPr>
        <w:tabs>
          <w:tab w:val="left" w:pos="1418"/>
          <w:tab w:val="right" w:pos="9072"/>
        </w:tabs>
        <w:ind w:left="851"/>
      </w:pPr>
      <w:r w:rsidRPr="005B300D">
        <w:lastRenderedPageBreak/>
        <w:t xml:space="preserve">Egyszerű eszközökkel végzett </w:t>
      </w:r>
      <w:proofErr w:type="spellStart"/>
      <w:r w:rsidRPr="005B300D">
        <w:t>légútbiztosítás</w:t>
      </w:r>
      <w:proofErr w:type="spellEnd"/>
      <w:r w:rsidRPr="005B300D">
        <w:t xml:space="preserve"> (OPA, NPA)</w:t>
      </w:r>
    </w:p>
    <w:p w:rsidR="005D696B" w:rsidRPr="005B300D" w:rsidRDefault="005D696B" w:rsidP="005D696B">
      <w:pPr>
        <w:tabs>
          <w:tab w:val="left" w:pos="1418"/>
          <w:tab w:val="right" w:pos="9072"/>
        </w:tabs>
        <w:ind w:left="851"/>
      </w:pPr>
      <w:r w:rsidRPr="005B300D">
        <w:t>B: a légzés megítélése.</w:t>
      </w:r>
    </w:p>
    <w:p w:rsidR="005D696B" w:rsidRPr="005B300D" w:rsidRDefault="005D696B" w:rsidP="005D696B">
      <w:pPr>
        <w:tabs>
          <w:tab w:val="left" w:pos="1418"/>
          <w:tab w:val="right" w:pos="9072"/>
        </w:tabs>
        <w:ind w:left="851"/>
      </w:pPr>
      <w:r w:rsidRPr="005B300D">
        <w:t>Lélegeztetés eszköz nélkül, valamint ballonnal és maszkkal, pozicionálás.</w:t>
      </w:r>
    </w:p>
    <w:p w:rsidR="005D696B" w:rsidRPr="005B300D" w:rsidRDefault="005D696B" w:rsidP="005D696B">
      <w:pPr>
        <w:tabs>
          <w:tab w:val="left" w:pos="1418"/>
          <w:tab w:val="right" w:pos="9072"/>
        </w:tabs>
        <w:ind w:left="851"/>
      </w:pPr>
      <w:r w:rsidRPr="005B300D">
        <w:t>C: a keringés megítélése.</w:t>
      </w:r>
    </w:p>
    <w:p w:rsidR="005D696B" w:rsidRPr="005B300D" w:rsidRDefault="005D696B" w:rsidP="005D696B">
      <w:pPr>
        <w:tabs>
          <w:tab w:val="left" w:pos="1418"/>
          <w:tab w:val="right" w:pos="9072"/>
        </w:tabs>
        <w:ind w:left="851"/>
      </w:pPr>
      <w:r w:rsidRPr="005B300D">
        <w:t>A sokk jeleinek felismerése.</w:t>
      </w:r>
    </w:p>
    <w:p w:rsidR="005D696B" w:rsidRPr="005B300D" w:rsidRDefault="005D696B" w:rsidP="005D696B">
      <w:pPr>
        <w:tabs>
          <w:tab w:val="left" w:pos="1418"/>
          <w:tab w:val="right" w:pos="9072"/>
        </w:tabs>
        <w:ind w:left="851"/>
      </w:pPr>
      <w:r w:rsidRPr="005B300D">
        <w:t>D: az eszmélet, és tudat megítélése</w:t>
      </w:r>
    </w:p>
    <w:p w:rsidR="005D696B" w:rsidRPr="005B300D" w:rsidRDefault="005D696B" w:rsidP="005D696B">
      <w:pPr>
        <w:tabs>
          <w:tab w:val="left" w:pos="1418"/>
          <w:tab w:val="right" w:pos="9072"/>
        </w:tabs>
        <w:ind w:left="851"/>
      </w:pPr>
      <w:r w:rsidRPr="005B300D">
        <w:t>Görcsroham felismerése ellátása</w:t>
      </w:r>
    </w:p>
    <w:p w:rsidR="005D696B" w:rsidRPr="005B300D" w:rsidRDefault="005D696B" w:rsidP="005D696B">
      <w:pPr>
        <w:tabs>
          <w:tab w:val="left" w:pos="1418"/>
          <w:tab w:val="right" w:pos="9072"/>
        </w:tabs>
        <w:ind w:left="851"/>
      </w:pPr>
      <w:r w:rsidRPr="005B300D">
        <w:t>Pszichés vezetés idegrendszer megítélése, teendők.</w:t>
      </w:r>
    </w:p>
    <w:p w:rsidR="005D696B" w:rsidRPr="005B300D" w:rsidRDefault="005D696B" w:rsidP="005D696B">
      <w:pPr>
        <w:tabs>
          <w:tab w:val="left" w:pos="1418"/>
          <w:tab w:val="right" w:pos="9072"/>
        </w:tabs>
        <w:ind w:left="851"/>
      </w:pPr>
      <w:r w:rsidRPr="005B300D">
        <w:t xml:space="preserve">E: egész test, </w:t>
      </w:r>
      <w:proofErr w:type="gramStart"/>
      <w:r w:rsidRPr="005B300D">
        <w:t>egész eset</w:t>
      </w:r>
      <w:proofErr w:type="gramEnd"/>
      <w:r w:rsidRPr="005B300D">
        <w:t xml:space="preserve"> megítélése.</w:t>
      </w:r>
    </w:p>
    <w:p w:rsidR="005D696B" w:rsidRPr="005B300D" w:rsidRDefault="005D696B" w:rsidP="005D696B">
      <w:pPr>
        <w:tabs>
          <w:tab w:val="left" w:pos="1418"/>
          <w:tab w:val="right" w:pos="9072"/>
        </w:tabs>
        <w:ind w:left="851"/>
      </w:pPr>
      <w:r w:rsidRPr="005B300D">
        <w:t>Lehűlés elleni védelem</w:t>
      </w:r>
    </w:p>
    <w:p w:rsidR="005D696B" w:rsidRPr="005B300D" w:rsidRDefault="005D696B" w:rsidP="005D696B">
      <w:pPr>
        <w:tabs>
          <w:tab w:val="left" w:pos="1418"/>
          <w:tab w:val="right" w:pos="9072"/>
        </w:tabs>
        <w:ind w:left="851"/>
      </w:pPr>
      <w:r w:rsidRPr="005B300D">
        <w:t>Egyéb környezeti ártalmak (vízbefulladás, lehűlés, túlmelegedés) felismerése, és kezelése</w:t>
      </w:r>
    </w:p>
    <w:p w:rsidR="005D696B" w:rsidRPr="005B300D" w:rsidRDefault="005D696B" w:rsidP="005D696B">
      <w:pPr>
        <w:tabs>
          <w:tab w:val="left" w:pos="1418"/>
          <w:tab w:val="right" w:pos="9072"/>
        </w:tabs>
        <w:ind w:left="851"/>
      </w:pPr>
      <w:r w:rsidRPr="005B300D">
        <w:t>Az állapotváltozás nyomon követése</w:t>
      </w:r>
    </w:p>
    <w:p w:rsidR="005D696B" w:rsidRPr="005B300D" w:rsidRDefault="005D696B" w:rsidP="005D696B">
      <w:pPr>
        <w:tabs>
          <w:tab w:val="left" w:pos="1418"/>
          <w:tab w:val="right" w:pos="9072"/>
        </w:tabs>
        <w:ind w:left="851"/>
      </w:pPr>
      <w:r w:rsidRPr="005B300D">
        <w:t>ABCDE és teendők reakcióképtelen betegnél.</w:t>
      </w:r>
    </w:p>
    <w:p w:rsidR="005D696B" w:rsidRPr="005B300D" w:rsidRDefault="005D696B" w:rsidP="005D696B">
      <w:pPr>
        <w:tabs>
          <w:tab w:val="left" w:pos="1418"/>
          <w:tab w:val="right" w:pos="9072"/>
        </w:tabs>
        <w:ind w:left="851"/>
      </w:pPr>
      <w:r w:rsidRPr="005B300D">
        <w:t>A: eszköz nélküli légút biztosítási eljárások.</w:t>
      </w:r>
    </w:p>
    <w:p w:rsidR="005D696B" w:rsidRPr="005B300D" w:rsidRDefault="005D696B" w:rsidP="005D696B">
      <w:pPr>
        <w:tabs>
          <w:tab w:val="left" w:pos="1418"/>
          <w:tab w:val="right" w:pos="9072"/>
        </w:tabs>
        <w:ind w:left="851"/>
      </w:pPr>
      <w:r w:rsidRPr="005B300D">
        <w:t>B: lélegeztetés, légzési elégtelenség esetén.</w:t>
      </w:r>
    </w:p>
    <w:p w:rsidR="005D696B" w:rsidRPr="005B300D" w:rsidRDefault="005D696B" w:rsidP="005D696B">
      <w:pPr>
        <w:tabs>
          <w:tab w:val="left" w:pos="1418"/>
          <w:tab w:val="right" w:pos="9072"/>
        </w:tabs>
        <w:ind w:left="851"/>
      </w:pPr>
      <w:r w:rsidRPr="005B300D">
        <w:t>C: keringés hiányában, BLS és XBLS, az AED használata.</w:t>
      </w:r>
    </w:p>
    <w:p w:rsidR="005D696B" w:rsidRPr="005B300D" w:rsidRDefault="005D696B" w:rsidP="005D696B">
      <w:pPr>
        <w:tabs>
          <w:tab w:val="left" w:pos="1418"/>
          <w:tab w:val="right" w:pos="9072"/>
        </w:tabs>
        <w:ind w:left="851"/>
      </w:pPr>
      <w:r w:rsidRPr="005B300D">
        <w:t>D: az eszméletlen beteg ellátása.</w:t>
      </w:r>
    </w:p>
    <w:p w:rsidR="005D696B" w:rsidRPr="005B300D" w:rsidRDefault="005D696B" w:rsidP="005D696B">
      <w:pPr>
        <w:tabs>
          <w:tab w:val="left" w:pos="1418"/>
          <w:tab w:val="right" w:pos="9072"/>
        </w:tabs>
        <w:ind w:left="851"/>
      </w:pPr>
      <w:r w:rsidRPr="005B300D">
        <w:t xml:space="preserve">E: egész test, </w:t>
      </w:r>
      <w:proofErr w:type="gramStart"/>
      <w:r w:rsidRPr="005B300D">
        <w:t>egész eset</w:t>
      </w:r>
      <w:proofErr w:type="gramEnd"/>
      <w:r w:rsidRPr="005B300D">
        <w:t xml:space="preserve"> megítélése.</w:t>
      </w:r>
    </w:p>
    <w:p w:rsidR="005D696B" w:rsidRPr="005B300D" w:rsidRDefault="005D696B" w:rsidP="005D696B">
      <w:pPr>
        <w:tabs>
          <w:tab w:val="left" w:pos="1418"/>
          <w:tab w:val="right" w:pos="9072"/>
        </w:tabs>
        <w:ind w:left="851"/>
      </w:pPr>
      <w:r w:rsidRPr="005B300D">
        <w:t>Sérültek állapotfelmérése, ellátása.</w:t>
      </w:r>
    </w:p>
    <w:p w:rsidR="005D696B" w:rsidRPr="005B300D" w:rsidRDefault="005D696B" w:rsidP="005D696B">
      <w:pPr>
        <w:tabs>
          <w:tab w:val="left" w:pos="1418"/>
          <w:tab w:val="right" w:pos="9072"/>
        </w:tabs>
        <w:ind w:left="851"/>
      </w:pPr>
      <w:r w:rsidRPr="005B300D">
        <w:t>Sebellátás (fedőkötések).</w:t>
      </w:r>
    </w:p>
    <w:p w:rsidR="005D696B" w:rsidRPr="005B300D" w:rsidRDefault="005D696B" w:rsidP="005D696B">
      <w:pPr>
        <w:tabs>
          <w:tab w:val="left" w:pos="1418"/>
          <w:tab w:val="right" w:pos="9072"/>
        </w:tabs>
        <w:ind w:left="851"/>
      </w:pPr>
      <w:r w:rsidRPr="005B300D">
        <w:t xml:space="preserve">Vérzések ellátása </w:t>
      </w:r>
    </w:p>
    <w:p w:rsidR="005D696B" w:rsidRPr="005B300D" w:rsidRDefault="005D696B" w:rsidP="005D696B">
      <w:pPr>
        <w:tabs>
          <w:tab w:val="left" w:pos="1418"/>
          <w:tab w:val="right" w:pos="9072"/>
        </w:tabs>
        <w:ind w:left="851"/>
      </w:pPr>
      <w:proofErr w:type="spellStart"/>
      <w:r w:rsidRPr="005B300D">
        <w:t>Amputátum</w:t>
      </w:r>
      <w:proofErr w:type="spellEnd"/>
      <w:r w:rsidRPr="005B300D">
        <w:t xml:space="preserve"> kezelés</w:t>
      </w:r>
    </w:p>
    <w:p w:rsidR="005D696B" w:rsidRPr="005B300D" w:rsidRDefault="005D696B" w:rsidP="005D696B">
      <w:pPr>
        <w:tabs>
          <w:tab w:val="left" w:pos="1418"/>
          <w:tab w:val="right" w:pos="9072"/>
        </w:tabs>
        <w:ind w:left="851"/>
      </w:pPr>
      <w:r w:rsidRPr="005B300D">
        <w:t>Rándulás, ficam, törés ellátása.</w:t>
      </w:r>
    </w:p>
    <w:p w:rsidR="005D696B" w:rsidRPr="005B300D" w:rsidRDefault="005D696B" w:rsidP="005D696B">
      <w:pPr>
        <w:tabs>
          <w:tab w:val="left" w:pos="1418"/>
          <w:tab w:val="right" w:pos="9072"/>
        </w:tabs>
        <w:ind w:left="851"/>
      </w:pPr>
      <w:r w:rsidRPr="005B300D">
        <w:t>Termikus traumák ellátása.</w:t>
      </w:r>
    </w:p>
    <w:p w:rsidR="005D696B" w:rsidRPr="005B300D" w:rsidRDefault="005D696B" w:rsidP="005D696B">
      <w:pPr>
        <w:tabs>
          <w:tab w:val="left" w:pos="1418"/>
          <w:tab w:val="right" w:pos="9072"/>
        </w:tabs>
        <w:ind w:left="851"/>
      </w:pPr>
      <w:r w:rsidRPr="005B300D">
        <w:t>Elektromos balesetek.</w:t>
      </w:r>
    </w:p>
    <w:p w:rsidR="005D696B" w:rsidRPr="005B300D" w:rsidRDefault="005D696B" w:rsidP="005D696B">
      <w:pPr>
        <w:tabs>
          <w:tab w:val="left" w:pos="1418"/>
          <w:tab w:val="right" w:pos="9072"/>
        </w:tabs>
        <w:ind w:left="851"/>
      </w:pPr>
      <w:r w:rsidRPr="005B300D">
        <w:t>Tömeges balesetek, katasztrófák.</w:t>
      </w:r>
    </w:p>
    <w:p w:rsidR="005D696B" w:rsidRPr="005B300D" w:rsidRDefault="005D696B" w:rsidP="005D696B">
      <w:pPr>
        <w:tabs>
          <w:tab w:val="left" w:pos="1418"/>
          <w:tab w:val="right" w:pos="9072"/>
        </w:tabs>
        <w:ind w:left="851"/>
      </w:pPr>
      <w:r w:rsidRPr="005B300D">
        <w:t>Mérgezések.</w:t>
      </w:r>
    </w:p>
    <w:p w:rsidR="005D696B" w:rsidRPr="005B300D" w:rsidRDefault="005D696B" w:rsidP="005D696B">
      <w:pPr>
        <w:tabs>
          <w:tab w:val="left" w:pos="1418"/>
          <w:tab w:val="right" w:pos="9072"/>
        </w:tabs>
        <w:ind w:left="851"/>
      </w:pPr>
      <w:r w:rsidRPr="005B300D">
        <w:t>A méreg fogalma, behatolási kapuk.</w:t>
      </w:r>
    </w:p>
    <w:p w:rsidR="005D696B" w:rsidRPr="005B300D" w:rsidRDefault="005D696B" w:rsidP="005D696B">
      <w:pPr>
        <w:tabs>
          <w:tab w:val="left" w:pos="1418"/>
          <w:tab w:val="right" w:pos="9072"/>
        </w:tabs>
        <w:ind w:left="851"/>
      </w:pPr>
      <w:r w:rsidRPr="005B300D">
        <w:t>A legfontosabb mérgezésekre utaló jelek, teendők.</w:t>
      </w:r>
    </w:p>
    <w:p w:rsidR="005D696B" w:rsidRPr="005B300D" w:rsidRDefault="005D696B" w:rsidP="005D696B">
      <w:pPr>
        <w:tabs>
          <w:tab w:val="left" w:pos="1418"/>
          <w:tab w:val="right" w:pos="9072"/>
        </w:tabs>
        <w:ind w:left="851"/>
      </w:pPr>
      <w:r w:rsidRPr="005B300D">
        <w:t>Újraélesztés (BLS, XBLS, BLS-AED)</w:t>
      </w:r>
    </w:p>
    <w:p w:rsidR="005D696B" w:rsidRPr="005B300D" w:rsidRDefault="005D696B" w:rsidP="005D696B">
      <w:pPr>
        <w:tabs>
          <w:tab w:val="left" w:pos="1418"/>
          <w:tab w:val="right" w:pos="9072"/>
        </w:tabs>
        <w:ind w:left="851"/>
      </w:pPr>
      <w:r w:rsidRPr="005B300D">
        <w:t>Sürgősségi kommunikáció (beteggel hozzátartozóval, más ellátóval (SBAR)</w:t>
      </w:r>
    </w:p>
    <w:p w:rsidR="005D696B" w:rsidRPr="005B300D" w:rsidRDefault="005D696B" w:rsidP="005D696B">
      <w:pPr>
        <w:tabs>
          <w:tab w:val="left" w:pos="1418"/>
          <w:tab w:val="right" w:pos="9072"/>
        </w:tabs>
        <w:ind w:left="851"/>
      </w:pPr>
      <w:r w:rsidRPr="005B300D">
        <w:t>A témakör részletes kifejtése</w:t>
      </w:r>
    </w:p>
    <w:p w:rsidR="005D696B" w:rsidRPr="005B300D" w:rsidRDefault="005D696B" w:rsidP="005D696B">
      <w:pPr>
        <w:ind w:left="426"/>
      </w:pPr>
      <w:r w:rsidRPr="005B300D">
        <w:t>Szaktanterem, az Elsősegélynyújtás-első ellátás témakört demonstrációs teremben, csoportbontásban kell oktatni.</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 az Elsősegélynyújtás-első ellátás témakört demonstrációs teremben, csoportbontásban kell oktatni.</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pPr>
      <w:r w:rsidRPr="005B300D">
        <w:rPr>
          <w:i/>
        </w:rPr>
        <w:t xml:space="preserve">Az </w:t>
      </w:r>
      <w:r w:rsidRPr="005B300D">
        <w:t xml:space="preserve">elsősegélynyújtás-első ellátása témakört </w:t>
      </w:r>
      <w:proofErr w:type="spellStart"/>
      <w:r w:rsidRPr="005B300D">
        <w:t>skill</w:t>
      </w:r>
      <w:proofErr w:type="spellEnd"/>
      <w:r w:rsidRPr="005B300D">
        <w:t xml:space="preserve"> és szimulációs gyakorlatok segítségével csoportbontásban javasolt elsajátítani.</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8.</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skill</w:t>
            </w:r>
            <w:proofErr w:type="spellEnd"/>
            <w:r w:rsidRPr="005B300D">
              <w:rPr>
                <w:color w:val="000000"/>
                <w:sz w:val="20"/>
                <w:szCs w:val="20"/>
              </w:rPr>
              <w:t xml:space="preserve"> gyakorlat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9.</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szimulációs gyakorlat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pStyle w:val="Listaszerbekezds"/>
        <w:ind w:left="1224"/>
        <w:rPr>
          <w:b/>
        </w:rPr>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Képi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értelmezése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kiegészítés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Feladattal vezetett kiscsoportos szövegfeldolgozás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rendszerezése mozaikfeladattal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Kiscsoportos szakmai munkavégzés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Gyakorlati munkavégzés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Műveletek gyakorlása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0"/>
          <w:numId w:val="40"/>
        </w:numPr>
        <w:tabs>
          <w:tab w:val="right" w:pos="9072"/>
        </w:tabs>
        <w:jc w:val="both"/>
        <w:rPr>
          <w:b/>
        </w:rPr>
      </w:pPr>
      <w:proofErr w:type="spellStart"/>
      <w:r w:rsidRPr="005B300D">
        <w:rPr>
          <w:b/>
        </w:rPr>
        <w:t>Klinikumi</w:t>
      </w:r>
      <w:proofErr w:type="spellEnd"/>
      <w:r w:rsidRPr="005B300D">
        <w:rPr>
          <w:b/>
        </w:rPr>
        <w:t xml:space="preserve"> </w:t>
      </w:r>
      <w:proofErr w:type="gramStart"/>
      <w:r w:rsidRPr="005B300D">
        <w:rPr>
          <w:b/>
        </w:rPr>
        <w:t>szakismeretek  tantárgy</w:t>
      </w:r>
      <w:proofErr w:type="gramEnd"/>
      <w:r w:rsidRPr="005B300D">
        <w:rPr>
          <w:b/>
        </w:rPr>
        <w:tab/>
        <w:t>129 óra/118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Akut és krónikus betegségek kialakulásának, felismerésének, lefolyásának ismertetése az az egyes életszakaszokban. Bevezetés a medicina alapjaiba.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Biológia</w:t>
      </w:r>
    </w:p>
    <w:p w:rsidR="005D696B" w:rsidRPr="005B300D" w:rsidRDefault="005D696B" w:rsidP="005D696B">
      <w:pPr>
        <w:ind w:left="426"/>
      </w:pPr>
      <w:r w:rsidRPr="005B300D">
        <w:t>Egészségügyi ellátórendszer</w:t>
      </w:r>
    </w:p>
    <w:p w:rsidR="005D696B" w:rsidRPr="005B300D" w:rsidRDefault="005D696B" w:rsidP="005D696B">
      <w:pPr>
        <w:ind w:left="426"/>
      </w:pPr>
      <w:r w:rsidRPr="005B300D">
        <w:t>Népegészségügy</w:t>
      </w:r>
    </w:p>
    <w:p w:rsidR="005D696B" w:rsidRPr="005B300D" w:rsidRDefault="005D696B" w:rsidP="005D696B">
      <w:pPr>
        <w:ind w:left="426"/>
      </w:pPr>
      <w:r w:rsidRPr="005B300D">
        <w:t>Környezet egészségügy</w:t>
      </w:r>
    </w:p>
    <w:p w:rsidR="005D696B" w:rsidRPr="005B300D" w:rsidRDefault="005D696B" w:rsidP="005D696B">
      <w:pPr>
        <w:ind w:left="426"/>
      </w:pPr>
      <w:r w:rsidRPr="005B300D">
        <w:t>Egészségfejlesztés</w:t>
      </w:r>
    </w:p>
    <w:p w:rsidR="005D696B" w:rsidRPr="005B300D" w:rsidRDefault="005D696B" w:rsidP="005D696B">
      <w:pPr>
        <w:ind w:left="426"/>
      </w:pPr>
      <w:r w:rsidRPr="005B300D">
        <w:t>Orvosi latin</w:t>
      </w:r>
    </w:p>
    <w:p w:rsidR="005D696B" w:rsidRPr="005B300D" w:rsidRDefault="005D696B" w:rsidP="005D696B">
      <w:pPr>
        <w:ind w:left="426"/>
      </w:pPr>
      <w:r w:rsidRPr="005B300D">
        <w:t>Egészséges ember gondozása</w:t>
      </w:r>
    </w:p>
    <w:p w:rsidR="005D696B" w:rsidRPr="005B300D" w:rsidRDefault="005D696B" w:rsidP="005D696B">
      <w:pPr>
        <w:ind w:left="426"/>
      </w:pPr>
      <w:r w:rsidRPr="005B300D">
        <w:t>Csecsemő és kisgyermek gondozása</w:t>
      </w:r>
    </w:p>
    <w:p w:rsidR="005D696B" w:rsidRPr="005B300D" w:rsidRDefault="005D696B" w:rsidP="005D696B">
      <w:pPr>
        <w:ind w:left="426"/>
      </w:pPr>
      <w:r w:rsidRPr="005B300D">
        <w:t>Akadályozott ember gondozása</w:t>
      </w:r>
    </w:p>
    <w:p w:rsidR="005D696B" w:rsidRPr="005B300D" w:rsidRDefault="005D696B" w:rsidP="005D696B">
      <w:pPr>
        <w:ind w:left="426"/>
      </w:pPr>
      <w:r w:rsidRPr="005B300D">
        <w:t>Ápolástudomány</w:t>
      </w:r>
    </w:p>
    <w:p w:rsidR="005D696B" w:rsidRPr="005B300D" w:rsidRDefault="005D696B" w:rsidP="005D696B">
      <w:pPr>
        <w:ind w:left="426"/>
      </w:pPr>
      <w:r w:rsidRPr="005B300D">
        <w:t>Ápolási beavatkozások</w:t>
      </w:r>
    </w:p>
    <w:p w:rsidR="005D696B" w:rsidRPr="005B300D" w:rsidRDefault="005D696B" w:rsidP="005D696B">
      <w:pPr>
        <w:ind w:left="426"/>
      </w:pPr>
      <w:r w:rsidRPr="005B300D">
        <w:t>Betegmegfigyelés</w:t>
      </w:r>
    </w:p>
    <w:p w:rsidR="005D696B" w:rsidRPr="005B300D" w:rsidRDefault="005D696B" w:rsidP="005D696B">
      <w:pPr>
        <w:ind w:left="426"/>
      </w:pPr>
      <w:r w:rsidRPr="005B300D">
        <w:t>Egészséges csecsemő és gyermek gondozása</w:t>
      </w:r>
    </w:p>
    <w:p w:rsidR="005D696B" w:rsidRPr="005B300D" w:rsidRDefault="005D696B" w:rsidP="005D696B">
      <w:pPr>
        <w:ind w:left="426"/>
      </w:pPr>
      <w:r w:rsidRPr="005B300D">
        <w:t>Járó beteg ellátási gyakorlat</w:t>
      </w:r>
    </w:p>
    <w:p w:rsidR="005D696B" w:rsidRPr="005B300D" w:rsidRDefault="005D696B" w:rsidP="005D696B">
      <w:pPr>
        <w:ind w:left="426"/>
      </w:pPr>
      <w:r w:rsidRPr="005B300D">
        <w:t>Ápolás és gondozási gyakorlat</w:t>
      </w:r>
    </w:p>
    <w:p w:rsidR="005D696B" w:rsidRPr="005B300D" w:rsidRDefault="005D696B" w:rsidP="005D696B">
      <w:pPr>
        <w:ind w:left="426"/>
      </w:pPr>
      <w:r w:rsidRPr="005B300D">
        <w:t>Anatómia-élettan</w:t>
      </w:r>
    </w:p>
    <w:p w:rsidR="005D696B" w:rsidRPr="005B300D" w:rsidRDefault="005D696B" w:rsidP="005D696B">
      <w:pPr>
        <w:ind w:left="426"/>
      </w:pPr>
      <w:r w:rsidRPr="005B300D">
        <w:t>Elsősegélynyújtás-első ellátás</w:t>
      </w:r>
    </w:p>
    <w:p w:rsidR="005D696B" w:rsidRPr="005B300D" w:rsidRDefault="005D696B" w:rsidP="005D696B">
      <w:pPr>
        <w:ind w:left="426"/>
      </w:pPr>
      <w:r w:rsidRPr="005B300D">
        <w:t>Mikrobiológia</w:t>
      </w:r>
    </w:p>
    <w:p w:rsidR="005D696B" w:rsidRPr="005B300D" w:rsidRDefault="005D696B" w:rsidP="005D696B">
      <w:pPr>
        <w:ind w:left="426"/>
      </w:pPr>
      <w:r w:rsidRPr="005B300D">
        <w:t>Általános kórtan</w:t>
      </w:r>
    </w:p>
    <w:p w:rsidR="005D696B" w:rsidRPr="005B300D" w:rsidRDefault="005D696B" w:rsidP="005D696B">
      <w:pPr>
        <w:ind w:left="426"/>
      </w:pPr>
      <w:r w:rsidRPr="005B300D">
        <w:t>Diagnosztikai alapjai</w:t>
      </w:r>
    </w:p>
    <w:p w:rsidR="005D696B" w:rsidRPr="005B300D" w:rsidRDefault="005D696B" w:rsidP="005D696B">
      <w:pPr>
        <w:ind w:left="426"/>
      </w:pPr>
      <w:r w:rsidRPr="005B300D">
        <w:t>Terápiás ismeretek</w:t>
      </w:r>
    </w:p>
    <w:p w:rsidR="005D696B" w:rsidRPr="005B300D" w:rsidRDefault="005D696B" w:rsidP="005D696B">
      <w:pPr>
        <w:ind w:left="426"/>
      </w:pPr>
      <w:r w:rsidRPr="005B300D">
        <w:t>Belgyógyászati gyakorlat</w:t>
      </w:r>
    </w:p>
    <w:p w:rsidR="005D696B" w:rsidRPr="005B300D" w:rsidRDefault="005D696B" w:rsidP="005D696B">
      <w:pPr>
        <w:ind w:left="426"/>
      </w:pPr>
      <w:r w:rsidRPr="005B300D">
        <w:t>Sebészeti és traumatológia gyakorlat</w:t>
      </w:r>
    </w:p>
    <w:p w:rsidR="005D696B" w:rsidRPr="005B300D" w:rsidRDefault="005D696B" w:rsidP="005D696B">
      <w:pPr>
        <w:ind w:left="426"/>
      </w:pPr>
      <w:r w:rsidRPr="005B300D">
        <w:t>Gyermekgyógyászati gyakorlat</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Kardiológia és pulmonológia alapjai</w:t>
      </w:r>
      <w:r w:rsidRPr="005B300D">
        <w:rPr>
          <w:b/>
          <w:i/>
        </w:rPr>
        <w:tab/>
        <w:t>19 óra/16 óra</w:t>
      </w:r>
    </w:p>
    <w:p w:rsidR="005D696B" w:rsidRPr="005B300D" w:rsidRDefault="005D696B" w:rsidP="005D696B">
      <w:pPr>
        <w:tabs>
          <w:tab w:val="left" w:pos="1418"/>
          <w:tab w:val="right" w:pos="9072"/>
        </w:tabs>
        <w:ind w:left="851"/>
      </w:pPr>
      <w:r w:rsidRPr="005B300D">
        <w:t>A belgyógyászat alapjai</w:t>
      </w:r>
    </w:p>
    <w:p w:rsidR="005D696B" w:rsidRPr="005B300D" w:rsidRDefault="005D696B" w:rsidP="005D696B">
      <w:pPr>
        <w:tabs>
          <w:tab w:val="left" w:pos="1418"/>
          <w:tab w:val="right" w:pos="9072"/>
        </w:tabs>
        <w:ind w:left="851"/>
      </w:pPr>
      <w:r w:rsidRPr="005B300D">
        <w:t>Belgyógyászat tudományterületei</w:t>
      </w:r>
    </w:p>
    <w:p w:rsidR="005D696B" w:rsidRPr="005B300D" w:rsidRDefault="005D696B" w:rsidP="005D696B">
      <w:pPr>
        <w:tabs>
          <w:tab w:val="left" w:pos="1418"/>
          <w:tab w:val="right" w:pos="9072"/>
        </w:tabs>
        <w:ind w:left="851"/>
      </w:pPr>
      <w:r w:rsidRPr="005B300D">
        <w:t>Betegvizsgálati módszerek</w:t>
      </w:r>
    </w:p>
    <w:p w:rsidR="005D696B" w:rsidRPr="005B300D" w:rsidRDefault="005D696B" w:rsidP="005D696B">
      <w:pPr>
        <w:tabs>
          <w:tab w:val="left" w:pos="1418"/>
          <w:tab w:val="right" w:pos="9072"/>
        </w:tabs>
        <w:ind w:left="851"/>
      </w:pPr>
      <w:r w:rsidRPr="005B300D">
        <w:t>Kardiológia</w:t>
      </w:r>
    </w:p>
    <w:p w:rsidR="005D696B" w:rsidRPr="005B300D" w:rsidRDefault="005D696B" w:rsidP="005D696B">
      <w:pPr>
        <w:tabs>
          <w:tab w:val="left" w:pos="1418"/>
          <w:tab w:val="right" w:pos="9072"/>
        </w:tabs>
        <w:ind w:left="851"/>
      </w:pPr>
      <w:r w:rsidRPr="005B300D">
        <w:t>Keringési rendszer kórfolyamatai</w:t>
      </w:r>
    </w:p>
    <w:p w:rsidR="005D696B" w:rsidRPr="005B300D" w:rsidRDefault="005D696B" w:rsidP="005D696B">
      <w:pPr>
        <w:tabs>
          <w:tab w:val="left" w:pos="1418"/>
          <w:tab w:val="right" w:pos="9072"/>
        </w:tabs>
        <w:ind w:left="851"/>
      </w:pPr>
      <w:proofErr w:type="spellStart"/>
      <w:r w:rsidRPr="005B300D">
        <w:t>Kardiális</w:t>
      </w:r>
      <w:proofErr w:type="spellEnd"/>
      <w:r w:rsidRPr="005B300D">
        <w:t xml:space="preserve"> eredetű betegségek és ellátása</w:t>
      </w:r>
    </w:p>
    <w:p w:rsidR="005D696B" w:rsidRPr="005B300D" w:rsidRDefault="005D696B" w:rsidP="005D696B">
      <w:pPr>
        <w:tabs>
          <w:tab w:val="left" w:pos="1418"/>
          <w:tab w:val="right" w:pos="9072"/>
        </w:tabs>
        <w:ind w:left="851"/>
      </w:pPr>
      <w:proofErr w:type="spellStart"/>
      <w:r w:rsidRPr="005B300D">
        <w:t>Vascularis</w:t>
      </w:r>
      <w:proofErr w:type="spellEnd"/>
      <w:r w:rsidRPr="005B300D">
        <w:t xml:space="preserve"> eredetű betegségek és ellátása</w:t>
      </w:r>
    </w:p>
    <w:p w:rsidR="005D696B" w:rsidRPr="005B300D" w:rsidRDefault="005D696B" w:rsidP="005D696B">
      <w:pPr>
        <w:tabs>
          <w:tab w:val="left" w:pos="1418"/>
          <w:tab w:val="right" w:pos="9072"/>
        </w:tabs>
        <w:ind w:left="851"/>
      </w:pPr>
      <w:r w:rsidRPr="005B300D">
        <w:t>Légző rendszer kórfolyamatai</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r w:rsidRPr="005B300D">
        <w:t>Pulmonológia.</w:t>
      </w:r>
    </w:p>
    <w:p w:rsidR="005D696B" w:rsidRPr="005B300D" w:rsidRDefault="005D696B" w:rsidP="005D696B">
      <w:pPr>
        <w:tabs>
          <w:tab w:val="left" w:pos="1418"/>
          <w:tab w:val="right" w:pos="9072"/>
        </w:tabs>
        <w:ind w:left="851"/>
      </w:pPr>
      <w:r w:rsidRPr="005B300D">
        <w:t>A légutak betegségei és ellátása.</w:t>
      </w:r>
    </w:p>
    <w:p w:rsidR="005D696B" w:rsidRPr="005B300D" w:rsidRDefault="005D696B" w:rsidP="005D696B">
      <w:pPr>
        <w:tabs>
          <w:tab w:val="left" w:pos="1418"/>
          <w:tab w:val="right" w:pos="9072"/>
        </w:tabs>
        <w:ind w:left="851"/>
      </w:pPr>
      <w:r w:rsidRPr="005B300D">
        <w:t>A tüdő betegségei és ellátása.</w:t>
      </w:r>
    </w:p>
    <w:p w:rsidR="005D696B" w:rsidRPr="005B300D" w:rsidRDefault="005D696B" w:rsidP="005D696B">
      <w:pPr>
        <w:tabs>
          <w:tab w:val="left" w:pos="1418"/>
          <w:tab w:val="right" w:pos="9072"/>
        </w:tabs>
        <w:ind w:left="851"/>
      </w:pPr>
      <w:r w:rsidRPr="005B300D">
        <w:t>Légzési elégtelenséghez vezető kórképek.</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spellStart"/>
      <w:r w:rsidRPr="005B300D">
        <w:rPr>
          <w:b/>
          <w:i/>
        </w:rPr>
        <w:t>Gasztroenterológia</w:t>
      </w:r>
      <w:proofErr w:type="spellEnd"/>
      <w:r w:rsidRPr="005B300D">
        <w:rPr>
          <w:b/>
          <w:i/>
        </w:rPr>
        <w:t xml:space="preserve"> és </w:t>
      </w:r>
      <w:proofErr w:type="spellStart"/>
      <w:r w:rsidRPr="005B300D">
        <w:rPr>
          <w:b/>
          <w:i/>
        </w:rPr>
        <w:t>nefrológia</w:t>
      </w:r>
      <w:proofErr w:type="spellEnd"/>
      <w:r w:rsidRPr="005B300D">
        <w:rPr>
          <w:b/>
          <w:i/>
        </w:rPr>
        <w:t xml:space="preserve"> alapjai</w:t>
      </w:r>
      <w:r w:rsidRPr="005B300D">
        <w:rPr>
          <w:b/>
          <w:i/>
        </w:rPr>
        <w:tab/>
        <w:t>17 óra/13 óra</w:t>
      </w:r>
    </w:p>
    <w:p w:rsidR="005D696B" w:rsidRPr="005B300D" w:rsidRDefault="005D696B" w:rsidP="005D696B">
      <w:pPr>
        <w:ind w:left="851"/>
      </w:pPr>
      <w:proofErr w:type="spellStart"/>
      <w:r w:rsidRPr="005B300D">
        <w:t>Gasztroenterológia</w:t>
      </w:r>
      <w:proofErr w:type="spellEnd"/>
    </w:p>
    <w:p w:rsidR="005D696B" w:rsidRPr="005B300D" w:rsidRDefault="005D696B" w:rsidP="005D696B">
      <w:pPr>
        <w:tabs>
          <w:tab w:val="left" w:pos="1418"/>
          <w:tab w:val="right" w:pos="9072"/>
        </w:tabs>
        <w:ind w:left="851"/>
      </w:pPr>
      <w:r w:rsidRPr="005B300D">
        <w:t xml:space="preserve">Emésztő rendszer kórfolyamatai </w:t>
      </w:r>
    </w:p>
    <w:p w:rsidR="005D696B" w:rsidRPr="005B300D" w:rsidRDefault="005D696B" w:rsidP="005D696B">
      <w:pPr>
        <w:ind w:left="851"/>
      </w:pPr>
      <w:r w:rsidRPr="005B300D">
        <w:t>Emésztő csatorna betegségei</w:t>
      </w:r>
    </w:p>
    <w:p w:rsidR="005D696B" w:rsidRPr="005B300D" w:rsidRDefault="005D696B" w:rsidP="005D696B">
      <w:pPr>
        <w:ind w:left="851"/>
      </w:pPr>
      <w:r w:rsidRPr="005B300D">
        <w:t>Emésztő mirigyek betegségei és ellátása</w:t>
      </w:r>
    </w:p>
    <w:p w:rsidR="005D696B" w:rsidRPr="005B300D" w:rsidRDefault="005D696B" w:rsidP="005D696B">
      <w:pPr>
        <w:ind w:left="851"/>
      </w:pPr>
      <w:r w:rsidRPr="005B300D">
        <w:t>A táplálkozás és az anyagcsere zavarai</w:t>
      </w:r>
    </w:p>
    <w:p w:rsidR="005D696B" w:rsidRPr="005B300D" w:rsidRDefault="005D696B" w:rsidP="005D696B">
      <w:pPr>
        <w:ind w:left="851"/>
      </w:pPr>
      <w:r w:rsidRPr="005B300D">
        <w:t>A vizeletkiválasztó és elvezető rendszer kórfolyamatai</w:t>
      </w:r>
    </w:p>
    <w:p w:rsidR="005D696B" w:rsidRPr="005B300D" w:rsidRDefault="005D696B" w:rsidP="005D696B">
      <w:pPr>
        <w:ind w:left="851"/>
      </w:pPr>
    </w:p>
    <w:p w:rsidR="005D696B" w:rsidRPr="005B300D" w:rsidRDefault="005D696B" w:rsidP="005D696B">
      <w:pPr>
        <w:ind w:left="851"/>
      </w:pPr>
      <w:proofErr w:type="spellStart"/>
      <w:r w:rsidRPr="005B300D">
        <w:t>Nefrológia</w:t>
      </w:r>
      <w:proofErr w:type="spellEnd"/>
    </w:p>
    <w:p w:rsidR="005D696B" w:rsidRPr="005B300D" w:rsidRDefault="005D696B" w:rsidP="005D696B">
      <w:pPr>
        <w:ind w:left="851"/>
      </w:pPr>
      <w:r w:rsidRPr="005B300D">
        <w:t xml:space="preserve">A </w:t>
      </w:r>
      <w:proofErr w:type="spellStart"/>
      <w:r w:rsidRPr="005B300D">
        <w:t>húgyutak</w:t>
      </w:r>
      <w:proofErr w:type="spellEnd"/>
      <w:r w:rsidRPr="005B300D">
        <w:t xml:space="preserve"> betegségei és ellátása</w:t>
      </w:r>
    </w:p>
    <w:p w:rsidR="005D696B" w:rsidRPr="005B300D" w:rsidRDefault="005D696B" w:rsidP="005D696B">
      <w:pPr>
        <w:ind w:left="851"/>
      </w:pPr>
      <w:r w:rsidRPr="005B300D">
        <w:t>A vese betegségei és ellátása</w:t>
      </w:r>
    </w:p>
    <w:p w:rsidR="005D696B" w:rsidRPr="005B300D" w:rsidRDefault="005D696B" w:rsidP="005D696B">
      <w:pPr>
        <w:ind w:left="851"/>
      </w:pPr>
      <w:r w:rsidRPr="005B300D">
        <w:t>Vérképző rendszer kórfolyamatai, betegségei és ellátása</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Hematológia, immunológia, reumatológia </w:t>
      </w:r>
      <w:proofErr w:type="gramStart"/>
      <w:r w:rsidRPr="005B300D">
        <w:rPr>
          <w:b/>
          <w:i/>
        </w:rPr>
        <w:t>alapjai</w:t>
      </w:r>
      <w:r w:rsidRPr="005B300D">
        <w:rPr>
          <w:b/>
        </w:rPr>
        <w:t xml:space="preserve"> </w:t>
      </w:r>
      <w:r w:rsidRPr="005B300D">
        <w:rPr>
          <w:b/>
          <w:i/>
        </w:rPr>
        <w:t xml:space="preserve"> </w:t>
      </w:r>
      <w:r w:rsidRPr="005B300D">
        <w:rPr>
          <w:b/>
          <w:i/>
        </w:rPr>
        <w:tab/>
        <w:t>16</w:t>
      </w:r>
      <w:proofErr w:type="gramEnd"/>
      <w:r w:rsidRPr="005B300D">
        <w:rPr>
          <w:b/>
          <w:i/>
        </w:rPr>
        <w:t xml:space="preserve"> óra/13 óra</w:t>
      </w:r>
    </w:p>
    <w:p w:rsidR="005D696B" w:rsidRPr="005B300D" w:rsidRDefault="005D696B" w:rsidP="005D696B">
      <w:pPr>
        <w:tabs>
          <w:tab w:val="left" w:pos="1418"/>
          <w:tab w:val="right" w:pos="9072"/>
        </w:tabs>
        <w:ind w:left="851"/>
      </w:pPr>
      <w:r w:rsidRPr="005B300D">
        <w:t>Hematológia és immunológia</w:t>
      </w:r>
      <w:r w:rsidRPr="005B300D">
        <w:tab/>
      </w:r>
    </w:p>
    <w:p w:rsidR="005D696B" w:rsidRPr="005B300D" w:rsidRDefault="005D696B" w:rsidP="005D696B">
      <w:pPr>
        <w:tabs>
          <w:tab w:val="left" w:pos="1418"/>
          <w:tab w:val="right" w:pos="9072"/>
        </w:tabs>
        <w:ind w:left="851"/>
      </w:pPr>
      <w:r w:rsidRPr="005B300D">
        <w:t>Immunrendszer kórfolyamatai, betegségei és ellátása</w:t>
      </w:r>
    </w:p>
    <w:p w:rsidR="005D696B" w:rsidRPr="005B300D" w:rsidRDefault="005D696B" w:rsidP="005D696B">
      <w:pPr>
        <w:tabs>
          <w:tab w:val="left" w:pos="1418"/>
          <w:tab w:val="right" w:pos="9072"/>
        </w:tabs>
        <w:ind w:left="851"/>
      </w:pPr>
      <w:r w:rsidRPr="005B300D">
        <w:t>Az endokrin rendszer kórfolyamatai</w:t>
      </w:r>
    </w:p>
    <w:p w:rsidR="005D696B" w:rsidRPr="005B300D" w:rsidRDefault="005D696B" w:rsidP="005D696B">
      <w:pPr>
        <w:tabs>
          <w:tab w:val="left" w:pos="1418"/>
          <w:tab w:val="right" w:pos="9072"/>
        </w:tabs>
        <w:ind w:left="851"/>
      </w:pPr>
      <w:r w:rsidRPr="005B300D">
        <w:t>Endokrinológia</w:t>
      </w:r>
    </w:p>
    <w:p w:rsidR="005D696B" w:rsidRPr="005B300D" w:rsidRDefault="005D696B" w:rsidP="005D696B">
      <w:pPr>
        <w:tabs>
          <w:tab w:val="left" w:pos="1418"/>
          <w:tab w:val="right" w:pos="9072"/>
        </w:tabs>
        <w:ind w:left="851"/>
      </w:pPr>
      <w:r w:rsidRPr="005B300D">
        <w:t>Endokrin mirigyek betegségei és ellátása</w:t>
      </w:r>
    </w:p>
    <w:p w:rsidR="005D696B" w:rsidRPr="005B300D" w:rsidRDefault="005D696B" w:rsidP="005D696B">
      <w:pPr>
        <w:tabs>
          <w:tab w:val="left" w:pos="1418"/>
          <w:tab w:val="right" w:pos="9072"/>
        </w:tabs>
        <w:ind w:left="851"/>
      </w:pPr>
      <w:r w:rsidRPr="005B300D">
        <w:t>Reproduktív rendszer endokrin betegségei és ellátása</w:t>
      </w:r>
    </w:p>
    <w:p w:rsidR="005D696B" w:rsidRPr="005B300D" w:rsidRDefault="005D696B" w:rsidP="005D696B">
      <w:pPr>
        <w:tabs>
          <w:tab w:val="left" w:pos="1418"/>
          <w:tab w:val="right" w:pos="9072"/>
        </w:tabs>
        <w:ind w:left="851"/>
      </w:pPr>
      <w:r w:rsidRPr="005B300D">
        <w:t>Mozgás rendszer kórfolyamatai</w:t>
      </w:r>
    </w:p>
    <w:p w:rsidR="005D696B" w:rsidRPr="005B300D" w:rsidRDefault="005D696B" w:rsidP="005D696B">
      <w:pPr>
        <w:tabs>
          <w:tab w:val="left" w:pos="1418"/>
          <w:tab w:val="right" w:pos="9072"/>
        </w:tabs>
        <w:ind w:left="851"/>
      </w:pPr>
      <w:r w:rsidRPr="005B300D">
        <w:t>Reumatológia.</w:t>
      </w:r>
    </w:p>
    <w:p w:rsidR="005D696B" w:rsidRPr="005B300D" w:rsidRDefault="005D696B" w:rsidP="005D696B">
      <w:pPr>
        <w:tabs>
          <w:tab w:val="left" w:pos="1418"/>
          <w:tab w:val="right" w:pos="9072"/>
        </w:tabs>
        <w:ind w:left="851"/>
      </w:pPr>
      <w:r w:rsidRPr="005B300D">
        <w:t>A csontok betegségei és ellátása.</w:t>
      </w:r>
    </w:p>
    <w:p w:rsidR="005D696B" w:rsidRPr="005B300D" w:rsidRDefault="005D696B" w:rsidP="005D696B">
      <w:pPr>
        <w:tabs>
          <w:tab w:val="left" w:pos="1418"/>
          <w:tab w:val="right" w:pos="9072"/>
        </w:tabs>
        <w:ind w:left="851"/>
      </w:pPr>
      <w:r w:rsidRPr="005B300D">
        <w:t>Az ízületek gyulladásos betegségei és ellátása.</w:t>
      </w:r>
    </w:p>
    <w:p w:rsidR="005D696B" w:rsidRPr="005B300D" w:rsidRDefault="005D696B" w:rsidP="005D696B">
      <w:pPr>
        <w:tabs>
          <w:tab w:val="left" w:pos="1418"/>
          <w:tab w:val="right" w:pos="9072"/>
        </w:tabs>
        <w:ind w:left="851"/>
      </w:pPr>
      <w:r w:rsidRPr="005B300D">
        <w:t>Az izmok betegségei és ellátása.</w:t>
      </w:r>
    </w:p>
    <w:p w:rsidR="005D696B" w:rsidRPr="005B300D" w:rsidRDefault="005D696B" w:rsidP="005D696B">
      <w:pPr>
        <w:tabs>
          <w:tab w:val="left" w:pos="1418"/>
          <w:tab w:val="right" w:pos="9072"/>
        </w:tabs>
        <w:ind w:left="851"/>
      </w:pPr>
      <w:r w:rsidRPr="005B300D">
        <w:t>Az idegrendszer kórfolyamatai.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Neurológia és pszichiátria alapjai </w:t>
      </w:r>
      <w:r w:rsidRPr="005B300D">
        <w:rPr>
          <w:b/>
          <w:i/>
        </w:rPr>
        <w:tab/>
        <w:t>15 óra/12 óra</w:t>
      </w:r>
    </w:p>
    <w:p w:rsidR="005D696B" w:rsidRPr="005B300D" w:rsidRDefault="005D696B" w:rsidP="005D696B">
      <w:pPr>
        <w:ind w:left="851"/>
      </w:pPr>
      <w:r w:rsidRPr="005B300D">
        <w:t>Neurológia</w:t>
      </w:r>
    </w:p>
    <w:p w:rsidR="005D696B" w:rsidRPr="005B300D" w:rsidRDefault="005D696B" w:rsidP="005D696B">
      <w:pPr>
        <w:tabs>
          <w:tab w:val="left" w:pos="1418"/>
          <w:tab w:val="right" w:pos="9072"/>
        </w:tabs>
        <w:ind w:left="851"/>
      </w:pPr>
      <w:r w:rsidRPr="005B300D">
        <w:t>Központi idegrendszer betegségei és ellátása</w:t>
      </w:r>
    </w:p>
    <w:p w:rsidR="005D696B" w:rsidRPr="005B300D" w:rsidRDefault="005D696B" w:rsidP="005D696B">
      <w:pPr>
        <w:tabs>
          <w:tab w:val="left" w:pos="1418"/>
          <w:tab w:val="right" w:pos="9072"/>
        </w:tabs>
        <w:ind w:left="851"/>
      </w:pPr>
      <w:r w:rsidRPr="005B300D">
        <w:t>Perifériás idegrendszer betegségei és ellátása</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r w:rsidRPr="005B300D">
        <w:t>Pszichiátria</w:t>
      </w:r>
    </w:p>
    <w:p w:rsidR="005D696B" w:rsidRPr="005B300D" w:rsidRDefault="005D696B" w:rsidP="005D696B">
      <w:pPr>
        <w:tabs>
          <w:tab w:val="left" w:pos="1418"/>
          <w:tab w:val="right" w:pos="9072"/>
        </w:tabs>
        <w:ind w:left="851"/>
      </w:pPr>
      <w:r w:rsidRPr="005B300D">
        <w:t>Magatartás zavarok</w:t>
      </w:r>
    </w:p>
    <w:p w:rsidR="005D696B" w:rsidRPr="005B300D" w:rsidRDefault="005D696B" w:rsidP="005D696B">
      <w:pPr>
        <w:tabs>
          <w:tab w:val="left" w:pos="1418"/>
          <w:tab w:val="right" w:pos="9072"/>
        </w:tabs>
        <w:ind w:left="851"/>
      </w:pPr>
      <w:r w:rsidRPr="005B300D">
        <w:t>Szenvedélybetegségek</w:t>
      </w:r>
    </w:p>
    <w:p w:rsidR="005D696B" w:rsidRPr="005B300D" w:rsidRDefault="005D696B" w:rsidP="005D696B">
      <w:pPr>
        <w:tabs>
          <w:tab w:val="left" w:pos="1418"/>
          <w:tab w:val="right" w:pos="9072"/>
        </w:tabs>
        <w:ind w:left="851"/>
      </w:pPr>
      <w:r w:rsidRPr="005B300D">
        <w:t>Hangulat zavarok</w:t>
      </w:r>
    </w:p>
    <w:p w:rsidR="005D696B" w:rsidRPr="005B300D" w:rsidRDefault="005D696B" w:rsidP="005D696B">
      <w:pPr>
        <w:tabs>
          <w:tab w:val="left" w:pos="1418"/>
          <w:tab w:val="right" w:pos="9072"/>
        </w:tabs>
        <w:ind w:left="851"/>
      </w:pPr>
      <w:r w:rsidRPr="005B300D">
        <w:t>Személyiség zavarok</w:t>
      </w:r>
    </w:p>
    <w:p w:rsidR="005D696B" w:rsidRPr="005B300D" w:rsidRDefault="005D696B" w:rsidP="005D696B">
      <w:pPr>
        <w:tabs>
          <w:tab w:val="left" w:pos="1418"/>
          <w:tab w:val="right" w:pos="9072"/>
        </w:tabs>
        <w:ind w:left="851"/>
      </w:pPr>
      <w:r w:rsidRPr="005B300D">
        <w:t>Szorongásos kórképek</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Sebészet és traumatológia alapjai</w:t>
      </w:r>
      <w:r w:rsidRPr="005B300D">
        <w:rPr>
          <w:b/>
          <w:i/>
        </w:rPr>
        <w:tab/>
        <w:t>31 óra/32 óra</w:t>
      </w:r>
    </w:p>
    <w:p w:rsidR="005D696B" w:rsidRPr="005B300D" w:rsidRDefault="005D696B" w:rsidP="005D696B">
      <w:pPr>
        <w:tabs>
          <w:tab w:val="left" w:pos="1418"/>
          <w:tab w:val="right" w:pos="9072"/>
        </w:tabs>
        <w:ind w:left="851"/>
      </w:pPr>
      <w:r w:rsidRPr="005B300D">
        <w:t xml:space="preserve"> Aszepszis/Antiszepszis. </w:t>
      </w:r>
    </w:p>
    <w:p w:rsidR="005D696B" w:rsidRPr="005B300D" w:rsidRDefault="005D696B" w:rsidP="005D696B">
      <w:pPr>
        <w:tabs>
          <w:tab w:val="left" w:pos="1418"/>
          <w:tab w:val="right" w:pos="9072"/>
        </w:tabs>
        <w:ind w:left="851"/>
      </w:pPr>
      <w:r w:rsidRPr="005B300D">
        <w:t>Sebészeti kézfertőtlenítés.</w:t>
      </w:r>
    </w:p>
    <w:p w:rsidR="005D696B" w:rsidRPr="005B300D" w:rsidRDefault="005D696B" w:rsidP="005D696B">
      <w:pPr>
        <w:tabs>
          <w:tab w:val="left" w:pos="1418"/>
          <w:tab w:val="right" w:pos="9072"/>
        </w:tabs>
        <w:ind w:left="851"/>
      </w:pPr>
      <w:r w:rsidRPr="005B300D">
        <w:t>Műtéti terület fertőtlenítése.</w:t>
      </w:r>
    </w:p>
    <w:p w:rsidR="005D696B" w:rsidRPr="005B300D" w:rsidRDefault="005D696B" w:rsidP="005D696B">
      <w:pPr>
        <w:tabs>
          <w:tab w:val="left" w:pos="1418"/>
          <w:tab w:val="right" w:pos="9072"/>
        </w:tabs>
        <w:ind w:left="851"/>
      </w:pPr>
      <w:r w:rsidRPr="005B300D">
        <w:t>Műtéti eszközök sterilizálása.</w:t>
      </w:r>
    </w:p>
    <w:p w:rsidR="005D696B" w:rsidRPr="005B300D" w:rsidRDefault="005D696B" w:rsidP="005D696B">
      <w:pPr>
        <w:tabs>
          <w:tab w:val="left" w:pos="1418"/>
          <w:tab w:val="right" w:pos="9072"/>
        </w:tabs>
        <w:ind w:left="851"/>
      </w:pPr>
      <w:r w:rsidRPr="005B300D">
        <w:lastRenderedPageBreak/>
        <w:t>A műtő fertőtlenítése.</w:t>
      </w:r>
    </w:p>
    <w:p w:rsidR="005D696B" w:rsidRPr="005B300D" w:rsidRDefault="005D696B" w:rsidP="005D696B">
      <w:pPr>
        <w:tabs>
          <w:tab w:val="left" w:pos="1418"/>
          <w:tab w:val="right" w:pos="9072"/>
        </w:tabs>
        <w:ind w:left="851"/>
      </w:pPr>
      <w:r w:rsidRPr="005B300D">
        <w:t>Sebészeti fertőzések.</w:t>
      </w:r>
    </w:p>
    <w:p w:rsidR="005D696B" w:rsidRPr="005B300D" w:rsidRDefault="005D696B" w:rsidP="005D696B">
      <w:pPr>
        <w:tabs>
          <w:tab w:val="left" w:pos="1418"/>
          <w:tab w:val="right" w:pos="9072"/>
        </w:tabs>
        <w:ind w:left="851"/>
      </w:pPr>
      <w:proofErr w:type="spellStart"/>
      <w:r w:rsidRPr="005B300D">
        <w:t>Pyogen</w:t>
      </w:r>
      <w:proofErr w:type="spellEnd"/>
      <w:r w:rsidRPr="005B300D">
        <w:t xml:space="preserve"> fertőzések.</w:t>
      </w:r>
    </w:p>
    <w:p w:rsidR="005D696B" w:rsidRPr="005B300D" w:rsidRDefault="005D696B" w:rsidP="005D696B">
      <w:pPr>
        <w:tabs>
          <w:tab w:val="left" w:pos="1418"/>
          <w:tab w:val="right" w:pos="9072"/>
        </w:tabs>
        <w:ind w:left="851"/>
      </w:pPr>
      <w:r w:rsidRPr="005B300D">
        <w:t>Anaerob fertőzések.</w:t>
      </w:r>
    </w:p>
    <w:p w:rsidR="005D696B" w:rsidRPr="005B300D" w:rsidRDefault="005D696B" w:rsidP="005D696B">
      <w:pPr>
        <w:tabs>
          <w:tab w:val="left" w:pos="1418"/>
          <w:tab w:val="right" w:pos="9072"/>
        </w:tabs>
        <w:ind w:left="851"/>
      </w:pPr>
      <w:r w:rsidRPr="005B300D">
        <w:t>Érzéstelenítés.</w:t>
      </w:r>
    </w:p>
    <w:p w:rsidR="005D696B" w:rsidRPr="005B300D" w:rsidRDefault="005D696B" w:rsidP="005D696B">
      <w:pPr>
        <w:tabs>
          <w:tab w:val="left" w:pos="1418"/>
          <w:tab w:val="right" w:pos="9072"/>
        </w:tabs>
        <w:ind w:left="851"/>
      </w:pPr>
      <w:r w:rsidRPr="005B300D">
        <w:t>Általános érzéstelenítés.</w:t>
      </w:r>
    </w:p>
    <w:p w:rsidR="005D696B" w:rsidRPr="005B300D" w:rsidRDefault="005D696B" w:rsidP="005D696B">
      <w:pPr>
        <w:tabs>
          <w:tab w:val="left" w:pos="1418"/>
          <w:tab w:val="right" w:pos="9072"/>
        </w:tabs>
        <w:ind w:left="851"/>
      </w:pPr>
      <w:r w:rsidRPr="005B300D">
        <w:t>Regionális érzéstelenítés.</w:t>
      </w:r>
    </w:p>
    <w:p w:rsidR="005D696B" w:rsidRPr="005B300D" w:rsidRDefault="005D696B" w:rsidP="005D696B">
      <w:pPr>
        <w:tabs>
          <w:tab w:val="left" w:pos="1418"/>
          <w:tab w:val="right" w:pos="9072"/>
        </w:tabs>
        <w:ind w:left="851"/>
      </w:pPr>
      <w:r w:rsidRPr="005B300D">
        <w:t>Helyi érzéstelenítés.</w:t>
      </w:r>
    </w:p>
    <w:p w:rsidR="005D696B" w:rsidRPr="005B300D" w:rsidRDefault="005D696B" w:rsidP="005D696B">
      <w:pPr>
        <w:tabs>
          <w:tab w:val="left" w:pos="1418"/>
          <w:tab w:val="right" w:pos="9072"/>
        </w:tabs>
        <w:ind w:left="851"/>
      </w:pPr>
      <w:r w:rsidRPr="005B300D">
        <w:t>Műtéti technikák.</w:t>
      </w:r>
    </w:p>
    <w:p w:rsidR="005D696B" w:rsidRPr="005B300D" w:rsidRDefault="005D696B" w:rsidP="005D696B">
      <w:pPr>
        <w:tabs>
          <w:tab w:val="left" w:pos="1418"/>
          <w:tab w:val="right" w:pos="9072"/>
        </w:tabs>
        <w:ind w:left="851"/>
      </w:pPr>
      <w:r w:rsidRPr="005B300D">
        <w:t>Műtéti behatolási technikák.</w:t>
      </w:r>
    </w:p>
    <w:p w:rsidR="005D696B" w:rsidRPr="005B300D" w:rsidRDefault="005D696B" w:rsidP="005D696B">
      <w:pPr>
        <w:tabs>
          <w:tab w:val="left" w:pos="1418"/>
          <w:tab w:val="right" w:pos="9072"/>
        </w:tabs>
        <w:ind w:left="851"/>
      </w:pPr>
      <w:proofErr w:type="spellStart"/>
      <w:r w:rsidRPr="005B300D">
        <w:t>Endoscopos</w:t>
      </w:r>
      <w:proofErr w:type="spellEnd"/>
      <w:r w:rsidRPr="005B300D">
        <w:t xml:space="preserve"> műtéti technikák.</w:t>
      </w:r>
    </w:p>
    <w:p w:rsidR="005D696B" w:rsidRPr="005B300D" w:rsidRDefault="005D696B" w:rsidP="005D696B">
      <w:pPr>
        <w:tabs>
          <w:tab w:val="left" w:pos="1418"/>
          <w:tab w:val="right" w:pos="9072"/>
        </w:tabs>
        <w:ind w:left="851"/>
      </w:pPr>
      <w:r w:rsidRPr="005B300D">
        <w:t>Mikroszkópos műtéti technikák.</w:t>
      </w:r>
    </w:p>
    <w:p w:rsidR="005D696B" w:rsidRPr="005B300D" w:rsidRDefault="005D696B" w:rsidP="005D696B">
      <w:pPr>
        <w:tabs>
          <w:tab w:val="left" w:pos="1418"/>
          <w:tab w:val="right" w:pos="9072"/>
        </w:tabs>
        <w:ind w:left="851"/>
      </w:pPr>
      <w:r w:rsidRPr="005B300D">
        <w:t>Műtéti előkészítés és utókezelés.</w:t>
      </w:r>
    </w:p>
    <w:p w:rsidR="005D696B" w:rsidRPr="005B300D" w:rsidRDefault="005D696B" w:rsidP="005D696B">
      <w:pPr>
        <w:tabs>
          <w:tab w:val="left" w:pos="1418"/>
          <w:tab w:val="right" w:pos="9072"/>
        </w:tabs>
        <w:ind w:left="851"/>
      </w:pPr>
      <w:r w:rsidRPr="005B300D">
        <w:t>A testtájak sebészete és traumatológiája.</w:t>
      </w:r>
    </w:p>
    <w:p w:rsidR="005D696B" w:rsidRPr="005B300D" w:rsidRDefault="005D696B" w:rsidP="005D696B">
      <w:pPr>
        <w:tabs>
          <w:tab w:val="left" w:pos="1418"/>
          <w:tab w:val="right" w:pos="9072"/>
        </w:tabs>
        <w:ind w:left="851"/>
      </w:pPr>
      <w:r w:rsidRPr="005B300D">
        <w:t>A fej sebészete.</w:t>
      </w:r>
    </w:p>
    <w:p w:rsidR="005D696B" w:rsidRPr="005B300D" w:rsidRDefault="005D696B" w:rsidP="005D696B">
      <w:pPr>
        <w:tabs>
          <w:tab w:val="left" w:pos="1418"/>
          <w:tab w:val="right" w:pos="9072"/>
        </w:tabs>
        <w:ind w:left="851"/>
      </w:pPr>
      <w:r w:rsidRPr="005B300D">
        <w:t xml:space="preserve">Az </w:t>
      </w:r>
      <w:proofErr w:type="gramStart"/>
      <w:r w:rsidRPr="005B300D">
        <w:t>arc fejlődési</w:t>
      </w:r>
      <w:proofErr w:type="gramEnd"/>
      <w:r w:rsidRPr="005B300D">
        <w:t xml:space="preserve"> rendellenességei.</w:t>
      </w:r>
    </w:p>
    <w:p w:rsidR="005D696B" w:rsidRPr="005B300D" w:rsidRDefault="005D696B" w:rsidP="005D696B">
      <w:pPr>
        <w:tabs>
          <w:tab w:val="left" w:pos="1418"/>
          <w:tab w:val="right" w:pos="9072"/>
        </w:tabs>
        <w:ind w:left="851"/>
      </w:pPr>
      <w:r w:rsidRPr="005B300D">
        <w:t>A fej sérülései.</w:t>
      </w:r>
    </w:p>
    <w:p w:rsidR="005D696B" w:rsidRPr="005B300D" w:rsidRDefault="005D696B" w:rsidP="005D696B">
      <w:pPr>
        <w:tabs>
          <w:tab w:val="left" w:pos="1418"/>
          <w:tab w:val="right" w:pos="9072"/>
        </w:tabs>
        <w:ind w:left="851"/>
      </w:pPr>
      <w:r w:rsidRPr="005B300D">
        <w:t>Az agy sebészete.</w:t>
      </w:r>
    </w:p>
    <w:p w:rsidR="005D696B" w:rsidRPr="005B300D" w:rsidRDefault="005D696B" w:rsidP="005D696B">
      <w:pPr>
        <w:tabs>
          <w:tab w:val="left" w:pos="1418"/>
          <w:tab w:val="right" w:pos="9072"/>
        </w:tabs>
        <w:ind w:left="851"/>
      </w:pPr>
      <w:r w:rsidRPr="005B300D">
        <w:t>A nyak sebészete.</w:t>
      </w:r>
    </w:p>
    <w:p w:rsidR="005D696B" w:rsidRPr="005B300D" w:rsidRDefault="005D696B" w:rsidP="005D696B">
      <w:pPr>
        <w:tabs>
          <w:tab w:val="left" w:pos="1418"/>
          <w:tab w:val="right" w:pos="9072"/>
        </w:tabs>
        <w:ind w:left="851"/>
      </w:pPr>
      <w:r w:rsidRPr="005B300D">
        <w:t>A nyak sérülései.</w:t>
      </w:r>
    </w:p>
    <w:p w:rsidR="005D696B" w:rsidRPr="005B300D" w:rsidRDefault="005D696B" w:rsidP="005D696B">
      <w:pPr>
        <w:tabs>
          <w:tab w:val="left" w:pos="1418"/>
          <w:tab w:val="right" w:pos="9072"/>
        </w:tabs>
        <w:ind w:left="851"/>
      </w:pPr>
      <w:r w:rsidRPr="005B300D">
        <w:t xml:space="preserve">A pajzsmirigy sebészete, </w:t>
      </w:r>
      <w:proofErr w:type="spellStart"/>
      <w:r w:rsidRPr="005B300D">
        <w:t>struma</w:t>
      </w:r>
      <w:proofErr w:type="spellEnd"/>
      <w:r w:rsidRPr="005B300D">
        <w:t>.</w:t>
      </w:r>
    </w:p>
    <w:p w:rsidR="005D696B" w:rsidRPr="005B300D" w:rsidRDefault="005D696B" w:rsidP="005D696B">
      <w:pPr>
        <w:tabs>
          <w:tab w:val="left" w:pos="1418"/>
          <w:tab w:val="right" w:pos="9072"/>
        </w:tabs>
        <w:ind w:left="851"/>
      </w:pPr>
      <w:r w:rsidRPr="005B300D">
        <w:t>A gerinc sebészete.</w:t>
      </w:r>
    </w:p>
    <w:p w:rsidR="005D696B" w:rsidRPr="005B300D" w:rsidRDefault="005D696B" w:rsidP="005D696B">
      <w:pPr>
        <w:tabs>
          <w:tab w:val="left" w:pos="1418"/>
          <w:tab w:val="right" w:pos="9072"/>
        </w:tabs>
        <w:ind w:left="851"/>
      </w:pPr>
      <w:r w:rsidRPr="005B300D">
        <w:t>A gerinc sérülései.</w:t>
      </w:r>
    </w:p>
    <w:p w:rsidR="005D696B" w:rsidRPr="005B300D" w:rsidRDefault="005D696B" w:rsidP="005D696B">
      <w:pPr>
        <w:tabs>
          <w:tab w:val="left" w:pos="1418"/>
          <w:tab w:val="right" w:pos="9072"/>
        </w:tabs>
        <w:ind w:left="851"/>
      </w:pPr>
      <w:r w:rsidRPr="005B300D">
        <w:t>Korrekciós műtétek.</w:t>
      </w:r>
    </w:p>
    <w:p w:rsidR="005D696B" w:rsidRPr="005B300D" w:rsidRDefault="005D696B" w:rsidP="005D696B">
      <w:pPr>
        <w:tabs>
          <w:tab w:val="left" w:pos="1418"/>
          <w:tab w:val="right" w:pos="9072"/>
        </w:tabs>
        <w:ind w:left="851"/>
      </w:pPr>
      <w:r w:rsidRPr="005B300D">
        <w:t>A mellkas sebészete.</w:t>
      </w:r>
    </w:p>
    <w:p w:rsidR="005D696B" w:rsidRPr="005B300D" w:rsidRDefault="005D696B" w:rsidP="005D696B">
      <w:pPr>
        <w:tabs>
          <w:tab w:val="left" w:pos="1418"/>
          <w:tab w:val="right" w:pos="9072"/>
        </w:tabs>
        <w:ind w:left="851"/>
      </w:pPr>
      <w:r w:rsidRPr="005B300D">
        <w:t>A tüdő sebészete.</w:t>
      </w:r>
    </w:p>
    <w:p w:rsidR="005D696B" w:rsidRPr="005B300D" w:rsidRDefault="005D696B" w:rsidP="005D696B">
      <w:pPr>
        <w:tabs>
          <w:tab w:val="left" w:pos="1418"/>
          <w:tab w:val="right" w:pos="9072"/>
        </w:tabs>
        <w:ind w:left="851"/>
      </w:pPr>
      <w:r w:rsidRPr="005B300D">
        <w:t>A szív sebészete.</w:t>
      </w:r>
    </w:p>
    <w:p w:rsidR="005D696B" w:rsidRPr="005B300D" w:rsidRDefault="005D696B" w:rsidP="005D696B">
      <w:pPr>
        <w:tabs>
          <w:tab w:val="left" w:pos="1418"/>
          <w:tab w:val="right" w:pos="9072"/>
        </w:tabs>
        <w:ind w:left="851"/>
      </w:pPr>
      <w:r w:rsidRPr="005B300D">
        <w:t>A has sebészete.</w:t>
      </w:r>
    </w:p>
    <w:p w:rsidR="005D696B" w:rsidRPr="005B300D" w:rsidRDefault="005D696B" w:rsidP="005D696B">
      <w:pPr>
        <w:tabs>
          <w:tab w:val="left" w:pos="1418"/>
          <w:tab w:val="right" w:pos="9072"/>
        </w:tabs>
        <w:ind w:left="851"/>
      </w:pPr>
      <w:r w:rsidRPr="005B300D">
        <w:t>A gyomor és nyombél sebészete.</w:t>
      </w:r>
    </w:p>
    <w:p w:rsidR="005D696B" w:rsidRPr="005B300D" w:rsidRDefault="005D696B" w:rsidP="005D696B">
      <w:pPr>
        <w:tabs>
          <w:tab w:val="left" w:pos="1418"/>
          <w:tab w:val="right" w:pos="9072"/>
        </w:tabs>
        <w:ind w:left="851"/>
      </w:pPr>
      <w:r w:rsidRPr="005B300D">
        <w:t>Vékonybél és féregnyúlvány sebészete.</w:t>
      </w:r>
    </w:p>
    <w:p w:rsidR="005D696B" w:rsidRPr="005B300D" w:rsidRDefault="005D696B" w:rsidP="005D696B">
      <w:pPr>
        <w:tabs>
          <w:tab w:val="left" w:pos="1418"/>
          <w:tab w:val="right" w:pos="9072"/>
        </w:tabs>
        <w:ind w:left="851"/>
      </w:pPr>
      <w:r w:rsidRPr="005B300D">
        <w:t>A vastagbél és végbél sebészete.</w:t>
      </w:r>
    </w:p>
    <w:p w:rsidR="005D696B" w:rsidRPr="005B300D" w:rsidRDefault="005D696B" w:rsidP="005D696B">
      <w:pPr>
        <w:tabs>
          <w:tab w:val="left" w:pos="1418"/>
          <w:tab w:val="right" w:pos="9072"/>
        </w:tabs>
        <w:ind w:left="851"/>
      </w:pPr>
      <w:r w:rsidRPr="005B300D">
        <w:t xml:space="preserve">Máj és az </w:t>
      </w:r>
      <w:proofErr w:type="spellStart"/>
      <w:r w:rsidRPr="005B300D">
        <w:t>epeutak</w:t>
      </w:r>
      <w:proofErr w:type="spellEnd"/>
      <w:r w:rsidRPr="005B300D">
        <w:t xml:space="preserve"> sebészete.</w:t>
      </w:r>
    </w:p>
    <w:p w:rsidR="005D696B" w:rsidRPr="005B300D" w:rsidRDefault="005D696B" w:rsidP="005D696B">
      <w:pPr>
        <w:tabs>
          <w:tab w:val="left" w:pos="1418"/>
          <w:tab w:val="right" w:pos="9072"/>
        </w:tabs>
        <w:ind w:left="851"/>
      </w:pPr>
      <w:r w:rsidRPr="005B300D">
        <w:t>A lép sebészete.</w:t>
      </w:r>
    </w:p>
    <w:p w:rsidR="005D696B" w:rsidRPr="005B300D" w:rsidRDefault="005D696B" w:rsidP="005D696B">
      <w:pPr>
        <w:tabs>
          <w:tab w:val="left" w:pos="1418"/>
          <w:tab w:val="right" w:pos="9072"/>
        </w:tabs>
        <w:ind w:left="851"/>
      </w:pPr>
      <w:r w:rsidRPr="005B300D">
        <w:t>Méh és függelékeinek sebészete.</w:t>
      </w:r>
    </w:p>
    <w:p w:rsidR="005D696B" w:rsidRPr="005B300D" w:rsidRDefault="005D696B" w:rsidP="005D696B">
      <w:pPr>
        <w:tabs>
          <w:tab w:val="left" w:pos="1418"/>
          <w:tab w:val="right" w:pos="9072"/>
        </w:tabs>
        <w:ind w:left="851"/>
      </w:pPr>
      <w:r w:rsidRPr="005B300D">
        <w:t xml:space="preserve">A vese és a </w:t>
      </w:r>
      <w:proofErr w:type="spellStart"/>
      <w:r w:rsidRPr="005B300D">
        <w:t>húgyutak</w:t>
      </w:r>
      <w:proofErr w:type="spellEnd"/>
      <w:r w:rsidRPr="005B300D">
        <w:t xml:space="preserve"> sebészete.</w:t>
      </w:r>
    </w:p>
    <w:p w:rsidR="005D696B" w:rsidRPr="005B300D" w:rsidRDefault="005D696B" w:rsidP="005D696B">
      <w:pPr>
        <w:tabs>
          <w:tab w:val="left" w:pos="1418"/>
          <w:tab w:val="right" w:pos="9072"/>
        </w:tabs>
        <w:ind w:left="851"/>
      </w:pPr>
      <w:r w:rsidRPr="005B300D">
        <w:t>A hasfal sebészete.</w:t>
      </w:r>
    </w:p>
    <w:p w:rsidR="005D696B" w:rsidRPr="005B300D" w:rsidRDefault="005D696B" w:rsidP="005D696B">
      <w:pPr>
        <w:tabs>
          <w:tab w:val="left" w:pos="1418"/>
          <w:tab w:val="right" w:pos="9072"/>
        </w:tabs>
        <w:ind w:left="851"/>
      </w:pPr>
      <w:r w:rsidRPr="005B300D">
        <w:t>A végtagok traumatológiai ellátása.</w:t>
      </w:r>
    </w:p>
    <w:p w:rsidR="005D696B" w:rsidRPr="005B300D" w:rsidRDefault="005D696B" w:rsidP="005D696B">
      <w:pPr>
        <w:tabs>
          <w:tab w:val="left" w:pos="1418"/>
          <w:tab w:val="right" w:pos="9072"/>
        </w:tabs>
        <w:ind w:left="851"/>
      </w:pPr>
      <w:r w:rsidRPr="005B300D">
        <w:t>A vállöv és felső végtag sérülései.</w:t>
      </w:r>
    </w:p>
    <w:p w:rsidR="005D696B" w:rsidRPr="005B300D" w:rsidRDefault="005D696B" w:rsidP="005D696B">
      <w:pPr>
        <w:tabs>
          <w:tab w:val="left" w:pos="1418"/>
          <w:tab w:val="right" w:pos="9072"/>
        </w:tabs>
        <w:ind w:left="851"/>
      </w:pPr>
      <w:r w:rsidRPr="005B300D">
        <w:t>A medence sérülései.</w:t>
      </w:r>
    </w:p>
    <w:p w:rsidR="005D696B" w:rsidRPr="005B300D" w:rsidRDefault="005D696B" w:rsidP="005D696B">
      <w:pPr>
        <w:tabs>
          <w:tab w:val="left" w:pos="1418"/>
          <w:tab w:val="right" w:pos="9072"/>
        </w:tabs>
        <w:ind w:left="851"/>
      </w:pPr>
      <w:r w:rsidRPr="005B300D">
        <w:t>Az alsóvégtagok sérülései.</w:t>
      </w:r>
    </w:p>
    <w:p w:rsidR="005D696B" w:rsidRPr="005B300D" w:rsidRDefault="005D696B" w:rsidP="005D696B">
      <w:pPr>
        <w:tabs>
          <w:tab w:val="left" w:pos="1418"/>
          <w:tab w:val="right" w:pos="9072"/>
        </w:tabs>
        <w:ind w:left="851"/>
      </w:pPr>
      <w:r w:rsidRPr="005B300D">
        <w:t>A végtagok keringési zavarainak sebészete.</w:t>
      </w:r>
    </w:p>
    <w:p w:rsidR="005D696B" w:rsidRPr="005B300D" w:rsidRDefault="005D696B" w:rsidP="005D696B">
      <w:pPr>
        <w:tabs>
          <w:tab w:val="left" w:pos="1418"/>
          <w:tab w:val="right" w:pos="9072"/>
        </w:tabs>
        <w:ind w:left="851"/>
      </w:pPr>
      <w:r w:rsidRPr="005B300D">
        <w:t>Szülészet-nőgyógyászat sebészeti vonatkozásai.</w:t>
      </w:r>
    </w:p>
    <w:p w:rsidR="005D696B" w:rsidRPr="005B300D" w:rsidRDefault="005D696B" w:rsidP="005D696B">
      <w:pPr>
        <w:tabs>
          <w:tab w:val="left" w:pos="1418"/>
          <w:tab w:val="right" w:pos="9072"/>
        </w:tabs>
        <w:ind w:left="851"/>
      </w:pPr>
      <w:r w:rsidRPr="005B300D">
        <w:t>Császármetszés.</w:t>
      </w:r>
    </w:p>
    <w:p w:rsidR="005D696B" w:rsidRPr="005B300D" w:rsidRDefault="005D696B" w:rsidP="005D696B">
      <w:pPr>
        <w:tabs>
          <w:tab w:val="left" w:pos="1418"/>
          <w:tab w:val="right" w:pos="9072"/>
        </w:tabs>
        <w:ind w:left="851"/>
      </w:pPr>
      <w:r w:rsidRPr="005B300D">
        <w:t>Méhen kívüli terhesség</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Gyermekgyógyászat alapja</w:t>
      </w:r>
      <w:r w:rsidRPr="005B300D">
        <w:rPr>
          <w:b/>
          <w:i/>
        </w:rPr>
        <w:tab/>
        <w:t>31 óra/32 óra</w:t>
      </w:r>
    </w:p>
    <w:p w:rsidR="005D696B" w:rsidRPr="005B300D" w:rsidRDefault="005D696B" w:rsidP="005D696B">
      <w:pPr>
        <w:ind w:left="851"/>
      </w:pPr>
      <w:r w:rsidRPr="005B300D">
        <w:t>Csecsemő és újszülöttkor betegségei</w:t>
      </w:r>
    </w:p>
    <w:p w:rsidR="005D696B" w:rsidRPr="005B300D" w:rsidRDefault="005D696B" w:rsidP="005D696B">
      <w:pPr>
        <w:ind w:left="851"/>
      </w:pPr>
      <w:proofErr w:type="spellStart"/>
      <w:r w:rsidRPr="005B300D">
        <w:t>Újszülöttkori</w:t>
      </w:r>
      <w:proofErr w:type="spellEnd"/>
      <w:r w:rsidRPr="005B300D">
        <w:t xml:space="preserve"> </w:t>
      </w:r>
      <w:proofErr w:type="spellStart"/>
      <w:r w:rsidRPr="005B300D">
        <w:t>anoxia</w:t>
      </w:r>
      <w:proofErr w:type="spellEnd"/>
    </w:p>
    <w:p w:rsidR="005D696B" w:rsidRPr="005B300D" w:rsidRDefault="005D696B" w:rsidP="005D696B">
      <w:pPr>
        <w:ind w:left="851"/>
      </w:pPr>
      <w:r w:rsidRPr="005B300D">
        <w:t>Szülési sérülések</w:t>
      </w:r>
    </w:p>
    <w:p w:rsidR="005D696B" w:rsidRPr="005B300D" w:rsidRDefault="005D696B" w:rsidP="005D696B">
      <w:pPr>
        <w:ind w:left="851"/>
      </w:pPr>
      <w:r w:rsidRPr="005B300D">
        <w:t>Az újszülött vérzéses betegségei</w:t>
      </w:r>
    </w:p>
    <w:p w:rsidR="005D696B" w:rsidRPr="005B300D" w:rsidRDefault="005D696B" w:rsidP="005D696B">
      <w:pPr>
        <w:ind w:left="851"/>
      </w:pPr>
      <w:r w:rsidRPr="005B300D">
        <w:lastRenderedPageBreak/>
        <w:t xml:space="preserve">Kóros </w:t>
      </w:r>
      <w:proofErr w:type="spellStart"/>
      <w:r w:rsidRPr="005B300D">
        <w:t>újszülöttkori</w:t>
      </w:r>
      <w:proofErr w:type="spellEnd"/>
      <w:r w:rsidRPr="005B300D">
        <w:t xml:space="preserve"> sárgaság</w:t>
      </w:r>
    </w:p>
    <w:p w:rsidR="005D696B" w:rsidRPr="005B300D" w:rsidRDefault="005D696B" w:rsidP="005D696B">
      <w:pPr>
        <w:ind w:left="851"/>
      </w:pPr>
      <w:r w:rsidRPr="005B300D">
        <w:t>Az újszülött fertőző betegségei</w:t>
      </w:r>
    </w:p>
    <w:p w:rsidR="005D696B" w:rsidRPr="005B300D" w:rsidRDefault="005D696B" w:rsidP="005D696B">
      <w:pPr>
        <w:ind w:left="851"/>
      </w:pPr>
      <w:r w:rsidRPr="005B300D">
        <w:t>Fejlődési rendellenességek</w:t>
      </w:r>
    </w:p>
    <w:p w:rsidR="005D696B" w:rsidRPr="005B300D" w:rsidRDefault="005D696B" w:rsidP="005D696B">
      <w:pPr>
        <w:ind w:left="851"/>
      </w:pPr>
      <w:r w:rsidRPr="005B300D">
        <w:t>A hirtelen csecsemő halál</w:t>
      </w:r>
    </w:p>
    <w:p w:rsidR="005D696B" w:rsidRPr="005B300D" w:rsidRDefault="005D696B" w:rsidP="005D696B">
      <w:pPr>
        <w:ind w:left="851"/>
      </w:pPr>
      <w:r w:rsidRPr="005B300D">
        <w:t>Csecsemő és újszülött szervek, szervrendszerek fajtái szerinti betegségei</w:t>
      </w:r>
    </w:p>
    <w:p w:rsidR="005D696B" w:rsidRPr="005B300D" w:rsidRDefault="005D696B" w:rsidP="005D696B">
      <w:pPr>
        <w:ind w:left="851"/>
      </w:pPr>
      <w:r w:rsidRPr="005B300D">
        <w:t>Az orr- és garatüreg betegségei</w:t>
      </w:r>
    </w:p>
    <w:p w:rsidR="005D696B" w:rsidRPr="005B300D" w:rsidRDefault="005D696B" w:rsidP="005D696B">
      <w:pPr>
        <w:ind w:left="851"/>
      </w:pPr>
      <w:r w:rsidRPr="005B300D">
        <w:t>A gége, a légcső és a hörgők betegségei</w:t>
      </w:r>
    </w:p>
    <w:p w:rsidR="005D696B" w:rsidRPr="005B300D" w:rsidRDefault="005D696B" w:rsidP="005D696B">
      <w:pPr>
        <w:ind w:left="851"/>
      </w:pPr>
      <w:r w:rsidRPr="005B300D">
        <w:t>A tüdő betegségei</w:t>
      </w:r>
    </w:p>
    <w:p w:rsidR="005D696B" w:rsidRPr="005B300D" w:rsidRDefault="005D696B" w:rsidP="005D696B">
      <w:pPr>
        <w:ind w:left="851"/>
      </w:pPr>
      <w:r w:rsidRPr="005B300D">
        <w:t>A szív betegségei</w:t>
      </w:r>
    </w:p>
    <w:p w:rsidR="005D696B" w:rsidRPr="005B300D" w:rsidRDefault="005D696B" w:rsidP="005D696B">
      <w:pPr>
        <w:ind w:left="851"/>
      </w:pPr>
      <w:r w:rsidRPr="005B300D">
        <w:t>A gyomor és a belek betegségei</w:t>
      </w:r>
    </w:p>
    <w:p w:rsidR="005D696B" w:rsidRPr="005B300D" w:rsidRDefault="005D696B" w:rsidP="005D696B">
      <w:pPr>
        <w:ind w:left="851"/>
      </w:pPr>
      <w:r w:rsidRPr="005B300D">
        <w:t>Anyagcsere betegségek</w:t>
      </w:r>
    </w:p>
    <w:p w:rsidR="005D696B" w:rsidRPr="005B300D" w:rsidRDefault="005D696B" w:rsidP="005D696B">
      <w:pPr>
        <w:ind w:left="851"/>
      </w:pPr>
      <w:r w:rsidRPr="005B300D">
        <w:t>Folyadék-elektrolit háztartás zavarai</w:t>
      </w:r>
    </w:p>
    <w:p w:rsidR="005D696B" w:rsidRPr="005B300D" w:rsidRDefault="005D696B" w:rsidP="005D696B">
      <w:pPr>
        <w:ind w:left="851"/>
      </w:pPr>
      <w:r w:rsidRPr="005B300D">
        <w:t xml:space="preserve">Hasmenéses betegségek, </w:t>
      </w:r>
      <w:proofErr w:type="spellStart"/>
      <w:r w:rsidRPr="005B300D">
        <w:t>toxicosisok</w:t>
      </w:r>
      <w:proofErr w:type="spellEnd"/>
    </w:p>
    <w:p w:rsidR="005D696B" w:rsidRPr="005B300D" w:rsidRDefault="005D696B" w:rsidP="005D696B">
      <w:pPr>
        <w:ind w:left="851"/>
      </w:pPr>
      <w:r w:rsidRPr="005B300D">
        <w:t xml:space="preserve">Vérszegénység – </w:t>
      </w:r>
      <w:proofErr w:type="spellStart"/>
      <w:r w:rsidRPr="005B300D">
        <w:t>Anaemia</w:t>
      </w:r>
      <w:proofErr w:type="spellEnd"/>
      <w:r w:rsidRPr="005B300D">
        <w:t>, Leukémia</w:t>
      </w:r>
    </w:p>
    <w:p w:rsidR="005D696B" w:rsidRPr="005B300D" w:rsidRDefault="005D696B" w:rsidP="005D696B">
      <w:pPr>
        <w:ind w:left="851"/>
      </w:pPr>
      <w:r w:rsidRPr="005B300D">
        <w:t>Gyermekkori vesebetegségek</w:t>
      </w:r>
    </w:p>
    <w:p w:rsidR="005D696B" w:rsidRPr="005B300D" w:rsidRDefault="005D696B" w:rsidP="005D696B">
      <w:pPr>
        <w:ind w:left="851"/>
      </w:pPr>
      <w:r w:rsidRPr="005B300D">
        <w:t>Heveny fertőző betegség</w:t>
      </w:r>
    </w:p>
    <w:p w:rsidR="005D696B" w:rsidRPr="005B300D" w:rsidRDefault="005D696B" w:rsidP="005D696B">
      <w:pPr>
        <w:ind w:left="851"/>
      </w:pPr>
      <w:r w:rsidRPr="005B300D">
        <w:t>Hiánybetegségek</w:t>
      </w:r>
    </w:p>
    <w:p w:rsidR="005D696B" w:rsidRPr="005B300D" w:rsidRDefault="00E81329" w:rsidP="005D696B">
      <w:pPr>
        <w:ind w:left="851"/>
      </w:pPr>
      <w:r>
        <w:t>Mérgezések gyermekkorban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pStyle w:val="Listaszerbekezds"/>
        <w:ind w:left="1224"/>
        <w:rPr>
          <w:b/>
        </w:rPr>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Feladattal vezetett kiscsoportos szövegfeldolgozás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rendszerezése mozaikfeladattal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Vizsgálati tevékenységek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Technológiai próbák végzése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Diagnosztikus és terápiás alapismeretek tantárgy</w:t>
      </w:r>
      <w:r w:rsidRPr="005B300D">
        <w:rPr>
          <w:b/>
        </w:rPr>
        <w:tab/>
        <w:t>72 óra/72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 betegségek kivizsgálása és ellátása során alkalmazott módszerek áttekintése, rendszerezése, asszisztensi/ápolói feladatok bemutatása.</w:t>
      </w:r>
    </w:p>
    <w:p w:rsidR="005D696B" w:rsidRPr="005B300D" w:rsidRDefault="005D696B" w:rsidP="005D696B"/>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Biológia</w:t>
      </w:r>
    </w:p>
    <w:p w:rsidR="005D696B" w:rsidRPr="005B300D" w:rsidRDefault="005D696B" w:rsidP="005D696B">
      <w:pPr>
        <w:ind w:left="426"/>
      </w:pPr>
      <w:r w:rsidRPr="005B300D">
        <w:t>Szakmai jogi és etikai ismeretek</w:t>
      </w:r>
    </w:p>
    <w:p w:rsidR="005D696B" w:rsidRPr="005B300D" w:rsidRDefault="005D696B" w:rsidP="005D696B">
      <w:pPr>
        <w:ind w:left="426"/>
      </w:pPr>
      <w:r w:rsidRPr="005B300D">
        <w:t>Pszichológia alapjai</w:t>
      </w:r>
    </w:p>
    <w:p w:rsidR="005D696B" w:rsidRPr="005B300D" w:rsidRDefault="005D696B" w:rsidP="005D696B">
      <w:pPr>
        <w:ind w:left="426"/>
      </w:pPr>
      <w:r w:rsidRPr="005B300D">
        <w:t>Pedagógia alapjai</w:t>
      </w:r>
    </w:p>
    <w:p w:rsidR="005D696B" w:rsidRPr="005B300D" w:rsidRDefault="005D696B" w:rsidP="005D696B">
      <w:pPr>
        <w:ind w:left="426"/>
      </w:pPr>
      <w:proofErr w:type="spellStart"/>
      <w:r w:rsidRPr="005B300D">
        <w:t>Eü</w:t>
      </w:r>
      <w:proofErr w:type="spellEnd"/>
      <w:r w:rsidRPr="005B300D">
        <w:t>. ellátórendszer</w:t>
      </w:r>
    </w:p>
    <w:p w:rsidR="005D696B" w:rsidRPr="005B300D" w:rsidRDefault="005D696B" w:rsidP="005D696B">
      <w:pPr>
        <w:ind w:left="426"/>
      </w:pPr>
      <w:r w:rsidRPr="005B300D">
        <w:t>Népegészségügy</w:t>
      </w:r>
    </w:p>
    <w:p w:rsidR="005D696B" w:rsidRPr="005B300D" w:rsidRDefault="005D696B" w:rsidP="005D696B">
      <w:pPr>
        <w:ind w:left="426"/>
      </w:pPr>
      <w:r w:rsidRPr="005B300D">
        <w:t>Környezet egészségügy</w:t>
      </w:r>
    </w:p>
    <w:p w:rsidR="005D696B" w:rsidRPr="005B300D" w:rsidRDefault="005D696B" w:rsidP="005D696B">
      <w:pPr>
        <w:ind w:left="426"/>
      </w:pPr>
      <w:r w:rsidRPr="005B300D">
        <w:t>Egészségfejlesztés</w:t>
      </w:r>
    </w:p>
    <w:p w:rsidR="005D696B" w:rsidRPr="005B300D" w:rsidRDefault="005D696B" w:rsidP="005D696B">
      <w:pPr>
        <w:ind w:left="426"/>
      </w:pPr>
      <w:r w:rsidRPr="005B300D">
        <w:t>Orvosi latin</w:t>
      </w:r>
    </w:p>
    <w:p w:rsidR="005D696B" w:rsidRPr="005B300D" w:rsidRDefault="005D696B" w:rsidP="005D696B">
      <w:pPr>
        <w:ind w:left="426"/>
      </w:pPr>
      <w:r w:rsidRPr="005B300D">
        <w:t>Kommunikáció</w:t>
      </w:r>
    </w:p>
    <w:p w:rsidR="005D696B" w:rsidRPr="005B300D" w:rsidRDefault="005D696B" w:rsidP="005D696B">
      <w:pPr>
        <w:ind w:left="426"/>
      </w:pPr>
      <w:r w:rsidRPr="005B300D">
        <w:t>Speciális kommunikáció</w:t>
      </w:r>
    </w:p>
    <w:p w:rsidR="005D696B" w:rsidRPr="005B300D" w:rsidRDefault="005D696B" w:rsidP="005D696B">
      <w:pPr>
        <w:ind w:left="426"/>
      </w:pPr>
      <w:r w:rsidRPr="005B300D">
        <w:t>Egészséges ember gondozása</w:t>
      </w:r>
    </w:p>
    <w:p w:rsidR="005D696B" w:rsidRPr="005B300D" w:rsidRDefault="005D696B" w:rsidP="005D696B">
      <w:pPr>
        <w:ind w:left="426"/>
      </w:pPr>
      <w:r w:rsidRPr="005B300D">
        <w:t>Csecsemő és kisgyermek gondozása</w:t>
      </w:r>
    </w:p>
    <w:p w:rsidR="005D696B" w:rsidRPr="005B300D" w:rsidRDefault="005D696B" w:rsidP="005D696B">
      <w:pPr>
        <w:ind w:left="426"/>
      </w:pPr>
      <w:r w:rsidRPr="005B300D">
        <w:t>Akadályozott ember gondozása</w:t>
      </w:r>
    </w:p>
    <w:p w:rsidR="005D696B" w:rsidRPr="005B300D" w:rsidRDefault="005D696B" w:rsidP="005D696B">
      <w:pPr>
        <w:ind w:left="426"/>
      </w:pPr>
      <w:r w:rsidRPr="005B300D">
        <w:lastRenderedPageBreak/>
        <w:t>Ápolástudomány</w:t>
      </w:r>
    </w:p>
    <w:p w:rsidR="005D696B" w:rsidRPr="005B300D" w:rsidRDefault="005D696B" w:rsidP="005D696B">
      <w:pPr>
        <w:ind w:left="426"/>
      </w:pPr>
      <w:r w:rsidRPr="005B300D">
        <w:t>Ápoláslélektan</w:t>
      </w:r>
    </w:p>
    <w:p w:rsidR="005D696B" w:rsidRPr="005B300D" w:rsidRDefault="005D696B" w:rsidP="005D696B">
      <w:pPr>
        <w:ind w:left="426"/>
      </w:pPr>
      <w:r w:rsidRPr="005B300D">
        <w:t>Ápolási beavatkozások</w:t>
      </w:r>
    </w:p>
    <w:p w:rsidR="005D696B" w:rsidRPr="005B300D" w:rsidRDefault="005D696B" w:rsidP="005D696B">
      <w:pPr>
        <w:ind w:left="426"/>
      </w:pPr>
      <w:r w:rsidRPr="005B300D">
        <w:t>Betegmegfigyelés</w:t>
      </w:r>
    </w:p>
    <w:p w:rsidR="005D696B" w:rsidRPr="005B300D" w:rsidRDefault="005D696B" w:rsidP="005D696B">
      <w:pPr>
        <w:ind w:left="426"/>
      </w:pPr>
      <w:r w:rsidRPr="005B300D">
        <w:t>Egészséges csecsemő és gyermek gondozása</w:t>
      </w:r>
    </w:p>
    <w:p w:rsidR="005D696B" w:rsidRPr="005B300D" w:rsidRDefault="005D696B" w:rsidP="005D696B">
      <w:pPr>
        <w:ind w:left="426"/>
      </w:pPr>
      <w:r w:rsidRPr="005B300D">
        <w:t>Járó beteg ellátási gyakorlat</w:t>
      </w:r>
    </w:p>
    <w:p w:rsidR="005D696B" w:rsidRPr="005B300D" w:rsidRDefault="005D696B" w:rsidP="005D696B">
      <w:pPr>
        <w:ind w:left="426"/>
      </w:pPr>
      <w:r w:rsidRPr="005B300D">
        <w:t>Ápolás és gondozási gyakorlat</w:t>
      </w:r>
    </w:p>
    <w:p w:rsidR="005D696B" w:rsidRPr="005B300D" w:rsidRDefault="005D696B" w:rsidP="005D696B">
      <w:pPr>
        <w:ind w:left="426"/>
      </w:pPr>
      <w:r w:rsidRPr="005B300D">
        <w:t>Anatómia-élettan</w:t>
      </w:r>
    </w:p>
    <w:p w:rsidR="005D696B" w:rsidRPr="005B300D" w:rsidRDefault="005D696B" w:rsidP="005D696B">
      <w:pPr>
        <w:ind w:left="426"/>
      </w:pPr>
      <w:r w:rsidRPr="005B300D">
        <w:t>Elsősegélynyújtás-első ellátás</w:t>
      </w:r>
    </w:p>
    <w:p w:rsidR="005D696B" w:rsidRPr="005B300D" w:rsidRDefault="005D696B" w:rsidP="005D696B">
      <w:pPr>
        <w:ind w:left="426"/>
      </w:pPr>
      <w:r w:rsidRPr="005B300D">
        <w:t>Mikrobiológia</w:t>
      </w:r>
    </w:p>
    <w:p w:rsidR="005D696B" w:rsidRPr="005B300D" w:rsidRDefault="005D696B" w:rsidP="005D696B">
      <w:pPr>
        <w:ind w:left="426"/>
      </w:pPr>
      <w:r w:rsidRPr="005B300D">
        <w:t>Általános kórtan</w:t>
      </w:r>
    </w:p>
    <w:p w:rsidR="005D696B" w:rsidRPr="005B300D" w:rsidRDefault="005D696B" w:rsidP="005D696B">
      <w:pPr>
        <w:ind w:left="426"/>
      </w:pPr>
      <w:r w:rsidRPr="005B300D">
        <w:t>Belgyógyászat alapjai</w:t>
      </w:r>
    </w:p>
    <w:p w:rsidR="005D696B" w:rsidRPr="005B300D" w:rsidRDefault="005D696B" w:rsidP="005D696B">
      <w:pPr>
        <w:ind w:left="426"/>
      </w:pPr>
      <w:r w:rsidRPr="005B300D">
        <w:t>Sebészet és traumatológia alapjai</w:t>
      </w:r>
    </w:p>
    <w:p w:rsidR="005D696B" w:rsidRPr="005B300D" w:rsidRDefault="005D696B" w:rsidP="005D696B">
      <w:pPr>
        <w:ind w:left="426"/>
      </w:pPr>
      <w:r w:rsidRPr="005B300D">
        <w:t>Gyermekgyógyászat alapjai</w:t>
      </w:r>
    </w:p>
    <w:p w:rsidR="005D696B" w:rsidRPr="005B300D" w:rsidRDefault="005D696B" w:rsidP="005D696B">
      <w:pPr>
        <w:ind w:left="426"/>
      </w:pPr>
      <w:r w:rsidRPr="005B300D">
        <w:t>Belgyógyászati gyakorlat</w:t>
      </w:r>
    </w:p>
    <w:p w:rsidR="005D696B" w:rsidRPr="005B300D" w:rsidRDefault="005D696B" w:rsidP="005D696B">
      <w:pPr>
        <w:ind w:left="426"/>
      </w:pPr>
      <w:r w:rsidRPr="005B300D">
        <w:t>Sebészeti és traumatológia gyakorlat</w:t>
      </w:r>
    </w:p>
    <w:p w:rsidR="005D696B" w:rsidRPr="005B300D" w:rsidRDefault="005D696B" w:rsidP="005D696B">
      <w:pPr>
        <w:ind w:left="426"/>
      </w:pPr>
      <w:r w:rsidRPr="005B300D">
        <w:t>Gyermekgyógyászati gyakorlat</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Diagnosztika alapjai</w:t>
      </w:r>
      <w:r w:rsidRPr="005B300D">
        <w:rPr>
          <w:b/>
          <w:i/>
        </w:rPr>
        <w:tab/>
        <w:t>18 óra/18 óra</w:t>
      </w:r>
    </w:p>
    <w:p w:rsidR="005D696B" w:rsidRPr="005B300D" w:rsidRDefault="005D696B" w:rsidP="005D696B">
      <w:pPr>
        <w:ind w:left="851"/>
      </w:pPr>
      <w:r w:rsidRPr="005B300D">
        <w:t>Diagnosztikai alapfogalmak</w:t>
      </w:r>
    </w:p>
    <w:p w:rsidR="005D696B" w:rsidRPr="005B300D" w:rsidRDefault="005D696B" w:rsidP="005D696B">
      <w:pPr>
        <w:tabs>
          <w:tab w:val="left" w:pos="1418"/>
          <w:tab w:val="right" w:pos="9072"/>
        </w:tabs>
        <w:ind w:left="851"/>
      </w:pPr>
      <w:proofErr w:type="spellStart"/>
      <w:r w:rsidRPr="005B300D">
        <w:t>Auto-</w:t>
      </w:r>
      <w:proofErr w:type="spellEnd"/>
      <w:r w:rsidRPr="005B300D">
        <w:t xml:space="preserve">, </w:t>
      </w:r>
      <w:proofErr w:type="spellStart"/>
      <w:r w:rsidRPr="005B300D">
        <w:t>hetero</w:t>
      </w:r>
      <w:proofErr w:type="spellEnd"/>
      <w:r w:rsidRPr="005B300D">
        <w:t xml:space="preserve"> anamnézis </w:t>
      </w:r>
    </w:p>
    <w:p w:rsidR="005D696B" w:rsidRPr="005B300D" w:rsidRDefault="005D696B" w:rsidP="005D696B">
      <w:pPr>
        <w:tabs>
          <w:tab w:val="left" w:pos="1418"/>
          <w:tab w:val="right" w:pos="9072"/>
        </w:tabs>
        <w:ind w:left="851"/>
      </w:pPr>
      <w:r w:rsidRPr="005B300D">
        <w:t xml:space="preserve">Objektív tünet, szubjektív panasz </w:t>
      </w:r>
    </w:p>
    <w:p w:rsidR="005D696B" w:rsidRPr="005B300D" w:rsidRDefault="005D696B" w:rsidP="005D696B">
      <w:pPr>
        <w:tabs>
          <w:tab w:val="left" w:pos="1418"/>
          <w:tab w:val="right" w:pos="9072"/>
        </w:tabs>
        <w:ind w:left="851"/>
      </w:pPr>
      <w:r w:rsidRPr="005B300D">
        <w:t xml:space="preserve">Tünet, </w:t>
      </w:r>
      <w:proofErr w:type="spellStart"/>
      <w:r w:rsidRPr="005B300D">
        <w:t>tünet</w:t>
      </w:r>
      <w:proofErr w:type="spellEnd"/>
      <w:r w:rsidRPr="005B300D">
        <w:t xml:space="preserve"> együttes</w:t>
      </w:r>
    </w:p>
    <w:p w:rsidR="005D696B" w:rsidRPr="005B300D" w:rsidRDefault="005D696B" w:rsidP="005D696B">
      <w:pPr>
        <w:tabs>
          <w:tab w:val="left" w:pos="1418"/>
          <w:tab w:val="right" w:pos="9072"/>
        </w:tabs>
        <w:ind w:left="851"/>
      </w:pPr>
      <w:r w:rsidRPr="005B300D">
        <w:t xml:space="preserve">Diagnózis </w:t>
      </w:r>
    </w:p>
    <w:p w:rsidR="005D696B" w:rsidRPr="005B300D" w:rsidRDefault="005D696B" w:rsidP="005D696B">
      <w:pPr>
        <w:tabs>
          <w:tab w:val="left" w:pos="1418"/>
          <w:tab w:val="right" w:pos="9072"/>
        </w:tabs>
        <w:ind w:left="851"/>
      </w:pPr>
      <w:proofErr w:type="spellStart"/>
      <w:r w:rsidRPr="005B300D">
        <w:t>Noninvazív-invazív</w:t>
      </w:r>
      <w:proofErr w:type="spellEnd"/>
      <w:r w:rsidRPr="005B300D">
        <w:t xml:space="preserve"> diagnosztikai módszerek</w:t>
      </w:r>
    </w:p>
    <w:p w:rsidR="005D696B" w:rsidRPr="005B300D" w:rsidRDefault="005D696B" w:rsidP="005D696B">
      <w:pPr>
        <w:tabs>
          <w:tab w:val="left" w:pos="1418"/>
          <w:tab w:val="right" w:pos="9072"/>
        </w:tabs>
        <w:ind w:left="851"/>
      </w:pPr>
      <w:r w:rsidRPr="005B300D">
        <w:t>Döntési algoritmus és allokáció a diagnosztikai módszer megválasztásában</w:t>
      </w:r>
    </w:p>
    <w:p w:rsidR="005D696B" w:rsidRPr="005B300D" w:rsidRDefault="005D696B" w:rsidP="005D696B">
      <w:pPr>
        <w:tabs>
          <w:tab w:val="left" w:pos="1418"/>
          <w:tab w:val="right" w:pos="9072"/>
        </w:tabs>
        <w:ind w:left="851"/>
      </w:pPr>
      <w:r w:rsidRPr="005B300D">
        <w:t>A diagnosztikai beavatkozások biztonsági és higiénés szempontjai és szabályai</w:t>
      </w:r>
    </w:p>
    <w:p w:rsidR="005D696B" w:rsidRPr="005B300D" w:rsidRDefault="005D696B" w:rsidP="005D696B">
      <w:pPr>
        <w:tabs>
          <w:tab w:val="left" w:pos="1418"/>
          <w:tab w:val="right" w:pos="9072"/>
        </w:tabs>
        <w:ind w:left="851"/>
      </w:pPr>
      <w:r w:rsidRPr="005B300D">
        <w:t>Egyszerű, eszköznélküli fizikális diagnosztikai módszerek (fizikális vizsgálatok)</w:t>
      </w:r>
    </w:p>
    <w:p w:rsidR="005D696B" w:rsidRPr="005B300D" w:rsidRDefault="005D696B" w:rsidP="005D696B">
      <w:pPr>
        <w:tabs>
          <w:tab w:val="left" w:pos="1418"/>
          <w:tab w:val="right" w:pos="9072"/>
        </w:tabs>
        <w:ind w:left="851"/>
      </w:pPr>
      <w:r w:rsidRPr="005B300D">
        <w:t xml:space="preserve">Egyszerű eszközös diagnosztikai módszerek </w:t>
      </w:r>
    </w:p>
    <w:p w:rsidR="005D696B" w:rsidRPr="005B300D" w:rsidRDefault="005D696B" w:rsidP="005D696B">
      <w:pPr>
        <w:tabs>
          <w:tab w:val="left" w:pos="1418"/>
          <w:tab w:val="right" w:pos="9072"/>
        </w:tabs>
        <w:ind w:left="851"/>
      </w:pPr>
      <w:proofErr w:type="gramStart"/>
      <w:r w:rsidRPr="005B300D">
        <w:t>Testtömeg- ,testmagasság-</w:t>
      </w:r>
      <w:proofErr w:type="gramEnd"/>
      <w:r w:rsidRPr="005B300D">
        <w:t>,testarány- ,</w:t>
      </w:r>
      <w:proofErr w:type="spellStart"/>
      <w:r w:rsidRPr="005B300D">
        <w:t>testkörfogat</w:t>
      </w:r>
      <w:proofErr w:type="spellEnd"/>
      <w:r w:rsidRPr="005B300D">
        <w:t xml:space="preserve"> mérés</w:t>
      </w:r>
    </w:p>
    <w:p w:rsidR="005D696B" w:rsidRPr="005B300D" w:rsidRDefault="005D696B" w:rsidP="005D696B">
      <w:pPr>
        <w:tabs>
          <w:tab w:val="left" w:pos="1418"/>
          <w:tab w:val="right" w:pos="9072"/>
        </w:tabs>
        <w:ind w:left="851"/>
      </w:pPr>
      <w:r w:rsidRPr="005B300D">
        <w:t>Vitális paraméterek mérése, megfigyelése</w:t>
      </w:r>
    </w:p>
    <w:p w:rsidR="005D696B" w:rsidRPr="005B300D" w:rsidRDefault="005D696B" w:rsidP="005D696B">
      <w:pPr>
        <w:tabs>
          <w:tab w:val="left" w:pos="1418"/>
          <w:tab w:val="right" w:pos="9072"/>
        </w:tabs>
        <w:ind w:left="851"/>
      </w:pPr>
      <w:r w:rsidRPr="005B300D">
        <w:t>Az EKG vizsgálat elméleti alapjai és technikai kivitelezése</w:t>
      </w:r>
    </w:p>
    <w:p w:rsidR="005D696B" w:rsidRPr="005B300D" w:rsidRDefault="005D696B" w:rsidP="005D696B">
      <w:pPr>
        <w:tabs>
          <w:tab w:val="left" w:pos="1418"/>
          <w:tab w:val="right" w:pos="9072"/>
        </w:tabs>
        <w:ind w:left="851"/>
      </w:pPr>
      <w:r w:rsidRPr="005B300D">
        <w:t>A csapolások elméleti alapjai, céljai</w:t>
      </w:r>
    </w:p>
    <w:p w:rsidR="005D696B" w:rsidRPr="005B300D" w:rsidRDefault="005D696B" w:rsidP="005D696B">
      <w:pPr>
        <w:tabs>
          <w:tab w:val="left" w:pos="1418"/>
          <w:tab w:val="right" w:pos="9072"/>
        </w:tabs>
        <w:ind w:left="851"/>
      </w:pPr>
      <w:r w:rsidRPr="005B300D">
        <w:t xml:space="preserve">A has-, mellkas-, </w:t>
      </w:r>
      <w:proofErr w:type="spellStart"/>
      <w:r w:rsidRPr="005B300D">
        <w:t>lumbál-</w:t>
      </w:r>
      <w:proofErr w:type="spellEnd"/>
      <w:r w:rsidRPr="005B300D">
        <w:t xml:space="preserve">, ciszterna-, </w:t>
      </w:r>
      <w:proofErr w:type="spellStart"/>
      <w:r w:rsidRPr="005B300D">
        <w:t>szternumpunkció</w:t>
      </w:r>
      <w:proofErr w:type="spellEnd"/>
      <w:r w:rsidRPr="005B300D">
        <w:t xml:space="preserve"> lényege, indikációi-kontraindikációi, a beavatkozásokhoz kapcsolódó előkészítési, együttműködési, megfigyelési és dokumentációs feladatok</w:t>
      </w:r>
    </w:p>
    <w:p w:rsidR="005D696B" w:rsidRPr="005B300D" w:rsidRDefault="005D696B" w:rsidP="005D696B">
      <w:pPr>
        <w:tabs>
          <w:tab w:val="left" w:pos="1418"/>
          <w:tab w:val="right" w:pos="9072"/>
        </w:tabs>
        <w:ind w:left="851"/>
      </w:pPr>
      <w:r w:rsidRPr="005B300D">
        <w:t xml:space="preserve">A </w:t>
      </w:r>
      <w:proofErr w:type="spellStart"/>
      <w:r w:rsidRPr="005B300D">
        <w:t>biopsziák</w:t>
      </w:r>
      <w:proofErr w:type="spellEnd"/>
      <w:r w:rsidRPr="005B300D">
        <w:t xml:space="preserve"> elméleti alapjai, céljai</w:t>
      </w:r>
    </w:p>
    <w:p w:rsidR="005D696B" w:rsidRPr="005B300D" w:rsidRDefault="005D696B" w:rsidP="005D696B">
      <w:pPr>
        <w:tabs>
          <w:tab w:val="left" w:pos="1418"/>
          <w:tab w:val="right" w:pos="9072"/>
        </w:tabs>
        <w:ind w:left="851"/>
      </w:pPr>
      <w:r w:rsidRPr="005B300D">
        <w:t xml:space="preserve">A máj, vese, csípőcsont, pajzsmirigy, emlő </w:t>
      </w:r>
      <w:proofErr w:type="spellStart"/>
      <w:r w:rsidRPr="005B300D">
        <w:t>biopszia</w:t>
      </w:r>
      <w:proofErr w:type="spellEnd"/>
      <w:r w:rsidRPr="005B300D">
        <w:t xml:space="preserve"> lényege, indikációi-kontraindikációi, a beavatkozásokhoz kapcsolódó előkészítési, együttműködési, megfigyelési és dokumentációs feladatok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Labordiagnosztikai alapismeretek</w:t>
      </w:r>
      <w:r w:rsidRPr="005B300D">
        <w:rPr>
          <w:b/>
          <w:i/>
        </w:rPr>
        <w:tab/>
        <w:t>9 óra/9 óra</w:t>
      </w:r>
    </w:p>
    <w:p w:rsidR="005D696B" w:rsidRPr="005B300D" w:rsidRDefault="005D696B" w:rsidP="005D696B">
      <w:pPr>
        <w:tabs>
          <w:tab w:val="left" w:pos="1418"/>
          <w:tab w:val="right" w:pos="9072"/>
        </w:tabs>
        <w:ind w:left="851"/>
      </w:pPr>
      <w:r w:rsidRPr="005B300D">
        <w:t>Labordiagnosztika fogalma, célja, módszerei, fázisai</w:t>
      </w:r>
    </w:p>
    <w:p w:rsidR="005D696B" w:rsidRPr="005B300D" w:rsidRDefault="005D696B" w:rsidP="005D696B">
      <w:pPr>
        <w:tabs>
          <w:tab w:val="left" w:pos="1418"/>
          <w:tab w:val="right" w:pos="9072"/>
        </w:tabs>
        <w:ind w:left="851"/>
      </w:pPr>
      <w:r w:rsidRPr="005B300D">
        <w:t xml:space="preserve">A </w:t>
      </w:r>
      <w:proofErr w:type="spellStart"/>
      <w:r w:rsidRPr="005B300D">
        <w:t>preanalitikai</w:t>
      </w:r>
      <w:proofErr w:type="spellEnd"/>
      <w:r w:rsidRPr="005B300D">
        <w:t xml:space="preserve"> fázis feladatai.</w:t>
      </w:r>
    </w:p>
    <w:p w:rsidR="005D696B" w:rsidRPr="005B300D" w:rsidRDefault="005D696B" w:rsidP="005D696B">
      <w:pPr>
        <w:tabs>
          <w:tab w:val="left" w:pos="1418"/>
          <w:tab w:val="right" w:pos="9072"/>
        </w:tabs>
        <w:ind w:left="851"/>
      </w:pPr>
      <w:r w:rsidRPr="005B300D">
        <w:t>Leggyakrabban alkalmazott laborvizsgálatok indikációi, jellemzői</w:t>
      </w:r>
    </w:p>
    <w:p w:rsidR="005D696B" w:rsidRPr="005B300D" w:rsidRDefault="005D696B" w:rsidP="005D696B">
      <w:pPr>
        <w:tabs>
          <w:tab w:val="left" w:pos="1418"/>
          <w:tab w:val="right" w:pos="9072"/>
        </w:tabs>
        <w:ind w:left="851"/>
      </w:pPr>
      <w:r w:rsidRPr="005B300D">
        <w:t>A beteg előkészítés szempontjai különböző laborvizsgálatoknál</w:t>
      </w:r>
    </w:p>
    <w:p w:rsidR="005D696B" w:rsidRPr="005B300D" w:rsidRDefault="005D696B" w:rsidP="005D696B">
      <w:pPr>
        <w:tabs>
          <w:tab w:val="left" w:pos="1418"/>
          <w:tab w:val="right" w:pos="9072"/>
        </w:tabs>
        <w:ind w:left="851"/>
      </w:pPr>
      <w:r w:rsidRPr="005B300D">
        <w:t>Vérvétel zárt vérvételi rendszer alkalmazásával</w:t>
      </w:r>
    </w:p>
    <w:p w:rsidR="005D696B" w:rsidRPr="005B300D" w:rsidRDefault="005D696B" w:rsidP="005D696B">
      <w:pPr>
        <w:tabs>
          <w:tab w:val="left" w:pos="1418"/>
          <w:tab w:val="right" w:pos="9072"/>
        </w:tabs>
        <w:ind w:left="851"/>
      </w:pPr>
      <w:r w:rsidRPr="005B300D">
        <w:t>Testváladékok mintavételi technikája</w:t>
      </w:r>
    </w:p>
    <w:p w:rsidR="005D696B" w:rsidRPr="005B300D" w:rsidRDefault="005D696B" w:rsidP="005D696B">
      <w:pPr>
        <w:tabs>
          <w:tab w:val="left" w:pos="1418"/>
          <w:tab w:val="right" w:pos="9072"/>
        </w:tabs>
        <w:ind w:left="851"/>
      </w:pPr>
      <w:r w:rsidRPr="005B300D">
        <w:lastRenderedPageBreak/>
        <w:t>Mintavételi technikák mikrobiológiai vizsgálatokhoz</w:t>
      </w:r>
    </w:p>
    <w:p w:rsidR="005D696B" w:rsidRPr="005B300D" w:rsidRDefault="005D696B" w:rsidP="005D696B">
      <w:pPr>
        <w:tabs>
          <w:tab w:val="left" w:pos="1418"/>
          <w:tab w:val="right" w:pos="9072"/>
        </w:tabs>
        <w:ind w:left="851"/>
      </w:pPr>
      <w:r w:rsidRPr="005B300D">
        <w:t>A vizsgálati anyagok kezelésének, szállításának, dokumentálásának specialitásai.</w:t>
      </w:r>
    </w:p>
    <w:p w:rsidR="005D696B" w:rsidRPr="005B300D" w:rsidRDefault="005D696B" w:rsidP="005D696B">
      <w:pPr>
        <w:tabs>
          <w:tab w:val="left" w:pos="1418"/>
          <w:tab w:val="right" w:pos="9072"/>
        </w:tabs>
        <w:ind w:left="851"/>
      </w:pPr>
      <w:proofErr w:type="spellStart"/>
      <w:r w:rsidRPr="005B300D">
        <w:t>Point</w:t>
      </w:r>
      <w:proofErr w:type="spellEnd"/>
      <w:r w:rsidRPr="005B300D">
        <w:t xml:space="preserve"> Of </w:t>
      </w:r>
      <w:proofErr w:type="spellStart"/>
      <w:r w:rsidRPr="005B300D">
        <w:t>Care</w:t>
      </w:r>
      <w:proofErr w:type="spellEnd"/>
      <w:r w:rsidRPr="005B300D">
        <w:t xml:space="preserve"> Testing (betegágy melletti labordiagnosztika) fogalma, célja, módszerei, jelentősége a betegellátásban</w:t>
      </w:r>
    </w:p>
    <w:p w:rsidR="005D696B" w:rsidRPr="005B300D" w:rsidRDefault="005D696B" w:rsidP="005D696B">
      <w:pPr>
        <w:tabs>
          <w:tab w:val="left" w:pos="1418"/>
          <w:tab w:val="right" w:pos="9072"/>
        </w:tabs>
        <w:ind w:left="851"/>
      </w:pPr>
      <w:r w:rsidRPr="005B300D">
        <w:t>Betegágy melletti vércukor meghatározás kivitelezése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Képalkotó diagnosztika alapjai </w:t>
      </w:r>
      <w:r w:rsidRPr="005B300D">
        <w:rPr>
          <w:b/>
          <w:i/>
        </w:rPr>
        <w:tab/>
        <w:t>9 óra/9 óra</w:t>
      </w:r>
    </w:p>
    <w:p w:rsidR="005D696B" w:rsidRPr="005B300D" w:rsidRDefault="005D696B" w:rsidP="005D696B">
      <w:pPr>
        <w:ind w:left="851"/>
      </w:pPr>
      <w:r w:rsidRPr="005B300D">
        <w:t>Radiológiai alapismeretek</w:t>
      </w:r>
    </w:p>
    <w:p w:rsidR="005D696B" w:rsidRPr="005B300D" w:rsidRDefault="005D696B" w:rsidP="005D696B">
      <w:pPr>
        <w:ind w:left="851"/>
      </w:pPr>
      <w:r w:rsidRPr="005B300D">
        <w:t>Radiológiai vizsgálatok célja, módszerei</w:t>
      </w:r>
    </w:p>
    <w:p w:rsidR="005D696B" w:rsidRPr="005B300D" w:rsidRDefault="005D696B" w:rsidP="005D696B">
      <w:pPr>
        <w:ind w:left="851"/>
      </w:pPr>
      <w:r w:rsidRPr="005B300D">
        <w:t xml:space="preserve">A </w:t>
      </w:r>
      <w:proofErr w:type="spellStart"/>
      <w:r w:rsidRPr="005B300D">
        <w:t>Rtg</w:t>
      </w:r>
      <w:proofErr w:type="spellEnd"/>
      <w:r w:rsidRPr="005B300D">
        <w:t xml:space="preserve">, CT, MR, PET, SPECT, </w:t>
      </w:r>
      <w:proofErr w:type="gramStart"/>
      <w:r w:rsidRPr="005B300D">
        <w:t>UH</w:t>
      </w:r>
      <w:proofErr w:type="gramEnd"/>
      <w:r w:rsidRPr="005B300D">
        <w:t xml:space="preserve">, </w:t>
      </w:r>
      <w:proofErr w:type="spellStart"/>
      <w:r w:rsidRPr="005B300D">
        <w:t>Angiográfiás</w:t>
      </w:r>
      <w:proofErr w:type="spellEnd"/>
      <w:r w:rsidRPr="005B300D">
        <w:t xml:space="preserve"> és Mammográfiás radiológiai vizsgáló eszközök működési elvének jellemzői</w:t>
      </w:r>
    </w:p>
    <w:p w:rsidR="005D696B" w:rsidRPr="005B300D" w:rsidRDefault="005D696B" w:rsidP="005D696B">
      <w:pPr>
        <w:ind w:left="851"/>
      </w:pPr>
      <w:r w:rsidRPr="005B300D">
        <w:t xml:space="preserve">A vizsgáló módszerek főbb indikációi, </w:t>
      </w:r>
      <w:proofErr w:type="spellStart"/>
      <w:r w:rsidRPr="005B300D">
        <w:t>kontraindikációi</w:t>
      </w:r>
      <w:proofErr w:type="spellEnd"/>
    </w:p>
    <w:p w:rsidR="005D696B" w:rsidRPr="005B300D" w:rsidRDefault="005D696B" w:rsidP="005D696B">
      <w:pPr>
        <w:ind w:left="851"/>
      </w:pPr>
      <w:r w:rsidRPr="005B300D">
        <w:t>A beteg előkészítésének és vizsgálat utáni megfigyelésének szempontjai</w:t>
      </w:r>
    </w:p>
    <w:p w:rsidR="005D696B" w:rsidRPr="005B300D" w:rsidRDefault="005D696B" w:rsidP="005D696B">
      <w:pPr>
        <w:ind w:left="851"/>
      </w:pPr>
      <w:r w:rsidRPr="005B300D">
        <w:t>A kontrasztanyag alkalmazásával történt radiológiai vizsgálatok előkészítési és megfigyelési specialitásai</w:t>
      </w:r>
    </w:p>
    <w:p w:rsidR="005D696B" w:rsidRPr="005B300D" w:rsidRDefault="005D696B" w:rsidP="005D696B">
      <w:pPr>
        <w:ind w:left="851"/>
      </w:pPr>
      <w:r w:rsidRPr="005B300D">
        <w:t>A nukleáris medicina leggyakoribb vizsgáló módszerei és jellemzői</w:t>
      </w:r>
    </w:p>
    <w:p w:rsidR="005D696B" w:rsidRPr="005B300D" w:rsidRDefault="005D696B" w:rsidP="005D696B">
      <w:pPr>
        <w:ind w:left="851"/>
      </w:pPr>
      <w:r w:rsidRPr="005B300D">
        <w:t>Az endoszkópos vizsgálatok alkalmazásának elméleti alapjai, indikációi, céljai</w:t>
      </w:r>
    </w:p>
    <w:p w:rsidR="005D696B" w:rsidRPr="005B300D" w:rsidRDefault="005D696B" w:rsidP="005D696B">
      <w:pPr>
        <w:ind w:left="851"/>
      </w:pPr>
      <w:r w:rsidRPr="005B300D">
        <w:t xml:space="preserve">Az egyes endoszkópos beavatkozásokhoz (emésztőrendszeri- </w:t>
      </w:r>
      <w:proofErr w:type="spellStart"/>
      <w:r w:rsidRPr="005B300D">
        <w:t>légzőrendszeri</w:t>
      </w:r>
      <w:proofErr w:type="spellEnd"/>
      <w:r w:rsidRPr="005B300D">
        <w:t xml:space="preserve"> </w:t>
      </w:r>
      <w:proofErr w:type="spellStart"/>
      <w:r w:rsidRPr="005B300D">
        <w:t>endoszkópiák</w:t>
      </w:r>
      <w:proofErr w:type="spellEnd"/>
      <w:r w:rsidRPr="005B300D">
        <w:t xml:space="preserve">) kapcsolódó előkészítési, együttműködési, megfigyelési és dokumentációs feladatok. </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Terápiás alapismeretek</w:t>
      </w:r>
      <w:r w:rsidRPr="005B300D">
        <w:rPr>
          <w:b/>
          <w:i/>
        </w:rPr>
        <w:tab/>
        <w:t>18 óra/18 óra</w:t>
      </w:r>
    </w:p>
    <w:p w:rsidR="005D696B" w:rsidRPr="005B300D" w:rsidRDefault="005D696B" w:rsidP="005D696B">
      <w:pPr>
        <w:ind w:left="851"/>
      </w:pPr>
      <w:r w:rsidRPr="005B300D">
        <w:t>Terápia</w:t>
      </w:r>
    </w:p>
    <w:p w:rsidR="005D696B" w:rsidRPr="005B300D" w:rsidRDefault="005D696B" w:rsidP="005D696B">
      <w:pPr>
        <w:tabs>
          <w:tab w:val="left" w:pos="1418"/>
          <w:tab w:val="right" w:pos="9072"/>
        </w:tabs>
        <w:ind w:left="851"/>
      </w:pPr>
      <w:r w:rsidRPr="005B300D">
        <w:t>Tüneti-támogató terápia</w:t>
      </w:r>
    </w:p>
    <w:p w:rsidR="005D696B" w:rsidRPr="005B300D" w:rsidRDefault="005D696B" w:rsidP="005D696B">
      <w:pPr>
        <w:tabs>
          <w:tab w:val="left" w:pos="1418"/>
          <w:tab w:val="right" w:pos="9072"/>
        </w:tabs>
        <w:ind w:left="851"/>
      </w:pPr>
      <w:proofErr w:type="spellStart"/>
      <w:r w:rsidRPr="005B300D">
        <w:t>Supportív</w:t>
      </w:r>
      <w:proofErr w:type="spellEnd"/>
      <w:r w:rsidRPr="005B300D">
        <w:t xml:space="preserve"> terápia</w:t>
      </w:r>
    </w:p>
    <w:p w:rsidR="005D696B" w:rsidRPr="005B300D" w:rsidRDefault="005D696B" w:rsidP="005D696B">
      <w:pPr>
        <w:tabs>
          <w:tab w:val="left" w:pos="1418"/>
          <w:tab w:val="right" w:pos="9072"/>
        </w:tabs>
        <w:ind w:left="851"/>
      </w:pPr>
      <w:r w:rsidRPr="005B300D">
        <w:t>Palliatív terápia</w:t>
      </w:r>
    </w:p>
    <w:p w:rsidR="005D696B" w:rsidRPr="005B300D" w:rsidRDefault="005D696B" w:rsidP="005D696B">
      <w:pPr>
        <w:tabs>
          <w:tab w:val="left" w:pos="1418"/>
          <w:tab w:val="right" w:pos="9072"/>
        </w:tabs>
        <w:ind w:left="851"/>
      </w:pPr>
      <w:r w:rsidRPr="005B300D">
        <w:t>Komfort terápia</w:t>
      </w:r>
    </w:p>
    <w:p w:rsidR="005D696B" w:rsidRPr="005B300D" w:rsidRDefault="005D696B" w:rsidP="005D696B">
      <w:pPr>
        <w:tabs>
          <w:tab w:val="left" w:pos="1418"/>
          <w:tab w:val="right" w:pos="9072"/>
        </w:tabs>
        <w:ind w:left="851"/>
      </w:pPr>
      <w:proofErr w:type="spellStart"/>
      <w:r w:rsidRPr="005B300D">
        <w:t>Aspecifikus-</w:t>
      </w:r>
      <w:proofErr w:type="spellEnd"/>
      <w:r w:rsidRPr="005B300D">
        <w:t>, specifikus terápia</w:t>
      </w:r>
    </w:p>
    <w:p w:rsidR="005D696B" w:rsidRPr="005B300D" w:rsidRDefault="005D696B" w:rsidP="005D696B">
      <w:pPr>
        <w:tabs>
          <w:tab w:val="left" w:pos="1418"/>
          <w:tab w:val="right" w:pos="9072"/>
        </w:tabs>
        <w:ind w:left="851"/>
      </w:pPr>
      <w:r w:rsidRPr="005B300D">
        <w:t xml:space="preserve">Az egészségügyi ellátás során alkalmazott terápiás módszerek: </w:t>
      </w:r>
    </w:p>
    <w:p w:rsidR="005D696B" w:rsidRPr="005B300D" w:rsidRDefault="005D696B" w:rsidP="005D696B">
      <w:pPr>
        <w:tabs>
          <w:tab w:val="left" w:pos="1418"/>
          <w:tab w:val="right" w:pos="9072"/>
        </w:tabs>
        <w:ind w:left="851"/>
      </w:pPr>
      <w:r w:rsidRPr="005B300D">
        <w:t>Konzervatív terápia</w:t>
      </w:r>
    </w:p>
    <w:p w:rsidR="005D696B" w:rsidRPr="005B300D" w:rsidRDefault="005D696B" w:rsidP="005D696B">
      <w:pPr>
        <w:tabs>
          <w:tab w:val="left" w:pos="1418"/>
          <w:tab w:val="right" w:pos="9072"/>
        </w:tabs>
        <w:ind w:left="851"/>
      </w:pPr>
      <w:r w:rsidRPr="005B300D">
        <w:t>Műtéti terápia,</w:t>
      </w:r>
    </w:p>
    <w:p w:rsidR="005D696B" w:rsidRPr="005B300D" w:rsidRDefault="005D696B" w:rsidP="005D696B">
      <w:pPr>
        <w:tabs>
          <w:tab w:val="left" w:pos="1418"/>
          <w:tab w:val="right" w:pos="9072"/>
        </w:tabs>
        <w:ind w:left="851"/>
      </w:pPr>
      <w:proofErr w:type="spellStart"/>
      <w:r w:rsidRPr="005B300D">
        <w:t>Dietoterápia</w:t>
      </w:r>
      <w:proofErr w:type="spellEnd"/>
    </w:p>
    <w:p w:rsidR="005D696B" w:rsidRPr="005B300D" w:rsidRDefault="005D696B" w:rsidP="005D696B">
      <w:pPr>
        <w:tabs>
          <w:tab w:val="left" w:pos="1418"/>
          <w:tab w:val="right" w:pos="9072"/>
        </w:tabs>
        <w:ind w:left="851"/>
      </w:pPr>
      <w:r w:rsidRPr="005B300D">
        <w:t>Fizioterápia</w:t>
      </w:r>
    </w:p>
    <w:p w:rsidR="005D696B" w:rsidRPr="005B300D" w:rsidRDefault="005D696B" w:rsidP="005D696B">
      <w:pPr>
        <w:tabs>
          <w:tab w:val="left" w:pos="1418"/>
          <w:tab w:val="right" w:pos="9072"/>
        </w:tabs>
        <w:ind w:left="851"/>
      </w:pPr>
      <w:r w:rsidRPr="005B300D">
        <w:t>Pszichoterápia</w:t>
      </w:r>
    </w:p>
    <w:p w:rsidR="005D696B" w:rsidRPr="005B300D" w:rsidRDefault="005D696B" w:rsidP="005D696B">
      <w:pPr>
        <w:tabs>
          <w:tab w:val="left" w:pos="1418"/>
          <w:tab w:val="right" w:pos="9072"/>
        </w:tabs>
        <w:ind w:left="851"/>
      </w:pPr>
      <w:r w:rsidRPr="005B300D">
        <w:t>Döntési algoritmus és allokáció az optimális terápia megválasztásában</w:t>
      </w:r>
    </w:p>
    <w:p w:rsidR="005D696B" w:rsidRPr="005B300D" w:rsidRDefault="005D696B" w:rsidP="005D696B">
      <w:pPr>
        <w:tabs>
          <w:tab w:val="left" w:pos="1418"/>
          <w:tab w:val="right" w:pos="9072"/>
        </w:tabs>
        <w:ind w:left="851"/>
      </w:pPr>
      <w:r w:rsidRPr="005B300D">
        <w:t>A beteg pszichés előkészítésének és vezetésének praktikumai a kompetencia határok betartásával</w:t>
      </w:r>
    </w:p>
    <w:p w:rsidR="005D696B" w:rsidRPr="005B300D" w:rsidRDefault="005D696B" w:rsidP="005D696B">
      <w:pPr>
        <w:tabs>
          <w:tab w:val="left" w:pos="1418"/>
          <w:tab w:val="right" w:pos="9072"/>
        </w:tabs>
        <w:ind w:left="851"/>
      </w:pPr>
      <w:r w:rsidRPr="005B300D">
        <w:t>A terápiás módszerek biztonsági, higiénés szempontjai és szabályai</w:t>
      </w:r>
    </w:p>
    <w:p w:rsidR="005D696B" w:rsidRPr="005B300D" w:rsidRDefault="005D696B" w:rsidP="005D696B">
      <w:pPr>
        <w:tabs>
          <w:tab w:val="left" w:pos="1418"/>
          <w:tab w:val="right" w:pos="9072"/>
        </w:tabs>
        <w:ind w:left="851"/>
      </w:pPr>
      <w:r w:rsidRPr="005B300D">
        <w:t>Fájdalomcsillapítás gyógyszeres terápia alkalmazása nélkül</w:t>
      </w:r>
    </w:p>
    <w:p w:rsidR="005D696B" w:rsidRPr="005B300D" w:rsidRDefault="005D696B" w:rsidP="005D696B">
      <w:pPr>
        <w:tabs>
          <w:tab w:val="left" w:pos="1418"/>
          <w:tab w:val="right" w:pos="9072"/>
        </w:tabs>
        <w:ind w:left="851"/>
      </w:pPr>
      <w:r w:rsidRPr="005B300D">
        <w:t>A fájdalomcsillapítás fogalma, célja, módszerei, kompetenciaköre</w:t>
      </w:r>
    </w:p>
    <w:p w:rsidR="005D696B" w:rsidRPr="005B300D" w:rsidRDefault="005D696B" w:rsidP="005D696B">
      <w:pPr>
        <w:tabs>
          <w:tab w:val="left" w:pos="1418"/>
          <w:tab w:val="right" w:pos="9072"/>
        </w:tabs>
        <w:ind w:left="851"/>
      </w:pPr>
      <w:r w:rsidRPr="005B300D">
        <w:t xml:space="preserve">A fájdalomcsillapítás nem gyógyszeres formáinak, jellemzői, indikációi-kontraindikációi, alkalmazásának algoritmusai (pozíciós terápia, felszíni kezelés, hideg-meleg terápiás alkalmazások, masszázs, fizioterápia, </w:t>
      </w:r>
      <w:proofErr w:type="spellStart"/>
      <w:r w:rsidRPr="005B300D">
        <w:t>hydroterápia</w:t>
      </w:r>
      <w:proofErr w:type="spellEnd"/>
      <w:r w:rsidRPr="005B300D">
        <w:t>, TENS, alternatív medicina módszerei)</w:t>
      </w:r>
    </w:p>
    <w:p w:rsidR="005D696B" w:rsidRPr="005B300D" w:rsidRDefault="005D696B" w:rsidP="005D696B">
      <w:pPr>
        <w:tabs>
          <w:tab w:val="left" w:pos="1418"/>
          <w:tab w:val="right" w:pos="9072"/>
        </w:tabs>
        <w:ind w:left="851"/>
      </w:pPr>
      <w:r w:rsidRPr="005B300D">
        <w:t>A fájdalom megfigyelésének, mérésének szempontjai</w:t>
      </w:r>
    </w:p>
    <w:p w:rsidR="005D696B" w:rsidRPr="005B300D" w:rsidRDefault="005D696B" w:rsidP="005D696B">
      <w:pPr>
        <w:tabs>
          <w:tab w:val="left" w:pos="1418"/>
          <w:tab w:val="right" w:pos="9072"/>
        </w:tabs>
        <w:ind w:left="851"/>
      </w:pPr>
      <w:r w:rsidRPr="005B300D">
        <w:t>A fájdalomcsillapítás hatékonyságának követése, dokumentálása</w:t>
      </w:r>
    </w:p>
    <w:p w:rsidR="005D696B" w:rsidRPr="005B300D" w:rsidRDefault="005D696B" w:rsidP="005D696B">
      <w:pPr>
        <w:tabs>
          <w:tab w:val="left" w:pos="1418"/>
          <w:tab w:val="right" w:pos="9072"/>
        </w:tabs>
        <w:ind w:left="851"/>
      </w:pPr>
      <w:r w:rsidRPr="005B300D">
        <w:t>Lázcsillapítás gyógyszeres terápia alkalmazása nélkül</w:t>
      </w:r>
    </w:p>
    <w:p w:rsidR="005D696B" w:rsidRPr="005B300D" w:rsidRDefault="005D696B" w:rsidP="005D696B">
      <w:pPr>
        <w:tabs>
          <w:tab w:val="left" w:pos="1418"/>
          <w:tab w:val="right" w:pos="9072"/>
        </w:tabs>
        <w:ind w:left="851"/>
      </w:pPr>
      <w:r w:rsidRPr="005B300D">
        <w:t>A láz fogalma, szervezetre gyakorolt hatásai, tünetei</w:t>
      </w:r>
    </w:p>
    <w:p w:rsidR="005D696B" w:rsidRPr="005B300D" w:rsidRDefault="005D696B" w:rsidP="005D696B">
      <w:pPr>
        <w:tabs>
          <w:tab w:val="left" w:pos="1418"/>
          <w:tab w:val="right" w:pos="9072"/>
        </w:tabs>
        <w:ind w:left="851"/>
      </w:pPr>
      <w:r w:rsidRPr="005B300D">
        <w:t>A lázcsillapítás indikációi, módszerei</w:t>
      </w:r>
    </w:p>
    <w:p w:rsidR="005D696B" w:rsidRPr="005B300D" w:rsidRDefault="005D696B" w:rsidP="005D696B">
      <w:pPr>
        <w:tabs>
          <w:tab w:val="left" w:pos="1418"/>
          <w:tab w:val="right" w:pos="9072"/>
        </w:tabs>
        <w:ind w:left="851"/>
      </w:pPr>
      <w:r w:rsidRPr="005B300D">
        <w:t>A fizikális lázcsillapítás fogalma, célja, módszerei, indikációi</w:t>
      </w:r>
    </w:p>
    <w:p w:rsidR="005D696B" w:rsidRPr="005B300D" w:rsidRDefault="005D696B" w:rsidP="005D696B">
      <w:pPr>
        <w:tabs>
          <w:tab w:val="left" w:pos="1418"/>
          <w:tab w:val="right" w:pos="9072"/>
        </w:tabs>
        <w:ind w:left="851"/>
      </w:pPr>
      <w:r w:rsidRPr="005B300D">
        <w:lastRenderedPageBreak/>
        <w:t>A hűtőfürdő és hűtő borogatás (priznic) alkalmazásának algoritmusa</w:t>
      </w:r>
    </w:p>
    <w:p w:rsidR="005D696B" w:rsidRPr="005B300D" w:rsidRDefault="005D696B" w:rsidP="005D696B">
      <w:pPr>
        <w:tabs>
          <w:tab w:val="left" w:pos="1418"/>
          <w:tab w:val="right" w:pos="9072"/>
        </w:tabs>
        <w:ind w:left="851"/>
      </w:pPr>
      <w:r w:rsidRPr="005B300D">
        <w:t>Lázas beteg ápolásának, megfigyelésének szempontjai</w:t>
      </w:r>
    </w:p>
    <w:p w:rsidR="005D696B" w:rsidRPr="005B300D" w:rsidRDefault="005D696B" w:rsidP="005D696B">
      <w:pPr>
        <w:tabs>
          <w:tab w:val="left" w:pos="1418"/>
          <w:tab w:val="right" w:pos="9072"/>
        </w:tabs>
        <w:ind w:left="851"/>
      </w:pPr>
      <w:r w:rsidRPr="005B300D">
        <w:t>A lázcsillapítás hatékonyságának követése, dokumentálása</w:t>
      </w:r>
    </w:p>
    <w:p w:rsidR="005D696B" w:rsidRPr="005B300D" w:rsidRDefault="005D696B" w:rsidP="005D696B">
      <w:pPr>
        <w:tabs>
          <w:tab w:val="left" w:pos="1418"/>
          <w:tab w:val="right" w:pos="9072"/>
        </w:tabs>
        <w:ind w:left="851"/>
      </w:pPr>
      <w:r w:rsidRPr="005B300D">
        <w:t>A tevékenység higiénés, munka- és környezetbiztonsági szabályai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Gyógyszertan alapjai, gyógyszerelés</w:t>
      </w:r>
      <w:r w:rsidRPr="005B300D">
        <w:rPr>
          <w:b/>
          <w:i/>
        </w:rPr>
        <w:tab/>
        <w:t>18 óra/18 óra</w:t>
      </w:r>
    </w:p>
    <w:p w:rsidR="005D696B" w:rsidRPr="005B300D" w:rsidRDefault="005D696B" w:rsidP="005D696B">
      <w:pPr>
        <w:tabs>
          <w:tab w:val="left" w:pos="1418"/>
          <w:tab w:val="right" w:pos="9072"/>
        </w:tabs>
        <w:ind w:left="851"/>
      </w:pPr>
      <w:r w:rsidRPr="005B300D">
        <w:t xml:space="preserve">Gyógyszertani alapfogalmak. </w:t>
      </w:r>
    </w:p>
    <w:p w:rsidR="005D696B" w:rsidRPr="005B300D" w:rsidRDefault="005D696B" w:rsidP="005D696B">
      <w:pPr>
        <w:tabs>
          <w:tab w:val="left" w:pos="1418"/>
          <w:tab w:val="right" w:pos="9072"/>
        </w:tabs>
        <w:ind w:left="851"/>
      </w:pPr>
      <w:r w:rsidRPr="005B300D">
        <w:t>Gyógyszerrendelés alapfogalmai.</w:t>
      </w:r>
    </w:p>
    <w:p w:rsidR="005D696B" w:rsidRPr="005B300D" w:rsidRDefault="005D696B" w:rsidP="005D696B">
      <w:pPr>
        <w:tabs>
          <w:tab w:val="left" w:pos="1418"/>
          <w:tab w:val="right" w:pos="9072"/>
        </w:tabs>
        <w:ind w:left="851"/>
      </w:pPr>
      <w:r w:rsidRPr="005B300D">
        <w:t>Gyógyszerek hatásmechanizmusai.</w:t>
      </w:r>
    </w:p>
    <w:p w:rsidR="005D696B" w:rsidRPr="005B300D" w:rsidRDefault="005D696B" w:rsidP="005D696B">
      <w:pPr>
        <w:tabs>
          <w:tab w:val="left" w:pos="1418"/>
          <w:tab w:val="right" w:pos="9072"/>
        </w:tabs>
        <w:ind w:left="851"/>
      </w:pPr>
      <w:r w:rsidRPr="005B300D">
        <w:t>Gyógyszerhatás folyamata, befolyásoló tényezői.</w:t>
      </w:r>
    </w:p>
    <w:p w:rsidR="005D696B" w:rsidRPr="005B300D" w:rsidRDefault="005D696B" w:rsidP="005D696B">
      <w:pPr>
        <w:tabs>
          <w:tab w:val="left" w:pos="1418"/>
          <w:tab w:val="right" w:pos="9072"/>
        </w:tabs>
        <w:ind w:left="851"/>
      </w:pPr>
      <w:proofErr w:type="spellStart"/>
      <w:r w:rsidRPr="005B300D">
        <w:t>Gyógyszerinterakciók</w:t>
      </w:r>
      <w:proofErr w:type="spellEnd"/>
      <w:r w:rsidRPr="005B300D">
        <w:t xml:space="preserve"> és mellékhatások.</w:t>
      </w:r>
    </w:p>
    <w:p w:rsidR="005D696B" w:rsidRPr="005B300D" w:rsidRDefault="005D696B" w:rsidP="005D696B">
      <w:pPr>
        <w:tabs>
          <w:tab w:val="left" w:pos="1418"/>
          <w:tab w:val="right" w:pos="9072"/>
        </w:tabs>
        <w:ind w:left="851"/>
      </w:pPr>
      <w:r w:rsidRPr="005B300D">
        <w:t>Gyógyszerformák és jellemzőik.</w:t>
      </w:r>
    </w:p>
    <w:p w:rsidR="005D696B" w:rsidRPr="005B300D" w:rsidRDefault="005D696B" w:rsidP="005D696B">
      <w:pPr>
        <w:tabs>
          <w:tab w:val="left" w:pos="1418"/>
          <w:tab w:val="right" w:pos="9072"/>
        </w:tabs>
        <w:ind w:left="851"/>
      </w:pPr>
      <w:r w:rsidRPr="005B300D">
        <w:t>Gyógyszer bejuttatási módok és jellemzőik.</w:t>
      </w:r>
    </w:p>
    <w:p w:rsidR="005D696B" w:rsidRPr="005B300D" w:rsidRDefault="005D696B" w:rsidP="005D696B">
      <w:pPr>
        <w:tabs>
          <w:tab w:val="left" w:pos="1418"/>
          <w:tab w:val="right" w:pos="9072"/>
        </w:tabs>
        <w:ind w:left="851"/>
      </w:pPr>
      <w:r w:rsidRPr="005B300D">
        <w:t>Gyógyszeradagok kiszámítása.</w:t>
      </w:r>
    </w:p>
    <w:p w:rsidR="005D696B" w:rsidRPr="005B300D" w:rsidRDefault="005D696B" w:rsidP="005D696B">
      <w:pPr>
        <w:tabs>
          <w:tab w:val="left" w:pos="1418"/>
          <w:tab w:val="right" w:pos="9072"/>
        </w:tabs>
        <w:ind w:left="851"/>
      </w:pPr>
      <w:r w:rsidRPr="005B300D">
        <w:t>Nemzetközi rövidítések a gyógyszerelésben (gyógyszerformák, bejuttatási módok, mértékegységek).</w:t>
      </w:r>
    </w:p>
    <w:p w:rsidR="005D696B" w:rsidRPr="005B300D" w:rsidRDefault="005D696B" w:rsidP="005D696B">
      <w:pPr>
        <w:tabs>
          <w:tab w:val="left" w:pos="1418"/>
          <w:tab w:val="right" w:pos="9072"/>
        </w:tabs>
        <w:ind w:left="851"/>
      </w:pPr>
      <w:r w:rsidRPr="005B300D">
        <w:t>Ápolói feladatok gyógyszerelés során.</w:t>
      </w:r>
    </w:p>
    <w:p w:rsidR="005D696B" w:rsidRPr="005B300D" w:rsidRDefault="005D696B" w:rsidP="005D696B">
      <w:pPr>
        <w:tabs>
          <w:tab w:val="left" w:pos="1418"/>
          <w:tab w:val="right" w:pos="9072"/>
        </w:tabs>
        <w:ind w:left="851"/>
      </w:pPr>
      <w:r w:rsidRPr="005B300D">
        <w:t>Az intézeti gyógyszertárolás, gyógyszerkezelés szabályai, specialitásai.</w:t>
      </w:r>
    </w:p>
    <w:p w:rsidR="005D696B" w:rsidRPr="005B300D" w:rsidRDefault="005D696B" w:rsidP="005D696B">
      <w:pPr>
        <w:tabs>
          <w:tab w:val="left" w:pos="1418"/>
          <w:tab w:val="right" w:pos="9072"/>
        </w:tabs>
        <w:ind w:left="851"/>
      </w:pPr>
      <w:r w:rsidRPr="005B300D">
        <w:t>A gyógyszerelés irányelvei, szabályai, kompetenciái.</w:t>
      </w:r>
    </w:p>
    <w:p w:rsidR="005D696B" w:rsidRPr="005B300D" w:rsidRDefault="005D696B" w:rsidP="005D696B">
      <w:pPr>
        <w:tabs>
          <w:tab w:val="left" w:pos="1418"/>
          <w:tab w:val="right" w:pos="9072"/>
        </w:tabs>
        <w:ind w:left="851"/>
      </w:pPr>
      <w:r w:rsidRPr="005B300D">
        <w:t xml:space="preserve">A per </w:t>
      </w:r>
      <w:proofErr w:type="spellStart"/>
      <w:r w:rsidRPr="005B300D">
        <w:t>os</w:t>
      </w:r>
      <w:proofErr w:type="spellEnd"/>
      <w:r w:rsidRPr="005B300D">
        <w:t xml:space="preserve">, </w:t>
      </w:r>
      <w:proofErr w:type="spellStart"/>
      <w:r w:rsidRPr="005B300D">
        <w:t>rectális</w:t>
      </w:r>
      <w:proofErr w:type="spellEnd"/>
      <w:r w:rsidRPr="005B300D">
        <w:t xml:space="preserve">, </w:t>
      </w:r>
      <w:proofErr w:type="spellStart"/>
      <w:r w:rsidRPr="005B300D">
        <w:t>transdermális</w:t>
      </w:r>
      <w:proofErr w:type="spellEnd"/>
      <w:r w:rsidRPr="005B300D">
        <w:t>, gyógyszerelés technikái.</w:t>
      </w:r>
    </w:p>
    <w:p w:rsidR="005D696B" w:rsidRPr="005B300D" w:rsidRDefault="005D696B" w:rsidP="005D696B">
      <w:pPr>
        <w:tabs>
          <w:tab w:val="left" w:pos="1418"/>
          <w:tab w:val="right" w:pos="9072"/>
        </w:tabs>
        <w:ind w:left="851"/>
      </w:pPr>
      <w:r w:rsidRPr="005B300D">
        <w:t xml:space="preserve">A </w:t>
      </w:r>
      <w:proofErr w:type="spellStart"/>
      <w:r w:rsidRPr="005B300D">
        <w:t>fül-orr-szem</w:t>
      </w:r>
      <w:proofErr w:type="spellEnd"/>
      <w:r w:rsidRPr="005B300D">
        <w:t xml:space="preserve"> cseppek alkalmazásának technikái.</w:t>
      </w:r>
    </w:p>
    <w:p w:rsidR="005D696B" w:rsidRPr="005B300D" w:rsidRDefault="005D696B" w:rsidP="005D696B">
      <w:pPr>
        <w:tabs>
          <w:tab w:val="left" w:pos="1418"/>
          <w:tab w:val="right" w:pos="9072"/>
        </w:tabs>
        <w:ind w:left="851"/>
      </w:pPr>
      <w:r w:rsidRPr="005B300D">
        <w:t>A gyógyszerelés higiénés szabályai.</w:t>
      </w:r>
    </w:p>
    <w:p w:rsidR="005D696B" w:rsidRPr="005B300D" w:rsidRDefault="005D696B" w:rsidP="005D696B">
      <w:pPr>
        <w:tabs>
          <w:tab w:val="left" w:pos="1418"/>
          <w:tab w:val="right" w:pos="9072"/>
        </w:tabs>
        <w:ind w:left="851"/>
      </w:pPr>
      <w:r w:rsidRPr="005B300D">
        <w:t>A betegmegfigyelés szempontjai gyógyszerterápia alkalmazása során.</w:t>
      </w:r>
    </w:p>
    <w:p w:rsidR="005D696B" w:rsidRPr="005B300D" w:rsidRDefault="005D696B" w:rsidP="005D696B">
      <w:pPr>
        <w:tabs>
          <w:tab w:val="left" w:pos="1418"/>
          <w:tab w:val="right" w:pos="9072"/>
        </w:tabs>
        <w:ind w:left="851"/>
      </w:pPr>
      <w:r w:rsidRPr="005B300D">
        <w:t>A gyógyszertévesztés megelőzése, észlelése, jelentési kötelezettsége.</w:t>
      </w:r>
    </w:p>
    <w:p w:rsidR="005D696B" w:rsidRPr="005B300D" w:rsidRDefault="005D696B" w:rsidP="005D696B">
      <w:pPr>
        <w:tabs>
          <w:tab w:val="left" w:pos="1418"/>
          <w:tab w:val="right" w:pos="9072"/>
        </w:tabs>
        <w:ind w:left="851"/>
      </w:pPr>
      <w:r w:rsidRPr="005B300D">
        <w:t>Gyógyszerelés dokumentálásának jogi és minőségirányítási szabályozása.</w:t>
      </w:r>
    </w:p>
    <w:p w:rsidR="005D696B" w:rsidRPr="005B300D" w:rsidRDefault="005D696B" w:rsidP="005D696B">
      <w:pPr>
        <w:tabs>
          <w:tab w:val="left" w:pos="1418"/>
          <w:tab w:val="right" w:pos="9072"/>
        </w:tabs>
        <w:ind w:left="851"/>
      </w:pPr>
      <w:r w:rsidRPr="005B300D">
        <w:t>A beteg együttműködés jelentősége a gyógyszeres terápia során.</w:t>
      </w:r>
    </w:p>
    <w:p w:rsidR="005D696B" w:rsidRPr="005B300D" w:rsidRDefault="005D696B" w:rsidP="005D696B">
      <w:pPr>
        <w:tabs>
          <w:tab w:val="left" w:pos="1418"/>
          <w:tab w:val="right" w:pos="9072"/>
        </w:tabs>
        <w:ind w:left="851"/>
      </w:pPr>
      <w:r w:rsidRPr="005B300D">
        <w:t>A gyógyszereléshez kapcsolódó betegoktatás szempontjai.</w:t>
      </w:r>
    </w:p>
    <w:p w:rsidR="005D696B" w:rsidRPr="005B300D" w:rsidRDefault="005D696B" w:rsidP="005D696B">
      <w:pPr>
        <w:tabs>
          <w:tab w:val="left" w:pos="1418"/>
          <w:tab w:val="right" w:pos="9072"/>
        </w:tabs>
        <w:ind w:left="851"/>
      </w:pPr>
      <w:r w:rsidRPr="005B300D">
        <w:t>A gyógyszerterápia specialitásai gyermek- és időskorban</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r w:rsidRPr="005B300D">
        <w:t>Injekciós terápia.</w:t>
      </w:r>
    </w:p>
    <w:p w:rsidR="005D696B" w:rsidRPr="005B300D" w:rsidRDefault="005D696B" w:rsidP="005D696B">
      <w:pPr>
        <w:tabs>
          <w:tab w:val="left" w:pos="1418"/>
          <w:tab w:val="right" w:pos="9072"/>
        </w:tabs>
        <w:ind w:left="851"/>
      </w:pPr>
      <w:r w:rsidRPr="005B300D">
        <w:t>Az injekcióbejuttatás leggyakoribb formái, jellemzői, előnyei-hátrányai.</w:t>
      </w:r>
    </w:p>
    <w:p w:rsidR="005D696B" w:rsidRPr="005B300D" w:rsidRDefault="005D696B" w:rsidP="005D696B">
      <w:pPr>
        <w:tabs>
          <w:tab w:val="left" w:pos="1418"/>
          <w:tab w:val="right" w:pos="9072"/>
        </w:tabs>
        <w:ind w:left="851"/>
      </w:pPr>
      <w:r w:rsidRPr="005B300D">
        <w:t>Az injekciózáshoz használható fecskendő típusok és jellemzőik.</w:t>
      </w:r>
    </w:p>
    <w:p w:rsidR="005D696B" w:rsidRPr="005B300D" w:rsidRDefault="005D696B" w:rsidP="005D696B">
      <w:pPr>
        <w:tabs>
          <w:tab w:val="left" w:pos="1418"/>
          <w:tab w:val="right" w:pos="9072"/>
        </w:tabs>
        <w:ind w:left="851"/>
      </w:pPr>
      <w:r w:rsidRPr="005B300D">
        <w:t>Az injekciós tűk típusai, jellemzői, a tű méretjelölésének értelmezése.</w:t>
      </w:r>
    </w:p>
    <w:p w:rsidR="005D696B" w:rsidRPr="005B300D" w:rsidRDefault="005D696B" w:rsidP="005D696B">
      <w:pPr>
        <w:tabs>
          <w:tab w:val="left" w:pos="1418"/>
          <w:tab w:val="right" w:pos="9072"/>
        </w:tabs>
        <w:ind w:left="851"/>
      </w:pPr>
      <w:r w:rsidRPr="005B300D">
        <w:t>Az előre töltött injekciós eszközök jellemzői.</w:t>
      </w:r>
    </w:p>
    <w:p w:rsidR="005D696B" w:rsidRPr="005B300D" w:rsidRDefault="005D696B" w:rsidP="005D696B">
      <w:pPr>
        <w:tabs>
          <w:tab w:val="left" w:pos="1418"/>
          <w:tab w:val="right" w:pos="9072"/>
        </w:tabs>
        <w:ind w:left="851"/>
      </w:pPr>
      <w:r w:rsidRPr="005B300D">
        <w:t>Pen jellemzői.</w:t>
      </w:r>
    </w:p>
    <w:p w:rsidR="005D696B" w:rsidRPr="005B300D" w:rsidRDefault="005D696B" w:rsidP="005D696B">
      <w:pPr>
        <w:tabs>
          <w:tab w:val="left" w:pos="1418"/>
          <w:tab w:val="right" w:pos="9072"/>
        </w:tabs>
        <w:ind w:left="851"/>
      </w:pPr>
      <w:r w:rsidRPr="005B300D">
        <w:t>Előkészítés injekciózáshoz.</w:t>
      </w:r>
    </w:p>
    <w:p w:rsidR="005D696B" w:rsidRPr="005B300D" w:rsidRDefault="005D696B" w:rsidP="005D696B">
      <w:pPr>
        <w:tabs>
          <w:tab w:val="left" w:pos="1418"/>
          <w:tab w:val="right" w:pos="9072"/>
        </w:tabs>
        <w:ind w:left="851"/>
      </w:pPr>
      <w:r w:rsidRPr="005B300D">
        <w:t>A gyógyszer felszívás algoritmusa.</w:t>
      </w:r>
    </w:p>
    <w:p w:rsidR="005D696B" w:rsidRPr="005B300D" w:rsidRDefault="005D696B" w:rsidP="005D696B">
      <w:pPr>
        <w:tabs>
          <w:tab w:val="left" w:pos="1418"/>
          <w:tab w:val="right" w:pos="9072"/>
        </w:tabs>
        <w:ind w:left="851"/>
      </w:pPr>
      <w:r w:rsidRPr="005B300D">
        <w:t>Az előkészítés során betartandó higiénés és balesetvédelmi szabályok.</w:t>
      </w:r>
    </w:p>
    <w:p w:rsidR="005D696B" w:rsidRPr="005B300D" w:rsidRDefault="005D696B" w:rsidP="005D696B">
      <w:pPr>
        <w:tabs>
          <w:tab w:val="left" w:pos="1418"/>
          <w:tab w:val="right" w:pos="9072"/>
        </w:tabs>
        <w:ind w:left="851"/>
      </w:pPr>
      <w:r w:rsidRPr="005B300D">
        <w:t>Az injekciós terápia általános és helyi szövődményei.</w:t>
      </w:r>
    </w:p>
    <w:p w:rsidR="005D696B" w:rsidRPr="005B300D" w:rsidRDefault="005D696B" w:rsidP="005D696B">
      <w:pPr>
        <w:tabs>
          <w:tab w:val="left" w:pos="1418"/>
          <w:tab w:val="right" w:pos="9072"/>
        </w:tabs>
        <w:ind w:left="851"/>
      </w:pPr>
      <w:r w:rsidRPr="005B300D">
        <w:t>Infúziós terápia.</w:t>
      </w:r>
    </w:p>
    <w:p w:rsidR="005D696B" w:rsidRPr="005B300D" w:rsidRDefault="005D696B" w:rsidP="005D696B">
      <w:pPr>
        <w:tabs>
          <w:tab w:val="left" w:pos="1418"/>
          <w:tab w:val="right" w:pos="9072"/>
        </w:tabs>
        <w:ind w:left="851"/>
      </w:pPr>
      <w:r w:rsidRPr="005B300D">
        <w:t>Az infúziós terápia fogalma, célja, indikációja, kompetenciaköre.</w:t>
      </w:r>
    </w:p>
    <w:p w:rsidR="005D696B" w:rsidRPr="005B300D" w:rsidRDefault="005D696B" w:rsidP="005D696B">
      <w:pPr>
        <w:tabs>
          <w:tab w:val="left" w:pos="1418"/>
          <w:tab w:val="right" w:pos="9072"/>
        </w:tabs>
        <w:ind w:left="851"/>
      </w:pPr>
      <w:r w:rsidRPr="005B300D">
        <w:t xml:space="preserve">A folyadék bejuttatásának lehetséges módjai (perifériás-, centrális véna </w:t>
      </w:r>
      <w:proofErr w:type="spellStart"/>
      <w:r w:rsidRPr="005B300D">
        <w:t>kanülálás</w:t>
      </w:r>
      <w:proofErr w:type="spellEnd"/>
      <w:r w:rsidRPr="005B300D">
        <w:t xml:space="preserve">, </w:t>
      </w:r>
      <w:proofErr w:type="spellStart"/>
      <w:r w:rsidRPr="005B300D">
        <w:t>intraosseális</w:t>
      </w:r>
      <w:proofErr w:type="spellEnd"/>
      <w:r w:rsidRPr="005B300D">
        <w:t xml:space="preserve"> </w:t>
      </w:r>
      <w:proofErr w:type="spellStart"/>
      <w:r w:rsidRPr="005B300D">
        <w:t>kanülálás</w:t>
      </w:r>
      <w:proofErr w:type="spellEnd"/>
      <w:r w:rsidRPr="005B300D">
        <w:t>).</w:t>
      </w:r>
    </w:p>
    <w:p w:rsidR="005D696B" w:rsidRPr="005B300D" w:rsidRDefault="005D696B" w:rsidP="005D696B">
      <w:pPr>
        <w:tabs>
          <w:tab w:val="left" w:pos="1418"/>
          <w:tab w:val="right" w:pos="9072"/>
        </w:tabs>
        <w:ind w:left="851"/>
      </w:pPr>
      <w:r w:rsidRPr="005B300D">
        <w:t xml:space="preserve">Az infúziós terápia során alkalmazható eszközök és jellemzőik (tűk, perifériás </w:t>
      </w:r>
      <w:proofErr w:type="spellStart"/>
      <w:r w:rsidRPr="005B300D">
        <w:t>intravascularis</w:t>
      </w:r>
      <w:proofErr w:type="spellEnd"/>
      <w:r w:rsidRPr="005B300D">
        <w:t xml:space="preserve"> </w:t>
      </w:r>
      <w:proofErr w:type="spellStart"/>
      <w:r w:rsidRPr="005B300D">
        <w:t>kanülök</w:t>
      </w:r>
      <w:proofErr w:type="spellEnd"/>
      <w:r w:rsidRPr="005B300D">
        <w:t>, infúziós szerelékek, összekötők, csatlakozók, infúzióadagoló készülékek).</w:t>
      </w:r>
    </w:p>
    <w:p w:rsidR="005D696B" w:rsidRPr="005B300D" w:rsidRDefault="005D696B" w:rsidP="005D696B">
      <w:pPr>
        <w:tabs>
          <w:tab w:val="left" w:pos="1418"/>
          <w:tab w:val="right" w:pos="9072"/>
        </w:tabs>
        <w:ind w:left="851"/>
      </w:pPr>
      <w:r w:rsidRPr="005B300D">
        <w:t>Előkészítés infúziós terápiához.</w:t>
      </w:r>
    </w:p>
    <w:p w:rsidR="005D696B" w:rsidRPr="005B300D" w:rsidRDefault="005D696B" w:rsidP="005D696B">
      <w:pPr>
        <w:tabs>
          <w:tab w:val="left" w:pos="1418"/>
          <w:tab w:val="right" w:pos="9072"/>
        </w:tabs>
        <w:ind w:left="851"/>
      </w:pPr>
      <w:r w:rsidRPr="005B300D">
        <w:t>A beteg pszichés, szomatikus előkészítésének specialitásai.</w:t>
      </w:r>
    </w:p>
    <w:p w:rsidR="005D696B" w:rsidRPr="005B300D" w:rsidRDefault="005D696B" w:rsidP="005D696B">
      <w:pPr>
        <w:tabs>
          <w:tab w:val="left" w:pos="1418"/>
          <w:tab w:val="right" w:pos="9072"/>
        </w:tabs>
        <w:ind w:left="851"/>
      </w:pPr>
      <w:r w:rsidRPr="005B300D">
        <w:t>Segédkezés infúziós terápia kivitelezésében.</w:t>
      </w:r>
    </w:p>
    <w:p w:rsidR="005D696B" w:rsidRPr="005B300D" w:rsidRDefault="005D696B" w:rsidP="005D696B">
      <w:pPr>
        <w:tabs>
          <w:tab w:val="left" w:pos="1418"/>
          <w:tab w:val="right" w:pos="9072"/>
        </w:tabs>
        <w:ind w:left="851"/>
      </w:pPr>
      <w:r w:rsidRPr="005B300D">
        <w:t>Az infúzió összeállításának és bekötésének és eltávolításának algoritmusa.</w:t>
      </w:r>
    </w:p>
    <w:p w:rsidR="005D696B" w:rsidRPr="005B300D" w:rsidRDefault="005D696B" w:rsidP="005D696B">
      <w:pPr>
        <w:tabs>
          <w:tab w:val="left" w:pos="1418"/>
          <w:tab w:val="right" w:pos="9072"/>
        </w:tabs>
        <w:ind w:left="851"/>
      </w:pPr>
      <w:r w:rsidRPr="005B300D">
        <w:lastRenderedPageBreak/>
        <w:t>Az előkészítés és beavatkozás során betartandó higiénés és balesetvédelmi szabályok.</w:t>
      </w:r>
    </w:p>
    <w:p w:rsidR="005D696B" w:rsidRPr="005B300D" w:rsidRDefault="005D696B" w:rsidP="005D696B">
      <w:pPr>
        <w:tabs>
          <w:tab w:val="left" w:pos="1418"/>
          <w:tab w:val="right" w:pos="9072"/>
        </w:tabs>
        <w:ind w:left="851"/>
      </w:pPr>
      <w:r w:rsidRPr="005B300D">
        <w:t>A beteg megfigyelésének szempontjai infúziós terápia során.</w:t>
      </w:r>
    </w:p>
    <w:p w:rsidR="005D696B" w:rsidRPr="005B300D" w:rsidRDefault="005D696B" w:rsidP="005D696B">
      <w:pPr>
        <w:tabs>
          <w:tab w:val="left" w:pos="1418"/>
          <w:tab w:val="right" w:pos="9072"/>
        </w:tabs>
        <w:ind w:left="851"/>
      </w:pPr>
      <w:r w:rsidRPr="005B300D">
        <w:t>Az infúziós terápia általános és helyi szövődményei.</w:t>
      </w:r>
    </w:p>
    <w:p w:rsidR="005D696B" w:rsidRPr="005B300D" w:rsidRDefault="005D696B" w:rsidP="005D696B">
      <w:pPr>
        <w:tabs>
          <w:tab w:val="left" w:pos="1418"/>
          <w:tab w:val="right" w:pos="9072"/>
        </w:tabs>
        <w:ind w:left="851"/>
      </w:pPr>
      <w:r w:rsidRPr="005B300D">
        <w:t>Az infúziós terápia dokumentálásának szabályai.</w:t>
      </w:r>
    </w:p>
    <w:p w:rsidR="005D696B" w:rsidRPr="005B300D" w:rsidRDefault="005D696B" w:rsidP="005D696B">
      <w:pPr>
        <w:tabs>
          <w:tab w:val="left" w:pos="1418"/>
          <w:tab w:val="right" w:pos="9072"/>
        </w:tabs>
        <w:ind w:left="851"/>
      </w:pPr>
      <w:r w:rsidRPr="005B300D">
        <w:t>Vércsoport meghatározás.</w:t>
      </w:r>
    </w:p>
    <w:p w:rsidR="005D696B" w:rsidRPr="005B300D" w:rsidRDefault="005D696B" w:rsidP="005D696B">
      <w:pPr>
        <w:tabs>
          <w:tab w:val="left" w:pos="1418"/>
          <w:tab w:val="right" w:pos="9072"/>
        </w:tabs>
        <w:ind w:left="851"/>
      </w:pPr>
      <w:r w:rsidRPr="005B300D">
        <w:t>A vércsoport meghatározás célja, indikációja, kompetenciaköre.</w:t>
      </w:r>
    </w:p>
    <w:p w:rsidR="005D696B" w:rsidRPr="005B300D" w:rsidRDefault="005D696B" w:rsidP="005D696B">
      <w:pPr>
        <w:tabs>
          <w:tab w:val="left" w:pos="1418"/>
          <w:tab w:val="right" w:pos="9072"/>
        </w:tabs>
        <w:ind w:left="851"/>
      </w:pPr>
      <w:r w:rsidRPr="005B300D">
        <w:t>A vércsoport meghatározás eszközei.</w:t>
      </w:r>
    </w:p>
    <w:p w:rsidR="005D696B" w:rsidRPr="005B300D" w:rsidRDefault="005D696B" w:rsidP="005D696B">
      <w:pPr>
        <w:tabs>
          <w:tab w:val="left" w:pos="1418"/>
          <w:tab w:val="right" w:pos="9072"/>
        </w:tabs>
        <w:ind w:left="851"/>
      </w:pPr>
      <w:r w:rsidRPr="005B300D">
        <w:t>Előkészítés vércsoport meghatározáshoz.</w:t>
      </w:r>
    </w:p>
    <w:p w:rsidR="005D696B" w:rsidRPr="005B300D" w:rsidRDefault="005D696B" w:rsidP="005D696B">
      <w:pPr>
        <w:tabs>
          <w:tab w:val="left" w:pos="1418"/>
          <w:tab w:val="right" w:pos="9072"/>
        </w:tabs>
        <w:ind w:left="851"/>
      </w:pPr>
      <w:r w:rsidRPr="005B300D">
        <w:t xml:space="preserve">A kártyás módszerrel történő vércsoport meghatározás algoritmusa. </w:t>
      </w:r>
    </w:p>
    <w:p w:rsidR="005D696B" w:rsidRPr="005B300D" w:rsidRDefault="005D696B" w:rsidP="005D696B">
      <w:pPr>
        <w:tabs>
          <w:tab w:val="left" w:pos="1418"/>
          <w:tab w:val="right" w:pos="9072"/>
        </w:tabs>
        <w:ind w:left="851"/>
      </w:pPr>
      <w:r w:rsidRPr="005B300D">
        <w:t>Vércsoport meghatározás utáni feladatok.</w:t>
      </w:r>
    </w:p>
    <w:p w:rsidR="005D696B" w:rsidRPr="005B300D" w:rsidRDefault="005D696B" w:rsidP="005D696B">
      <w:pPr>
        <w:tabs>
          <w:tab w:val="left" w:pos="1418"/>
          <w:tab w:val="right" w:pos="9072"/>
        </w:tabs>
        <w:ind w:left="851"/>
      </w:pPr>
      <w:r w:rsidRPr="005B300D">
        <w:t>A tevékenység higiénés, munka- és környezetbiztonsági szabályai.</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 demonstrációs terem</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r w:rsidRPr="005B300D">
        <w:rPr>
          <w:i/>
        </w:rPr>
        <w:t xml:space="preserve">A diagnosztikai és terápiás alapismeretek tananyaga csoportbontásban kerüljön elsajátításra. </w:t>
      </w:r>
    </w:p>
    <w:p w:rsidR="005D696B" w:rsidRPr="005B300D" w:rsidRDefault="005D696B" w:rsidP="005D696B">
      <w:pPr>
        <w:ind w:left="426"/>
        <w:rPr>
          <w:i/>
        </w:rPr>
      </w:pP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E8132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E8132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E8132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E81329" w:rsidRDefault="00E81329" w:rsidP="00E81329">
      <w:pPr>
        <w:pStyle w:val="Listaszerbekezds"/>
        <w:ind w:left="1224"/>
        <w:jc w:val="both"/>
        <w:rPr>
          <w:b/>
        </w:rPr>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Képi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értelmezése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kiegészítés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3.3.</w:t>
            </w:r>
          </w:p>
        </w:tc>
        <w:tc>
          <w:tcPr>
            <w:tcW w:w="2778" w:type="dxa"/>
            <w:shd w:val="clear" w:color="auto" w:fill="auto"/>
            <w:vAlign w:val="center"/>
            <w:hideMark/>
          </w:tcPr>
          <w:p w:rsidR="005D696B" w:rsidRPr="005B300D" w:rsidRDefault="005D696B" w:rsidP="00FF0CD2">
            <w:pPr>
              <w:rPr>
                <w:color w:val="000000"/>
                <w:sz w:val="20"/>
                <w:szCs w:val="20"/>
              </w:rPr>
            </w:pPr>
            <w:proofErr w:type="gramStart"/>
            <w:r w:rsidRPr="005B300D">
              <w:rPr>
                <w:color w:val="000000"/>
                <w:sz w:val="20"/>
                <w:szCs w:val="20"/>
              </w:rPr>
              <w:t>rajz elemzés</w:t>
            </w:r>
            <w:proofErr w:type="gramEnd"/>
            <w:r w:rsidRPr="005B300D">
              <w:rPr>
                <w:color w:val="000000"/>
                <w:sz w:val="20"/>
                <w:szCs w:val="20"/>
              </w:rPr>
              <w:t>, hibakeresés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3.4.</w:t>
            </w:r>
          </w:p>
        </w:tc>
        <w:tc>
          <w:tcPr>
            <w:tcW w:w="2778" w:type="dxa"/>
            <w:shd w:val="clear" w:color="auto" w:fill="auto"/>
            <w:vAlign w:val="center"/>
            <w:hideMark/>
          </w:tcPr>
          <w:p w:rsidR="005D696B" w:rsidRPr="005B300D" w:rsidRDefault="005D696B" w:rsidP="00FF0CD2">
            <w:pPr>
              <w:rPr>
                <w:color w:val="000000"/>
                <w:sz w:val="20"/>
                <w:szCs w:val="20"/>
              </w:rPr>
            </w:pPr>
            <w:proofErr w:type="gramStart"/>
            <w:r w:rsidRPr="005B300D">
              <w:rPr>
                <w:color w:val="000000"/>
                <w:sz w:val="20"/>
                <w:szCs w:val="20"/>
              </w:rPr>
              <w:t>rajz elemzés</w:t>
            </w:r>
            <w:proofErr w:type="gramEnd"/>
            <w:r w:rsidRPr="005B300D">
              <w:rPr>
                <w:color w:val="000000"/>
                <w:sz w:val="20"/>
                <w:szCs w:val="20"/>
              </w:rPr>
              <w:t>, hibakeresés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Feladattal vezetett kiscsoportos szövegfeldolgozás</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rendszerezése mozaikfeladattal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Kiscsoportos szakmai munkavégzés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Gyakorlati munkavégzés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Műveletek gyakorlása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Munkamegfigyelés adott szempontok alapján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7.</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Vizsgálati tevékenységek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Technológiai próbák végzése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Vegyészeti laboratóriumi alapmérések</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7.3.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Anyagminták azonosítása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proofErr w:type="spellStart"/>
      <w:r w:rsidRPr="005B300D">
        <w:rPr>
          <w:b/>
        </w:rPr>
        <w:t>Klinikumi</w:t>
      </w:r>
      <w:proofErr w:type="spellEnd"/>
      <w:r w:rsidRPr="005B300D">
        <w:rPr>
          <w:b/>
        </w:rPr>
        <w:t xml:space="preserve"> gyakorlatok tantárgy</w:t>
      </w:r>
      <w:r w:rsidRPr="005B300D">
        <w:rPr>
          <w:b/>
        </w:rPr>
        <w:tab/>
        <w:t>250 óra/255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 tantárgy tanításának keretében bemutatni a klinikai osztályok munkáját, munkarendjét. A beteg ellátási/ápolási folyamat végigkísérése. Diagnosztikai és terápiás eljárások megfigyelés, összefüggések elemzése.</w:t>
      </w:r>
    </w:p>
    <w:p w:rsidR="005D696B" w:rsidRPr="005B300D" w:rsidRDefault="005D696B" w:rsidP="005D696B"/>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709"/>
      </w:pPr>
      <w:r w:rsidRPr="005B300D">
        <w:t>Szakmai jogi és etikai ismeretek</w:t>
      </w:r>
    </w:p>
    <w:p w:rsidR="005D696B" w:rsidRPr="005B300D" w:rsidRDefault="005D696B" w:rsidP="005D696B">
      <w:pPr>
        <w:ind w:left="709"/>
      </w:pPr>
      <w:r w:rsidRPr="005B300D">
        <w:t>Szociológiai alapismertek</w:t>
      </w:r>
    </w:p>
    <w:p w:rsidR="005D696B" w:rsidRPr="005B300D" w:rsidRDefault="005D696B" w:rsidP="005D696B">
      <w:pPr>
        <w:ind w:left="709"/>
      </w:pPr>
      <w:r w:rsidRPr="005B300D">
        <w:t>Pszichológia alapjai</w:t>
      </w:r>
    </w:p>
    <w:p w:rsidR="005D696B" w:rsidRPr="005B300D" w:rsidRDefault="005D696B" w:rsidP="005D696B">
      <w:pPr>
        <w:ind w:left="709"/>
      </w:pPr>
      <w:r w:rsidRPr="005B300D">
        <w:t>Pedagógia alapjai</w:t>
      </w:r>
    </w:p>
    <w:p w:rsidR="005D696B" w:rsidRPr="005B300D" w:rsidRDefault="005D696B" w:rsidP="005D696B">
      <w:pPr>
        <w:ind w:left="709"/>
      </w:pPr>
      <w:proofErr w:type="spellStart"/>
      <w:r w:rsidRPr="005B300D">
        <w:t>Eü</w:t>
      </w:r>
      <w:proofErr w:type="spellEnd"/>
      <w:r w:rsidRPr="005B300D">
        <w:t>. ellátórendszer</w:t>
      </w:r>
    </w:p>
    <w:p w:rsidR="005D696B" w:rsidRPr="005B300D" w:rsidRDefault="005D696B" w:rsidP="005D696B">
      <w:pPr>
        <w:ind w:left="709"/>
      </w:pPr>
      <w:r w:rsidRPr="005B300D">
        <w:t>Népegészségügy</w:t>
      </w:r>
    </w:p>
    <w:p w:rsidR="005D696B" w:rsidRPr="005B300D" w:rsidRDefault="005D696B" w:rsidP="005D696B">
      <w:pPr>
        <w:ind w:left="709"/>
      </w:pPr>
      <w:r w:rsidRPr="005B300D">
        <w:t>Egészségfejlesztés</w:t>
      </w:r>
    </w:p>
    <w:p w:rsidR="005D696B" w:rsidRPr="005B300D" w:rsidRDefault="005D696B" w:rsidP="005D696B">
      <w:pPr>
        <w:ind w:left="709"/>
      </w:pPr>
      <w:r w:rsidRPr="005B300D">
        <w:t>Orvosi latin</w:t>
      </w:r>
    </w:p>
    <w:p w:rsidR="005D696B" w:rsidRPr="005B300D" w:rsidRDefault="005D696B" w:rsidP="005D696B">
      <w:pPr>
        <w:ind w:left="709"/>
      </w:pPr>
      <w:r w:rsidRPr="005B300D">
        <w:t>Kommunikáció</w:t>
      </w:r>
    </w:p>
    <w:p w:rsidR="005D696B" w:rsidRPr="005B300D" w:rsidRDefault="005D696B" w:rsidP="005D696B">
      <w:pPr>
        <w:ind w:left="709"/>
      </w:pPr>
      <w:r w:rsidRPr="005B300D">
        <w:t>Speciális kommunikáció</w:t>
      </w:r>
    </w:p>
    <w:p w:rsidR="005D696B" w:rsidRPr="005B300D" w:rsidRDefault="005D696B" w:rsidP="005D696B">
      <w:pPr>
        <w:ind w:left="709"/>
      </w:pPr>
      <w:r w:rsidRPr="005B300D">
        <w:t>Egészséges ember gondozása</w:t>
      </w:r>
    </w:p>
    <w:p w:rsidR="005D696B" w:rsidRPr="005B300D" w:rsidRDefault="005D696B" w:rsidP="005D696B">
      <w:pPr>
        <w:ind w:left="709"/>
      </w:pPr>
      <w:r w:rsidRPr="005B300D">
        <w:t>Csecsemő és kisgyermek gondozása</w:t>
      </w:r>
    </w:p>
    <w:p w:rsidR="005D696B" w:rsidRPr="005B300D" w:rsidRDefault="005D696B" w:rsidP="005D696B">
      <w:pPr>
        <w:ind w:left="709"/>
      </w:pPr>
      <w:r w:rsidRPr="005B300D">
        <w:t>Akadályozott ember gondozása</w:t>
      </w:r>
    </w:p>
    <w:p w:rsidR="005D696B" w:rsidRPr="005B300D" w:rsidRDefault="005D696B" w:rsidP="005D696B">
      <w:pPr>
        <w:ind w:left="709"/>
      </w:pPr>
      <w:r w:rsidRPr="005B300D">
        <w:t>Ápolástudomány</w:t>
      </w:r>
    </w:p>
    <w:p w:rsidR="005D696B" w:rsidRPr="005B300D" w:rsidRDefault="005D696B" w:rsidP="005D696B">
      <w:pPr>
        <w:ind w:left="709"/>
      </w:pPr>
      <w:r w:rsidRPr="005B300D">
        <w:t>Ápoláslélektan</w:t>
      </w:r>
    </w:p>
    <w:p w:rsidR="005D696B" w:rsidRPr="005B300D" w:rsidRDefault="005D696B" w:rsidP="005D696B">
      <w:pPr>
        <w:ind w:left="709"/>
      </w:pPr>
      <w:r w:rsidRPr="005B300D">
        <w:t>Ápolási beavatkozások</w:t>
      </w:r>
    </w:p>
    <w:p w:rsidR="005D696B" w:rsidRPr="005B300D" w:rsidRDefault="005D696B" w:rsidP="005D696B">
      <w:pPr>
        <w:ind w:left="709"/>
      </w:pPr>
      <w:r w:rsidRPr="005B300D">
        <w:t>Betegmegfigyelés</w:t>
      </w:r>
    </w:p>
    <w:p w:rsidR="005D696B" w:rsidRPr="005B300D" w:rsidRDefault="005D696B" w:rsidP="005D696B">
      <w:pPr>
        <w:ind w:left="709"/>
      </w:pPr>
      <w:r w:rsidRPr="005B300D">
        <w:t>Egészséges csecsemő és gyermek gondozása</w:t>
      </w:r>
    </w:p>
    <w:p w:rsidR="005D696B" w:rsidRPr="005B300D" w:rsidRDefault="005D696B" w:rsidP="005D696B">
      <w:pPr>
        <w:ind w:left="709"/>
      </w:pPr>
      <w:r w:rsidRPr="005B300D">
        <w:t>Járó beteg ellátási gyakorlat</w:t>
      </w:r>
    </w:p>
    <w:p w:rsidR="005D696B" w:rsidRPr="005B300D" w:rsidRDefault="005D696B" w:rsidP="005D696B">
      <w:pPr>
        <w:ind w:left="709"/>
      </w:pPr>
      <w:r w:rsidRPr="005B300D">
        <w:t>Ápolás és gondozási gyakorlat</w:t>
      </w:r>
    </w:p>
    <w:p w:rsidR="005D696B" w:rsidRPr="005B300D" w:rsidRDefault="005D696B" w:rsidP="005D696B">
      <w:pPr>
        <w:ind w:left="709"/>
      </w:pPr>
      <w:r w:rsidRPr="005B300D">
        <w:t>Anatómia-élettan</w:t>
      </w:r>
    </w:p>
    <w:p w:rsidR="005D696B" w:rsidRPr="005B300D" w:rsidRDefault="005D696B" w:rsidP="005D696B">
      <w:pPr>
        <w:ind w:left="709"/>
      </w:pPr>
      <w:r w:rsidRPr="005B300D">
        <w:t>Elsősegélynyújtás-első ellátás</w:t>
      </w:r>
    </w:p>
    <w:p w:rsidR="005D696B" w:rsidRPr="005B300D" w:rsidRDefault="005D696B" w:rsidP="005D696B">
      <w:pPr>
        <w:ind w:left="709"/>
      </w:pPr>
      <w:r w:rsidRPr="005B300D">
        <w:t>Mikrobiológia</w:t>
      </w:r>
    </w:p>
    <w:p w:rsidR="005D696B" w:rsidRPr="005B300D" w:rsidRDefault="005D696B" w:rsidP="005D696B">
      <w:pPr>
        <w:ind w:left="709"/>
      </w:pPr>
      <w:r w:rsidRPr="005B300D">
        <w:t>Általános kórtan</w:t>
      </w:r>
    </w:p>
    <w:p w:rsidR="005D696B" w:rsidRPr="005B300D" w:rsidRDefault="005D696B" w:rsidP="005D696B">
      <w:pPr>
        <w:ind w:left="709"/>
      </w:pPr>
      <w:r w:rsidRPr="005B300D">
        <w:t>Belgyógyászat alapjai</w:t>
      </w:r>
    </w:p>
    <w:p w:rsidR="005D696B" w:rsidRPr="005B300D" w:rsidRDefault="005D696B" w:rsidP="005D696B">
      <w:pPr>
        <w:ind w:left="709"/>
      </w:pPr>
      <w:r w:rsidRPr="005B300D">
        <w:t>Sebészet és traumatológia alapjai</w:t>
      </w:r>
    </w:p>
    <w:p w:rsidR="005D696B" w:rsidRPr="005B300D" w:rsidRDefault="005D696B" w:rsidP="005D696B">
      <w:pPr>
        <w:ind w:left="709"/>
      </w:pPr>
      <w:r w:rsidRPr="005B300D">
        <w:t>Gyermekgyógyászat alapjai</w:t>
      </w:r>
    </w:p>
    <w:p w:rsidR="005D696B" w:rsidRPr="005B300D" w:rsidRDefault="005D696B" w:rsidP="005D696B">
      <w:pPr>
        <w:ind w:left="709"/>
      </w:pPr>
      <w:r w:rsidRPr="005B300D">
        <w:t>Diagnosztikai alapjai</w:t>
      </w:r>
    </w:p>
    <w:p w:rsidR="005D696B" w:rsidRPr="005B300D" w:rsidRDefault="005D696B" w:rsidP="005D696B">
      <w:pPr>
        <w:ind w:left="709"/>
      </w:pPr>
      <w:r w:rsidRPr="005B300D">
        <w:t>Terápiás ismeretek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Belgyógyászati gyakorlat</w:t>
      </w:r>
      <w:r w:rsidRPr="005B300D">
        <w:rPr>
          <w:b/>
          <w:i/>
        </w:rPr>
        <w:tab/>
        <w:t>126 óra/129 óra</w:t>
      </w:r>
    </w:p>
    <w:p w:rsidR="005D696B" w:rsidRPr="005B300D" w:rsidRDefault="005D696B" w:rsidP="005D696B">
      <w:pPr>
        <w:tabs>
          <w:tab w:val="left" w:pos="1418"/>
          <w:tab w:val="right" w:pos="9072"/>
        </w:tabs>
        <w:ind w:left="851"/>
      </w:pPr>
      <w:r w:rsidRPr="005B300D">
        <w:t xml:space="preserve">A belgyógyászati osztály szervezeti felépítésének bemutatása. </w:t>
      </w:r>
    </w:p>
    <w:p w:rsidR="005D696B" w:rsidRPr="005B300D" w:rsidRDefault="005D696B" w:rsidP="005D696B">
      <w:pPr>
        <w:tabs>
          <w:tab w:val="left" w:pos="1418"/>
          <w:tab w:val="right" w:pos="9072"/>
        </w:tabs>
        <w:ind w:left="851"/>
      </w:pPr>
      <w:r w:rsidRPr="005B300D">
        <w:t xml:space="preserve">Munka és tűzvédelmi szabályok. </w:t>
      </w:r>
    </w:p>
    <w:p w:rsidR="005D696B" w:rsidRPr="005B300D" w:rsidRDefault="005D696B" w:rsidP="005D696B">
      <w:pPr>
        <w:tabs>
          <w:tab w:val="left" w:pos="1418"/>
          <w:tab w:val="right" w:pos="9072"/>
        </w:tabs>
        <w:ind w:left="851"/>
      </w:pPr>
      <w:r w:rsidRPr="005B300D">
        <w:t xml:space="preserve">A beteg </w:t>
      </w:r>
      <w:proofErr w:type="spellStart"/>
      <w:r w:rsidRPr="005B300D">
        <w:t>kültakarójának</w:t>
      </w:r>
      <w:proofErr w:type="spellEnd"/>
      <w:r w:rsidRPr="005B300D">
        <w:t xml:space="preserve"> a megfigyelése.</w:t>
      </w:r>
    </w:p>
    <w:p w:rsidR="005D696B" w:rsidRPr="005B300D" w:rsidRDefault="005D696B" w:rsidP="005D696B">
      <w:pPr>
        <w:tabs>
          <w:tab w:val="left" w:pos="1418"/>
          <w:tab w:val="right" w:pos="9072"/>
        </w:tabs>
        <w:ind w:left="851"/>
      </w:pPr>
      <w:r w:rsidRPr="005B300D">
        <w:t>A beteg tudatának, tudatállapotának megfigyelése.</w:t>
      </w:r>
    </w:p>
    <w:p w:rsidR="005D696B" w:rsidRPr="005B300D" w:rsidRDefault="005D696B" w:rsidP="005D696B">
      <w:pPr>
        <w:tabs>
          <w:tab w:val="left" w:pos="1418"/>
          <w:tab w:val="right" w:pos="9072"/>
        </w:tabs>
        <w:ind w:left="851"/>
      </w:pPr>
      <w:r w:rsidRPr="005B300D">
        <w:t>Kardinális tünetek: a pulzus, vérnyomás, testhőmérséklet, légzés megfigyelése.</w:t>
      </w:r>
    </w:p>
    <w:p w:rsidR="005D696B" w:rsidRPr="005B300D" w:rsidRDefault="005D696B" w:rsidP="005D696B">
      <w:pPr>
        <w:tabs>
          <w:tab w:val="left" w:pos="1418"/>
          <w:tab w:val="right" w:pos="9072"/>
        </w:tabs>
        <w:ind w:left="851"/>
      </w:pPr>
      <w:r w:rsidRPr="005B300D">
        <w:t>A testváladék megfigyelése és felfogása, mérése.</w:t>
      </w:r>
    </w:p>
    <w:p w:rsidR="005D696B" w:rsidRPr="005B300D" w:rsidRDefault="005D696B" w:rsidP="005D696B">
      <w:pPr>
        <w:tabs>
          <w:tab w:val="left" w:pos="1418"/>
          <w:tab w:val="right" w:pos="9072"/>
        </w:tabs>
        <w:ind w:left="851"/>
      </w:pPr>
      <w:r w:rsidRPr="005B300D">
        <w:t>Vérvétel.</w:t>
      </w:r>
    </w:p>
    <w:p w:rsidR="005D696B" w:rsidRPr="005B300D" w:rsidRDefault="005D696B" w:rsidP="005D696B">
      <w:pPr>
        <w:tabs>
          <w:tab w:val="left" w:pos="1418"/>
          <w:tab w:val="right" w:pos="9072"/>
        </w:tabs>
        <w:ind w:left="851"/>
      </w:pPr>
      <w:r w:rsidRPr="005B300D">
        <w:t>Vércukor meghatározás végzése gyorstesztekkel.</w:t>
      </w:r>
    </w:p>
    <w:p w:rsidR="005D696B" w:rsidRPr="005B300D" w:rsidRDefault="005D696B" w:rsidP="005D696B">
      <w:pPr>
        <w:tabs>
          <w:tab w:val="left" w:pos="1418"/>
          <w:tab w:val="right" w:pos="9072"/>
        </w:tabs>
        <w:ind w:left="851"/>
      </w:pPr>
      <w:r w:rsidRPr="005B300D">
        <w:t xml:space="preserve">Betegmegfigyelő monitorok alkalmazása: EKG, pulzus, légző, hő, </w:t>
      </w:r>
      <w:proofErr w:type="spellStart"/>
      <w:r w:rsidRPr="005B300D">
        <w:t>szaturáció</w:t>
      </w:r>
      <w:proofErr w:type="spellEnd"/>
      <w:r w:rsidRPr="005B300D">
        <w:t xml:space="preserve">. </w:t>
      </w:r>
    </w:p>
    <w:p w:rsidR="005D696B" w:rsidRPr="005B300D" w:rsidRDefault="005D696B" w:rsidP="005D696B">
      <w:pPr>
        <w:tabs>
          <w:tab w:val="left" w:pos="1418"/>
          <w:tab w:val="right" w:pos="9072"/>
        </w:tabs>
        <w:ind w:left="851"/>
      </w:pPr>
      <w:r w:rsidRPr="005B300D">
        <w:t>A megfigyelések dokumentálása.</w:t>
      </w:r>
    </w:p>
    <w:p w:rsidR="005D696B" w:rsidRPr="005B300D" w:rsidRDefault="005D696B" w:rsidP="005D696B">
      <w:pPr>
        <w:tabs>
          <w:tab w:val="left" w:pos="1418"/>
          <w:tab w:val="right" w:pos="9072"/>
        </w:tabs>
        <w:ind w:left="851"/>
      </w:pPr>
      <w:r w:rsidRPr="005B300D">
        <w:t>Betegvizsgálat megfigyelése.</w:t>
      </w:r>
    </w:p>
    <w:p w:rsidR="005D696B" w:rsidRPr="005B300D" w:rsidRDefault="005D696B" w:rsidP="005D696B">
      <w:pPr>
        <w:tabs>
          <w:tab w:val="left" w:pos="1418"/>
          <w:tab w:val="right" w:pos="9072"/>
        </w:tabs>
        <w:ind w:left="851"/>
      </w:pPr>
      <w:r w:rsidRPr="005B300D">
        <w:t>Diagnosztikai beavatkozások megfigyelése.</w:t>
      </w:r>
    </w:p>
    <w:p w:rsidR="005D696B" w:rsidRPr="005B300D" w:rsidRDefault="005D696B" w:rsidP="005D696B">
      <w:pPr>
        <w:tabs>
          <w:tab w:val="left" w:pos="1418"/>
          <w:tab w:val="right" w:pos="9072"/>
        </w:tabs>
        <w:ind w:left="851"/>
      </w:pPr>
      <w:r w:rsidRPr="005B300D">
        <w:t>A különböző kórfolyamatok megfigyelése.</w:t>
      </w:r>
    </w:p>
    <w:p w:rsidR="005D696B" w:rsidRPr="005B300D" w:rsidRDefault="005D696B" w:rsidP="005D696B">
      <w:pPr>
        <w:tabs>
          <w:tab w:val="left" w:pos="1418"/>
          <w:tab w:val="right" w:pos="9072"/>
        </w:tabs>
        <w:ind w:left="851"/>
      </w:pPr>
      <w:r w:rsidRPr="005B300D">
        <w:t xml:space="preserve">Előkészítés gyógyszereléshez, segédkezés a gyógyszerbevitelben. </w:t>
      </w:r>
    </w:p>
    <w:p w:rsidR="005D696B" w:rsidRPr="005B300D" w:rsidRDefault="005D696B" w:rsidP="005D696B">
      <w:pPr>
        <w:tabs>
          <w:tab w:val="left" w:pos="1418"/>
          <w:tab w:val="right" w:pos="9072"/>
        </w:tabs>
        <w:ind w:left="851"/>
      </w:pPr>
      <w:r w:rsidRPr="005B300D">
        <w:t>Előkészítés injekciózáshoz és infúziós terápiához.</w:t>
      </w:r>
    </w:p>
    <w:p w:rsidR="005D696B" w:rsidRPr="005B300D" w:rsidRDefault="005D696B" w:rsidP="005D696B">
      <w:pPr>
        <w:tabs>
          <w:tab w:val="left" w:pos="1418"/>
          <w:tab w:val="right" w:pos="9072"/>
        </w:tabs>
        <w:ind w:left="851"/>
      </w:pPr>
      <w:r w:rsidRPr="005B300D">
        <w:t>Terápiás beavatkozások megfigyelése.</w:t>
      </w:r>
    </w:p>
    <w:p w:rsidR="005D696B" w:rsidRPr="005B300D" w:rsidRDefault="005D696B" w:rsidP="005D696B">
      <w:pPr>
        <w:tabs>
          <w:tab w:val="left" w:pos="1418"/>
          <w:tab w:val="right" w:pos="9072"/>
        </w:tabs>
        <w:ind w:left="851"/>
      </w:pPr>
      <w:r w:rsidRPr="005B300D">
        <w:lastRenderedPageBreak/>
        <w:t>Ellátási folyamat kísérése.</w:t>
      </w:r>
    </w:p>
    <w:p w:rsidR="005D696B" w:rsidRPr="005B300D" w:rsidRDefault="005D696B" w:rsidP="005D696B">
      <w:pPr>
        <w:tabs>
          <w:tab w:val="left" w:pos="1418"/>
          <w:tab w:val="right" w:pos="9072"/>
        </w:tabs>
        <w:ind w:left="851"/>
      </w:pPr>
      <w:r w:rsidRPr="005B300D">
        <w:t>Bekapcsolódás az ápolási/szakápolási folyamatba.</w:t>
      </w:r>
    </w:p>
    <w:p w:rsidR="005D696B" w:rsidRPr="005B300D" w:rsidRDefault="005D696B" w:rsidP="005D696B">
      <w:pPr>
        <w:tabs>
          <w:tab w:val="left" w:pos="1418"/>
          <w:tab w:val="right" w:pos="9072"/>
        </w:tabs>
        <w:ind w:left="851"/>
      </w:pPr>
      <w:r w:rsidRPr="005B300D">
        <w:t>Az ápolási folyamat: felmérés, ápolási diagnózis, ápolási terv, az ápolás kivitelezése, értékelés megfigyelés.</w:t>
      </w:r>
    </w:p>
    <w:p w:rsidR="005D696B" w:rsidRPr="005B300D" w:rsidRDefault="005D696B" w:rsidP="005D696B">
      <w:pPr>
        <w:tabs>
          <w:tab w:val="left" w:pos="1418"/>
          <w:tab w:val="right" w:pos="9072"/>
        </w:tabs>
        <w:ind w:left="851"/>
      </w:pPr>
      <w:r w:rsidRPr="005B300D">
        <w:t>Az ápolási dokumentáció vezetése.</w:t>
      </w:r>
    </w:p>
    <w:p w:rsidR="005D696B" w:rsidRPr="005B300D" w:rsidRDefault="005D696B" w:rsidP="005D696B">
      <w:pPr>
        <w:tabs>
          <w:tab w:val="left" w:pos="1418"/>
          <w:tab w:val="right" w:pos="9072"/>
        </w:tabs>
        <w:ind w:left="851"/>
      </w:pPr>
      <w:r w:rsidRPr="005B300D">
        <w:t>Segédkezés a beteg ember szükségleteinek a kielégítésében: mozgás, pihenés, higiéné, táplálkozás, folyadékfelvétel, váladékok ürítése, légzés, testhőmérséklet, környezeti veszélyek elkerülése.</w:t>
      </w:r>
    </w:p>
    <w:p w:rsidR="005D696B" w:rsidRPr="005B300D" w:rsidRDefault="005D696B" w:rsidP="005D696B">
      <w:pPr>
        <w:ind w:left="851"/>
      </w:pPr>
      <w:r w:rsidRPr="005B300D">
        <w:t xml:space="preserve"> </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Sebészeti gyakorlat</w:t>
      </w:r>
      <w:r w:rsidRPr="005B300D">
        <w:rPr>
          <w:b/>
          <w:i/>
        </w:rPr>
        <w:tab/>
        <w:t>40 óra/42 óra</w:t>
      </w:r>
    </w:p>
    <w:p w:rsidR="005D696B" w:rsidRPr="005B300D" w:rsidRDefault="005D696B" w:rsidP="005D696B">
      <w:pPr>
        <w:tabs>
          <w:tab w:val="left" w:pos="1418"/>
          <w:tab w:val="right" w:pos="9072"/>
        </w:tabs>
        <w:ind w:left="851"/>
      </w:pPr>
      <w:r w:rsidRPr="005B300D">
        <w:t>A sebészeti osztály szervezeti felépítésének bemutatása</w:t>
      </w:r>
    </w:p>
    <w:p w:rsidR="005D696B" w:rsidRPr="005B300D" w:rsidRDefault="005D696B" w:rsidP="005D696B">
      <w:pPr>
        <w:tabs>
          <w:tab w:val="left" w:pos="1418"/>
          <w:tab w:val="right" w:pos="9072"/>
        </w:tabs>
        <w:ind w:left="851"/>
      </w:pPr>
      <w:r w:rsidRPr="005B300D">
        <w:t>Munka és tűzvédelmi szabályok megismerése</w:t>
      </w:r>
    </w:p>
    <w:p w:rsidR="005D696B" w:rsidRPr="005B300D" w:rsidRDefault="005D696B" w:rsidP="005D696B">
      <w:pPr>
        <w:tabs>
          <w:tab w:val="left" w:pos="1418"/>
          <w:tab w:val="right" w:pos="9072"/>
        </w:tabs>
        <w:ind w:left="851"/>
      </w:pPr>
      <w:r w:rsidRPr="005B300D">
        <w:t>Sebellátás</w:t>
      </w:r>
    </w:p>
    <w:p w:rsidR="005D696B" w:rsidRPr="005B300D" w:rsidRDefault="005D696B" w:rsidP="005D696B">
      <w:pPr>
        <w:tabs>
          <w:tab w:val="left" w:pos="1418"/>
          <w:tab w:val="right" w:pos="9072"/>
        </w:tabs>
        <w:ind w:left="851"/>
      </w:pPr>
      <w:r w:rsidRPr="005B300D">
        <w:t>Kötözésben segédkezés</w:t>
      </w:r>
    </w:p>
    <w:p w:rsidR="005D696B" w:rsidRPr="005B300D" w:rsidRDefault="005D696B" w:rsidP="005D696B">
      <w:pPr>
        <w:tabs>
          <w:tab w:val="left" w:pos="1418"/>
          <w:tab w:val="right" w:pos="9072"/>
        </w:tabs>
        <w:ind w:left="851"/>
      </w:pPr>
      <w:r w:rsidRPr="005B300D">
        <w:t>Szövetegyesítő eljárások megfigyelése</w:t>
      </w:r>
    </w:p>
    <w:p w:rsidR="005D696B" w:rsidRPr="005B300D" w:rsidRDefault="005D696B" w:rsidP="005D696B">
      <w:pPr>
        <w:tabs>
          <w:tab w:val="left" w:pos="1418"/>
          <w:tab w:val="right" w:pos="9072"/>
        </w:tabs>
        <w:ind w:left="851"/>
      </w:pPr>
      <w:r w:rsidRPr="005B300D">
        <w:t>Sebváladékok megfigyelése.</w:t>
      </w:r>
    </w:p>
    <w:p w:rsidR="005D696B" w:rsidRPr="005B300D" w:rsidRDefault="005D696B" w:rsidP="005D696B">
      <w:pPr>
        <w:tabs>
          <w:tab w:val="left" w:pos="1418"/>
          <w:tab w:val="right" w:pos="9072"/>
        </w:tabs>
        <w:ind w:left="851"/>
      </w:pPr>
      <w:proofErr w:type="spellStart"/>
      <w:r w:rsidRPr="005B300D">
        <w:t>Drének</w:t>
      </w:r>
      <w:proofErr w:type="spellEnd"/>
      <w:r w:rsidRPr="005B300D">
        <w:t xml:space="preserve"> megfigyelése</w:t>
      </w:r>
    </w:p>
    <w:p w:rsidR="005D696B" w:rsidRPr="005B300D" w:rsidRDefault="005D696B" w:rsidP="005D696B">
      <w:pPr>
        <w:tabs>
          <w:tab w:val="left" w:pos="1418"/>
          <w:tab w:val="right" w:pos="9072"/>
        </w:tabs>
        <w:ind w:left="851"/>
      </w:pPr>
      <w:r w:rsidRPr="005B300D">
        <w:t>Műtétek</w:t>
      </w:r>
    </w:p>
    <w:p w:rsidR="005D696B" w:rsidRPr="005B300D" w:rsidRDefault="005D696B" w:rsidP="005D696B">
      <w:pPr>
        <w:tabs>
          <w:tab w:val="left" w:pos="1418"/>
          <w:tab w:val="right" w:pos="9072"/>
        </w:tabs>
        <w:ind w:left="851"/>
      </w:pPr>
      <w:r w:rsidRPr="005B300D">
        <w:t>A műtő felszerelésének, eszközeinek a megismerése</w:t>
      </w:r>
    </w:p>
    <w:p w:rsidR="005D696B" w:rsidRPr="005B300D" w:rsidRDefault="005D696B" w:rsidP="005D696B">
      <w:pPr>
        <w:tabs>
          <w:tab w:val="left" w:pos="1418"/>
          <w:tab w:val="right" w:pos="9072"/>
        </w:tabs>
        <w:ind w:left="851"/>
      </w:pPr>
      <w:r w:rsidRPr="005B300D">
        <w:t>Általános műtéti előkészítésben segédkezés</w:t>
      </w:r>
    </w:p>
    <w:p w:rsidR="005D696B" w:rsidRPr="005B300D" w:rsidRDefault="005D696B" w:rsidP="005D696B">
      <w:pPr>
        <w:tabs>
          <w:tab w:val="left" w:pos="1418"/>
          <w:tab w:val="right" w:pos="9072"/>
        </w:tabs>
        <w:ind w:left="851"/>
      </w:pPr>
      <w:r w:rsidRPr="005B300D">
        <w:t>Kissebészeti beavatkozások megfigyelése</w:t>
      </w:r>
    </w:p>
    <w:p w:rsidR="005D696B" w:rsidRPr="005B300D" w:rsidRDefault="005D696B" w:rsidP="005D696B">
      <w:pPr>
        <w:tabs>
          <w:tab w:val="left" w:pos="1418"/>
          <w:tab w:val="right" w:pos="9072"/>
        </w:tabs>
        <w:ind w:left="851"/>
      </w:pPr>
      <w:r w:rsidRPr="005B300D">
        <w:t>Egynapos sebészeti beavatkozások megfigyelése</w:t>
      </w:r>
    </w:p>
    <w:p w:rsidR="005D696B" w:rsidRPr="005B300D" w:rsidRDefault="005D696B" w:rsidP="005D696B">
      <w:pPr>
        <w:tabs>
          <w:tab w:val="left" w:pos="1418"/>
          <w:tab w:val="right" w:pos="9072"/>
        </w:tabs>
        <w:ind w:left="851"/>
      </w:pPr>
      <w:r w:rsidRPr="005B300D">
        <w:t>A fájdalomcsillapítási eljárások megfigyelése</w:t>
      </w:r>
    </w:p>
    <w:p w:rsidR="005D696B" w:rsidRPr="005B300D" w:rsidRDefault="005D696B" w:rsidP="005D696B">
      <w:pPr>
        <w:tabs>
          <w:tab w:val="left" w:pos="1418"/>
          <w:tab w:val="right" w:pos="9072"/>
        </w:tabs>
        <w:ind w:left="851"/>
      </w:pPr>
      <w:r w:rsidRPr="005B300D">
        <w:t>Általános műtéti utókezelésben segédkezés</w:t>
      </w:r>
    </w:p>
    <w:p w:rsidR="005D696B" w:rsidRPr="005B300D" w:rsidRDefault="005D696B" w:rsidP="005D696B">
      <w:pPr>
        <w:tabs>
          <w:tab w:val="left" w:pos="1418"/>
          <w:tab w:val="right" w:pos="9072"/>
        </w:tabs>
        <w:ind w:left="851"/>
      </w:pPr>
      <w:r w:rsidRPr="005B300D">
        <w:t>Aszepszis/antiszepszis</w:t>
      </w:r>
    </w:p>
    <w:p w:rsidR="005D696B" w:rsidRPr="005B300D" w:rsidRDefault="005D696B" w:rsidP="005D696B">
      <w:pPr>
        <w:tabs>
          <w:tab w:val="left" w:pos="1418"/>
          <w:tab w:val="right" w:pos="9072"/>
        </w:tabs>
        <w:ind w:left="851"/>
      </w:pPr>
      <w:r w:rsidRPr="005B300D">
        <w:t>Kézfertőtlenítés</w:t>
      </w:r>
    </w:p>
    <w:p w:rsidR="005D696B" w:rsidRPr="005B300D" w:rsidRDefault="005D696B" w:rsidP="005D696B">
      <w:pPr>
        <w:tabs>
          <w:tab w:val="left" w:pos="1418"/>
          <w:tab w:val="right" w:pos="9072"/>
        </w:tabs>
        <w:ind w:left="851"/>
      </w:pPr>
      <w:proofErr w:type="spellStart"/>
      <w:r w:rsidRPr="005B300D">
        <w:t>Kötözőkocsi</w:t>
      </w:r>
      <w:proofErr w:type="spellEnd"/>
      <w:r w:rsidRPr="005B300D">
        <w:t xml:space="preserve"> eszközeinek fertőtlenítésében, sterilizálásában való közreműködés</w:t>
      </w:r>
    </w:p>
    <w:p w:rsidR="005D696B" w:rsidRPr="005B300D" w:rsidRDefault="005D696B" w:rsidP="005D696B">
      <w:pPr>
        <w:tabs>
          <w:tab w:val="left" w:pos="1418"/>
          <w:tab w:val="right" w:pos="9072"/>
        </w:tabs>
        <w:ind w:left="851"/>
      </w:pPr>
      <w:r w:rsidRPr="005B300D">
        <w:t>A beteg előkészítése képalkotó vizsgálatokhoz, endoszkópos beavatkozásához</w:t>
      </w:r>
    </w:p>
    <w:p w:rsidR="005D696B" w:rsidRPr="005B300D" w:rsidRDefault="005D696B" w:rsidP="005D696B">
      <w:pPr>
        <w:tabs>
          <w:tab w:val="left" w:pos="1418"/>
          <w:tab w:val="right" w:pos="9072"/>
        </w:tabs>
        <w:ind w:left="851"/>
      </w:pPr>
      <w:r w:rsidRPr="005B300D">
        <w:t>A testváladékokat megfigyelése és felfogása</w:t>
      </w:r>
    </w:p>
    <w:p w:rsidR="005D696B" w:rsidRPr="005B300D" w:rsidRDefault="005D696B" w:rsidP="005D696B">
      <w:pPr>
        <w:tabs>
          <w:tab w:val="left" w:pos="1418"/>
          <w:tab w:val="right" w:pos="9072"/>
        </w:tabs>
        <w:ind w:left="851"/>
      </w:pPr>
      <w:r w:rsidRPr="005B300D">
        <w:t>Vérvétel</w:t>
      </w:r>
    </w:p>
    <w:p w:rsidR="005D696B" w:rsidRPr="005B300D" w:rsidRDefault="005D696B" w:rsidP="005D696B">
      <w:pPr>
        <w:tabs>
          <w:tab w:val="left" w:pos="1418"/>
          <w:tab w:val="right" w:pos="9072"/>
        </w:tabs>
        <w:ind w:left="851"/>
      </w:pPr>
      <w:r w:rsidRPr="005B300D">
        <w:t>Előkészítés gyógyszereléshez, segédkezés a gyógyszerbevitelben</w:t>
      </w:r>
    </w:p>
    <w:p w:rsidR="005D696B" w:rsidRPr="005B300D" w:rsidRDefault="005D696B" w:rsidP="005D696B">
      <w:pPr>
        <w:tabs>
          <w:tab w:val="left" w:pos="1418"/>
          <w:tab w:val="right" w:pos="9072"/>
        </w:tabs>
        <w:ind w:left="851"/>
      </w:pPr>
      <w:r w:rsidRPr="005B300D">
        <w:t>Előkészítés injekciózáshoz és infúziós terápiához</w:t>
      </w:r>
    </w:p>
    <w:p w:rsidR="005D696B" w:rsidRPr="005B300D" w:rsidRDefault="005D696B" w:rsidP="005D696B">
      <w:pPr>
        <w:tabs>
          <w:tab w:val="left" w:pos="1418"/>
          <w:tab w:val="right" w:pos="9072"/>
        </w:tabs>
        <w:ind w:left="851"/>
      </w:pPr>
      <w:r w:rsidRPr="005B300D">
        <w:t xml:space="preserve">Előkészítés és segédkezés a punkciók és </w:t>
      </w:r>
      <w:proofErr w:type="spellStart"/>
      <w:r w:rsidRPr="005B300D">
        <w:t>biopsziák</w:t>
      </w:r>
      <w:proofErr w:type="spellEnd"/>
      <w:r w:rsidRPr="005B300D">
        <w:t xml:space="preserve"> kivitelezésében</w:t>
      </w:r>
    </w:p>
    <w:p w:rsidR="005D696B" w:rsidRPr="005B300D" w:rsidRDefault="005D696B" w:rsidP="005D696B">
      <w:pPr>
        <w:tabs>
          <w:tab w:val="left" w:pos="1418"/>
          <w:tab w:val="right" w:pos="9072"/>
        </w:tabs>
        <w:ind w:left="851"/>
      </w:pPr>
      <w:r w:rsidRPr="005B300D">
        <w:t>Bekapcsolódás az ápolási/szakápolási folyamatba</w:t>
      </w:r>
    </w:p>
    <w:p w:rsidR="005D696B" w:rsidRPr="005B300D" w:rsidRDefault="005D696B" w:rsidP="005D696B">
      <w:pPr>
        <w:tabs>
          <w:tab w:val="left" w:pos="1418"/>
          <w:tab w:val="right" w:pos="9072"/>
        </w:tabs>
        <w:ind w:left="851"/>
      </w:pPr>
      <w:r w:rsidRPr="005B300D">
        <w:t>Közreműködés az ápolási folyamatban</w:t>
      </w:r>
    </w:p>
    <w:p w:rsidR="005D696B" w:rsidRPr="005B300D" w:rsidRDefault="005D696B" w:rsidP="005D696B">
      <w:pPr>
        <w:tabs>
          <w:tab w:val="left" w:pos="1418"/>
          <w:tab w:val="right" w:pos="9072"/>
        </w:tabs>
        <w:ind w:left="851"/>
      </w:pPr>
      <w:r w:rsidRPr="005B300D">
        <w:t>Az ápolási dokumentáció vezetése</w:t>
      </w:r>
    </w:p>
    <w:p w:rsidR="005D696B" w:rsidRPr="005B300D" w:rsidRDefault="005D696B" w:rsidP="005D696B">
      <w:pPr>
        <w:tabs>
          <w:tab w:val="left" w:pos="1418"/>
          <w:tab w:val="right" w:pos="9072"/>
        </w:tabs>
        <w:ind w:left="851"/>
      </w:pPr>
      <w:r w:rsidRPr="005B300D">
        <w:t xml:space="preserve">Segédkezés a beteg ember szükségleteinek a kielégítésében: </w:t>
      </w:r>
    </w:p>
    <w:p w:rsidR="005D696B" w:rsidRPr="005B300D" w:rsidRDefault="005D696B" w:rsidP="005D696B">
      <w:pPr>
        <w:tabs>
          <w:tab w:val="left" w:pos="1418"/>
          <w:tab w:val="right" w:pos="9072"/>
        </w:tabs>
        <w:ind w:left="851"/>
      </w:pPr>
      <w:proofErr w:type="gramStart"/>
      <w:r w:rsidRPr="005B300D">
        <w:t>mozgás</w:t>
      </w:r>
      <w:proofErr w:type="gramEnd"/>
      <w:r w:rsidRPr="005B300D">
        <w:t xml:space="preserve">, pihenés, higiéné, táplálkozás, folyadékfelvétel, váladékok ürítése, </w:t>
      </w:r>
    </w:p>
    <w:p w:rsidR="005D696B" w:rsidRPr="005B300D" w:rsidRDefault="005D696B" w:rsidP="005D696B">
      <w:pPr>
        <w:tabs>
          <w:tab w:val="left" w:pos="1418"/>
          <w:tab w:val="right" w:pos="9072"/>
        </w:tabs>
        <w:ind w:left="851"/>
      </w:pPr>
      <w:proofErr w:type="gramStart"/>
      <w:r w:rsidRPr="005B300D">
        <w:t>légzés</w:t>
      </w:r>
      <w:proofErr w:type="gramEnd"/>
      <w:r w:rsidRPr="005B300D">
        <w:t>, testhőmérséklet, környezeti veszélyek elkerülése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Traumatológia gyakorlat</w:t>
      </w:r>
      <w:r w:rsidRPr="005B300D">
        <w:rPr>
          <w:b/>
          <w:i/>
        </w:rPr>
        <w:tab/>
        <w:t>40 óra/42 óra</w:t>
      </w:r>
    </w:p>
    <w:p w:rsidR="005D696B" w:rsidRPr="005B300D" w:rsidRDefault="005D696B" w:rsidP="005D696B">
      <w:pPr>
        <w:tabs>
          <w:tab w:val="left" w:pos="1418"/>
          <w:tab w:val="right" w:pos="9072"/>
        </w:tabs>
        <w:ind w:left="851"/>
      </w:pPr>
      <w:r w:rsidRPr="005B300D">
        <w:t xml:space="preserve">A traumatológiai osztály szervezeti felépítésének bemutatása. </w:t>
      </w:r>
    </w:p>
    <w:p w:rsidR="005D696B" w:rsidRPr="005B300D" w:rsidRDefault="005D696B" w:rsidP="005D696B">
      <w:pPr>
        <w:tabs>
          <w:tab w:val="left" w:pos="1418"/>
          <w:tab w:val="right" w:pos="9072"/>
        </w:tabs>
        <w:ind w:left="851"/>
      </w:pPr>
      <w:r w:rsidRPr="005B300D">
        <w:t>Munka és tűzvédelmi szabályok megismerése.</w:t>
      </w:r>
    </w:p>
    <w:p w:rsidR="005D696B" w:rsidRPr="005B300D" w:rsidRDefault="005D696B" w:rsidP="005D696B">
      <w:pPr>
        <w:tabs>
          <w:tab w:val="left" w:pos="1418"/>
          <w:tab w:val="right" w:pos="9072"/>
        </w:tabs>
        <w:ind w:left="851"/>
      </w:pPr>
      <w:r w:rsidRPr="005B300D">
        <w:t>Sérültek fogadása, első vizsgálata.</w:t>
      </w:r>
    </w:p>
    <w:p w:rsidR="005D696B" w:rsidRPr="005B300D" w:rsidRDefault="005D696B" w:rsidP="005D696B">
      <w:pPr>
        <w:tabs>
          <w:tab w:val="left" w:pos="1418"/>
          <w:tab w:val="right" w:pos="9072"/>
        </w:tabs>
        <w:ind w:left="851"/>
      </w:pPr>
      <w:r w:rsidRPr="005B300D">
        <w:t>A sebkötözések.</w:t>
      </w:r>
    </w:p>
    <w:p w:rsidR="005D696B" w:rsidRPr="005B300D" w:rsidRDefault="005D696B" w:rsidP="005D696B">
      <w:pPr>
        <w:tabs>
          <w:tab w:val="left" w:pos="1418"/>
          <w:tab w:val="right" w:pos="9072"/>
        </w:tabs>
        <w:ind w:left="851"/>
      </w:pPr>
      <w:r w:rsidRPr="005B300D">
        <w:t>Sebek dezinficiálása.</w:t>
      </w:r>
    </w:p>
    <w:p w:rsidR="005D696B" w:rsidRPr="005B300D" w:rsidRDefault="005D696B" w:rsidP="005D696B">
      <w:pPr>
        <w:tabs>
          <w:tab w:val="left" w:pos="1418"/>
          <w:tab w:val="right" w:pos="9072"/>
        </w:tabs>
        <w:ind w:left="851"/>
      </w:pPr>
      <w:r w:rsidRPr="005B300D">
        <w:t>Típuskötések alkalmazása.</w:t>
      </w:r>
    </w:p>
    <w:p w:rsidR="005D696B" w:rsidRPr="005B300D" w:rsidRDefault="005D696B" w:rsidP="005D696B">
      <w:pPr>
        <w:tabs>
          <w:tab w:val="left" w:pos="1418"/>
          <w:tab w:val="right" w:pos="9072"/>
        </w:tabs>
        <w:ind w:left="851"/>
      </w:pPr>
      <w:r w:rsidRPr="005B300D">
        <w:t xml:space="preserve">Kötözések a fejen és a nyakon, kötözések a mellkason. </w:t>
      </w:r>
    </w:p>
    <w:p w:rsidR="005D696B" w:rsidRPr="005B300D" w:rsidRDefault="005D696B" w:rsidP="005D696B">
      <w:pPr>
        <w:tabs>
          <w:tab w:val="left" w:pos="1418"/>
          <w:tab w:val="right" w:pos="9072"/>
        </w:tabs>
        <w:ind w:left="851"/>
      </w:pPr>
      <w:r w:rsidRPr="005B300D">
        <w:t xml:space="preserve">Has-, lágyék- és gáttáji kötözések. </w:t>
      </w:r>
    </w:p>
    <w:p w:rsidR="005D696B" w:rsidRPr="005B300D" w:rsidRDefault="005D696B" w:rsidP="005D696B">
      <w:pPr>
        <w:tabs>
          <w:tab w:val="left" w:pos="1418"/>
          <w:tab w:val="right" w:pos="9072"/>
        </w:tabs>
        <w:ind w:left="851"/>
      </w:pPr>
      <w:r w:rsidRPr="005B300D">
        <w:t>Kötözések az alsó és felső végtagon.</w:t>
      </w:r>
    </w:p>
    <w:p w:rsidR="005D696B" w:rsidRPr="005B300D" w:rsidRDefault="005D696B" w:rsidP="005D696B">
      <w:pPr>
        <w:tabs>
          <w:tab w:val="left" w:pos="1418"/>
          <w:tab w:val="right" w:pos="9072"/>
        </w:tabs>
        <w:ind w:left="851"/>
      </w:pPr>
      <w:r w:rsidRPr="005B300D">
        <w:lastRenderedPageBreak/>
        <w:t>Csonttörések ellátása.</w:t>
      </w:r>
    </w:p>
    <w:p w:rsidR="005D696B" w:rsidRPr="005B300D" w:rsidRDefault="005D696B" w:rsidP="005D696B">
      <w:pPr>
        <w:tabs>
          <w:tab w:val="left" w:pos="1418"/>
          <w:tab w:val="right" w:pos="9072"/>
        </w:tabs>
        <w:ind w:left="851"/>
      </w:pPr>
      <w:r w:rsidRPr="005B300D">
        <w:t>Rögzítő kötések, gipszelések.</w:t>
      </w:r>
    </w:p>
    <w:p w:rsidR="005D696B" w:rsidRPr="005B300D" w:rsidRDefault="005D696B" w:rsidP="005D696B">
      <w:pPr>
        <w:tabs>
          <w:tab w:val="left" w:pos="1418"/>
          <w:tab w:val="right" w:pos="9072"/>
        </w:tabs>
        <w:ind w:left="851"/>
      </w:pPr>
      <w:r w:rsidRPr="005B300D">
        <w:t xml:space="preserve">A törések vértelen helyretétele, </w:t>
      </w:r>
      <w:proofErr w:type="spellStart"/>
      <w:r w:rsidRPr="005B300D">
        <w:t>repozició</w:t>
      </w:r>
      <w:proofErr w:type="spellEnd"/>
      <w:r w:rsidRPr="005B300D">
        <w:t>.</w:t>
      </w:r>
    </w:p>
    <w:p w:rsidR="005D696B" w:rsidRPr="005B300D" w:rsidRDefault="005D696B" w:rsidP="005D696B">
      <w:pPr>
        <w:tabs>
          <w:tab w:val="left" w:pos="1418"/>
          <w:tab w:val="right" w:pos="9072"/>
        </w:tabs>
        <w:ind w:left="851"/>
      </w:pPr>
      <w:r w:rsidRPr="005B300D">
        <w:t xml:space="preserve">Gipszelés gyakorlati alapjai, gipszkötések fajtái. </w:t>
      </w:r>
    </w:p>
    <w:p w:rsidR="005D696B" w:rsidRPr="005B300D" w:rsidRDefault="005D696B" w:rsidP="005D696B">
      <w:pPr>
        <w:tabs>
          <w:tab w:val="left" w:pos="1418"/>
          <w:tab w:val="right" w:pos="9072"/>
        </w:tabs>
        <w:ind w:left="851"/>
      </w:pPr>
      <w:r w:rsidRPr="005B300D">
        <w:t>Gipszelési technikák, gipszkötések előkészítése.</w:t>
      </w:r>
    </w:p>
    <w:p w:rsidR="005D696B" w:rsidRPr="005B300D" w:rsidRDefault="005D696B" w:rsidP="005D696B">
      <w:pPr>
        <w:tabs>
          <w:tab w:val="left" w:pos="1418"/>
          <w:tab w:val="right" w:pos="9072"/>
        </w:tabs>
        <w:ind w:left="851"/>
      </w:pPr>
      <w:proofErr w:type="spellStart"/>
      <w:r w:rsidRPr="005B300D">
        <w:t>Extenzió</w:t>
      </w:r>
      <w:proofErr w:type="spellEnd"/>
      <w:r w:rsidRPr="005B300D">
        <w:t xml:space="preserve"> felhelyezésének megfigyelése. </w:t>
      </w:r>
    </w:p>
    <w:p w:rsidR="005D696B" w:rsidRPr="005B300D" w:rsidRDefault="005D696B" w:rsidP="005D696B">
      <w:pPr>
        <w:tabs>
          <w:tab w:val="left" w:pos="1418"/>
          <w:tab w:val="right" w:pos="9072"/>
        </w:tabs>
        <w:ind w:left="851"/>
      </w:pPr>
      <w:r w:rsidRPr="005B300D">
        <w:t>Előkészítés gyógyszereléshez, segédkezés a gyógyszerbevitelben.</w:t>
      </w:r>
    </w:p>
    <w:p w:rsidR="005D696B" w:rsidRPr="005B300D" w:rsidRDefault="005D696B" w:rsidP="005D696B">
      <w:pPr>
        <w:tabs>
          <w:tab w:val="left" w:pos="1418"/>
          <w:tab w:val="right" w:pos="9072"/>
        </w:tabs>
        <w:ind w:left="851"/>
      </w:pPr>
      <w:r w:rsidRPr="005B300D">
        <w:t>Előkészítés injekciózáshoz és infúziós terápiához.</w:t>
      </w:r>
    </w:p>
    <w:p w:rsidR="005D696B" w:rsidRPr="005B300D" w:rsidRDefault="005D696B" w:rsidP="005D696B">
      <w:pPr>
        <w:tabs>
          <w:tab w:val="left" w:pos="1418"/>
          <w:tab w:val="right" w:pos="9072"/>
        </w:tabs>
        <w:ind w:left="851"/>
      </w:pPr>
      <w:r w:rsidRPr="005B300D">
        <w:t>Előkészítés vércsoport meghatározáshoz.</w:t>
      </w:r>
    </w:p>
    <w:p w:rsidR="005D696B" w:rsidRPr="005B300D" w:rsidRDefault="005D696B" w:rsidP="005D696B">
      <w:pPr>
        <w:tabs>
          <w:tab w:val="left" w:pos="1418"/>
          <w:tab w:val="right" w:pos="9072"/>
        </w:tabs>
        <w:ind w:left="851"/>
      </w:pPr>
      <w:r w:rsidRPr="005B300D">
        <w:t>A testváladékok megfigyelése és felfogása.</w:t>
      </w:r>
    </w:p>
    <w:p w:rsidR="005D696B" w:rsidRPr="005B300D" w:rsidRDefault="005D696B" w:rsidP="005D696B">
      <w:pPr>
        <w:tabs>
          <w:tab w:val="left" w:pos="1418"/>
          <w:tab w:val="right" w:pos="9072"/>
        </w:tabs>
        <w:ind w:left="851"/>
      </w:pPr>
      <w:r w:rsidRPr="005B300D">
        <w:t xml:space="preserve">Vérvétel. </w:t>
      </w:r>
    </w:p>
    <w:p w:rsidR="005D696B" w:rsidRPr="005B300D" w:rsidRDefault="005D696B" w:rsidP="005D696B">
      <w:pPr>
        <w:tabs>
          <w:tab w:val="left" w:pos="1418"/>
          <w:tab w:val="right" w:pos="9072"/>
        </w:tabs>
        <w:ind w:left="851"/>
      </w:pPr>
      <w:r w:rsidRPr="005B300D">
        <w:t xml:space="preserve">Súlyos sérült ellátásának megfigyelése, </w:t>
      </w:r>
      <w:proofErr w:type="spellStart"/>
      <w:r w:rsidRPr="005B300D">
        <w:t>sokktalanítás</w:t>
      </w:r>
      <w:proofErr w:type="spellEnd"/>
      <w:r w:rsidRPr="005B300D">
        <w:t>.</w:t>
      </w:r>
    </w:p>
    <w:p w:rsidR="005D696B" w:rsidRPr="005B300D" w:rsidRDefault="005D696B" w:rsidP="005D696B">
      <w:pPr>
        <w:tabs>
          <w:tab w:val="left" w:pos="1418"/>
          <w:tab w:val="right" w:pos="9072"/>
        </w:tabs>
        <w:ind w:left="851"/>
      </w:pPr>
      <w:r w:rsidRPr="005B300D">
        <w:t>Bekapcsolódás az ápolási/szakápolási folyamatba.</w:t>
      </w:r>
    </w:p>
    <w:p w:rsidR="005D696B" w:rsidRPr="005B300D" w:rsidRDefault="005D696B" w:rsidP="005D696B">
      <w:pPr>
        <w:tabs>
          <w:tab w:val="left" w:pos="1418"/>
          <w:tab w:val="right" w:pos="9072"/>
        </w:tabs>
        <w:ind w:left="851"/>
      </w:pPr>
      <w:r w:rsidRPr="005B300D">
        <w:t>Közreműködés az ápolási folyamatban.</w:t>
      </w:r>
    </w:p>
    <w:p w:rsidR="005D696B" w:rsidRPr="005B300D" w:rsidRDefault="005D696B" w:rsidP="005D696B">
      <w:pPr>
        <w:tabs>
          <w:tab w:val="left" w:pos="1418"/>
          <w:tab w:val="right" w:pos="9072"/>
        </w:tabs>
        <w:ind w:left="851"/>
      </w:pPr>
      <w:r w:rsidRPr="005B300D">
        <w:t>Az ápolási dokumentáció vezetése.</w:t>
      </w:r>
    </w:p>
    <w:p w:rsidR="005D696B" w:rsidRPr="005B300D" w:rsidRDefault="005D696B" w:rsidP="005D696B">
      <w:pPr>
        <w:tabs>
          <w:tab w:val="left" w:pos="1418"/>
          <w:tab w:val="right" w:pos="9072"/>
        </w:tabs>
        <w:ind w:left="851"/>
      </w:pPr>
      <w:r w:rsidRPr="005B300D">
        <w:t xml:space="preserve">Segédkezés a beteg ember szükségleteinek a kielégítésében: </w:t>
      </w:r>
    </w:p>
    <w:p w:rsidR="005D696B" w:rsidRPr="005B300D" w:rsidRDefault="005D696B" w:rsidP="005D696B">
      <w:pPr>
        <w:tabs>
          <w:tab w:val="left" w:pos="1418"/>
          <w:tab w:val="right" w:pos="9072"/>
        </w:tabs>
        <w:ind w:left="851"/>
      </w:pPr>
      <w:r w:rsidRPr="005B300D">
        <w:t>Mozgás, pihenés, higiéné.</w:t>
      </w:r>
    </w:p>
    <w:p w:rsidR="005D696B" w:rsidRPr="005B300D" w:rsidRDefault="005D696B" w:rsidP="005D696B">
      <w:pPr>
        <w:tabs>
          <w:tab w:val="left" w:pos="1418"/>
          <w:tab w:val="right" w:pos="9072"/>
        </w:tabs>
        <w:ind w:left="851"/>
      </w:pPr>
      <w:r w:rsidRPr="005B300D">
        <w:t xml:space="preserve">Táplálkozás, folyadékfelvétel, váladékok ürítése. </w:t>
      </w:r>
    </w:p>
    <w:p w:rsidR="005D696B" w:rsidRPr="005B300D" w:rsidRDefault="005D696B" w:rsidP="005D696B">
      <w:pPr>
        <w:tabs>
          <w:tab w:val="left" w:pos="1418"/>
          <w:tab w:val="right" w:pos="9072"/>
        </w:tabs>
        <w:ind w:left="851"/>
      </w:pPr>
      <w:r w:rsidRPr="005B300D">
        <w:t>Légzés, testhőmérséklet, környezeti veszélyek elkerülése</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Csecsemő és gyermekosztályos gyakorlat</w:t>
      </w:r>
      <w:r w:rsidRPr="005B300D">
        <w:rPr>
          <w:b/>
          <w:i/>
        </w:rPr>
        <w:tab/>
        <w:t>42 óra/42 óra</w:t>
      </w:r>
    </w:p>
    <w:p w:rsidR="005D696B" w:rsidRPr="005B300D" w:rsidRDefault="005D696B" w:rsidP="005D696B">
      <w:pPr>
        <w:ind w:left="851"/>
      </w:pPr>
      <w:r w:rsidRPr="005B300D">
        <w:t>Az osztály szervezeti felépítésének bemutatása</w:t>
      </w:r>
    </w:p>
    <w:p w:rsidR="005D696B" w:rsidRPr="005B300D" w:rsidRDefault="005D696B" w:rsidP="005D696B">
      <w:pPr>
        <w:tabs>
          <w:tab w:val="left" w:pos="1418"/>
          <w:tab w:val="right" w:pos="9072"/>
        </w:tabs>
        <w:ind w:left="851"/>
      </w:pPr>
      <w:r w:rsidRPr="005B300D">
        <w:t>Munka és tűzvédelmi szabályok megismerése.</w:t>
      </w:r>
    </w:p>
    <w:p w:rsidR="005D696B" w:rsidRPr="005B300D" w:rsidRDefault="005D696B" w:rsidP="005D696B">
      <w:pPr>
        <w:tabs>
          <w:tab w:val="left" w:pos="1418"/>
          <w:tab w:val="right" w:pos="9072"/>
        </w:tabs>
        <w:ind w:left="851"/>
      </w:pPr>
      <w:r w:rsidRPr="005B300D">
        <w:t>Csecsemő osztályos gyakorlat.</w:t>
      </w:r>
    </w:p>
    <w:p w:rsidR="005D696B" w:rsidRPr="005B300D" w:rsidRDefault="005D696B" w:rsidP="005D696B">
      <w:pPr>
        <w:tabs>
          <w:tab w:val="left" w:pos="1418"/>
          <w:tab w:val="right" w:pos="9072"/>
        </w:tabs>
        <w:ind w:left="851"/>
      </w:pPr>
      <w:r w:rsidRPr="005B300D">
        <w:t xml:space="preserve">Az újszülött életjelenségeinek megfigyelése. </w:t>
      </w:r>
    </w:p>
    <w:p w:rsidR="005D696B" w:rsidRPr="005B300D" w:rsidRDefault="005D696B" w:rsidP="005D696B">
      <w:pPr>
        <w:tabs>
          <w:tab w:val="left" w:pos="1418"/>
          <w:tab w:val="right" w:pos="9072"/>
        </w:tabs>
        <w:ind w:left="851"/>
      </w:pPr>
      <w:r w:rsidRPr="005B300D">
        <w:t xml:space="preserve">Koraszülöttség jeleinek és a fejlődési rendellenességek felismerése. </w:t>
      </w:r>
    </w:p>
    <w:p w:rsidR="005D696B" w:rsidRPr="005B300D" w:rsidRDefault="005D696B" w:rsidP="005D696B">
      <w:pPr>
        <w:tabs>
          <w:tab w:val="left" w:pos="1418"/>
          <w:tab w:val="right" w:pos="9072"/>
        </w:tabs>
        <w:ind w:left="851"/>
      </w:pPr>
      <w:r w:rsidRPr="005B300D">
        <w:t xml:space="preserve">Megfigyelés: </w:t>
      </w:r>
      <w:proofErr w:type="spellStart"/>
      <w:r w:rsidRPr="005B300D">
        <w:t>turgor</w:t>
      </w:r>
      <w:proofErr w:type="spellEnd"/>
      <w:r w:rsidRPr="005B300D">
        <w:t>, mozgás, köldök, kutacsok, nyálkahártyák (</w:t>
      </w:r>
      <w:proofErr w:type="spellStart"/>
      <w:r w:rsidRPr="005B300D">
        <w:t>Apgar</w:t>
      </w:r>
      <w:proofErr w:type="spellEnd"/>
      <w:r w:rsidRPr="005B300D">
        <w:t>).</w:t>
      </w:r>
    </w:p>
    <w:p w:rsidR="005D696B" w:rsidRPr="005B300D" w:rsidRDefault="005D696B" w:rsidP="005D696B">
      <w:pPr>
        <w:tabs>
          <w:tab w:val="left" w:pos="1418"/>
          <w:tab w:val="right" w:pos="9072"/>
        </w:tabs>
        <w:ind w:left="851"/>
      </w:pPr>
      <w:r w:rsidRPr="005B300D">
        <w:t xml:space="preserve">Fekvési módok, alvás és alvási szokások, a sírás megfigyelése. </w:t>
      </w:r>
    </w:p>
    <w:p w:rsidR="005D696B" w:rsidRPr="005B300D" w:rsidRDefault="005D696B" w:rsidP="005D696B">
      <w:pPr>
        <w:tabs>
          <w:tab w:val="left" w:pos="1418"/>
          <w:tab w:val="right" w:pos="9072"/>
        </w:tabs>
        <w:ind w:left="851"/>
      </w:pPr>
      <w:r w:rsidRPr="005B300D">
        <w:t>Szoptatás és táplálás.</w:t>
      </w:r>
    </w:p>
    <w:p w:rsidR="005D696B" w:rsidRPr="005B300D" w:rsidRDefault="005D696B" w:rsidP="005D696B">
      <w:pPr>
        <w:tabs>
          <w:tab w:val="left" w:pos="1418"/>
          <w:tab w:val="right" w:pos="9072"/>
        </w:tabs>
        <w:ind w:left="851"/>
      </w:pPr>
      <w:r w:rsidRPr="005B300D">
        <w:t xml:space="preserve">Székletürítés és vizeletürítés megfigyelése. </w:t>
      </w:r>
    </w:p>
    <w:p w:rsidR="005D696B" w:rsidRPr="005B300D" w:rsidRDefault="005D696B" w:rsidP="005D696B">
      <w:pPr>
        <w:tabs>
          <w:tab w:val="left" w:pos="1418"/>
          <w:tab w:val="right" w:pos="9072"/>
        </w:tabs>
        <w:ind w:left="851"/>
      </w:pPr>
      <w:r w:rsidRPr="005B300D">
        <w:t xml:space="preserve">Testtömeg és testarányok mérése. </w:t>
      </w:r>
    </w:p>
    <w:p w:rsidR="005D696B" w:rsidRPr="005B300D" w:rsidRDefault="005D696B" w:rsidP="005D696B">
      <w:pPr>
        <w:tabs>
          <w:tab w:val="left" w:pos="1418"/>
          <w:tab w:val="right" w:pos="9072"/>
        </w:tabs>
        <w:ind w:left="851"/>
      </w:pPr>
      <w:r w:rsidRPr="005B300D">
        <w:t>Csecsemők állapotváltozásainak felismerése.</w:t>
      </w:r>
    </w:p>
    <w:p w:rsidR="005D696B" w:rsidRPr="005B300D" w:rsidRDefault="005D696B" w:rsidP="005D696B">
      <w:pPr>
        <w:tabs>
          <w:tab w:val="left" w:pos="1418"/>
          <w:tab w:val="right" w:pos="9072"/>
        </w:tabs>
        <w:ind w:left="851"/>
      </w:pPr>
      <w:r w:rsidRPr="005B300D">
        <w:t>Gyermekosztályos gyakorlat.</w:t>
      </w:r>
    </w:p>
    <w:p w:rsidR="005D696B" w:rsidRPr="005B300D" w:rsidRDefault="005D696B" w:rsidP="005D696B">
      <w:pPr>
        <w:tabs>
          <w:tab w:val="left" w:pos="1418"/>
          <w:tab w:val="right" w:pos="9072"/>
        </w:tabs>
        <w:ind w:left="851"/>
      </w:pPr>
      <w:r w:rsidRPr="005B300D">
        <w:t>Az arc és testtájak, testarányok, mozgás megfigyelése, testsúly mérése.</w:t>
      </w:r>
    </w:p>
    <w:p w:rsidR="005D696B" w:rsidRPr="005B300D" w:rsidRDefault="005D696B" w:rsidP="005D696B">
      <w:pPr>
        <w:tabs>
          <w:tab w:val="left" w:pos="1418"/>
          <w:tab w:val="right" w:pos="9072"/>
        </w:tabs>
        <w:ind w:left="851"/>
      </w:pPr>
      <w:r w:rsidRPr="005B300D">
        <w:t>Kardinális tünetek mérése, megfigyelése.</w:t>
      </w:r>
    </w:p>
    <w:p w:rsidR="005D696B" w:rsidRPr="005B300D" w:rsidRDefault="005D696B" w:rsidP="005D696B">
      <w:pPr>
        <w:tabs>
          <w:tab w:val="left" w:pos="1418"/>
          <w:tab w:val="right" w:pos="9072"/>
        </w:tabs>
        <w:ind w:left="851"/>
      </w:pPr>
      <w:r w:rsidRPr="005B300D">
        <w:t xml:space="preserve">A gyermek tudatának és magatartásának megfigyelése. </w:t>
      </w:r>
    </w:p>
    <w:p w:rsidR="005D696B" w:rsidRPr="005B300D" w:rsidRDefault="005D696B" w:rsidP="005D696B">
      <w:pPr>
        <w:tabs>
          <w:tab w:val="left" w:pos="1418"/>
          <w:tab w:val="right" w:pos="9072"/>
        </w:tabs>
        <w:ind w:left="851"/>
      </w:pPr>
      <w:r w:rsidRPr="005B300D">
        <w:t xml:space="preserve">Érzékszervek működésének megfigyelése. </w:t>
      </w:r>
    </w:p>
    <w:p w:rsidR="005D696B" w:rsidRPr="005B300D" w:rsidRDefault="005D696B" w:rsidP="005D696B">
      <w:pPr>
        <w:tabs>
          <w:tab w:val="left" w:pos="1418"/>
          <w:tab w:val="right" w:pos="9072"/>
        </w:tabs>
        <w:ind w:left="851"/>
      </w:pPr>
      <w:r w:rsidRPr="005B300D">
        <w:t xml:space="preserve">Köhögés és köpet megfigyelése. </w:t>
      </w:r>
    </w:p>
    <w:p w:rsidR="005D696B" w:rsidRPr="005B300D" w:rsidRDefault="005D696B" w:rsidP="005D696B">
      <w:pPr>
        <w:tabs>
          <w:tab w:val="left" w:pos="1418"/>
          <w:tab w:val="right" w:pos="9072"/>
        </w:tabs>
        <w:ind w:left="851"/>
      </w:pPr>
      <w:r w:rsidRPr="005B300D">
        <w:t xml:space="preserve">Hányás és </w:t>
      </w:r>
      <w:proofErr w:type="gramStart"/>
      <w:r w:rsidRPr="005B300D">
        <w:t>hányadék</w:t>
      </w:r>
      <w:proofErr w:type="gramEnd"/>
      <w:r w:rsidRPr="005B300D">
        <w:t xml:space="preserve"> megfigyelése. </w:t>
      </w:r>
    </w:p>
    <w:p w:rsidR="005D696B" w:rsidRPr="005B300D" w:rsidRDefault="005D696B" w:rsidP="005D696B">
      <w:pPr>
        <w:tabs>
          <w:tab w:val="left" w:pos="1418"/>
          <w:tab w:val="right" w:pos="9072"/>
        </w:tabs>
        <w:ind w:left="851"/>
      </w:pPr>
      <w:r w:rsidRPr="005B300D">
        <w:t xml:space="preserve">Bevitt és ürített folyadék mennyiségének megfigyelése. </w:t>
      </w:r>
    </w:p>
    <w:p w:rsidR="005D696B" w:rsidRPr="005B300D" w:rsidRDefault="005D696B" w:rsidP="005D696B">
      <w:pPr>
        <w:tabs>
          <w:tab w:val="left" w:pos="1418"/>
          <w:tab w:val="right" w:pos="9072"/>
        </w:tabs>
        <w:ind w:left="851"/>
      </w:pPr>
      <w:r w:rsidRPr="005B300D">
        <w:t xml:space="preserve">A gyermekek állapotváltozásainak felismerése. </w:t>
      </w:r>
    </w:p>
    <w:p w:rsidR="005D696B" w:rsidRPr="005B300D" w:rsidRDefault="005D696B" w:rsidP="005D696B">
      <w:pPr>
        <w:tabs>
          <w:tab w:val="left" w:pos="1418"/>
          <w:tab w:val="right" w:pos="9072"/>
        </w:tabs>
        <w:ind w:left="851"/>
      </w:pPr>
      <w:r w:rsidRPr="005B300D">
        <w:t xml:space="preserve">A gyermek elhanyagolásának illetve bántalmazásának felismerése. </w:t>
      </w:r>
    </w:p>
    <w:p w:rsidR="005D696B" w:rsidRPr="005B300D" w:rsidRDefault="005D696B" w:rsidP="005D696B">
      <w:pPr>
        <w:tabs>
          <w:tab w:val="left" w:pos="1418"/>
          <w:tab w:val="right" w:pos="9072"/>
        </w:tabs>
        <w:ind w:left="851"/>
      </w:pPr>
      <w:r w:rsidRPr="005B300D">
        <w:t xml:space="preserve">Betegmegfigyelő monitorok alkalmazása a gyermekápolásban. </w:t>
      </w:r>
    </w:p>
    <w:p w:rsidR="005D696B" w:rsidRPr="005B300D" w:rsidRDefault="005D696B" w:rsidP="005D696B">
      <w:pPr>
        <w:tabs>
          <w:tab w:val="left" w:pos="1418"/>
          <w:tab w:val="right" w:pos="9072"/>
        </w:tabs>
        <w:ind w:left="851"/>
      </w:pPr>
      <w:r w:rsidRPr="005B300D">
        <w:t xml:space="preserve">Csecsemő és gyermekosztályon egyaránt végzendő ápolási feladatok. </w:t>
      </w:r>
    </w:p>
    <w:p w:rsidR="005D696B" w:rsidRPr="005B300D" w:rsidRDefault="005D696B" w:rsidP="005D696B">
      <w:pPr>
        <w:tabs>
          <w:tab w:val="left" w:pos="1418"/>
          <w:tab w:val="right" w:pos="9072"/>
        </w:tabs>
        <w:ind w:left="851"/>
      </w:pPr>
      <w:r w:rsidRPr="005B300D">
        <w:t>Ágyazás, beteg fektetése, mobilizálása, kényelmi eszközök alkalmazása.</w:t>
      </w:r>
    </w:p>
    <w:p w:rsidR="005D696B" w:rsidRPr="005B300D" w:rsidRDefault="005D696B" w:rsidP="005D696B">
      <w:pPr>
        <w:tabs>
          <w:tab w:val="left" w:pos="1418"/>
          <w:tab w:val="right" w:pos="9072"/>
        </w:tabs>
        <w:ind w:left="851"/>
      </w:pPr>
      <w:r w:rsidRPr="005B300D">
        <w:t>Pihenés feltételeinek biztosítása.</w:t>
      </w:r>
    </w:p>
    <w:p w:rsidR="005D696B" w:rsidRPr="005B300D" w:rsidRDefault="005D696B" w:rsidP="005D696B">
      <w:pPr>
        <w:tabs>
          <w:tab w:val="left" w:pos="1418"/>
          <w:tab w:val="right" w:pos="9072"/>
        </w:tabs>
        <w:ind w:left="851"/>
      </w:pPr>
      <w:r w:rsidRPr="005B300D">
        <w:t>Beteg környezetének higiénéje.</w:t>
      </w:r>
    </w:p>
    <w:p w:rsidR="005D696B" w:rsidRPr="005B300D" w:rsidRDefault="005D696B" w:rsidP="005D696B">
      <w:pPr>
        <w:tabs>
          <w:tab w:val="left" w:pos="1418"/>
          <w:tab w:val="right" w:pos="9072"/>
        </w:tabs>
        <w:ind w:left="851"/>
      </w:pPr>
      <w:r w:rsidRPr="005B300D">
        <w:t>Fürdetés, szájápolás, hajmosás, körömápolás, bőrápolás, bőrvédelem.</w:t>
      </w:r>
    </w:p>
    <w:p w:rsidR="005D696B" w:rsidRPr="005B300D" w:rsidRDefault="005D696B" w:rsidP="005D696B">
      <w:pPr>
        <w:tabs>
          <w:tab w:val="left" w:pos="1418"/>
          <w:tab w:val="right" w:pos="9072"/>
        </w:tabs>
        <w:ind w:left="851"/>
      </w:pPr>
      <w:r w:rsidRPr="005B300D">
        <w:t>Etetés eszközeinek előkészítése, használata, szondatáplálás.</w:t>
      </w:r>
    </w:p>
    <w:p w:rsidR="005D696B" w:rsidRPr="005B300D" w:rsidRDefault="005D696B" w:rsidP="005D696B">
      <w:pPr>
        <w:tabs>
          <w:tab w:val="left" w:pos="1418"/>
          <w:tab w:val="right" w:pos="9072"/>
        </w:tabs>
        <w:ind w:left="851"/>
      </w:pPr>
      <w:r w:rsidRPr="005B300D">
        <w:t>Előkészítés vizithez, a beteg tartása-fogása vizsgálatokhoz.</w:t>
      </w:r>
    </w:p>
    <w:p w:rsidR="005D696B" w:rsidRPr="005B300D" w:rsidRDefault="005D696B" w:rsidP="005D696B">
      <w:pPr>
        <w:tabs>
          <w:tab w:val="left" w:pos="1418"/>
          <w:tab w:val="right" w:pos="9072"/>
        </w:tabs>
        <w:ind w:left="851"/>
      </w:pPr>
      <w:r w:rsidRPr="005B300D">
        <w:lastRenderedPageBreak/>
        <w:t xml:space="preserve">A megfigyelt és a mért paraméterek dokumentálása. </w:t>
      </w:r>
    </w:p>
    <w:p w:rsidR="005D696B" w:rsidRPr="005B300D" w:rsidRDefault="005D696B" w:rsidP="005D696B">
      <w:pPr>
        <w:tabs>
          <w:tab w:val="left" w:pos="1418"/>
          <w:tab w:val="right" w:pos="9072"/>
        </w:tabs>
        <w:ind w:left="851"/>
      </w:pPr>
      <w:r w:rsidRPr="005B300D">
        <w:t>Kapcsolat a szülőkkel.</w:t>
      </w:r>
    </w:p>
    <w:p w:rsidR="005D696B" w:rsidRPr="005B300D" w:rsidRDefault="005D696B" w:rsidP="005D696B">
      <w:pPr>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Belgyógyászati osztály</w:t>
      </w:r>
    </w:p>
    <w:p w:rsidR="005D696B" w:rsidRPr="005B300D" w:rsidRDefault="005D696B" w:rsidP="005D696B">
      <w:pPr>
        <w:ind w:left="426"/>
      </w:pPr>
      <w:r w:rsidRPr="005B300D">
        <w:t>Sebészeti osztály</w:t>
      </w:r>
    </w:p>
    <w:p w:rsidR="005D696B" w:rsidRPr="005B300D" w:rsidRDefault="005D696B" w:rsidP="005D696B">
      <w:pPr>
        <w:ind w:left="426"/>
      </w:pPr>
      <w:r w:rsidRPr="005B300D">
        <w:t>Traumatológia</w:t>
      </w:r>
    </w:p>
    <w:p w:rsidR="005D696B" w:rsidRPr="005B300D" w:rsidRDefault="005D696B" w:rsidP="005D696B">
      <w:pPr>
        <w:ind w:left="426"/>
      </w:pPr>
      <w:r w:rsidRPr="005B300D">
        <w:t>Csecsemő és gyermekosztály</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megfigyelés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projekt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irányított feladat megoldás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utólagos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helyszíni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3.2.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Elemzés készítése tapasztalatokról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Jegyzetkészítés eseményről kérdéssor alapján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Esemény helyszíni értékelése szóban felkészülés után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Utólagos szóbeli beszámoló</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Kiscsoportos szakmai munkavégzés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Gyakorlati munkavégzés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Műveletek gyakorlása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Szolgáltatási tevékenységek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Szolgáltatási napló vezetése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 szakmai munkavégzés felügyelet mellett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 szakmai munkavégzés közvetlen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spacing w:after="200" w:line="276" w:lineRule="auto"/>
      </w:pPr>
      <w:r w:rsidRPr="005B300D">
        <w:br w:type="page"/>
      </w:r>
    </w:p>
    <w:p w:rsidR="005D696B" w:rsidRPr="005B300D" w:rsidRDefault="005D696B" w:rsidP="005D696B">
      <w:pPr>
        <w:ind w:left="426"/>
      </w:pPr>
    </w:p>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11635-16 azonosító számú</w:t>
      </w:r>
    </w:p>
    <w:p w:rsidR="005D696B" w:rsidRPr="005B300D" w:rsidRDefault="005D696B" w:rsidP="005D696B">
      <w:pPr>
        <w:jc w:val="center"/>
        <w:rPr>
          <w:b/>
          <w:sz w:val="36"/>
        </w:rPr>
      </w:pPr>
      <w:r w:rsidRPr="005B300D">
        <w:rPr>
          <w:b/>
          <w:sz w:val="36"/>
        </w:rPr>
        <w:t>Egészségügyi asszisztensi feladatok</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D696B">
      <w:r w:rsidRPr="005B300D">
        <w:lastRenderedPageBreak/>
        <w:t>A 11635-16 azonosító számú Egészségügyi asszisztensi feladatok. megnevezésű szakmai követelménymodulhoz tartozó tantárgyak és témakörök oktatása során fejlesztendő kompetenciák</w:t>
      </w:r>
    </w:p>
    <w:p w:rsidR="005D696B" w:rsidRPr="005B300D" w:rsidRDefault="005D696B" w:rsidP="005D696B"/>
    <w:tbl>
      <w:tblPr>
        <w:tblW w:w="5700" w:type="dxa"/>
        <w:jc w:val="center"/>
        <w:tblCellMar>
          <w:left w:w="70" w:type="dxa"/>
          <w:right w:w="70" w:type="dxa"/>
        </w:tblCellMar>
        <w:tblLook w:val="04A0" w:firstRow="1" w:lastRow="0" w:firstColumn="1" w:lastColumn="0" w:noHBand="0" w:noVBand="1"/>
      </w:tblPr>
      <w:tblGrid>
        <w:gridCol w:w="3980"/>
        <w:gridCol w:w="860"/>
        <w:gridCol w:w="860"/>
      </w:tblGrid>
      <w:tr w:rsidR="005D696B" w:rsidRPr="005B300D" w:rsidTr="00FF0CD2">
        <w:trPr>
          <w:cantSplit/>
          <w:trHeight w:val="1928"/>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86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696B" w:rsidRPr="005B300D" w:rsidRDefault="005D696B" w:rsidP="00FF0CD2">
            <w:pPr>
              <w:jc w:val="center"/>
              <w:rPr>
                <w:sz w:val="20"/>
                <w:szCs w:val="20"/>
              </w:rPr>
            </w:pPr>
            <w:r w:rsidRPr="005B300D">
              <w:rPr>
                <w:sz w:val="20"/>
                <w:szCs w:val="20"/>
              </w:rPr>
              <w:t>Egészségügyi asszisztensi feladatok</w:t>
            </w:r>
          </w:p>
        </w:tc>
        <w:tc>
          <w:tcPr>
            <w:tcW w:w="86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696B" w:rsidRPr="005B300D" w:rsidRDefault="005D696B" w:rsidP="00FF0CD2">
            <w:pPr>
              <w:jc w:val="center"/>
              <w:rPr>
                <w:sz w:val="20"/>
                <w:szCs w:val="20"/>
              </w:rPr>
            </w:pPr>
            <w:r w:rsidRPr="005B300D">
              <w:rPr>
                <w:sz w:val="20"/>
                <w:szCs w:val="20"/>
              </w:rPr>
              <w:t xml:space="preserve">Egészségügyi </w:t>
            </w:r>
            <w:proofErr w:type="spellStart"/>
            <w:r w:rsidRPr="005B300D">
              <w:rPr>
                <w:sz w:val="20"/>
                <w:szCs w:val="20"/>
              </w:rPr>
              <w:t>aszisztálás</w:t>
            </w:r>
            <w:proofErr w:type="spellEnd"/>
            <w:r w:rsidRPr="005B300D">
              <w:rPr>
                <w:sz w:val="20"/>
                <w:szCs w:val="20"/>
              </w:rPr>
              <w:t xml:space="preserve"> gyakorlata</w:t>
            </w:r>
          </w:p>
        </w:tc>
      </w:tr>
      <w:tr w:rsidR="005D696B" w:rsidRPr="005B300D" w:rsidTr="00FF0CD2">
        <w:trPr>
          <w:trHeight w:val="300"/>
          <w:jc w:val="center"/>
        </w:trPr>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FELADATOK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xml:space="preserve">Részt vesz a </w:t>
            </w:r>
            <w:proofErr w:type="spellStart"/>
            <w:r w:rsidRPr="005B300D">
              <w:rPr>
                <w:sz w:val="20"/>
                <w:szCs w:val="20"/>
              </w:rPr>
              <w:t>járóbeteg</w:t>
            </w:r>
            <w:proofErr w:type="spellEnd"/>
            <w:r w:rsidRPr="005B300D">
              <w:rPr>
                <w:sz w:val="20"/>
                <w:szCs w:val="20"/>
              </w:rPr>
              <w:t xml:space="preserve"> szakellátásban</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proofErr w:type="spellStart"/>
            <w:r w:rsidRPr="005B300D">
              <w:rPr>
                <w:sz w:val="20"/>
                <w:szCs w:val="20"/>
              </w:rPr>
              <w:t>Betegedukaciót</w:t>
            </w:r>
            <w:proofErr w:type="spellEnd"/>
            <w:r w:rsidRPr="005B300D">
              <w:rPr>
                <w:sz w:val="20"/>
                <w:szCs w:val="20"/>
              </w:rPr>
              <w:t xml:space="preserve"> végez</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Beteget fogad, irányít, ismeri és alkalmazza a betegosztályozás szabályait</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Sürgősségi eseteket felismer, orvost hív, szükség esetén elsősegélyt nyújt</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xml:space="preserve">Beteget beavatkozásokhoz, vizsgálatokhoz </w:t>
            </w:r>
            <w:proofErr w:type="spellStart"/>
            <w:r w:rsidRPr="005B300D">
              <w:rPr>
                <w:sz w:val="20"/>
                <w:szCs w:val="20"/>
              </w:rPr>
              <w:t>pozicionál</w:t>
            </w:r>
            <w:proofErr w:type="spellEnd"/>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A laboratóriumi mintavételi- és tárolási szabályokat ismeri és alkalmazza</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300"/>
          <w:jc w:val="center"/>
        </w:trPr>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SZAKMAI ISMERETEK</w:t>
            </w:r>
          </w:p>
        </w:tc>
      </w:tr>
      <w:tr w:rsidR="005D696B" w:rsidRPr="005B300D" w:rsidTr="00FF0CD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Egészségügyi törvény és az egészségügyi ellátásra vonatkozó hatályos jogszabályok, finanszírozás</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xml:space="preserve">Aszeptikus betegellátás, higiéné és </w:t>
            </w:r>
            <w:proofErr w:type="spellStart"/>
            <w:r w:rsidRPr="005B300D">
              <w:rPr>
                <w:sz w:val="20"/>
                <w:szCs w:val="20"/>
              </w:rPr>
              <w:t>nosocomialis</w:t>
            </w:r>
            <w:proofErr w:type="spellEnd"/>
            <w:r w:rsidRPr="005B300D">
              <w:rPr>
                <w:sz w:val="20"/>
                <w:szCs w:val="20"/>
              </w:rPr>
              <w:t xml:space="preserve"> </w:t>
            </w:r>
            <w:proofErr w:type="spellStart"/>
            <w:r w:rsidRPr="005B300D">
              <w:rPr>
                <w:sz w:val="20"/>
                <w:szCs w:val="20"/>
              </w:rPr>
              <w:t>surveillance</w:t>
            </w:r>
            <w:proofErr w:type="spellEnd"/>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Asszisztálás és segédkezés vizsgálatoknál</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Betegfelvétel, betegirányítás</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Betegmegfigyelés, betegbiztonság</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Diagnosztikus és terápiás eszközök előkészítése, használata, fertőtlenítése</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300"/>
          <w:jc w:val="center"/>
        </w:trPr>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SZAKMAI KÉSZSÉGEK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Informatikai eszközök használata</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Szakmai nyelvű íráskészség és beszédkészség</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proofErr w:type="spellStart"/>
            <w:r w:rsidRPr="005B300D">
              <w:rPr>
                <w:sz w:val="20"/>
                <w:szCs w:val="20"/>
              </w:rPr>
              <w:t>Betegelőkészítés</w:t>
            </w:r>
            <w:proofErr w:type="spellEnd"/>
            <w:r w:rsidRPr="005B300D">
              <w:rPr>
                <w:sz w:val="20"/>
                <w:szCs w:val="20"/>
              </w:rPr>
              <w:t xml:space="preserve"> vizsgálatokhoz</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Betegmegfigyelés vizsgálatok alatt és után</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Betegbiztonság megteremtése</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300"/>
          <w:jc w:val="center"/>
        </w:trPr>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SZEMÉLYES KOMPETENCIÁK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Felelősségtudat</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Önállóság</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Precizitás</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300"/>
          <w:jc w:val="center"/>
        </w:trPr>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TÁRSAS KOMPETENCIÁK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Empatikus készség</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Kapcsolatteremtő készség</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300"/>
          <w:jc w:val="center"/>
        </w:trPr>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MÓDSZERKOMPETENCIÁK</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Ismeret helyén való alkalmazása</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Helyzetfelismerés</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r w:rsidR="005D696B" w:rsidRPr="005B300D" w:rsidTr="00FF0CD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Gyakorlatias feladatértékelés</w:t>
            </w: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p>
        </w:tc>
        <w:tc>
          <w:tcPr>
            <w:tcW w:w="860" w:type="dxa"/>
            <w:tcBorders>
              <w:top w:val="nil"/>
              <w:left w:val="nil"/>
              <w:bottom w:val="single" w:sz="4" w:space="0" w:color="auto"/>
              <w:right w:val="single" w:sz="4" w:space="0" w:color="auto"/>
            </w:tcBorders>
            <w:shd w:val="clear" w:color="auto" w:fill="auto"/>
            <w:noWrap/>
            <w:vAlign w:val="center"/>
            <w:hideMark/>
          </w:tcPr>
          <w:p w:rsidR="005D696B" w:rsidRPr="005B300D" w:rsidRDefault="005D696B" w:rsidP="00FF0CD2">
            <w:pPr>
              <w:jc w:val="center"/>
              <w:rPr>
                <w:sz w:val="20"/>
                <w:szCs w:val="20"/>
              </w:rPr>
            </w:pPr>
            <w:r w:rsidRPr="005B300D">
              <w:rPr>
                <w:sz w:val="20"/>
                <w:szCs w:val="20"/>
              </w:rPr>
              <w:t>x</w:t>
            </w:r>
          </w:p>
        </w:tc>
      </w:tr>
    </w:tbl>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lastRenderedPageBreak/>
        <w:t>Egészségügyi asszisztensi feladatok tantárgy</w:t>
      </w:r>
      <w:r w:rsidRPr="005B300D">
        <w:rPr>
          <w:b/>
        </w:rPr>
        <w:tab/>
        <w:t>283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A járóbeteg-szakrendelés, a gondozás és rehabilitáció asszisztensi feladataira való felkészítés. Az asszisztensi munkakör feladatainak megismerése, elsajátítása.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Munkahelyi egészség és biztonság</w:t>
      </w:r>
    </w:p>
    <w:p w:rsidR="005D696B" w:rsidRPr="005B300D" w:rsidRDefault="005D696B" w:rsidP="005D696B">
      <w:pPr>
        <w:ind w:left="426"/>
      </w:pPr>
      <w:r w:rsidRPr="005B300D">
        <w:t>Egészségügyi alapismeretek</w:t>
      </w:r>
    </w:p>
    <w:p w:rsidR="005D696B" w:rsidRPr="005B300D" w:rsidRDefault="005D696B" w:rsidP="005D696B">
      <w:pPr>
        <w:ind w:left="426"/>
      </w:pPr>
      <w:r w:rsidRPr="005B300D">
        <w:t>Ápolástan-gondozástan</w:t>
      </w:r>
    </w:p>
    <w:p w:rsidR="005D696B" w:rsidRPr="005B300D" w:rsidRDefault="005D696B" w:rsidP="005D696B">
      <w:pPr>
        <w:ind w:left="426"/>
      </w:pPr>
      <w:proofErr w:type="spellStart"/>
      <w:r w:rsidRPr="005B300D">
        <w:t>Klinikumi</w:t>
      </w:r>
      <w:proofErr w:type="spellEnd"/>
      <w:r w:rsidRPr="005B300D">
        <w:t xml:space="preserve"> szakismeretek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widowControl w:val="0"/>
        <w:numPr>
          <w:ilvl w:val="2"/>
          <w:numId w:val="40"/>
        </w:numPr>
        <w:tabs>
          <w:tab w:val="left" w:pos="1701"/>
          <w:tab w:val="right" w:pos="9072"/>
        </w:tabs>
        <w:suppressAutoHyphens/>
        <w:ind w:left="851" w:hanging="426"/>
        <w:jc w:val="both"/>
      </w:pPr>
      <w:r w:rsidRPr="005B300D">
        <w:rPr>
          <w:b/>
          <w:i/>
        </w:rPr>
        <w:t xml:space="preserve">Asszisztensi feladatok diagnosztikus eljárásoknál </w:t>
      </w:r>
      <w:r w:rsidRPr="005B300D">
        <w:rPr>
          <w:b/>
          <w:i/>
        </w:rPr>
        <w:tab/>
        <w:t>72 óra</w:t>
      </w:r>
    </w:p>
    <w:p w:rsidR="005D696B" w:rsidRPr="005B300D" w:rsidRDefault="005D696B" w:rsidP="005D696B">
      <w:pPr>
        <w:pStyle w:val="Listaszerbekezds"/>
        <w:widowControl w:val="0"/>
        <w:tabs>
          <w:tab w:val="left" w:pos="1701"/>
          <w:tab w:val="right" w:pos="9072"/>
        </w:tabs>
        <w:suppressAutoHyphens/>
        <w:ind w:left="851"/>
      </w:pPr>
      <w:r w:rsidRPr="005B300D">
        <w:t>Diagnózis felállításhoz szükséges fizikális vizsgálatok és asszisztensi feladatai</w:t>
      </w:r>
    </w:p>
    <w:p w:rsidR="005D696B" w:rsidRPr="005B300D" w:rsidRDefault="005D696B" w:rsidP="005D696B">
      <w:pPr>
        <w:widowControl w:val="0"/>
        <w:suppressAutoHyphens/>
        <w:ind w:left="851"/>
      </w:pPr>
      <w:r w:rsidRPr="005B300D">
        <w:t xml:space="preserve">Diagnózis felállításához szükséges vizsgálatok a </w:t>
      </w:r>
      <w:proofErr w:type="spellStart"/>
      <w:r w:rsidRPr="005B300D">
        <w:t>járóbeteg</w:t>
      </w:r>
      <w:proofErr w:type="spellEnd"/>
      <w:r w:rsidRPr="005B300D">
        <w:t xml:space="preserve"> szakrendelésen</w:t>
      </w:r>
    </w:p>
    <w:p w:rsidR="005D696B" w:rsidRPr="005B300D" w:rsidRDefault="005D696B" w:rsidP="005D696B">
      <w:pPr>
        <w:widowControl w:val="0"/>
        <w:suppressAutoHyphens/>
        <w:ind w:left="851"/>
      </w:pPr>
      <w:r w:rsidRPr="005B300D">
        <w:t>Kardiológiai vizsgáló módszerek</w:t>
      </w:r>
    </w:p>
    <w:p w:rsidR="005D696B" w:rsidRPr="005B300D" w:rsidRDefault="005D696B" w:rsidP="005D696B">
      <w:pPr>
        <w:widowControl w:val="0"/>
        <w:suppressAutoHyphens/>
        <w:ind w:left="851"/>
      </w:pPr>
      <w:r w:rsidRPr="005B300D">
        <w:t>Traumatológiai beteg vizsgálatának módszerei</w:t>
      </w:r>
    </w:p>
    <w:p w:rsidR="005D696B" w:rsidRPr="005B300D" w:rsidRDefault="005D696B" w:rsidP="005D696B">
      <w:pPr>
        <w:widowControl w:val="0"/>
        <w:suppressAutoHyphens/>
        <w:ind w:left="851"/>
      </w:pPr>
      <w:r w:rsidRPr="005B300D">
        <w:t>Reumatológiai vizsgáló módszerek</w:t>
      </w:r>
    </w:p>
    <w:p w:rsidR="005D696B" w:rsidRPr="005B300D" w:rsidRDefault="005D696B" w:rsidP="005D696B">
      <w:pPr>
        <w:widowControl w:val="0"/>
        <w:suppressAutoHyphens/>
        <w:ind w:left="851"/>
      </w:pPr>
      <w:r w:rsidRPr="005B300D">
        <w:t>Sérülések, bántalmazások jelei</w:t>
      </w:r>
    </w:p>
    <w:p w:rsidR="005D696B" w:rsidRPr="005B300D" w:rsidRDefault="005D696B" w:rsidP="005D696B">
      <w:pPr>
        <w:widowControl w:val="0"/>
        <w:suppressAutoHyphens/>
        <w:ind w:left="851"/>
      </w:pPr>
      <w:r w:rsidRPr="005B300D">
        <w:t>Életkoronkénti vizsgálatok specialitásai</w:t>
      </w:r>
    </w:p>
    <w:p w:rsidR="005D696B" w:rsidRPr="005B300D" w:rsidRDefault="005D696B" w:rsidP="005D696B">
      <w:pPr>
        <w:widowControl w:val="0"/>
        <w:suppressAutoHyphens/>
        <w:ind w:left="851"/>
      </w:pPr>
      <w:proofErr w:type="gramStart"/>
      <w:r w:rsidRPr="005B300D">
        <w:t>Csípőficam szűrés</w:t>
      </w:r>
      <w:proofErr w:type="gramEnd"/>
    </w:p>
    <w:p w:rsidR="005D696B" w:rsidRPr="005B300D" w:rsidRDefault="005D696B" w:rsidP="005D696B">
      <w:pPr>
        <w:widowControl w:val="0"/>
        <w:suppressAutoHyphens/>
        <w:ind w:left="851"/>
      </w:pPr>
      <w:proofErr w:type="spellStart"/>
      <w:r w:rsidRPr="005B300D">
        <w:t>Allergológiai</w:t>
      </w:r>
      <w:proofErr w:type="spellEnd"/>
      <w:r w:rsidRPr="005B300D">
        <w:t xml:space="preserve"> vizsgálatok (légzőszervi, étel, kontakt és különleges)</w:t>
      </w:r>
    </w:p>
    <w:p w:rsidR="005D696B" w:rsidRPr="005B300D" w:rsidRDefault="005D696B" w:rsidP="005D696B">
      <w:pPr>
        <w:widowControl w:val="0"/>
        <w:suppressAutoHyphens/>
        <w:ind w:left="851"/>
      </w:pPr>
      <w:r w:rsidRPr="005B300D">
        <w:t>Zavart tudatú beteg vizsgálatának specialitásai</w:t>
      </w:r>
    </w:p>
    <w:p w:rsidR="005D696B" w:rsidRPr="005B300D" w:rsidRDefault="005D696B" w:rsidP="005D696B">
      <w:pPr>
        <w:widowControl w:val="0"/>
        <w:suppressAutoHyphens/>
        <w:ind w:left="851"/>
      </w:pPr>
      <w:r w:rsidRPr="005B300D">
        <w:t>Szülészeti vizsgálatok</w:t>
      </w:r>
    </w:p>
    <w:p w:rsidR="005D696B" w:rsidRPr="005B300D" w:rsidRDefault="005D696B" w:rsidP="005D696B">
      <w:pPr>
        <w:widowControl w:val="0"/>
        <w:suppressAutoHyphens/>
        <w:ind w:left="851"/>
      </w:pPr>
      <w:r w:rsidRPr="005B300D">
        <w:t>A fájdalom mérésének, megfigyelésének szempontjai, módszertana</w:t>
      </w:r>
    </w:p>
    <w:p w:rsidR="005D696B" w:rsidRPr="005B300D" w:rsidRDefault="005D696B" w:rsidP="005D696B">
      <w:pPr>
        <w:widowControl w:val="0"/>
        <w:suppressAutoHyphens/>
        <w:ind w:left="851"/>
      </w:pPr>
      <w:r w:rsidRPr="005B300D">
        <w:t>Laboratóriumi vizsgálatok</w:t>
      </w:r>
    </w:p>
    <w:p w:rsidR="005D696B" w:rsidRPr="005B300D" w:rsidRDefault="005D696B" w:rsidP="005D696B">
      <w:pPr>
        <w:widowControl w:val="0"/>
        <w:suppressAutoHyphens/>
        <w:ind w:left="851"/>
      </w:pPr>
      <w:r w:rsidRPr="005B300D">
        <w:t>Légzésfunkciós vizsgálat</w:t>
      </w:r>
    </w:p>
    <w:p w:rsidR="005D696B" w:rsidRPr="005B300D" w:rsidRDefault="005D696B" w:rsidP="005D696B">
      <w:pPr>
        <w:widowControl w:val="0"/>
        <w:suppressAutoHyphens/>
        <w:ind w:left="851"/>
      </w:pPr>
      <w:r w:rsidRPr="005B300D">
        <w:t>Testváladékok vételének szabályai, protokollok</w:t>
      </w:r>
    </w:p>
    <w:p w:rsidR="005D696B" w:rsidRPr="005B300D" w:rsidRDefault="005D696B" w:rsidP="005D696B">
      <w:pPr>
        <w:widowControl w:val="0"/>
        <w:suppressAutoHyphens/>
        <w:ind w:left="851"/>
      </w:pPr>
      <w:r w:rsidRPr="005B300D">
        <w:t>Testváladék vételének eszközei; váladékvétel; a vizsgálati minták kezelésének, tárolásának szabályai</w:t>
      </w:r>
    </w:p>
    <w:p w:rsidR="005D696B" w:rsidRPr="005B300D" w:rsidRDefault="005D696B" w:rsidP="005D696B">
      <w:pPr>
        <w:widowControl w:val="0"/>
        <w:suppressAutoHyphens/>
        <w:ind w:left="851"/>
      </w:pPr>
      <w:r w:rsidRPr="005B300D">
        <w:t>Diagnosztikus gyors tesztek alkalmazása</w:t>
      </w:r>
    </w:p>
    <w:p w:rsidR="005D696B" w:rsidRPr="005B300D" w:rsidRDefault="005D696B" w:rsidP="005D696B">
      <w:pPr>
        <w:widowControl w:val="0"/>
        <w:suppressAutoHyphens/>
        <w:ind w:left="851"/>
      </w:pPr>
      <w:r w:rsidRPr="005B300D">
        <w:t>Beteg pozicionálás</w:t>
      </w:r>
    </w:p>
    <w:p w:rsidR="005D696B" w:rsidRPr="005B300D" w:rsidRDefault="005D696B" w:rsidP="005D696B">
      <w:pPr>
        <w:widowControl w:val="0"/>
        <w:suppressAutoHyphens/>
        <w:ind w:left="851"/>
      </w:pPr>
      <w:r w:rsidRPr="005B300D">
        <w:t xml:space="preserve">A beteg előkészítése különböző vizsgálatokhoz, életkoronkénti specialitások a beteg segítése vizsgálat előtt, alatt és után; </w:t>
      </w:r>
    </w:p>
    <w:p w:rsidR="005D696B" w:rsidRPr="005B300D" w:rsidRDefault="005D696B" w:rsidP="005D696B">
      <w:pPr>
        <w:widowControl w:val="0"/>
        <w:suppressAutoHyphens/>
        <w:ind w:left="851"/>
      </w:pPr>
      <w:r w:rsidRPr="005B300D">
        <w:t>Közreműködés, asszisztálás a vizsgálatok/beavatkozások során</w:t>
      </w:r>
    </w:p>
    <w:p w:rsidR="005D696B" w:rsidRPr="005B300D" w:rsidRDefault="005D696B" w:rsidP="005D696B">
      <w:pPr>
        <w:widowControl w:val="0"/>
        <w:suppressAutoHyphens/>
        <w:ind w:left="851"/>
      </w:pPr>
      <w:r w:rsidRPr="005B300D">
        <w:t>Betegbiztonság</w:t>
      </w:r>
    </w:p>
    <w:p w:rsidR="005D696B" w:rsidRPr="005B300D" w:rsidRDefault="005D696B" w:rsidP="005D696B">
      <w:pPr>
        <w:widowControl w:val="0"/>
        <w:suppressAutoHyphens/>
        <w:ind w:left="851"/>
      </w:pPr>
      <w:r w:rsidRPr="005B300D">
        <w:t>Aszeptikus környezet megteremtése vizsgálatokhoz</w:t>
      </w:r>
    </w:p>
    <w:p w:rsidR="005D696B" w:rsidRPr="005B300D" w:rsidRDefault="005D696B" w:rsidP="005D696B">
      <w:pPr>
        <w:ind w:left="851"/>
      </w:pPr>
      <w:r w:rsidRPr="005B300D">
        <w:t xml:space="preserve">Higiéné és </w:t>
      </w:r>
      <w:proofErr w:type="spellStart"/>
      <w:r w:rsidRPr="005B300D">
        <w:t>nosocomialis</w:t>
      </w:r>
      <w:proofErr w:type="spellEnd"/>
      <w:r w:rsidRPr="005B300D">
        <w:t xml:space="preserve"> </w:t>
      </w:r>
      <w:proofErr w:type="spellStart"/>
      <w:r w:rsidRPr="005B300D">
        <w:t>surveillancea</w:t>
      </w:r>
      <w:proofErr w:type="spellEnd"/>
      <w:r w:rsidRPr="005B300D">
        <w:t xml:space="preserve"> </w:t>
      </w:r>
      <w:proofErr w:type="spellStart"/>
      <w:r w:rsidRPr="005B300D">
        <w:t>járóbeteg</w:t>
      </w:r>
      <w:proofErr w:type="spellEnd"/>
      <w:r w:rsidRPr="005B300D">
        <w:t xml:space="preserve"> ellátásban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Asszisztensi feladatok bőrgyógyászat és szemészet területén </w:t>
      </w:r>
      <w:r w:rsidRPr="005B300D">
        <w:rPr>
          <w:b/>
          <w:i/>
        </w:rPr>
        <w:tab/>
        <w:t>18 óra</w:t>
      </w:r>
    </w:p>
    <w:p w:rsidR="005D696B" w:rsidRPr="005B300D" w:rsidRDefault="005D696B" w:rsidP="005D696B">
      <w:pPr>
        <w:pStyle w:val="Default"/>
        <w:ind w:left="851"/>
        <w:jc w:val="both"/>
        <w:rPr>
          <w:color w:val="auto"/>
        </w:rPr>
      </w:pPr>
      <w:r w:rsidRPr="005B300D">
        <w:rPr>
          <w:color w:val="auto"/>
        </w:rPr>
        <w:t>A bőrbetegségek elemi jelenségei (elsődleges-, másodlagos elemi jelenségek)</w:t>
      </w:r>
    </w:p>
    <w:p w:rsidR="005D696B" w:rsidRPr="005B300D" w:rsidRDefault="005D696B" w:rsidP="005D696B">
      <w:pPr>
        <w:pStyle w:val="Default"/>
        <w:ind w:left="851"/>
        <w:jc w:val="both"/>
        <w:rPr>
          <w:color w:val="auto"/>
        </w:rPr>
      </w:pPr>
      <w:r w:rsidRPr="005B300D">
        <w:rPr>
          <w:color w:val="auto"/>
        </w:rPr>
        <w:t xml:space="preserve">Mikroorganizmusok okozta betegségek </w:t>
      </w:r>
    </w:p>
    <w:p w:rsidR="005D696B" w:rsidRPr="005B300D" w:rsidRDefault="005D696B" w:rsidP="005D696B">
      <w:pPr>
        <w:pStyle w:val="Default"/>
        <w:ind w:left="851"/>
        <w:jc w:val="both"/>
        <w:rPr>
          <w:color w:val="auto"/>
        </w:rPr>
      </w:pPr>
      <w:r w:rsidRPr="005B300D">
        <w:rPr>
          <w:color w:val="auto"/>
        </w:rPr>
        <w:t xml:space="preserve">Allergiás megbetegedések </w:t>
      </w:r>
    </w:p>
    <w:p w:rsidR="005D696B" w:rsidRPr="005B300D" w:rsidRDefault="005D696B" w:rsidP="005D696B">
      <w:pPr>
        <w:pStyle w:val="Default"/>
        <w:ind w:left="851"/>
        <w:jc w:val="both"/>
        <w:rPr>
          <w:color w:val="auto"/>
        </w:rPr>
      </w:pPr>
      <w:r w:rsidRPr="005B300D">
        <w:rPr>
          <w:color w:val="auto"/>
        </w:rPr>
        <w:t xml:space="preserve">Genetikai eredetű megbetegedések </w:t>
      </w:r>
    </w:p>
    <w:p w:rsidR="005D696B" w:rsidRPr="005B300D" w:rsidRDefault="005D696B" w:rsidP="005D696B">
      <w:pPr>
        <w:pStyle w:val="Default"/>
        <w:ind w:left="851"/>
        <w:jc w:val="both"/>
        <w:rPr>
          <w:color w:val="auto"/>
        </w:rPr>
      </w:pPr>
      <w:r w:rsidRPr="005B300D">
        <w:rPr>
          <w:color w:val="auto"/>
        </w:rPr>
        <w:t xml:space="preserve">Parazitás fertőzések, betegségek </w:t>
      </w:r>
    </w:p>
    <w:p w:rsidR="005D696B" w:rsidRPr="005B300D" w:rsidRDefault="005D696B" w:rsidP="005D696B">
      <w:pPr>
        <w:pStyle w:val="Default"/>
        <w:ind w:left="851"/>
        <w:jc w:val="both"/>
        <w:rPr>
          <w:color w:val="auto"/>
        </w:rPr>
      </w:pPr>
      <w:r w:rsidRPr="005B300D">
        <w:rPr>
          <w:color w:val="auto"/>
        </w:rPr>
        <w:t>Daganatos elváltozások</w:t>
      </w:r>
    </w:p>
    <w:p w:rsidR="005D696B" w:rsidRPr="005B300D" w:rsidRDefault="005D696B" w:rsidP="005D696B">
      <w:pPr>
        <w:pStyle w:val="Default"/>
        <w:ind w:left="851"/>
        <w:jc w:val="both"/>
        <w:rPr>
          <w:color w:val="auto"/>
        </w:rPr>
      </w:pPr>
      <w:r w:rsidRPr="005B300D">
        <w:rPr>
          <w:color w:val="auto"/>
        </w:rPr>
        <w:t xml:space="preserve">Fokozott faggyúmirigy termelés okozta betegség </w:t>
      </w:r>
    </w:p>
    <w:p w:rsidR="005D696B" w:rsidRPr="005B300D" w:rsidRDefault="005D696B" w:rsidP="005D696B">
      <w:pPr>
        <w:widowControl w:val="0"/>
        <w:suppressAutoHyphens/>
        <w:ind w:left="851"/>
      </w:pPr>
      <w:r w:rsidRPr="005B300D">
        <w:t>Bőrgyógyászati vizsgáló módszerek</w:t>
      </w:r>
    </w:p>
    <w:p w:rsidR="005D696B" w:rsidRPr="005B300D" w:rsidRDefault="005D696B" w:rsidP="005D696B">
      <w:pPr>
        <w:ind w:left="851"/>
      </w:pPr>
      <w:r w:rsidRPr="005B300D">
        <w:lastRenderedPageBreak/>
        <w:t>Bőrbetegek vizsgálata</w:t>
      </w:r>
    </w:p>
    <w:p w:rsidR="005D696B" w:rsidRPr="005B300D" w:rsidRDefault="005D696B" w:rsidP="005D696B">
      <w:pPr>
        <w:widowControl w:val="0"/>
        <w:suppressAutoHyphens/>
        <w:ind w:left="567"/>
      </w:pPr>
    </w:p>
    <w:p w:rsidR="005D696B" w:rsidRPr="005B300D" w:rsidRDefault="005D696B" w:rsidP="005D696B">
      <w:pPr>
        <w:widowControl w:val="0"/>
        <w:suppressAutoHyphens/>
        <w:ind w:left="851"/>
      </w:pPr>
      <w:r w:rsidRPr="005B300D">
        <w:t>A szem leggyakoribb betegségei</w:t>
      </w:r>
    </w:p>
    <w:p w:rsidR="005D696B" w:rsidRPr="005B300D" w:rsidRDefault="005D696B" w:rsidP="005D696B">
      <w:pPr>
        <w:widowControl w:val="0"/>
        <w:suppressAutoHyphens/>
        <w:ind w:left="851"/>
      </w:pPr>
      <w:r w:rsidRPr="005B300D">
        <w:t>Szemészeti vizsgáló módszerek</w:t>
      </w:r>
    </w:p>
    <w:p w:rsidR="005D696B" w:rsidRPr="005B300D" w:rsidRDefault="005D696B" w:rsidP="005D696B">
      <w:pPr>
        <w:widowControl w:val="0"/>
        <w:suppressAutoHyphens/>
        <w:ind w:left="851"/>
      </w:pPr>
      <w:r w:rsidRPr="005B300D">
        <w:t>Szemészeti kezelések és asszisztensi feladatai</w:t>
      </w:r>
    </w:p>
    <w:p w:rsidR="005D696B" w:rsidRPr="005B300D" w:rsidRDefault="005D696B" w:rsidP="005D696B">
      <w:pPr>
        <w:widowControl w:val="0"/>
        <w:suppressAutoHyphens/>
        <w:ind w:left="851"/>
      </w:pPr>
      <w:r w:rsidRPr="005B300D">
        <w:t xml:space="preserve">Mintavétel szabályai, protokollok; </w:t>
      </w:r>
    </w:p>
    <w:p w:rsidR="005D696B" w:rsidRPr="005B300D" w:rsidRDefault="005D696B" w:rsidP="005D696B">
      <w:pPr>
        <w:widowControl w:val="0"/>
        <w:suppressAutoHyphens/>
        <w:ind w:left="851"/>
      </w:pPr>
      <w:r w:rsidRPr="005B300D">
        <w:t>Mintavétel eszközei; mintavétel; a vizsgálati minták kezelésének, tárolásának szabályai</w:t>
      </w:r>
    </w:p>
    <w:p w:rsidR="005D696B" w:rsidRPr="005B300D" w:rsidRDefault="005D696B" w:rsidP="005D696B">
      <w:pPr>
        <w:widowControl w:val="0"/>
        <w:suppressAutoHyphens/>
        <w:ind w:left="851"/>
      </w:pPr>
      <w:r w:rsidRPr="005B300D">
        <w:t>Diagnosztikus tesztek alkalmazása</w:t>
      </w:r>
    </w:p>
    <w:p w:rsidR="005D696B" w:rsidRPr="005B300D" w:rsidRDefault="005D696B" w:rsidP="005D696B">
      <w:pPr>
        <w:widowControl w:val="0"/>
        <w:suppressAutoHyphens/>
        <w:ind w:left="851"/>
      </w:pPr>
      <w:r w:rsidRPr="005B300D">
        <w:t>Beteg pozicionálás szemészeti vizsgálatokhoz, beavatkozásokhoz</w:t>
      </w:r>
    </w:p>
    <w:p w:rsidR="005D696B" w:rsidRPr="005B300D" w:rsidRDefault="005D696B" w:rsidP="005D696B">
      <w:pPr>
        <w:widowControl w:val="0"/>
        <w:suppressAutoHyphens/>
        <w:ind w:left="851"/>
      </w:pPr>
      <w:r w:rsidRPr="005B300D">
        <w:t xml:space="preserve">Betegtájékoztatás specialitásai a látásában akadályozott személyek ellátása során- </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Asszisztensi feladatok fül-orr-gégészeti területen </w:t>
      </w:r>
      <w:r w:rsidRPr="005B300D">
        <w:rPr>
          <w:b/>
          <w:i/>
        </w:rPr>
        <w:tab/>
        <w:t>18 óra</w:t>
      </w:r>
    </w:p>
    <w:p w:rsidR="005D696B" w:rsidRPr="005B300D" w:rsidRDefault="005D696B" w:rsidP="005D696B">
      <w:pPr>
        <w:widowControl w:val="0"/>
        <w:suppressAutoHyphens/>
        <w:ind w:left="851"/>
      </w:pPr>
      <w:r w:rsidRPr="005B300D">
        <w:t>A fül betegségei</w:t>
      </w:r>
    </w:p>
    <w:p w:rsidR="005D696B" w:rsidRPr="005B300D" w:rsidRDefault="005D696B" w:rsidP="005D696B">
      <w:pPr>
        <w:widowControl w:val="0"/>
        <w:suppressAutoHyphens/>
        <w:ind w:left="851"/>
      </w:pPr>
      <w:r w:rsidRPr="005B300D">
        <w:t>Az orr és melléküregeinek betegségei</w:t>
      </w:r>
    </w:p>
    <w:p w:rsidR="005D696B" w:rsidRPr="005B300D" w:rsidRDefault="005D696B" w:rsidP="005D696B">
      <w:pPr>
        <w:widowControl w:val="0"/>
        <w:suppressAutoHyphens/>
        <w:ind w:left="851"/>
      </w:pPr>
      <w:r w:rsidRPr="005B300D">
        <w:t>A gége betegségei</w:t>
      </w:r>
    </w:p>
    <w:p w:rsidR="005D696B" w:rsidRPr="005B300D" w:rsidRDefault="005D696B" w:rsidP="005D696B">
      <w:pPr>
        <w:widowControl w:val="0"/>
        <w:suppressAutoHyphens/>
        <w:ind w:left="851"/>
      </w:pPr>
      <w:r w:rsidRPr="005B300D">
        <w:t xml:space="preserve">Fül- orr- gégészeti vizsgáló módszerek </w:t>
      </w:r>
    </w:p>
    <w:p w:rsidR="005D696B" w:rsidRPr="005B300D" w:rsidRDefault="005D696B" w:rsidP="005D696B">
      <w:pPr>
        <w:widowControl w:val="0"/>
        <w:suppressAutoHyphens/>
        <w:ind w:left="851"/>
      </w:pPr>
      <w:r w:rsidRPr="005B300D">
        <w:t>A hallás vizsgálatának módszerei</w:t>
      </w:r>
    </w:p>
    <w:p w:rsidR="005D696B" w:rsidRPr="005B300D" w:rsidRDefault="005D696B" w:rsidP="005D696B">
      <w:pPr>
        <w:widowControl w:val="0"/>
        <w:suppressAutoHyphens/>
        <w:ind w:left="851"/>
      </w:pPr>
      <w:r w:rsidRPr="005B300D">
        <w:t>Idegen test eltávolítás</w:t>
      </w:r>
    </w:p>
    <w:p w:rsidR="005D696B" w:rsidRPr="005B300D" w:rsidRDefault="005D696B" w:rsidP="005D696B">
      <w:pPr>
        <w:widowControl w:val="0"/>
        <w:suppressAutoHyphens/>
        <w:ind w:left="851"/>
      </w:pPr>
      <w:r w:rsidRPr="005B300D">
        <w:t xml:space="preserve">Mintavétel szabályai, protokollok; </w:t>
      </w:r>
    </w:p>
    <w:p w:rsidR="005D696B" w:rsidRPr="005B300D" w:rsidRDefault="005D696B" w:rsidP="005D696B">
      <w:pPr>
        <w:widowControl w:val="0"/>
        <w:suppressAutoHyphens/>
        <w:ind w:left="851"/>
      </w:pPr>
      <w:r w:rsidRPr="005B300D">
        <w:t>Mintavétel eszközei; mintavétel; a vizsgálati minták kezelésének, tárolásának szabályai</w:t>
      </w:r>
    </w:p>
    <w:p w:rsidR="005D696B" w:rsidRPr="005B300D" w:rsidRDefault="005D696B" w:rsidP="005D696B">
      <w:pPr>
        <w:widowControl w:val="0"/>
        <w:suppressAutoHyphens/>
        <w:ind w:left="851"/>
      </w:pPr>
      <w:r w:rsidRPr="005B300D">
        <w:t>Diagnosztikus tesztek alkalmazása</w:t>
      </w:r>
    </w:p>
    <w:p w:rsidR="005D696B" w:rsidRPr="005B300D" w:rsidRDefault="005D696B" w:rsidP="005D696B">
      <w:pPr>
        <w:widowControl w:val="0"/>
        <w:suppressAutoHyphens/>
        <w:ind w:left="851"/>
      </w:pPr>
      <w:r w:rsidRPr="005B300D">
        <w:t>Beteg pozicionálás fül-orr-gégészeti területen</w:t>
      </w:r>
    </w:p>
    <w:p w:rsidR="005D696B" w:rsidRPr="005B300D" w:rsidRDefault="005D696B" w:rsidP="005D696B">
      <w:pPr>
        <w:widowControl w:val="0"/>
        <w:suppressAutoHyphens/>
        <w:ind w:left="851"/>
      </w:pPr>
      <w:r w:rsidRPr="005B300D">
        <w:t>Betegtájékoztatás specialitásai hallásában korlátozott és siket személyek ellátása során</w:t>
      </w:r>
    </w:p>
    <w:p w:rsidR="005D696B" w:rsidRPr="005B300D" w:rsidRDefault="005D696B" w:rsidP="005D696B">
      <w:pPr>
        <w:widowControl w:val="0"/>
        <w:suppressAutoHyphens/>
        <w:ind w:left="851"/>
      </w:pPr>
      <w:r w:rsidRPr="005B300D">
        <w:t>Életkoronkénti beteg előkészítés vizsgálatokhoz, a beteg segítése vizsgálat előtt, alatt és után; a beteg- és dolgozói biztonság fenntartása</w:t>
      </w:r>
    </w:p>
    <w:p w:rsidR="005D696B" w:rsidRPr="005B300D" w:rsidRDefault="005D696B" w:rsidP="005D696B">
      <w:pPr>
        <w:ind w:left="851"/>
      </w:pPr>
      <w:r w:rsidRPr="005B300D">
        <w:t>Közreműködés, asszisztálás a vizsgálatok/beavatkozások során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Asszisztensi feladatok urológiai területen</w:t>
      </w:r>
      <w:r w:rsidRPr="005B300D">
        <w:rPr>
          <w:b/>
          <w:i/>
        </w:rPr>
        <w:tab/>
        <w:t>18 óra</w:t>
      </w:r>
    </w:p>
    <w:p w:rsidR="005D696B" w:rsidRPr="005B300D" w:rsidRDefault="005D696B" w:rsidP="005D696B">
      <w:pPr>
        <w:widowControl w:val="0"/>
        <w:suppressAutoHyphens/>
        <w:ind w:left="851"/>
      </w:pPr>
      <w:r w:rsidRPr="005B300D">
        <w:t>Urológiai vizsgáló módszerek</w:t>
      </w:r>
    </w:p>
    <w:p w:rsidR="005D696B" w:rsidRPr="005B300D" w:rsidRDefault="005D696B" w:rsidP="005D696B">
      <w:pPr>
        <w:widowControl w:val="0"/>
        <w:suppressAutoHyphens/>
        <w:ind w:left="851"/>
      </w:pPr>
      <w:r w:rsidRPr="005B300D">
        <w:t xml:space="preserve">Mintavétel szabályai, protokollok; </w:t>
      </w:r>
    </w:p>
    <w:p w:rsidR="005D696B" w:rsidRPr="005B300D" w:rsidRDefault="005D696B" w:rsidP="005D696B">
      <w:pPr>
        <w:widowControl w:val="0"/>
        <w:suppressAutoHyphens/>
        <w:ind w:left="851"/>
      </w:pPr>
      <w:r w:rsidRPr="005B300D">
        <w:t>Mintavétel eszközei; mintavétel; a vizsgálati minták kezelésének, tárolásának szabályai</w:t>
      </w:r>
    </w:p>
    <w:p w:rsidR="005D696B" w:rsidRPr="005B300D" w:rsidRDefault="005D696B" w:rsidP="005D696B">
      <w:pPr>
        <w:widowControl w:val="0"/>
        <w:suppressAutoHyphens/>
        <w:ind w:left="851"/>
      </w:pPr>
      <w:r w:rsidRPr="005B300D">
        <w:t>Diagnosztikus tesztek alkalmazása</w:t>
      </w:r>
    </w:p>
    <w:p w:rsidR="005D696B" w:rsidRPr="005B300D" w:rsidRDefault="005D696B" w:rsidP="005D696B">
      <w:pPr>
        <w:widowControl w:val="0"/>
        <w:suppressAutoHyphens/>
        <w:ind w:left="851"/>
      </w:pPr>
      <w:r w:rsidRPr="005B300D">
        <w:t>Beteg pozicionálás urológiai vizsgálatokhoz</w:t>
      </w:r>
    </w:p>
    <w:p w:rsidR="005D696B" w:rsidRPr="005B300D" w:rsidRDefault="005D696B" w:rsidP="005D696B">
      <w:pPr>
        <w:widowControl w:val="0"/>
        <w:suppressAutoHyphens/>
        <w:ind w:left="851"/>
      </w:pPr>
      <w:r w:rsidRPr="005B300D">
        <w:t>Életkoronkénti beteg előkészítés a beteg segítése vizsgálat előtt, alatt és után; Közreműködés, asszisztálás urológiai a vizsgálatok/beavatkozások során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Asszisztensi feladatok nőgyógyászati területen</w:t>
      </w:r>
      <w:r w:rsidRPr="005B300D">
        <w:rPr>
          <w:b/>
          <w:i/>
        </w:rPr>
        <w:tab/>
        <w:t>18 óra</w:t>
      </w:r>
    </w:p>
    <w:p w:rsidR="005D696B" w:rsidRPr="005B300D" w:rsidRDefault="005D696B" w:rsidP="005D696B">
      <w:pPr>
        <w:widowControl w:val="0"/>
        <w:suppressAutoHyphens/>
        <w:ind w:left="851"/>
      </w:pPr>
      <w:r w:rsidRPr="005B300D">
        <w:t>Leggyakoribb nőgyógyászati megbetegedések (fertőzések, gyulladások, daganatok,)</w:t>
      </w:r>
    </w:p>
    <w:p w:rsidR="005D696B" w:rsidRPr="005B300D" w:rsidRDefault="005D696B" w:rsidP="005D696B">
      <w:pPr>
        <w:widowControl w:val="0"/>
        <w:suppressAutoHyphens/>
        <w:ind w:left="851"/>
      </w:pPr>
      <w:r w:rsidRPr="005B300D">
        <w:t>Vérzési rendellenességek</w:t>
      </w:r>
    </w:p>
    <w:p w:rsidR="005D696B" w:rsidRPr="005B300D" w:rsidRDefault="005D696B" w:rsidP="005D696B">
      <w:pPr>
        <w:widowControl w:val="0"/>
        <w:suppressAutoHyphens/>
        <w:ind w:left="851"/>
      </w:pPr>
      <w:proofErr w:type="spellStart"/>
      <w:r w:rsidRPr="005B300D">
        <w:t>Menopausa</w:t>
      </w:r>
      <w:proofErr w:type="spellEnd"/>
    </w:p>
    <w:p w:rsidR="005D696B" w:rsidRPr="005B300D" w:rsidRDefault="005D696B" w:rsidP="005D696B">
      <w:pPr>
        <w:widowControl w:val="0"/>
        <w:suppressAutoHyphens/>
        <w:ind w:left="851"/>
      </w:pPr>
      <w:r w:rsidRPr="005B300D">
        <w:t>Nőgyógyászati vizsgáló módszerek</w:t>
      </w:r>
    </w:p>
    <w:p w:rsidR="005D696B" w:rsidRPr="005B300D" w:rsidRDefault="005D696B" w:rsidP="005D696B">
      <w:pPr>
        <w:widowControl w:val="0"/>
        <w:suppressAutoHyphens/>
        <w:ind w:left="851"/>
      </w:pPr>
      <w:r w:rsidRPr="005B300D">
        <w:t xml:space="preserve">Mintavétel szabályai, protokollok; </w:t>
      </w:r>
    </w:p>
    <w:p w:rsidR="005D696B" w:rsidRPr="005B300D" w:rsidRDefault="005D696B" w:rsidP="005D696B">
      <w:pPr>
        <w:widowControl w:val="0"/>
        <w:suppressAutoHyphens/>
        <w:ind w:left="851"/>
      </w:pPr>
      <w:r w:rsidRPr="005B300D">
        <w:t>Mintavétel eszközei; mintavétel; a vizsgálati minták kezelésének, tárolásának szabályai</w:t>
      </w:r>
    </w:p>
    <w:p w:rsidR="005D696B" w:rsidRPr="005B300D" w:rsidRDefault="005D696B" w:rsidP="005D696B">
      <w:pPr>
        <w:widowControl w:val="0"/>
        <w:suppressAutoHyphens/>
        <w:ind w:left="851"/>
      </w:pPr>
      <w:r w:rsidRPr="005B300D">
        <w:t>Beteg pozicionálás nőgyógyászati vizsgálatokhoz</w:t>
      </w:r>
    </w:p>
    <w:p w:rsidR="005D696B" w:rsidRPr="005B300D" w:rsidRDefault="005D696B" w:rsidP="005D696B">
      <w:pPr>
        <w:widowControl w:val="0"/>
        <w:suppressAutoHyphens/>
        <w:ind w:left="851"/>
      </w:pPr>
      <w:r w:rsidRPr="005B300D">
        <w:t xml:space="preserve">Életkoronkénti beteg előkészítés vizsgálatokhoz, a beteg segítése vizsgálat előtt, alatt </w:t>
      </w:r>
      <w:r w:rsidRPr="005B300D">
        <w:lastRenderedPageBreak/>
        <w:t>és után</w:t>
      </w:r>
    </w:p>
    <w:p w:rsidR="005D696B" w:rsidRPr="005B300D" w:rsidRDefault="005D696B" w:rsidP="005D696B">
      <w:pPr>
        <w:widowControl w:val="0"/>
        <w:suppressAutoHyphens/>
        <w:ind w:left="851"/>
      </w:pPr>
      <w:r w:rsidRPr="005B300D">
        <w:t>Közreműködés, asszisztálás a nőgyógyászati vizsgálatok/beavatkozások során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Asszisztensi feladatok neurológiai és pszichiátriai területen</w:t>
      </w:r>
      <w:r w:rsidRPr="005B300D">
        <w:rPr>
          <w:b/>
          <w:i/>
        </w:rPr>
        <w:tab/>
        <w:t>16 óra</w:t>
      </w:r>
    </w:p>
    <w:p w:rsidR="005D696B" w:rsidRPr="005B300D" w:rsidRDefault="005D696B" w:rsidP="005D696B">
      <w:pPr>
        <w:ind w:left="851"/>
      </w:pPr>
      <w:r w:rsidRPr="005B300D">
        <w:t>Neurológia kórfolyamatra utaló tünetek, panaszok</w:t>
      </w:r>
    </w:p>
    <w:p w:rsidR="005D696B" w:rsidRPr="005B300D" w:rsidRDefault="005D696B" w:rsidP="005D696B">
      <w:pPr>
        <w:widowControl w:val="0"/>
        <w:suppressAutoHyphens/>
        <w:ind w:left="851"/>
      </w:pPr>
      <w:r w:rsidRPr="005B300D">
        <w:t>Neurológia vizsgáló módszerek</w:t>
      </w:r>
    </w:p>
    <w:p w:rsidR="005D696B" w:rsidRPr="005B300D" w:rsidRDefault="005D696B" w:rsidP="005D696B">
      <w:pPr>
        <w:widowControl w:val="0"/>
        <w:suppressAutoHyphens/>
        <w:ind w:left="851"/>
      </w:pPr>
      <w:r w:rsidRPr="005B300D">
        <w:t>Pszichiátriai vizsgáló módszerek</w:t>
      </w:r>
    </w:p>
    <w:p w:rsidR="005D696B" w:rsidRPr="005B300D" w:rsidRDefault="005D696B" w:rsidP="005D696B">
      <w:pPr>
        <w:widowControl w:val="0"/>
        <w:suppressAutoHyphens/>
        <w:ind w:left="851"/>
      </w:pPr>
      <w:r w:rsidRPr="005B300D">
        <w:t>Zavart tudatú beteg vizsgálatának specialitásai</w:t>
      </w:r>
    </w:p>
    <w:p w:rsidR="005D696B" w:rsidRPr="005B300D" w:rsidRDefault="005D696B" w:rsidP="005D696B">
      <w:pPr>
        <w:widowControl w:val="0"/>
        <w:suppressAutoHyphens/>
        <w:ind w:left="851"/>
      </w:pPr>
      <w:r w:rsidRPr="005B300D">
        <w:t xml:space="preserve">Mintavétel szabályai, protokollok; </w:t>
      </w:r>
    </w:p>
    <w:p w:rsidR="005D696B" w:rsidRPr="005B300D" w:rsidRDefault="005D696B" w:rsidP="005D696B">
      <w:pPr>
        <w:widowControl w:val="0"/>
        <w:suppressAutoHyphens/>
        <w:ind w:left="851"/>
      </w:pPr>
      <w:r w:rsidRPr="005B300D">
        <w:t>Mintavétel eszközei; mintavétel; a vizsgálati minták kezelésének, tárolásának szabályai</w:t>
      </w:r>
    </w:p>
    <w:p w:rsidR="005D696B" w:rsidRPr="005B300D" w:rsidRDefault="005D696B" w:rsidP="005D696B">
      <w:pPr>
        <w:widowControl w:val="0"/>
        <w:suppressAutoHyphens/>
        <w:ind w:left="851"/>
      </w:pPr>
      <w:r w:rsidRPr="005B300D">
        <w:t>Beteg pozicionálás neurológiai vizsgálatokhoz</w:t>
      </w:r>
    </w:p>
    <w:p w:rsidR="005D696B" w:rsidRPr="005B300D" w:rsidRDefault="005D696B" w:rsidP="005D696B">
      <w:pPr>
        <w:widowControl w:val="0"/>
        <w:suppressAutoHyphens/>
        <w:ind w:left="851"/>
      </w:pPr>
      <w:r w:rsidRPr="005B300D">
        <w:t>Közreműködés, asszisztálás neurológiai vizsgálatok/beavatkozások során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Dokumentáció vezetése a </w:t>
      </w:r>
      <w:proofErr w:type="spellStart"/>
      <w:r w:rsidRPr="005B300D">
        <w:rPr>
          <w:b/>
          <w:i/>
        </w:rPr>
        <w:t>járóbeteg</w:t>
      </w:r>
      <w:proofErr w:type="spellEnd"/>
      <w:r w:rsidRPr="005B300D">
        <w:rPr>
          <w:b/>
          <w:i/>
        </w:rPr>
        <w:t xml:space="preserve"> - ellátásban</w:t>
      </w:r>
      <w:r w:rsidRPr="005B300D">
        <w:rPr>
          <w:b/>
          <w:i/>
        </w:rPr>
        <w:tab/>
        <w:t>36 óra</w:t>
      </w:r>
    </w:p>
    <w:p w:rsidR="005D696B" w:rsidRPr="005B300D" w:rsidRDefault="005D696B" w:rsidP="005D696B">
      <w:pPr>
        <w:widowControl w:val="0"/>
        <w:suppressAutoHyphens/>
        <w:ind w:left="851"/>
      </w:pPr>
      <w:r w:rsidRPr="005B300D">
        <w:t>A járóbeteg-ellátás és háziorvosi dokumentáció</w:t>
      </w:r>
    </w:p>
    <w:p w:rsidR="005D696B" w:rsidRPr="005B300D" w:rsidRDefault="005D696B" w:rsidP="005D696B">
      <w:pPr>
        <w:widowControl w:val="0"/>
        <w:suppressAutoHyphens/>
        <w:ind w:left="851"/>
      </w:pPr>
      <w:r w:rsidRPr="005B300D">
        <w:t>A dokumentáció vezetésének szabályai, módjai</w:t>
      </w:r>
    </w:p>
    <w:p w:rsidR="005D696B" w:rsidRPr="005B300D" w:rsidRDefault="005D696B" w:rsidP="005D696B">
      <w:pPr>
        <w:widowControl w:val="0"/>
        <w:suppressAutoHyphens/>
        <w:ind w:left="851"/>
      </w:pPr>
      <w:r w:rsidRPr="005B300D">
        <w:t xml:space="preserve">Betegelőjegyzés </w:t>
      </w:r>
    </w:p>
    <w:p w:rsidR="005D696B" w:rsidRPr="005B300D" w:rsidRDefault="005D696B" w:rsidP="005D696B">
      <w:pPr>
        <w:widowControl w:val="0"/>
        <w:suppressAutoHyphens/>
        <w:ind w:left="851"/>
      </w:pPr>
      <w:r w:rsidRPr="005B300D">
        <w:t>Betegirányítás, betegosztályozás szabályai</w:t>
      </w:r>
    </w:p>
    <w:p w:rsidR="005D696B" w:rsidRPr="005B300D" w:rsidRDefault="005D696B" w:rsidP="005D696B">
      <w:pPr>
        <w:widowControl w:val="0"/>
        <w:suppressAutoHyphens/>
        <w:ind w:left="851"/>
      </w:pPr>
      <w:r w:rsidRPr="005B300D">
        <w:t>Az adatrögzítés és adatkezelés szabályai</w:t>
      </w:r>
    </w:p>
    <w:p w:rsidR="005D696B" w:rsidRPr="005B300D" w:rsidRDefault="005D696B" w:rsidP="005D696B">
      <w:pPr>
        <w:widowControl w:val="0"/>
        <w:suppressAutoHyphens/>
        <w:ind w:left="851"/>
      </w:pPr>
      <w:r w:rsidRPr="005B300D">
        <w:t>Adatvédelmi szabályok, adatvédelmi jelentések</w:t>
      </w:r>
    </w:p>
    <w:p w:rsidR="005D696B" w:rsidRPr="005B300D" w:rsidRDefault="005D696B" w:rsidP="005D696B">
      <w:pPr>
        <w:widowControl w:val="0"/>
        <w:suppressAutoHyphens/>
        <w:ind w:left="851"/>
      </w:pPr>
      <w:r w:rsidRPr="005B300D">
        <w:t>Medikai rendszerek alkalmazása és használatának szabályai</w:t>
      </w:r>
    </w:p>
    <w:p w:rsidR="005D696B" w:rsidRPr="005B300D" w:rsidRDefault="005D696B" w:rsidP="005D696B">
      <w:pPr>
        <w:widowControl w:val="0"/>
        <w:suppressAutoHyphens/>
        <w:ind w:left="851"/>
      </w:pPr>
      <w:r w:rsidRPr="005B300D">
        <w:t>Vizsgálatok és kezelések, azok eredményeinek rögzítése</w:t>
      </w:r>
    </w:p>
    <w:p w:rsidR="005D696B" w:rsidRPr="005B300D" w:rsidRDefault="005D696B" w:rsidP="005D696B">
      <w:pPr>
        <w:widowControl w:val="0"/>
        <w:suppressAutoHyphens/>
        <w:ind w:left="851"/>
      </w:pPr>
      <w:r w:rsidRPr="005B300D">
        <w:t>Betegmegfigyelés dokumentálás</w:t>
      </w:r>
    </w:p>
    <w:p w:rsidR="005D696B" w:rsidRPr="005B300D" w:rsidRDefault="005D696B" w:rsidP="005D696B">
      <w:pPr>
        <w:widowControl w:val="0"/>
        <w:suppressAutoHyphens/>
        <w:ind w:left="851"/>
      </w:pPr>
      <w:r w:rsidRPr="005B300D">
        <w:t>Táppénzjelentés, nyilvántartás</w:t>
      </w:r>
    </w:p>
    <w:p w:rsidR="005D696B" w:rsidRPr="005B300D" w:rsidRDefault="005D696B" w:rsidP="005D696B">
      <w:pPr>
        <w:widowControl w:val="0"/>
        <w:suppressAutoHyphens/>
        <w:ind w:left="851"/>
      </w:pPr>
      <w:r w:rsidRPr="005B300D">
        <w:t>Táppénzes napló vezetése</w:t>
      </w:r>
    </w:p>
    <w:p w:rsidR="005D696B" w:rsidRPr="005B300D" w:rsidRDefault="005D696B" w:rsidP="005D696B">
      <w:pPr>
        <w:widowControl w:val="0"/>
        <w:suppressAutoHyphens/>
        <w:ind w:left="851"/>
      </w:pPr>
      <w:r w:rsidRPr="005B300D">
        <w:t>Finanszírozási és kódolási ismeretek alkalmazása</w:t>
      </w:r>
    </w:p>
    <w:p w:rsidR="005D696B" w:rsidRPr="005B300D" w:rsidRDefault="005D696B" w:rsidP="005D696B">
      <w:pPr>
        <w:widowControl w:val="0"/>
        <w:suppressAutoHyphens/>
        <w:ind w:left="851"/>
      </w:pPr>
      <w:proofErr w:type="spellStart"/>
      <w:r w:rsidRPr="005B300D">
        <w:t>Járóbeteg</w:t>
      </w:r>
      <w:proofErr w:type="spellEnd"/>
      <w:r w:rsidRPr="005B300D">
        <w:t xml:space="preserve"> adatok elemzése</w:t>
      </w:r>
    </w:p>
    <w:p w:rsidR="005D696B" w:rsidRPr="005B300D" w:rsidRDefault="005D696B" w:rsidP="005D696B">
      <w:pPr>
        <w:widowControl w:val="0"/>
        <w:suppressAutoHyphens/>
        <w:ind w:left="851"/>
      </w:pPr>
      <w:r w:rsidRPr="005B300D">
        <w:t>Havi- és éves- valamint különböző szakmai szabályok szerinti (pl. gyermekortopédiai, onkológiai stb.) jelentések elkészítése</w:t>
      </w:r>
    </w:p>
    <w:p w:rsidR="005D696B" w:rsidRPr="005B300D" w:rsidRDefault="005D696B" w:rsidP="005D696B">
      <w:pPr>
        <w:widowControl w:val="0"/>
        <w:suppressAutoHyphens/>
        <w:ind w:left="851"/>
      </w:pPr>
      <w:r w:rsidRPr="005B300D">
        <w:t>Betegforgalmi adatok</w:t>
      </w:r>
    </w:p>
    <w:p w:rsidR="005D696B" w:rsidRPr="005B300D" w:rsidRDefault="005D696B" w:rsidP="005D696B">
      <w:pPr>
        <w:widowControl w:val="0"/>
        <w:suppressAutoHyphens/>
        <w:ind w:left="851"/>
      </w:pPr>
      <w:r w:rsidRPr="005B300D">
        <w:t>BNO, FNO rendszere</w:t>
      </w:r>
    </w:p>
    <w:p w:rsidR="005D696B" w:rsidRPr="005B300D" w:rsidRDefault="005D696B" w:rsidP="005D696B">
      <w:pPr>
        <w:widowControl w:val="0"/>
        <w:suppressAutoHyphens/>
        <w:ind w:left="851"/>
      </w:pPr>
      <w:r w:rsidRPr="005B300D">
        <w:t>Statisztikai adatok nyilvántartása</w:t>
      </w:r>
    </w:p>
    <w:p w:rsidR="005D696B" w:rsidRPr="005B300D" w:rsidRDefault="005D696B" w:rsidP="005D696B">
      <w:pPr>
        <w:widowControl w:val="0"/>
        <w:suppressAutoHyphens/>
        <w:ind w:left="851"/>
      </w:pPr>
      <w:r w:rsidRPr="005B300D">
        <w:t>Krónikus betegek gondozásának nyilvántartása</w:t>
      </w:r>
    </w:p>
    <w:p w:rsidR="005D696B" w:rsidRPr="005B300D" w:rsidRDefault="005D696B" w:rsidP="005D696B">
      <w:pPr>
        <w:widowControl w:val="0"/>
        <w:suppressAutoHyphens/>
        <w:ind w:left="851"/>
      </w:pPr>
      <w:r w:rsidRPr="005B300D">
        <w:t>Fertőző betegekkel kapcsolatos jelentési kötelezettségek</w:t>
      </w:r>
    </w:p>
    <w:p w:rsidR="005D696B" w:rsidRPr="005B300D" w:rsidRDefault="005D696B" w:rsidP="005D696B">
      <w:pPr>
        <w:widowControl w:val="0"/>
        <w:suppressAutoHyphens/>
        <w:ind w:left="851"/>
      </w:pPr>
      <w:r w:rsidRPr="005B300D">
        <w:t>A dokumentáció archiválása</w:t>
      </w:r>
    </w:p>
    <w:p w:rsidR="005D696B" w:rsidRPr="005B300D" w:rsidRDefault="005D696B" w:rsidP="005D696B">
      <w:pPr>
        <w:widowControl w:val="0"/>
        <w:suppressAutoHyphens/>
        <w:ind w:left="851"/>
      </w:pPr>
      <w:r w:rsidRPr="005B300D">
        <w:t>Betegátadás dokumentálása</w:t>
      </w:r>
    </w:p>
    <w:p w:rsidR="005D696B" w:rsidRPr="005B300D" w:rsidRDefault="005D696B" w:rsidP="005D696B">
      <w:pPr>
        <w:widowControl w:val="0"/>
        <w:suppressAutoHyphens/>
        <w:ind w:left="851"/>
      </w:pPr>
      <w:r w:rsidRPr="005B300D">
        <w:t>Az egészségügyi dokumentáció átadásának szabályai (lelet, zárójelentés, röntgen, stb.)</w:t>
      </w:r>
    </w:p>
    <w:p w:rsidR="005D696B" w:rsidRPr="005B300D" w:rsidRDefault="005D696B" w:rsidP="005D696B">
      <w:pPr>
        <w:ind w:left="851"/>
      </w:pPr>
      <w:r w:rsidRPr="005B300D">
        <w:t>Térítésköteles betegellátás adminisztráció (külföldi és egészségbiztosítással nem rendelkező betegdokumentáció)</w:t>
      </w:r>
    </w:p>
    <w:p w:rsidR="005D696B" w:rsidRPr="005B300D" w:rsidRDefault="005D696B" w:rsidP="005D696B">
      <w:pPr>
        <w:ind w:left="851"/>
      </w:pPr>
      <w:r w:rsidRPr="005B300D">
        <w:t>Egészségügyi kódrendszert ismer és alkalmaz</w:t>
      </w:r>
    </w:p>
    <w:p w:rsidR="005D696B" w:rsidRPr="005B300D" w:rsidRDefault="005D696B" w:rsidP="005D696B">
      <w:pPr>
        <w:ind w:left="851"/>
      </w:pPr>
      <w:r w:rsidRPr="005B300D">
        <w:t xml:space="preserve">Betegszállítás, mentőhívás </w:t>
      </w:r>
    </w:p>
    <w:p w:rsidR="005D696B" w:rsidRPr="005B300D" w:rsidRDefault="005D696B" w:rsidP="005D696B">
      <w:pPr>
        <w:ind w:left="851"/>
      </w:pPr>
      <w:r w:rsidRPr="005B300D">
        <w:t>Karhatalmi segítséget igénylő esetek rendőri segítsége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Prevenció</w:t>
      </w:r>
      <w:r w:rsidRPr="005B300D">
        <w:rPr>
          <w:b/>
          <w:i/>
        </w:rPr>
        <w:tab/>
        <w:t>36 óra</w:t>
      </w:r>
    </w:p>
    <w:p w:rsidR="005D696B" w:rsidRPr="005B300D" w:rsidRDefault="005D696B" w:rsidP="005D696B">
      <w:pPr>
        <w:widowControl w:val="0"/>
        <w:suppressAutoHyphens/>
        <w:ind w:left="851"/>
      </w:pPr>
      <w:r w:rsidRPr="005B300D">
        <w:t>Egészségügyi szűrés, szűrővizsgálatok szervezése</w:t>
      </w:r>
    </w:p>
    <w:p w:rsidR="005D696B" w:rsidRPr="005B300D" w:rsidRDefault="005D696B" w:rsidP="005D696B">
      <w:pPr>
        <w:widowControl w:val="0"/>
        <w:suppressAutoHyphens/>
        <w:ind w:left="851"/>
      </w:pPr>
      <w:r w:rsidRPr="005B300D">
        <w:t>Népegészségügyi célú szűrővizsgálatok szervezése</w:t>
      </w:r>
    </w:p>
    <w:p w:rsidR="005D696B" w:rsidRPr="005B300D" w:rsidRDefault="005D696B" w:rsidP="005D696B">
      <w:pPr>
        <w:widowControl w:val="0"/>
        <w:suppressAutoHyphens/>
        <w:ind w:left="851"/>
      </w:pPr>
      <w:r w:rsidRPr="005B300D">
        <w:t>Járványügyi okból végzett szűrővizsgálatok szervezése</w:t>
      </w:r>
    </w:p>
    <w:p w:rsidR="005D696B" w:rsidRPr="005B300D" w:rsidRDefault="005D696B" w:rsidP="005D696B">
      <w:pPr>
        <w:widowControl w:val="0"/>
        <w:suppressAutoHyphens/>
        <w:ind w:left="851"/>
      </w:pPr>
      <w:r w:rsidRPr="005B300D">
        <w:t xml:space="preserve">Kampányok </w:t>
      </w:r>
    </w:p>
    <w:p w:rsidR="005D696B" w:rsidRPr="005B300D" w:rsidRDefault="005D696B" w:rsidP="005D696B">
      <w:pPr>
        <w:widowControl w:val="0"/>
        <w:suppressAutoHyphens/>
        <w:ind w:left="851"/>
      </w:pPr>
      <w:r w:rsidRPr="005B300D">
        <w:lastRenderedPageBreak/>
        <w:t>Szűrővizsgálatra jogosult egészségügyi szolgáltatók</w:t>
      </w:r>
    </w:p>
    <w:p w:rsidR="005D696B" w:rsidRPr="005B300D" w:rsidRDefault="005D696B" w:rsidP="005D696B">
      <w:pPr>
        <w:widowControl w:val="0"/>
        <w:suppressAutoHyphens/>
        <w:ind w:left="851"/>
      </w:pPr>
      <w:r w:rsidRPr="005B300D">
        <w:t>A megelőző ellátások igénybevételének lehetőségei, finanszírozása</w:t>
      </w:r>
    </w:p>
    <w:p w:rsidR="005D696B" w:rsidRPr="005B300D" w:rsidRDefault="005D696B" w:rsidP="005D696B">
      <w:pPr>
        <w:widowControl w:val="0"/>
        <w:suppressAutoHyphens/>
        <w:ind w:left="851"/>
      </w:pPr>
      <w:r w:rsidRPr="005B300D">
        <w:t>Háziorvosi ellátók szerepe a prevencióban</w:t>
      </w:r>
    </w:p>
    <w:p w:rsidR="005D696B" w:rsidRPr="005B300D" w:rsidRDefault="005D696B" w:rsidP="005D696B">
      <w:pPr>
        <w:widowControl w:val="0"/>
        <w:suppressAutoHyphens/>
        <w:ind w:left="851"/>
      </w:pPr>
      <w:r w:rsidRPr="005B300D">
        <w:t>Asszisztensi feladatok a nemenkénti és életkoronkénti szűrővizsgálatoknál</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Rehabilitáció</w:t>
      </w:r>
      <w:r w:rsidRPr="005B300D">
        <w:rPr>
          <w:b/>
          <w:i/>
        </w:rPr>
        <w:tab/>
        <w:t>15 óra</w:t>
      </w:r>
    </w:p>
    <w:p w:rsidR="005D696B" w:rsidRPr="005B300D" w:rsidRDefault="005D696B" w:rsidP="005D696B">
      <w:pPr>
        <w:widowControl w:val="0"/>
        <w:suppressAutoHyphens/>
        <w:ind w:left="851"/>
      </w:pPr>
      <w:r w:rsidRPr="005B300D">
        <w:t>A rehabilitáció és formái</w:t>
      </w:r>
    </w:p>
    <w:p w:rsidR="005D696B" w:rsidRPr="005B300D" w:rsidRDefault="005D696B" w:rsidP="005D696B">
      <w:pPr>
        <w:widowControl w:val="0"/>
        <w:suppressAutoHyphens/>
        <w:ind w:left="851"/>
      </w:pPr>
      <w:r w:rsidRPr="005B300D">
        <w:t>A rehabilitáció területei</w:t>
      </w:r>
    </w:p>
    <w:p w:rsidR="005D696B" w:rsidRPr="005B300D" w:rsidRDefault="005D696B" w:rsidP="005D696B">
      <w:pPr>
        <w:widowControl w:val="0"/>
        <w:suppressAutoHyphens/>
        <w:ind w:left="851"/>
      </w:pPr>
      <w:r w:rsidRPr="005B300D">
        <w:t>Rehabilitációs tevékenység a járóbeteg-ellátás különböző területein</w:t>
      </w:r>
    </w:p>
    <w:p w:rsidR="005D696B" w:rsidRPr="005B300D" w:rsidRDefault="005D696B" w:rsidP="005D696B">
      <w:pPr>
        <w:widowControl w:val="0"/>
        <w:suppressAutoHyphens/>
        <w:ind w:left="851"/>
      </w:pPr>
      <w:r w:rsidRPr="005B300D">
        <w:t>Rehabilitációs vizsgálat és rehabilitációs terv</w:t>
      </w:r>
    </w:p>
    <w:p w:rsidR="005D696B" w:rsidRPr="005B300D" w:rsidRDefault="005D696B" w:rsidP="005D696B">
      <w:pPr>
        <w:widowControl w:val="0"/>
        <w:suppressAutoHyphens/>
        <w:ind w:left="851"/>
      </w:pPr>
      <w:r w:rsidRPr="005B300D">
        <w:t>Rehabilitációs team működése</w:t>
      </w:r>
    </w:p>
    <w:p w:rsidR="005D696B" w:rsidRPr="005B300D" w:rsidRDefault="005D696B" w:rsidP="005D696B">
      <w:pPr>
        <w:widowControl w:val="0"/>
        <w:suppressAutoHyphens/>
        <w:ind w:left="851"/>
      </w:pPr>
      <w:r w:rsidRPr="005B300D">
        <w:t xml:space="preserve">Asszisztensi feladatok a </w:t>
      </w:r>
      <w:proofErr w:type="spellStart"/>
      <w:r w:rsidRPr="005B300D">
        <w:t>járóbeteg</w:t>
      </w:r>
      <w:proofErr w:type="spellEnd"/>
      <w:r w:rsidRPr="005B300D">
        <w:t xml:space="preserve"> rehabilitáció különböző területein; közreműködés egészségkárosodottak rehabilitációs programjaiban</w:t>
      </w:r>
    </w:p>
    <w:p w:rsidR="005D696B" w:rsidRPr="005B300D" w:rsidRDefault="005D696B" w:rsidP="005D696B">
      <w:pPr>
        <w:widowControl w:val="0"/>
        <w:suppressAutoHyphens/>
        <w:ind w:left="851"/>
      </w:pPr>
      <w:r w:rsidRPr="005B300D">
        <w:t xml:space="preserve">Gyógyászati segédeszközök alkalmazása, </w:t>
      </w:r>
    </w:p>
    <w:p w:rsidR="005D696B" w:rsidRPr="005B300D" w:rsidRDefault="005D696B" w:rsidP="005D696B">
      <w:pPr>
        <w:widowControl w:val="0"/>
        <w:suppressAutoHyphens/>
        <w:ind w:left="851"/>
      </w:pPr>
      <w:proofErr w:type="spellStart"/>
      <w:r w:rsidRPr="005B300D">
        <w:t>Betegedukáció</w:t>
      </w:r>
      <w:proofErr w:type="spellEnd"/>
    </w:p>
    <w:p w:rsidR="005D696B" w:rsidRPr="005B300D" w:rsidRDefault="005D696B" w:rsidP="005D696B">
      <w:pPr>
        <w:widowControl w:val="0"/>
        <w:suppressAutoHyphens/>
        <w:ind w:left="851"/>
      </w:pPr>
      <w:r w:rsidRPr="005B300D">
        <w:t>Rehabilitációs intézetek</w:t>
      </w:r>
    </w:p>
    <w:p w:rsidR="005D696B" w:rsidRPr="005B300D" w:rsidRDefault="005D696B" w:rsidP="005D696B">
      <w:pPr>
        <w:widowControl w:val="0"/>
        <w:suppressAutoHyphens/>
        <w:ind w:left="851"/>
      </w:pPr>
      <w:r w:rsidRPr="005B300D">
        <w:t>Az otthonápolási szolgálat szerepe a rehabilitációban</w:t>
      </w:r>
    </w:p>
    <w:p w:rsidR="005D696B" w:rsidRPr="005B300D" w:rsidRDefault="005D696B" w:rsidP="005D696B">
      <w:pPr>
        <w:widowControl w:val="0"/>
        <w:suppressAutoHyphens/>
        <w:ind w:left="851"/>
      </w:pPr>
      <w:r w:rsidRPr="005B300D">
        <w:t>Lakóközösségi rehabilitáció</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Személyiség fejlesztés önismeret</w:t>
      </w:r>
      <w:r w:rsidRPr="005B300D">
        <w:rPr>
          <w:b/>
          <w:i/>
        </w:rPr>
        <w:tab/>
        <w:t>36 óra</w:t>
      </w:r>
    </w:p>
    <w:p w:rsidR="005D696B" w:rsidRPr="005B300D" w:rsidRDefault="005D696B" w:rsidP="005D696B">
      <w:pPr>
        <w:ind w:left="851"/>
      </w:pPr>
      <w:r w:rsidRPr="005B300D">
        <w:t>Személyiségelméletek</w:t>
      </w:r>
    </w:p>
    <w:p w:rsidR="005D696B" w:rsidRPr="005B300D" w:rsidRDefault="005D696B" w:rsidP="005D696B">
      <w:pPr>
        <w:ind w:left="851"/>
      </w:pPr>
      <w:r w:rsidRPr="005B300D">
        <w:t>Pszichés problémák és személyiségzavarok</w:t>
      </w:r>
    </w:p>
    <w:p w:rsidR="005D696B" w:rsidRPr="005B300D" w:rsidRDefault="005D696B" w:rsidP="005D696B">
      <w:pPr>
        <w:ind w:left="851"/>
      </w:pPr>
      <w:r w:rsidRPr="005B300D">
        <w:t>Személyiségfejlesztés lehetőségei</w:t>
      </w:r>
    </w:p>
    <w:p w:rsidR="005D696B" w:rsidRPr="005B300D" w:rsidRDefault="005D696B" w:rsidP="005D696B">
      <w:pPr>
        <w:ind w:left="851"/>
      </w:pPr>
      <w:r w:rsidRPr="005B300D">
        <w:t>Az együttműködés szociálpszichológiai, csoportdinamikai összefüggései</w:t>
      </w:r>
    </w:p>
    <w:p w:rsidR="005D696B" w:rsidRPr="005B300D" w:rsidRDefault="005D696B" w:rsidP="005D696B">
      <w:pPr>
        <w:ind w:left="851"/>
      </w:pPr>
      <w:r w:rsidRPr="005B300D">
        <w:t xml:space="preserve">Az együttműködést nehezítő tényezők </w:t>
      </w:r>
    </w:p>
    <w:p w:rsidR="005D696B" w:rsidRPr="005B300D" w:rsidRDefault="005D696B" w:rsidP="005D696B">
      <w:pPr>
        <w:ind w:left="851"/>
      </w:pPr>
      <w:r w:rsidRPr="005B300D">
        <w:t>Konfliktusok, konfliktuskezelési technikák</w:t>
      </w:r>
    </w:p>
    <w:p w:rsidR="005D696B" w:rsidRPr="005B300D" w:rsidRDefault="005D696B" w:rsidP="005D696B">
      <w:pPr>
        <w:ind w:left="851"/>
      </w:pPr>
      <w:r w:rsidRPr="005B300D">
        <w:t>Az eltérő értékrendekhez, kultúrákhoz való viszonyulás</w:t>
      </w:r>
    </w:p>
    <w:p w:rsidR="005D696B" w:rsidRPr="005B300D" w:rsidRDefault="005D696B" w:rsidP="005D696B">
      <w:pPr>
        <w:ind w:left="851"/>
      </w:pPr>
      <w:r w:rsidRPr="005B300D">
        <w:t>Empátia gyakorlatok</w:t>
      </w:r>
    </w:p>
    <w:p w:rsidR="005D696B" w:rsidRPr="005B300D" w:rsidRDefault="005D696B" w:rsidP="005D696B">
      <w:pPr>
        <w:ind w:left="851"/>
      </w:pPr>
      <w:r w:rsidRPr="005B300D">
        <w:t>Az önismeret forrásai, jelentősége, fejlesztése</w:t>
      </w:r>
    </w:p>
    <w:p w:rsidR="005D696B" w:rsidRPr="005B300D" w:rsidRDefault="005D696B" w:rsidP="005D696B">
      <w:pPr>
        <w:ind w:left="851"/>
      </w:pPr>
      <w:r w:rsidRPr="005B300D">
        <w:t>Az énkép (</w:t>
      </w:r>
      <w:proofErr w:type="spellStart"/>
      <w:r w:rsidRPr="005B300D">
        <w:t>Johari-ablak</w:t>
      </w:r>
      <w:proofErr w:type="spellEnd"/>
      <w:r w:rsidRPr="005B300D">
        <w:t>)</w:t>
      </w:r>
    </w:p>
    <w:p w:rsidR="005D696B" w:rsidRPr="005B300D" w:rsidRDefault="005D696B" w:rsidP="005D696B">
      <w:pPr>
        <w:ind w:left="851"/>
      </w:pPr>
      <w:r w:rsidRPr="005B300D">
        <w:t>Szerepek és a szereptanulás folyamata</w:t>
      </w:r>
    </w:p>
    <w:p w:rsidR="005D696B" w:rsidRPr="005B300D" w:rsidRDefault="005D696B" w:rsidP="005D696B">
      <w:pPr>
        <w:ind w:left="851"/>
      </w:pPr>
      <w:r w:rsidRPr="005B300D">
        <w:t xml:space="preserve">Önvédelmi technikák, </w:t>
      </w:r>
      <w:proofErr w:type="spellStart"/>
      <w:r w:rsidRPr="005B300D">
        <w:t>énvédő</w:t>
      </w:r>
      <w:proofErr w:type="spellEnd"/>
      <w:r w:rsidRPr="005B300D">
        <w:t xml:space="preserve"> mechanizmusok</w:t>
      </w:r>
    </w:p>
    <w:p w:rsidR="005D696B" w:rsidRPr="005B300D" w:rsidRDefault="005D696B" w:rsidP="005D696B">
      <w:pPr>
        <w:ind w:left="851"/>
      </w:pPr>
      <w:r w:rsidRPr="005B300D">
        <w:t>Veszteségek, krízishelyzetek és feldolgozásuk</w:t>
      </w:r>
    </w:p>
    <w:p w:rsidR="005D696B" w:rsidRPr="005B300D" w:rsidRDefault="005D696B" w:rsidP="005D696B">
      <w:pPr>
        <w:ind w:left="851"/>
      </w:pPr>
      <w:r w:rsidRPr="005B300D">
        <w:t>Önismereti gyakorlatok</w:t>
      </w:r>
    </w:p>
    <w:p w:rsidR="005D696B" w:rsidRPr="005B300D" w:rsidRDefault="005D696B" w:rsidP="005D696B">
      <w:pPr>
        <w:ind w:left="851"/>
      </w:pPr>
      <w:r w:rsidRPr="005B300D">
        <w:t>A reális énkép szerepe az egészségügyi segítésben</w:t>
      </w:r>
    </w:p>
    <w:p w:rsidR="005D696B" w:rsidRPr="005B300D" w:rsidRDefault="005D696B" w:rsidP="005D696B">
      <w:pPr>
        <w:ind w:left="851"/>
      </w:pPr>
      <w:proofErr w:type="spellStart"/>
      <w:r w:rsidRPr="005B300D">
        <w:t>Esetmegbeszélésés</w:t>
      </w:r>
      <w:proofErr w:type="spellEnd"/>
      <w:r w:rsidRPr="005B300D">
        <w:t xml:space="preserve"> szupervízió; kapcsolati és a személyes erőforrások feltárása; rekreációs lehetőségek</w:t>
      </w:r>
      <w:r w:rsidRPr="005B300D">
        <w:tab/>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w:t>
      </w:r>
    </w:p>
    <w:p w:rsidR="005D696B" w:rsidRPr="005B300D" w:rsidRDefault="005D696B" w:rsidP="005D696B">
      <w:pPr>
        <w:ind w:left="426"/>
      </w:pPr>
      <w:r w:rsidRPr="005B300D">
        <w:t>Demonstrációs terem</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r w:rsidRPr="005B300D">
        <w:rPr>
          <w:i/>
        </w:rPr>
        <w:t xml:space="preserve">A Dokumentáció vezetése a </w:t>
      </w:r>
      <w:proofErr w:type="spellStart"/>
      <w:r w:rsidRPr="005B300D">
        <w:rPr>
          <w:i/>
        </w:rPr>
        <w:t>járóbeteg</w:t>
      </w:r>
      <w:proofErr w:type="spellEnd"/>
      <w:r w:rsidRPr="005B300D">
        <w:rPr>
          <w:i/>
        </w:rPr>
        <w:t xml:space="preserve"> - ellátásban és a Személyiség fejlesztés önismeret témakör csoportbontásban valósuljon meg.</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p w:rsidR="005D696B" w:rsidRPr="005B300D" w:rsidRDefault="005D696B" w:rsidP="005D696B">
      <w:pPr>
        <w:rPr>
          <w:b/>
        </w:rPr>
      </w:pPr>
    </w:p>
    <w:tbl>
      <w:tblPr>
        <w:tblW w:w="0" w:type="auto"/>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5D696B" w:rsidRPr="005B300D" w:rsidTr="00FF0CD2">
        <w:trPr>
          <w:trHeight w:val="581"/>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lastRenderedPageBreak/>
              <w:t>Sorszám</w:t>
            </w: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A tanulói tevékenység szervezeti kerete</w:t>
            </w: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 xml:space="preserve">Alkalmazandó eszközök és felszerelések </w:t>
            </w:r>
          </w:p>
        </w:tc>
      </w:tr>
      <w:tr w:rsidR="005D696B" w:rsidRPr="005B300D" w:rsidTr="00FF0CD2">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osztály</w:t>
            </w: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r>
      <w:tr w:rsidR="005D696B" w:rsidRPr="005B300D" w:rsidTr="00FF0CD2">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rPr>
                <w:sz w:val="20"/>
                <w:szCs w:val="20"/>
              </w:rPr>
            </w:pPr>
            <w:r w:rsidRPr="005B300D">
              <w:rPr>
                <w:sz w:val="20"/>
                <w:szCs w:val="20"/>
              </w:rPr>
              <w:t>magyarázat</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right"/>
              <w:rPr>
                <w:sz w:val="20"/>
                <w:szCs w:val="20"/>
              </w:rPr>
            </w:pPr>
          </w:p>
        </w:tc>
      </w:tr>
      <w:tr w:rsidR="005D696B" w:rsidRPr="005B300D" w:rsidTr="00FF0CD2">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rPr>
                <w:sz w:val="20"/>
                <w:szCs w:val="20"/>
              </w:rPr>
            </w:pPr>
            <w:proofErr w:type="spellStart"/>
            <w:r w:rsidRPr="005B300D">
              <w:rPr>
                <w:sz w:val="20"/>
                <w:szCs w:val="20"/>
              </w:rPr>
              <w:t>szemkóléltetés</w:t>
            </w:r>
            <w:proofErr w:type="spellEnd"/>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right"/>
              <w:rPr>
                <w:sz w:val="20"/>
                <w:szCs w:val="20"/>
              </w:rPr>
            </w:pPr>
          </w:p>
        </w:tc>
      </w:tr>
      <w:tr w:rsidR="005D696B" w:rsidRPr="005B300D" w:rsidTr="00FF0CD2">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rPr>
                <w:sz w:val="20"/>
                <w:szCs w:val="20"/>
              </w:rPr>
            </w:pPr>
            <w:r w:rsidRPr="005B300D">
              <w:rPr>
                <w:sz w:val="20"/>
                <w:szCs w:val="20"/>
              </w:rPr>
              <w:t>szerepjáték</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right"/>
              <w:rPr>
                <w:sz w:val="20"/>
                <w:szCs w:val="20"/>
              </w:rPr>
            </w:pPr>
          </w:p>
        </w:tc>
      </w:tr>
      <w:tr w:rsidR="005D696B" w:rsidRPr="005B300D" w:rsidTr="00FF0CD2">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rPr>
                <w:sz w:val="20"/>
                <w:szCs w:val="20"/>
              </w:rPr>
            </w:pPr>
            <w:r w:rsidRPr="005B300D">
              <w:rPr>
                <w:sz w:val="20"/>
                <w:szCs w:val="20"/>
              </w:rPr>
              <w:t>kiselőadás</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right"/>
              <w:rPr>
                <w:sz w:val="20"/>
                <w:szCs w:val="20"/>
              </w:rPr>
            </w:pPr>
          </w:p>
        </w:tc>
      </w:tr>
      <w:tr w:rsidR="005D696B" w:rsidRPr="005B300D" w:rsidTr="00FF0CD2">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rPr>
                <w:sz w:val="20"/>
                <w:szCs w:val="20"/>
              </w:rPr>
            </w:pPr>
            <w:r w:rsidRPr="005B300D">
              <w:rPr>
                <w:sz w:val="20"/>
                <w:szCs w:val="20"/>
              </w:rPr>
              <w:t>gyakoroltatás</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r w:rsidRPr="005B300D">
              <w:rPr>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center"/>
              <w:rPr>
                <w:sz w:val="20"/>
                <w:szCs w:val="20"/>
              </w:rPr>
            </w:pPr>
          </w:p>
        </w:tc>
        <w:tc>
          <w:tcPr>
            <w:tcW w:w="2546" w:type="dxa"/>
            <w:tcBorders>
              <w:top w:val="single" w:sz="6" w:space="0" w:color="auto"/>
              <w:left w:val="single" w:sz="6" w:space="0" w:color="auto"/>
              <w:bottom w:val="single" w:sz="6" w:space="0" w:color="auto"/>
              <w:right w:val="single" w:sz="6" w:space="0" w:color="auto"/>
            </w:tcBorders>
          </w:tcPr>
          <w:p w:rsidR="005D696B" w:rsidRPr="005B300D" w:rsidRDefault="005D696B" w:rsidP="00FF0CD2">
            <w:pPr>
              <w:autoSpaceDE w:val="0"/>
              <w:autoSpaceDN w:val="0"/>
              <w:adjustRightInd w:val="0"/>
              <w:jc w:val="right"/>
              <w:rPr>
                <w:sz w:val="20"/>
                <w:szCs w:val="20"/>
              </w:rPr>
            </w:pP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p w:rsidR="005D696B" w:rsidRPr="005B300D" w:rsidRDefault="005D696B" w:rsidP="005D696B">
      <w:pPr>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D696B" w:rsidRPr="005B300D" w:rsidTr="00FF0CD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xml:space="preserve">Alkalmazandó eszközök és felszerelések </w:t>
            </w:r>
          </w:p>
        </w:tc>
      </w:tr>
      <w:tr w:rsidR="005D696B" w:rsidRPr="005B300D" w:rsidTr="00FF0CD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sz w:val="20"/>
                <w:szCs w:val="20"/>
              </w:rPr>
            </w:pP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sz w:val="20"/>
                <w:szCs w:val="20"/>
              </w:rPr>
            </w:pPr>
            <w:r w:rsidRPr="005B300D">
              <w:rPr>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sz w:val="20"/>
                <w:szCs w:val="20"/>
              </w:rPr>
            </w:pPr>
            <w:r w:rsidRPr="005B300D">
              <w:rPr>
                <w:sz w:val="20"/>
                <w:szCs w:val="20"/>
              </w:rPr>
              <w:t>Információ feldolgozó tevékenységek</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1.6.</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1.7.</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sz w:val="20"/>
                <w:szCs w:val="20"/>
              </w:rPr>
            </w:pPr>
            <w:r w:rsidRPr="005B300D">
              <w:rPr>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sz w:val="20"/>
                <w:szCs w:val="20"/>
              </w:rPr>
            </w:pPr>
            <w:r w:rsidRPr="005B300D">
              <w:rPr>
                <w:sz w:val="20"/>
                <w:szCs w:val="20"/>
              </w:rPr>
              <w:t>Ismeretalkalmazási gyakorló tevékenységek, feladatok</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2.3.</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2.4.</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2.5.</w:t>
            </w:r>
          </w:p>
        </w:tc>
        <w:tc>
          <w:tcPr>
            <w:tcW w:w="2777"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036" w:type="dxa"/>
            <w:shd w:val="clear" w:color="000000" w:fill="D9D9D9"/>
            <w:vAlign w:val="center"/>
            <w:hideMark/>
          </w:tcPr>
          <w:p w:rsidR="005D696B" w:rsidRPr="005B300D" w:rsidRDefault="005D696B" w:rsidP="00FF0CD2">
            <w:pPr>
              <w:jc w:val="center"/>
              <w:rPr>
                <w:sz w:val="20"/>
                <w:szCs w:val="20"/>
              </w:rPr>
            </w:pPr>
            <w:r w:rsidRPr="005B300D">
              <w:rPr>
                <w:sz w:val="20"/>
                <w:szCs w:val="20"/>
              </w:rPr>
              <w:t>3.</w:t>
            </w:r>
          </w:p>
        </w:tc>
        <w:tc>
          <w:tcPr>
            <w:tcW w:w="7464" w:type="dxa"/>
            <w:gridSpan w:val="5"/>
            <w:shd w:val="clear" w:color="000000" w:fill="D9D9D9"/>
            <w:vAlign w:val="center"/>
            <w:hideMark/>
          </w:tcPr>
          <w:p w:rsidR="005D696B" w:rsidRPr="005B300D" w:rsidRDefault="005D696B" w:rsidP="00FF0CD2">
            <w:pPr>
              <w:rPr>
                <w:sz w:val="20"/>
                <w:szCs w:val="20"/>
              </w:rPr>
            </w:pPr>
            <w:r w:rsidRPr="005B300D">
              <w:rPr>
                <w:sz w:val="20"/>
                <w:szCs w:val="20"/>
              </w:rPr>
              <w:t>Komplex információk körében</w:t>
            </w:r>
          </w:p>
        </w:tc>
      </w:tr>
      <w:tr w:rsidR="005D696B" w:rsidRPr="005B300D" w:rsidTr="00FF0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036" w:type="dxa"/>
            <w:shd w:val="clear" w:color="auto" w:fill="auto"/>
            <w:vAlign w:val="center"/>
            <w:hideMark/>
          </w:tcPr>
          <w:p w:rsidR="005D696B" w:rsidRPr="005B300D" w:rsidRDefault="005D696B" w:rsidP="00FF0CD2">
            <w:pPr>
              <w:jc w:val="center"/>
              <w:rPr>
                <w:sz w:val="20"/>
                <w:szCs w:val="20"/>
              </w:rPr>
            </w:pPr>
            <w:r w:rsidRPr="005B300D">
              <w:rPr>
                <w:sz w:val="20"/>
                <w:szCs w:val="20"/>
              </w:rPr>
              <w:t>3.1.</w:t>
            </w:r>
          </w:p>
        </w:tc>
        <w:tc>
          <w:tcPr>
            <w:tcW w:w="2777" w:type="dxa"/>
            <w:shd w:val="clear" w:color="auto" w:fill="auto"/>
            <w:vAlign w:val="center"/>
            <w:hideMark/>
          </w:tcPr>
          <w:p w:rsidR="005D696B" w:rsidRPr="005B300D" w:rsidRDefault="005D696B" w:rsidP="00FF0CD2">
            <w:pPr>
              <w:rPr>
                <w:sz w:val="20"/>
                <w:szCs w:val="20"/>
              </w:rPr>
            </w:pPr>
            <w:r w:rsidRPr="005B300D">
              <w:rPr>
                <w:sz w:val="20"/>
                <w:szCs w:val="20"/>
              </w:rPr>
              <w:t>Utólagos szóbeli beszámoló</w:t>
            </w:r>
          </w:p>
        </w:tc>
        <w:tc>
          <w:tcPr>
            <w:tcW w:w="758"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96"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74"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036" w:type="dxa"/>
            <w:shd w:val="clear" w:color="000000" w:fill="D9D9D9"/>
            <w:vAlign w:val="center"/>
            <w:hideMark/>
          </w:tcPr>
          <w:p w:rsidR="005D696B" w:rsidRPr="005B300D" w:rsidRDefault="005D696B" w:rsidP="00FF0CD2">
            <w:pPr>
              <w:jc w:val="center"/>
              <w:rPr>
                <w:sz w:val="20"/>
                <w:szCs w:val="20"/>
              </w:rPr>
            </w:pPr>
            <w:r w:rsidRPr="005B300D">
              <w:rPr>
                <w:sz w:val="20"/>
                <w:szCs w:val="20"/>
              </w:rPr>
              <w:t>4.</w:t>
            </w:r>
          </w:p>
        </w:tc>
        <w:tc>
          <w:tcPr>
            <w:tcW w:w="7464" w:type="dxa"/>
            <w:gridSpan w:val="5"/>
            <w:shd w:val="clear" w:color="000000" w:fill="D9D9D9"/>
            <w:vAlign w:val="center"/>
            <w:hideMark/>
          </w:tcPr>
          <w:p w:rsidR="005D696B" w:rsidRPr="005B300D" w:rsidRDefault="005D696B" w:rsidP="00FF0CD2">
            <w:pPr>
              <w:rPr>
                <w:sz w:val="20"/>
                <w:szCs w:val="20"/>
              </w:rPr>
            </w:pPr>
            <w:r w:rsidRPr="005B300D">
              <w:rPr>
                <w:sz w:val="20"/>
                <w:szCs w:val="20"/>
              </w:rPr>
              <w:t>Csoportos munkaformák körében</w:t>
            </w:r>
          </w:p>
        </w:tc>
      </w:tr>
      <w:tr w:rsidR="005D696B" w:rsidRPr="005B300D" w:rsidTr="00FF0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jc w:val="center"/>
        </w:trPr>
        <w:tc>
          <w:tcPr>
            <w:tcW w:w="1036" w:type="dxa"/>
            <w:shd w:val="clear" w:color="auto" w:fill="auto"/>
            <w:vAlign w:val="center"/>
            <w:hideMark/>
          </w:tcPr>
          <w:p w:rsidR="005D696B" w:rsidRPr="005B300D" w:rsidRDefault="005D696B" w:rsidP="00FF0CD2">
            <w:pPr>
              <w:jc w:val="center"/>
              <w:rPr>
                <w:sz w:val="20"/>
                <w:szCs w:val="20"/>
              </w:rPr>
            </w:pPr>
            <w:r w:rsidRPr="005B300D">
              <w:rPr>
                <w:sz w:val="20"/>
                <w:szCs w:val="20"/>
              </w:rPr>
              <w:t>4.1.</w:t>
            </w:r>
          </w:p>
        </w:tc>
        <w:tc>
          <w:tcPr>
            <w:tcW w:w="2777" w:type="dxa"/>
            <w:shd w:val="clear" w:color="auto" w:fill="auto"/>
            <w:vAlign w:val="center"/>
            <w:hideMark/>
          </w:tcPr>
          <w:p w:rsidR="005D696B" w:rsidRPr="005B300D" w:rsidRDefault="005D696B" w:rsidP="00FF0CD2">
            <w:pPr>
              <w:rPr>
                <w:sz w:val="20"/>
                <w:szCs w:val="20"/>
              </w:rPr>
            </w:pPr>
            <w:r w:rsidRPr="005B300D">
              <w:rPr>
                <w:sz w:val="20"/>
                <w:szCs w:val="20"/>
              </w:rPr>
              <w:t>Kiscsoportos szakmai munkavégzés irányítással</w:t>
            </w:r>
          </w:p>
        </w:tc>
        <w:tc>
          <w:tcPr>
            <w:tcW w:w="758"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96"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74"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036" w:type="dxa"/>
            <w:shd w:val="clear" w:color="auto" w:fill="auto"/>
            <w:vAlign w:val="center"/>
            <w:hideMark/>
          </w:tcPr>
          <w:p w:rsidR="005D696B" w:rsidRPr="005B300D" w:rsidRDefault="005D696B" w:rsidP="00FF0CD2">
            <w:pPr>
              <w:jc w:val="center"/>
              <w:rPr>
                <w:sz w:val="20"/>
                <w:szCs w:val="20"/>
              </w:rPr>
            </w:pPr>
            <w:r w:rsidRPr="005B300D">
              <w:rPr>
                <w:sz w:val="20"/>
                <w:szCs w:val="20"/>
              </w:rPr>
              <w:t>4.2</w:t>
            </w:r>
          </w:p>
        </w:tc>
        <w:tc>
          <w:tcPr>
            <w:tcW w:w="2777" w:type="dxa"/>
            <w:shd w:val="clear" w:color="auto" w:fill="auto"/>
            <w:vAlign w:val="center"/>
            <w:hideMark/>
          </w:tcPr>
          <w:p w:rsidR="005D696B" w:rsidRPr="005B300D" w:rsidRDefault="005D696B" w:rsidP="00FF0CD2">
            <w:pPr>
              <w:rPr>
                <w:sz w:val="20"/>
                <w:szCs w:val="20"/>
              </w:rPr>
            </w:pPr>
            <w:r w:rsidRPr="005B300D">
              <w:rPr>
                <w:sz w:val="20"/>
                <w:szCs w:val="20"/>
              </w:rPr>
              <w:t>Csoportos helyzetgyakorlat</w:t>
            </w:r>
          </w:p>
        </w:tc>
        <w:tc>
          <w:tcPr>
            <w:tcW w:w="758"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96"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74"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59" w:type="dxa"/>
            <w:shd w:val="clear" w:color="auto" w:fill="auto"/>
            <w:vAlign w:val="center"/>
            <w:hideMark/>
          </w:tcPr>
          <w:p w:rsidR="005D696B" w:rsidRPr="005B300D" w:rsidRDefault="005D696B" w:rsidP="00FF0CD2">
            <w:pPr>
              <w:rPr>
                <w:sz w:val="20"/>
                <w:szCs w:val="20"/>
              </w:rPr>
            </w:pPr>
            <w:r w:rsidRPr="005B300D">
              <w:rPr>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Egészségügyi asszisztálás gyakorlata tantárgy</w:t>
      </w:r>
      <w:r w:rsidRPr="005B300D">
        <w:rPr>
          <w:b/>
        </w:rPr>
        <w:tab/>
        <w:t>170 óra*</w:t>
      </w:r>
    </w:p>
    <w:p w:rsidR="005D696B" w:rsidRPr="005B300D" w:rsidRDefault="005D696B" w:rsidP="005D696B">
      <w:pPr>
        <w:jc w:val="right"/>
        <w:rPr>
          <w:sz w:val="20"/>
        </w:rPr>
      </w:pPr>
      <w:r w:rsidRPr="005B300D">
        <w:rPr>
          <w:sz w:val="20"/>
        </w:rPr>
        <w:lastRenderedPageBreak/>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 xml:space="preserve">A </w:t>
      </w:r>
      <w:proofErr w:type="spellStart"/>
      <w:r w:rsidRPr="005B300D">
        <w:t>járóbeteg</w:t>
      </w:r>
      <w:proofErr w:type="spellEnd"/>
      <w:r w:rsidRPr="005B300D">
        <w:t xml:space="preserve"> szakrendelés területeinek és az ott folyó munkának a megismerése. A tantárgy tanításának végső célja, hogy a képzésben résztvevők a végzettséggel megszerezhető kompetenciákat teljes egészében elsajátítsák.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Munkahelyi egészség és biztonság</w:t>
      </w:r>
    </w:p>
    <w:p w:rsidR="005D696B" w:rsidRPr="005B300D" w:rsidRDefault="005D696B" w:rsidP="005D696B">
      <w:pPr>
        <w:ind w:left="426"/>
      </w:pPr>
      <w:r w:rsidRPr="005B300D">
        <w:t>Egészségügyi alapismeretek</w:t>
      </w:r>
    </w:p>
    <w:p w:rsidR="005D696B" w:rsidRPr="005B300D" w:rsidRDefault="005D696B" w:rsidP="005D696B">
      <w:pPr>
        <w:ind w:left="426"/>
      </w:pPr>
      <w:r w:rsidRPr="005B300D">
        <w:t>Ápolástan-gondozástan</w:t>
      </w:r>
    </w:p>
    <w:p w:rsidR="005D696B" w:rsidRPr="005B300D" w:rsidRDefault="005D696B" w:rsidP="005D696B">
      <w:pPr>
        <w:ind w:left="426"/>
      </w:pPr>
      <w:proofErr w:type="spellStart"/>
      <w:r w:rsidRPr="005B300D">
        <w:t>Klinikumi</w:t>
      </w:r>
      <w:proofErr w:type="spellEnd"/>
      <w:r w:rsidRPr="005B300D">
        <w:t xml:space="preserve"> szakismeretek</w:t>
      </w:r>
    </w:p>
    <w:p w:rsidR="005D696B" w:rsidRPr="005B300D" w:rsidRDefault="005D696B" w:rsidP="005D696B">
      <w:pPr>
        <w:ind w:left="426"/>
      </w:pPr>
      <w:r w:rsidRPr="005B300D">
        <w:t>Egészségügyi asszisztensi feladatok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Betegirányítás</w:t>
      </w:r>
      <w:r w:rsidRPr="005B300D">
        <w:rPr>
          <w:b/>
          <w:i/>
        </w:rPr>
        <w:tab/>
        <w:t>/21 óra</w:t>
      </w:r>
    </w:p>
    <w:p w:rsidR="005D696B" w:rsidRPr="005B300D" w:rsidRDefault="005D696B" w:rsidP="005D696B">
      <w:pPr>
        <w:ind w:left="851"/>
      </w:pPr>
      <w:r w:rsidRPr="005B300D">
        <w:t xml:space="preserve">  Rendelő- és gondozóintézeti betegfelvétel, kartonozó, betegirányító</w:t>
      </w:r>
    </w:p>
    <w:p w:rsidR="005D696B" w:rsidRPr="005B300D" w:rsidRDefault="005D696B" w:rsidP="005D696B">
      <w:pPr>
        <w:ind w:left="851"/>
      </w:pPr>
      <w:r w:rsidRPr="005B300D">
        <w:t>A betegváró és a munkatér tisztaságának, a higiénés feltételeknek biztosítása</w:t>
      </w:r>
    </w:p>
    <w:p w:rsidR="005D696B" w:rsidRPr="005B300D" w:rsidRDefault="005D696B" w:rsidP="005D696B">
      <w:pPr>
        <w:ind w:left="851"/>
      </w:pPr>
      <w:r w:rsidRPr="005B300D">
        <w:t>Kapcsolattartás a szakrendelések szakdolgozóival</w:t>
      </w:r>
    </w:p>
    <w:p w:rsidR="005D696B" w:rsidRPr="005B300D" w:rsidRDefault="005D696B" w:rsidP="005D696B">
      <w:pPr>
        <w:ind w:left="851"/>
      </w:pPr>
      <w:r w:rsidRPr="005B300D">
        <w:t>Szakrendelésre, gondozásra megjelent betegek társadalombiztosításhoz kapcsolódó jogosultságának ellenőrzése, dokumentáció vezetése</w:t>
      </w:r>
    </w:p>
    <w:p w:rsidR="005D696B" w:rsidRPr="005B300D" w:rsidRDefault="005D696B" w:rsidP="005D696B">
      <w:pPr>
        <w:ind w:left="851"/>
      </w:pPr>
      <w:r w:rsidRPr="005B300D">
        <w:t>Külföldi vagy érvényes társadalombiztosítással nem rendelkező betegekkel kapcsolatos adminisztráció</w:t>
      </w:r>
    </w:p>
    <w:p w:rsidR="005D696B" w:rsidRPr="005B300D" w:rsidRDefault="005D696B" w:rsidP="005D696B">
      <w:pPr>
        <w:ind w:left="851"/>
      </w:pPr>
      <w:r w:rsidRPr="005B300D">
        <w:t>Betegelőjegyzés, regisztráció végzése</w:t>
      </w:r>
    </w:p>
    <w:p w:rsidR="005D696B" w:rsidRPr="005B300D" w:rsidRDefault="005D696B" w:rsidP="005D696B">
      <w:pPr>
        <w:ind w:left="851"/>
      </w:pPr>
      <w:r w:rsidRPr="005B300D">
        <w:t>Térítésköteles betegellátással kapcsolatos adminisztráció, dokumentáció végzése</w:t>
      </w:r>
    </w:p>
    <w:p w:rsidR="005D696B" w:rsidRPr="005B300D" w:rsidRDefault="005D696B" w:rsidP="005D696B">
      <w:pPr>
        <w:ind w:left="851"/>
      </w:pPr>
      <w:r w:rsidRPr="005B300D">
        <w:t>Beteg fogadása, irányítása, a betegosztályozás szabályainak alkalmazása</w:t>
      </w:r>
    </w:p>
    <w:p w:rsidR="005D696B" w:rsidRPr="005B300D" w:rsidRDefault="005D696B" w:rsidP="005D696B">
      <w:pPr>
        <w:ind w:left="851"/>
      </w:pPr>
      <w:r w:rsidRPr="005B300D">
        <w:t>Felvilágosítás nyújtása a szakrendelések, gondozók működéséről</w:t>
      </w:r>
    </w:p>
    <w:p w:rsidR="005D696B" w:rsidRPr="005B300D" w:rsidRDefault="005D696B" w:rsidP="005D696B">
      <w:pPr>
        <w:ind w:left="851"/>
      </w:pPr>
      <w:r w:rsidRPr="005B300D">
        <w:t>Beteg, hozzátartozó, kísérő tájékoztatása</w:t>
      </w:r>
    </w:p>
    <w:p w:rsidR="005D696B" w:rsidRPr="005B300D" w:rsidRDefault="005D696B" w:rsidP="005D696B">
      <w:pPr>
        <w:ind w:left="851"/>
      </w:pPr>
      <w:r w:rsidRPr="005B300D">
        <w:t>Akadályozott személyeket segít</w:t>
      </w:r>
    </w:p>
    <w:p w:rsidR="005D696B" w:rsidRPr="005B300D" w:rsidRDefault="005D696B" w:rsidP="005D696B">
      <w:pPr>
        <w:ind w:left="851"/>
      </w:pPr>
      <w:r w:rsidRPr="005B300D">
        <w:t>Papíralapú és számítógépes betegnyilvántartás vezetése</w:t>
      </w:r>
    </w:p>
    <w:p w:rsidR="005D696B" w:rsidRPr="005B300D" w:rsidRDefault="005D696B" w:rsidP="005D696B">
      <w:pPr>
        <w:ind w:left="851"/>
      </w:pPr>
      <w:r w:rsidRPr="005B300D">
        <w:t>Közreműködés a statisztikai adatszolgáltatásban</w:t>
      </w:r>
    </w:p>
    <w:p w:rsidR="005D696B" w:rsidRPr="005B300D" w:rsidRDefault="005D696B" w:rsidP="005D696B">
      <w:pPr>
        <w:ind w:left="851"/>
      </w:pPr>
      <w:r w:rsidRPr="005B300D">
        <w:t>Az egészségügyi ellátásban használt medikai rendszerek alkalmazása, elektronikus adatbázis kezelése</w:t>
      </w:r>
    </w:p>
    <w:p w:rsidR="005D696B" w:rsidRPr="005B300D" w:rsidRDefault="005D696B" w:rsidP="005D696B">
      <w:pPr>
        <w:ind w:left="851"/>
      </w:pPr>
      <w:r w:rsidRPr="005B300D">
        <w:t>Adatrögzítés, tárolás, archiválás</w:t>
      </w:r>
    </w:p>
    <w:p w:rsidR="005D696B" w:rsidRPr="005B300D" w:rsidRDefault="005D696B" w:rsidP="005D696B">
      <w:pPr>
        <w:widowControl w:val="0"/>
        <w:tabs>
          <w:tab w:val="left" w:pos="1710"/>
        </w:tabs>
        <w:suppressAutoHyphens/>
        <w:ind w:left="851"/>
      </w:pPr>
      <w:r w:rsidRPr="005B300D">
        <w:t>Sürgősségi eseteket felismerése, orvos hívás, szükség esetén elsősegélynyújtás</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Szakrendelések</w:t>
      </w:r>
      <w:r w:rsidRPr="005B300D">
        <w:rPr>
          <w:b/>
          <w:i/>
        </w:rPr>
        <w:tab/>
        <w:t>88 óra</w:t>
      </w:r>
    </w:p>
    <w:p w:rsidR="005D696B" w:rsidRPr="005B300D" w:rsidRDefault="005D696B" w:rsidP="005D696B">
      <w:pPr>
        <w:widowControl w:val="0"/>
        <w:tabs>
          <w:tab w:val="left" w:pos="1710"/>
        </w:tabs>
        <w:suppressAutoHyphens/>
        <w:ind w:left="851"/>
        <w:rPr>
          <w:i/>
        </w:rPr>
      </w:pPr>
      <w:r w:rsidRPr="005B300D">
        <w:rPr>
          <w:i/>
        </w:rPr>
        <w:t>Belgyógyászat</w:t>
      </w:r>
    </w:p>
    <w:p w:rsidR="005D696B" w:rsidRPr="005B300D" w:rsidRDefault="005D696B" w:rsidP="005D696B">
      <w:pPr>
        <w:ind w:left="851"/>
      </w:pPr>
      <w:r w:rsidRPr="005B300D">
        <w:t>A szakrendelő munkájának, működésének bemutatása, megismerése</w:t>
      </w:r>
    </w:p>
    <w:p w:rsidR="005D696B" w:rsidRPr="005B300D" w:rsidRDefault="005D696B" w:rsidP="005D696B">
      <w:pPr>
        <w:ind w:left="851"/>
      </w:pPr>
      <w:r w:rsidRPr="005B300D">
        <w:t>Munkavédelmi, munkabiztonsági, környezetvédelmi és higiénés szabályok ismerete</w:t>
      </w:r>
    </w:p>
    <w:p w:rsidR="005D696B" w:rsidRPr="005B300D" w:rsidRDefault="005D696B" w:rsidP="005D696B">
      <w:pPr>
        <w:ind w:left="851"/>
      </w:pPr>
      <w:r w:rsidRPr="005B300D">
        <w:t>A betegváró, a rendelő, kezelő tisztaságának, a higiénés feltételeknek biztosítása</w:t>
      </w:r>
    </w:p>
    <w:p w:rsidR="005D696B" w:rsidRPr="005B300D" w:rsidRDefault="005D696B" w:rsidP="005D696B">
      <w:pPr>
        <w:ind w:left="851"/>
      </w:pPr>
      <w:r w:rsidRPr="005B300D">
        <w:t>Betegforgalom szervezése</w:t>
      </w:r>
    </w:p>
    <w:p w:rsidR="005D696B" w:rsidRPr="005B300D" w:rsidRDefault="005D696B" w:rsidP="005D696B">
      <w:pPr>
        <w:ind w:left="851"/>
      </w:pPr>
      <w:r w:rsidRPr="005B300D">
        <w:t>Betegbiztonság megteremtése</w:t>
      </w:r>
    </w:p>
    <w:p w:rsidR="005D696B" w:rsidRPr="005B300D" w:rsidRDefault="005D696B" w:rsidP="005D696B">
      <w:pPr>
        <w:ind w:left="851"/>
      </w:pPr>
      <w:r w:rsidRPr="005B300D">
        <w:t xml:space="preserve">Belgyógyászati szakrendelésekhez kapcsolódó diagnosztikai egységek bemutatása, EKG, kardiológiai diagnosztika (ECHO, terheléses EKG, ABP) </w:t>
      </w:r>
      <w:proofErr w:type="spellStart"/>
      <w:r w:rsidRPr="005B300D">
        <w:t>endoszkópia</w:t>
      </w:r>
      <w:proofErr w:type="spellEnd"/>
      <w:r w:rsidRPr="005B300D">
        <w:t xml:space="preserve">, </w:t>
      </w:r>
    </w:p>
    <w:p w:rsidR="005D696B" w:rsidRPr="005B300D" w:rsidRDefault="005D696B" w:rsidP="005D696B">
      <w:pPr>
        <w:ind w:left="851"/>
      </w:pPr>
      <w:r w:rsidRPr="005B300D">
        <w:t>A szakrendelés megkezdéséhez szükséges gyógyszerek, eszközök, gyógyászati anyagok biztosítása</w:t>
      </w:r>
    </w:p>
    <w:p w:rsidR="005D696B" w:rsidRPr="005B300D" w:rsidRDefault="005D696B" w:rsidP="005D696B">
      <w:pPr>
        <w:ind w:left="851"/>
      </w:pPr>
      <w:r w:rsidRPr="005B300D">
        <w:t>Gyógyszertárolás-, gyógyszerhűtő-, gyógyszerek lejárati idejének ellenőrzése, dokumentálása</w:t>
      </w:r>
    </w:p>
    <w:p w:rsidR="005D696B" w:rsidRPr="005B300D" w:rsidRDefault="005D696B" w:rsidP="005D696B">
      <w:pPr>
        <w:ind w:left="851"/>
      </w:pPr>
      <w:r w:rsidRPr="005B300D">
        <w:lastRenderedPageBreak/>
        <w:t>Veszélyes hulladék szabályszerű kezelése, tárolása, szállításra előkészítése, dokumentálása</w:t>
      </w:r>
    </w:p>
    <w:p w:rsidR="005D696B" w:rsidRPr="005B300D" w:rsidRDefault="005D696B" w:rsidP="005D696B">
      <w:pPr>
        <w:ind w:left="851"/>
      </w:pPr>
      <w:r w:rsidRPr="005B300D">
        <w:t>A betegellátáshoz kapcsolódó dokumentáció (papíralapú, számítógépes) vezetése,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Előkészítés eszközös vizsgálatokhoz; a használt eszközök kezelése a higiénés szabályoknak megfelelően</w:t>
      </w:r>
    </w:p>
    <w:p w:rsidR="005D696B" w:rsidRPr="005B300D" w:rsidRDefault="005D696B" w:rsidP="005D696B">
      <w:pPr>
        <w:ind w:left="851"/>
      </w:pPr>
      <w:r w:rsidRPr="005B300D">
        <w:t>Beteg felkészítése a vizsgálatokra</w:t>
      </w:r>
    </w:p>
    <w:p w:rsidR="005D696B" w:rsidRPr="005B300D" w:rsidRDefault="005D696B" w:rsidP="005D696B">
      <w:pPr>
        <w:ind w:left="851"/>
      </w:pPr>
      <w:r w:rsidRPr="005B300D">
        <w:t>Közreműködés a beteg fizikális vizsgálatánál</w:t>
      </w:r>
    </w:p>
    <w:p w:rsidR="005D696B" w:rsidRPr="005B300D" w:rsidRDefault="005D696B" w:rsidP="005D696B">
      <w:pPr>
        <w:ind w:left="851"/>
      </w:pPr>
      <w:r w:rsidRPr="005B300D">
        <w:t>Vitális paraméterek megfigyelése, mérése, dokumentálása</w:t>
      </w:r>
    </w:p>
    <w:p w:rsidR="005D696B" w:rsidRPr="005B300D" w:rsidRDefault="005D696B" w:rsidP="005D696B">
      <w:pPr>
        <w:ind w:left="851"/>
      </w:pPr>
      <w:r w:rsidRPr="005B300D">
        <w:t>A beteg segítése, pozicionálás vizsgálatokhoz, beavatkozásokhoz</w:t>
      </w:r>
    </w:p>
    <w:p w:rsidR="005D696B" w:rsidRPr="005B300D" w:rsidRDefault="005D696B" w:rsidP="005D696B">
      <w:pPr>
        <w:ind w:left="851"/>
      </w:pPr>
      <w:r w:rsidRPr="005B300D">
        <w:t>A beteg előkészítése és segédkezés a speciális diagnosztikai és terápiás beavatkozások kivitelezésében</w:t>
      </w:r>
    </w:p>
    <w:p w:rsidR="005D696B" w:rsidRPr="005B300D" w:rsidRDefault="005D696B" w:rsidP="005D696B">
      <w:pPr>
        <w:ind w:left="851"/>
      </w:pPr>
      <w:r w:rsidRPr="005B300D">
        <w:t>Betegmegfigyelés a különböző beavatkozások alatt és után</w:t>
      </w:r>
    </w:p>
    <w:p w:rsidR="005D696B" w:rsidRPr="005B300D" w:rsidRDefault="005D696B" w:rsidP="005D696B">
      <w:pPr>
        <w:ind w:left="851"/>
      </w:pPr>
      <w:r w:rsidRPr="005B300D">
        <w:t xml:space="preserve">Segédkezés vizsgálati anyagok mintavételénél; mintavétellel kapcsolatos adminisztráció elvégzése; minták tárolása, laboratóriumba juttatása; testváladékok felfogása; </w:t>
      </w:r>
    </w:p>
    <w:p w:rsidR="005D696B" w:rsidRPr="005B300D" w:rsidRDefault="005D696B" w:rsidP="005D696B">
      <w:pPr>
        <w:ind w:left="851"/>
      </w:pPr>
      <w:r w:rsidRPr="005B300D">
        <w:t>Sürgősségi esetek asszisztensi feladatai (felismerés, orvos-hívás, elsősegélynyújtás)</w:t>
      </w:r>
    </w:p>
    <w:p w:rsidR="005D696B" w:rsidRPr="005B300D" w:rsidRDefault="005D696B" w:rsidP="005D696B">
      <w:pPr>
        <w:ind w:left="851"/>
      </w:pPr>
      <w:r w:rsidRPr="005B300D">
        <w:t xml:space="preserve">Előkészítés injekciózáshoz, </w:t>
      </w:r>
      <w:proofErr w:type="spellStart"/>
      <w:r w:rsidRPr="005B300D">
        <w:t>sc</w:t>
      </w:r>
      <w:proofErr w:type="spellEnd"/>
      <w:r w:rsidRPr="005B300D">
        <w:t xml:space="preserve">. </w:t>
      </w:r>
      <w:proofErr w:type="spellStart"/>
      <w:r w:rsidRPr="005B300D">
        <w:t>ésim</w:t>
      </w:r>
      <w:proofErr w:type="spellEnd"/>
      <w:r w:rsidRPr="005B300D">
        <w:t>. injekció beadása, dokumentálása</w:t>
      </w:r>
    </w:p>
    <w:p w:rsidR="005D696B" w:rsidRPr="005B300D" w:rsidRDefault="005D696B" w:rsidP="005D696B">
      <w:pPr>
        <w:ind w:left="851"/>
      </w:pPr>
      <w:r w:rsidRPr="005B300D">
        <w:t>EKG készítés, dokumentálás</w:t>
      </w:r>
    </w:p>
    <w:p w:rsidR="005D696B" w:rsidRPr="005B300D" w:rsidRDefault="005D696B" w:rsidP="005D696B">
      <w:pPr>
        <w:ind w:left="851"/>
      </w:pPr>
      <w:r w:rsidRPr="005B300D">
        <w:t xml:space="preserve">Közreműködés a betegvizsgálatoknál (ECHO, ABPM, terheléses EKG, Doppler, </w:t>
      </w:r>
      <w:proofErr w:type="spellStart"/>
      <w:r w:rsidRPr="005B300D">
        <w:t>endoscopos</w:t>
      </w:r>
      <w:proofErr w:type="spellEnd"/>
      <w:r w:rsidRPr="005B300D">
        <w:t xml:space="preserve"> beavatkozások)</w:t>
      </w:r>
    </w:p>
    <w:p w:rsidR="005D696B" w:rsidRPr="005B300D" w:rsidRDefault="005D696B" w:rsidP="005D696B">
      <w:pPr>
        <w:ind w:left="851"/>
      </w:pPr>
      <w:r w:rsidRPr="005B300D">
        <w:t>Vércukormérés, dokumentálás</w:t>
      </w:r>
    </w:p>
    <w:p w:rsidR="005D696B" w:rsidRPr="005B300D" w:rsidRDefault="005D696B" w:rsidP="005D696B">
      <w:pPr>
        <w:ind w:left="851"/>
      </w:pPr>
      <w:proofErr w:type="spellStart"/>
      <w:r w:rsidRPr="005B300D">
        <w:t>Betegeducatioinsulin</w:t>
      </w:r>
      <w:proofErr w:type="spellEnd"/>
      <w:r w:rsidRPr="005B300D">
        <w:t xml:space="preserve"> beadására, vércukormérésre</w:t>
      </w:r>
    </w:p>
    <w:p w:rsidR="005D696B" w:rsidRPr="005B300D" w:rsidRDefault="005D696B" w:rsidP="005D696B">
      <w:pPr>
        <w:ind w:left="851"/>
      </w:pPr>
      <w:r w:rsidRPr="005B300D">
        <w:t>Aszeptikus környezet megteremtése vizsgálatokhoz, beavatkozásokhoz</w:t>
      </w:r>
    </w:p>
    <w:p w:rsidR="005D696B" w:rsidRPr="005B300D" w:rsidRDefault="005D696B" w:rsidP="005D696B">
      <w:pPr>
        <w:ind w:left="851"/>
      </w:pPr>
      <w:r w:rsidRPr="005B300D">
        <w:t>Részvétel diétás tanácsadáson</w:t>
      </w:r>
    </w:p>
    <w:p w:rsidR="005D696B" w:rsidRPr="005B300D" w:rsidRDefault="005D696B" w:rsidP="005D696B">
      <w:pPr>
        <w:ind w:left="851"/>
      </w:pPr>
      <w:r w:rsidRPr="005B300D">
        <w:t>Betegtájékoztatás a gyógyászati segédeszközökkel kapcsolatos lehetőségekről</w:t>
      </w:r>
    </w:p>
    <w:p w:rsidR="005D696B" w:rsidRPr="005B300D" w:rsidRDefault="005D696B" w:rsidP="005D696B">
      <w:pPr>
        <w:ind w:left="851"/>
      </w:pPr>
      <w:r w:rsidRPr="005B300D">
        <w:t>Betegtájékoztatás a szociális és rehabilitációs lehetőségekről</w:t>
      </w:r>
    </w:p>
    <w:p w:rsidR="005D696B" w:rsidRPr="005B300D" w:rsidRDefault="005D696B" w:rsidP="005D696B">
      <w:pPr>
        <w:ind w:left="851"/>
      </w:pPr>
      <w:r w:rsidRPr="005B300D">
        <w:t>Orvos diktálása alapján az ambuláns kezelőlap, gondozási lap elkészítése a számítógépes rendszerben</w:t>
      </w:r>
    </w:p>
    <w:p w:rsidR="005D696B" w:rsidRPr="005B300D" w:rsidRDefault="005D696B" w:rsidP="005D696B">
      <w:pPr>
        <w:ind w:left="851"/>
      </w:pPr>
      <w:r w:rsidRPr="005B300D">
        <w:t>Táppénzbevétellel kapcsolatos adminisztráció megfigyelése</w:t>
      </w:r>
    </w:p>
    <w:p w:rsidR="005D696B" w:rsidRPr="005B300D" w:rsidRDefault="005D696B" w:rsidP="005D696B">
      <w:pPr>
        <w:ind w:left="851"/>
      </w:pPr>
      <w:r w:rsidRPr="005B300D">
        <w:t>Közreműködés a statisztikai adatszolgáltatásban</w:t>
      </w:r>
    </w:p>
    <w:p w:rsidR="005D696B" w:rsidRPr="005B300D" w:rsidRDefault="005D696B" w:rsidP="005D696B">
      <w:pPr>
        <w:ind w:left="851"/>
      </w:pPr>
      <w:r w:rsidRPr="005B300D">
        <w:t>A szakrendelés, szakgondozás jelentések előkészítése</w:t>
      </w:r>
    </w:p>
    <w:p w:rsidR="005D696B" w:rsidRPr="005B300D" w:rsidRDefault="005D696B" w:rsidP="005D696B">
      <w:pPr>
        <w:widowControl w:val="0"/>
        <w:tabs>
          <w:tab w:val="left" w:pos="1710"/>
        </w:tabs>
        <w:suppressAutoHyphens/>
        <w:ind w:left="851"/>
      </w:pPr>
    </w:p>
    <w:p w:rsidR="005D696B" w:rsidRPr="005B300D" w:rsidRDefault="005D696B" w:rsidP="005D696B">
      <w:pPr>
        <w:ind w:left="851"/>
        <w:rPr>
          <w:i/>
        </w:rPr>
      </w:pPr>
      <w:r w:rsidRPr="005B300D">
        <w:rPr>
          <w:i/>
        </w:rPr>
        <w:t>Sebészet profilú szakrendelés</w:t>
      </w:r>
    </w:p>
    <w:p w:rsidR="005D696B" w:rsidRPr="005B300D" w:rsidRDefault="005D696B" w:rsidP="005D696B">
      <w:pPr>
        <w:ind w:left="851"/>
      </w:pPr>
      <w:r w:rsidRPr="005B300D">
        <w:t>A szakrendelő munkájának, működésének bemutatása, megismerése</w:t>
      </w:r>
    </w:p>
    <w:p w:rsidR="005D696B" w:rsidRPr="005B300D" w:rsidRDefault="005D696B" w:rsidP="005D696B">
      <w:pPr>
        <w:ind w:left="851"/>
      </w:pPr>
      <w:r w:rsidRPr="005B300D">
        <w:t>Munkavédelmi, munkabiztonsági, környezetvédelmi és higiénés szabályok ismerete</w:t>
      </w:r>
    </w:p>
    <w:p w:rsidR="005D696B" w:rsidRPr="005B300D" w:rsidRDefault="005D696B" w:rsidP="005D696B">
      <w:pPr>
        <w:ind w:left="851"/>
      </w:pPr>
      <w:r w:rsidRPr="005B300D">
        <w:t>A betegváró, a rendelő, a kezelő tisztaságának, a higiénés feltételeknek biztosítása</w:t>
      </w:r>
    </w:p>
    <w:p w:rsidR="005D696B" w:rsidRPr="005B300D" w:rsidRDefault="005D696B" w:rsidP="005D696B">
      <w:pPr>
        <w:ind w:left="851"/>
      </w:pPr>
      <w:r w:rsidRPr="005B300D">
        <w:t>Betegforgalom szervezése</w:t>
      </w:r>
    </w:p>
    <w:p w:rsidR="005D696B" w:rsidRPr="005B300D" w:rsidRDefault="005D696B" w:rsidP="005D696B">
      <w:pPr>
        <w:ind w:left="851"/>
      </w:pPr>
      <w:r w:rsidRPr="005B300D">
        <w:t>Betegbiztonság megteremtése</w:t>
      </w:r>
    </w:p>
    <w:p w:rsidR="005D696B" w:rsidRPr="005B300D" w:rsidRDefault="005D696B" w:rsidP="005D696B">
      <w:pPr>
        <w:ind w:left="851"/>
      </w:pPr>
      <w:r w:rsidRPr="005B300D">
        <w:t>Beteg fogadása,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A szakrendelés megkezdéséhez szükséges gyógyszerek, eszközök, gyógyászati anyagok biztosítása</w:t>
      </w:r>
    </w:p>
    <w:p w:rsidR="005D696B" w:rsidRPr="005B300D" w:rsidRDefault="005D696B" w:rsidP="005D696B">
      <w:pPr>
        <w:ind w:left="851"/>
      </w:pPr>
      <w:r w:rsidRPr="005B300D">
        <w:t>Gyógyszertárolás-, gyógyszerhűtő-, gyógyszerek lejárati idejének ellenőrzése, dokumentálása</w:t>
      </w:r>
    </w:p>
    <w:p w:rsidR="005D696B" w:rsidRPr="005B300D" w:rsidRDefault="005D696B" w:rsidP="005D696B">
      <w:pPr>
        <w:ind w:left="851"/>
      </w:pPr>
      <w:r w:rsidRPr="005B300D">
        <w:t>Veszélyes hulladék szabályszerű kezelése, tárolása, szállításra előkészítése, dokumentálása</w:t>
      </w:r>
    </w:p>
    <w:p w:rsidR="005D696B" w:rsidRPr="005B300D" w:rsidRDefault="005D696B" w:rsidP="005D696B">
      <w:pPr>
        <w:ind w:left="851"/>
      </w:pPr>
      <w:r w:rsidRPr="005B300D">
        <w:t>Eszközök fertőtlenítése, sterilizáláshoz való előkészítése</w:t>
      </w:r>
    </w:p>
    <w:p w:rsidR="005D696B" w:rsidRPr="005B300D" w:rsidRDefault="005D696B" w:rsidP="005D696B">
      <w:pPr>
        <w:ind w:left="851"/>
      </w:pPr>
      <w:r w:rsidRPr="005B300D">
        <w:lastRenderedPageBreak/>
        <w:t>Asszisztálás beavatkozásoknál, orvosi műszerek és steril eszközök használata</w:t>
      </w:r>
    </w:p>
    <w:p w:rsidR="005D696B" w:rsidRPr="005B300D" w:rsidRDefault="005D696B" w:rsidP="005D696B">
      <w:pPr>
        <w:ind w:left="851"/>
      </w:pPr>
      <w:r w:rsidRPr="005B300D">
        <w:t>Kézfertőtlenítés, műtéti bemosakodás</w:t>
      </w:r>
    </w:p>
    <w:p w:rsidR="005D696B" w:rsidRPr="005B300D" w:rsidRDefault="005D696B" w:rsidP="005D696B">
      <w:pPr>
        <w:ind w:left="851"/>
      </w:pPr>
      <w:r w:rsidRPr="005B300D">
        <w:t>Előkészítés gyógyszereléshez, injekciózáshoz</w:t>
      </w:r>
    </w:p>
    <w:p w:rsidR="005D696B" w:rsidRPr="005B300D" w:rsidRDefault="005D696B" w:rsidP="005D696B">
      <w:pPr>
        <w:ind w:left="851"/>
      </w:pPr>
      <w:r w:rsidRPr="005B300D">
        <w:t>Segédkezés a gyógyszerbevitelben</w:t>
      </w:r>
    </w:p>
    <w:p w:rsidR="005D696B" w:rsidRPr="005B300D" w:rsidRDefault="005D696B" w:rsidP="005D696B">
      <w:pPr>
        <w:ind w:left="851"/>
      </w:pPr>
      <w:r w:rsidRPr="005B300D">
        <w:t>Segédkezés az ellátásra szoruló ember szükségleteinek kielégítésében</w:t>
      </w:r>
    </w:p>
    <w:p w:rsidR="005D696B" w:rsidRPr="005B300D" w:rsidRDefault="005D696B" w:rsidP="005D696B">
      <w:pPr>
        <w:ind w:left="851"/>
      </w:pPr>
      <w:r w:rsidRPr="005B300D">
        <w:t>Különböző testváladékok felfogása és megfigyelése; tárolása; laboratóriumba juttatása protokoll szerint</w:t>
      </w:r>
    </w:p>
    <w:p w:rsidR="005D696B" w:rsidRPr="005B300D" w:rsidRDefault="005D696B" w:rsidP="005D696B">
      <w:pPr>
        <w:ind w:left="851"/>
      </w:pPr>
      <w:r w:rsidRPr="005B300D">
        <w:t>Beteg előkészítése sebészeti vizsgálatokhoz és beavatkozásokhoz</w:t>
      </w:r>
    </w:p>
    <w:p w:rsidR="005D696B" w:rsidRPr="005B300D" w:rsidRDefault="005D696B" w:rsidP="005D696B">
      <w:pPr>
        <w:ind w:left="851"/>
      </w:pPr>
      <w:r w:rsidRPr="005B300D">
        <w:t>Segédkezés sebellátásnál</w:t>
      </w:r>
    </w:p>
    <w:p w:rsidR="005D696B" w:rsidRPr="005B300D" w:rsidRDefault="005D696B" w:rsidP="005D696B">
      <w:pPr>
        <w:ind w:left="851"/>
      </w:pPr>
      <w:r w:rsidRPr="005B300D">
        <w:t>Segédkezés különböző kötözéseknél</w:t>
      </w:r>
    </w:p>
    <w:p w:rsidR="005D696B" w:rsidRPr="005B300D" w:rsidRDefault="005D696B" w:rsidP="005D696B">
      <w:pPr>
        <w:ind w:left="851"/>
      </w:pPr>
      <w:r w:rsidRPr="005B300D">
        <w:t>Kötszerek, rugalmas pólyák alkalmazása</w:t>
      </w:r>
    </w:p>
    <w:p w:rsidR="005D696B" w:rsidRPr="005B300D" w:rsidRDefault="005D696B" w:rsidP="005D696B">
      <w:pPr>
        <w:ind w:left="851"/>
      </w:pPr>
      <w:r w:rsidRPr="005B300D">
        <w:t xml:space="preserve">Fej, nyak, mellkas, lágyék és </w:t>
      </w:r>
      <w:proofErr w:type="gramStart"/>
      <w:r w:rsidRPr="005B300D">
        <w:t>gát-táji kötözések</w:t>
      </w:r>
      <w:proofErr w:type="gramEnd"/>
      <w:r w:rsidRPr="005B300D">
        <w:t>, alsó és felső végtagi kötések</w:t>
      </w:r>
    </w:p>
    <w:p w:rsidR="005D696B" w:rsidRPr="005B300D" w:rsidRDefault="005D696B" w:rsidP="005D696B">
      <w:pPr>
        <w:ind w:left="851"/>
      </w:pPr>
      <w:r w:rsidRPr="005B300D">
        <w:t>Segédkezés szövetegyesítő eljárásoknál</w:t>
      </w:r>
    </w:p>
    <w:p w:rsidR="005D696B" w:rsidRPr="005B300D" w:rsidRDefault="005D696B" w:rsidP="005D696B">
      <w:pPr>
        <w:ind w:left="851"/>
      </w:pPr>
      <w:r w:rsidRPr="005B300D">
        <w:t>Varrat- és kapocsszedés megfigyelése</w:t>
      </w:r>
    </w:p>
    <w:p w:rsidR="005D696B" w:rsidRPr="005B300D" w:rsidRDefault="005D696B" w:rsidP="005D696B">
      <w:pPr>
        <w:ind w:left="851"/>
      </w:pPr>
      <w:r w:rsidRPr="005B300D">
        <w:t xml:space="preserve">Asszisztálás </w:t>
      </w:r>
      <w:proofErr w:type="spellStart"/>
      <w:r w:rsidRPr="005B300D">
        <w:t>sztoma</w:t>
      </w:r>
      <w:proofErr w:type="spellEnd"/>
      <w:r w:rsidRPr="005B300D">
        <w:t xml:space="preserve"> ellátásnál</w:t>
      </w:r>
    </w:p>
    <w:p w:rsidR="005D696B" w:rsidRPr="005B300D" w:rsidRDefault="005D696B" w:rsidP="005D696B">
      <w:pPr>
        <w:ind w:left="851"/>
      </w:pPr>
      <w:r w:rsidRPr="005B300D">
        <w:t>Sebváladékok megfigyelése</w:t>
      </w:r>
    </w:p>
    <w:p w:rsidR="005D696B" w:rsidRPr="005B300D" w:rsidRDefault="005D696B" w:rsidP="005D696B">
      <w:pPr>
        <w:ind w:left="851"/>
      </w:pPr>
      <w:r w:rsidRPr="005B300D">
        <w:t>Segédkezés sebváladék vételénél</w:t>
      </w:r>
    </w:p>
    <w:p w:rsidR="005D696B" w:rsidRPr="005B300D" w:rsidRDefault="005D696B" w:rsidP="005D696B">
      <w:pPr>
        <w:ind w:left="851"/>
      </w:pPr>
      <w:r w:rsidRPr="005B300D">
        <w:t>Különböző típusú sebek ellátásában való közreműködés</w:t>
      </w:r>
    </w:p>
    <w:p w:rsidR="005D696B" w:rsidRPr="005B300D" w:rsidRDefault="005D696B" w:rsidP="005D696B">
      <w:pPr>
        <w:ind w:left="851"/>
      </w:pPr>
      <w:r w:rsidRPr="005B300D">
        <w:t>Csonttörések ellátásában való segédkezés</w:t>
      </w:r>
    </w:p>
    <w:p w:rsidR="005D696B" w:rsidRPr="005B300D" w:rsidRDefault="005D696B" w:rsidP="005D696B">
      <w:pPr>
        <w:ind w:left="851"/>
      </w:pPr>
      <w:r w:rsidRPr="005B300D">
        <w:t xml:space="preserve">Aszeptikus környezet megteremtése </w:t>
      </w:r>
    </w:p>
    <w:p w:rsidR="005D696B" w:rsidRPr="005B300D" w:rsidRDefault="005D696B" w:rsidP="005D696B">
      <w:pPr>
        <w:ind w:left="851"/>
      </w:pPr>
      <w:r w:rsidRPr="005B300D">
        <w:t xml:space="preserve">Vértelen </w:t>
      </w:r>
      <w:proofErr w:type="spellStart"/>
      <w:r w:rsidRPr="005B300D">
        <w:t>repozícióban</w:t>
      </w:r>
      <w:proofErr w:type="spellEnd"/>
      <w:r w:rsidRPr="005B300D">
        <w:t xml:space="preserve"> közreműködés</w:t>
      </w:r>
    </w:p>
    <w:p w:rsidR="005D696B" w:rsidRPr="005B300D" w:rsidRDefault="005D696B" w:rsidP="005D696B">
      <w:pPr>
        <w:ind w:left="851"/>
      </w:pPr>
      <w:r w:rsidRPr="005B300D">
        <w:t>Rögzítő kötések felhelyezésében közreműködés</w:t>
      </w:r>
    </w:p>
    <w:p w:rsidR="005D696B" w:rsidRPr="005B300D" w:rsidRDefault="005D696B" w:rsidP="005D696B">
      <w:pPr>
        <w:ind w:left="851"/>
      </w:pPr>
      <w:r w:rsidRPr="005B300D">
        <w:t xml:space="preserve">Gyógyászati segédeszközökkel kapcsolatos tájékoztatás </w:t>
      </w:r>
    </w:p>
    <w:p w:rsidR="005D696B" w:rsidRPr="005B300D" w:rsidRDefault="005D696B" w:rsidP="005D696B">
      <w:pPr>
        <w:ind w:left="851"/>
      </w:pPr>
      <w:r w:rsidRPr="005B300D">
        <w:t>Közreműködés gipsz felhelyezésében</w:t>
      </w:r>
    </w:p>
    <w:p w:rsidR="005D696B" w:rsidRPr="005B300D" w:rsidRDefault="005D696B" w:rsidP="005D696B">
      <w:pPr>
        <w:ind w:left="851"/>
      </w:pPr>
      <w:r w:rsidRPr="005B300D">
        <w:t>Fájdalomcsillapításban való közreműködés</w:t>
      </w:r>
    </w:p>
    <w:p w:rsidR="005D696B" w:rsidRPr="005B300D" w:rsidRDefault="005D696B" w:rsidP="005D696B">
      <w:pPr>
        <w:ind w:left="851"/>
      </w:pPr>
      <w:r w:rsidRPr="005B300D">
        <w:t>Ortopédiai szűréseknél való közreműködés – iskolások szűrővizsgálata</w:t>
      </w:r>
    </w:p>
    <w:p w:rsidR="005D696B" w:rsidRPr="005B300D" w:rsidRDefault="005D696B" w:rsidP="005D696B">
      <w:pPr>
        <w:ind w:left="851"/>
      </w:pPr>
      <w:r w:rsidRPr="005B300D">
        <w:t>Közreműködés csecsemők csípőtáji-szűrésénél</w:t>
      </w:r>
    </w:p>
    <w:p w:rsidR="005D696B" w:rsidRPr="005B300D" w:rsidRDefault="005D696B" w:rsidP="005D696B">
      <w:pPr>
        <w:ind w:left="851"/>
      </w:pPr>
      <w:r w:rsidRPr="005B300D">
        <w:t>A terápiás és diagnosztikus eljárások elvégzésnek rögzítése a számítógépes medikai rendszerben</w:t>
      </w:r>
    </w:p>
    <w:p w:rsidR="005D696B" w:rsidRPr="005B300D" w:rsidRDefault="005D696B" w:rsidP="005D696B">
      <w:pPr>
        <w:ind w:left="851"/>
      </w:pPr>
      <w:r w:rsidRPr="005B300D">
        <w:t>Vizsgálatkérő lapok kitöltése</w:t>
      </w:r>
    </w:p>
    <w:p w:rsidR="005D696B" w:rsidRPr="005B300D" w:rsidRDefault="005D696B" w:rsidP="005D696B">
      <w:pPr>
        <w:ind w:left="851"/>
      </w:pPr>
      <w:r w:rsidRPr="005B300D">
        <w:t>Betegszállítás megrendelése</w:t>
      </w:r>
    </w:p>
    <w:p w:rsidR="005D696B" w:rsidRPr="005B300D" w:rsidRDefault="005D696B" w:rsidP="005D696B">
      <w:pPr>
        <w:ind w:left="851"/>
      </w:pPr>
      <w:r w:rsidRPr="005B300D">
        <w:t>Számítógépes célprogramok használata</w:t>
      </w:r>
    </w:p>
    <w:p w:rsidR="005D696B" w:rsidRPr="005B300D" w:rsidRDefault="005D696B" w:rsidP="005D696B">
      <w:pPr>
        <w:ind w:left="851"/>
      </w:pPr>
      <w:r w:rsidRPr="005B300D">
        <w:t>Statisztikák, betegforgalmi összesítő lista készítése</w:t>
      </w:r>
    </w:p>
    <w:p w:rsidR="005D696B" w:rsidRPr="005B300D" w:rsidRDefault="005D696B" w:rsidP="005D696B">
      <w:pPr>
        <w:ind w:left="851"/>
        <w:rPr>
          <w:i/>
        </w:rPr>
      </w:pPr>
    </w:p>
    <w:p w:rsidR="005D696B" w:rsidRPr="005B300D" w:rsidRDefault="005D696B" w:rsidP="005D696B">
      <w:pPr>
        <w:ind w:left="851"/>
        <w:rPr>
          <w:i/>
        </w:rPr>
      </w:pPr>
      <w:r w:rsidRPr="005B300D">
        <w:rPr>
          <w:i/>
        </w:rPr>
        <w:t>Pszichiátria</w:t>
      </w:r>
    </w:p>
    <w:p w:rsidR="005D696B" w:rsidRPr="005B300D" w:rsidRDefault="005D696B" w:rsidP="005D696B">
      <w:pPr>
        <w:ind w:left="851"/>
      </w:pPr>
      <w:r w:rsidRPr="005B300D">
        <w:t>A szakrendelő munkájának, működésének bemutatása, megismerése</w:t>
      </w:r>
    </w:p>
    <w:p w:rsidR="005D696B" w:rsidRPr="005B300D" w:rsidRDefault="005D696B" w:rsidP="005D696B">
      <w:pPr>
        <w:ind w:left="851"/>
      </w:pPr>
      <w:r w:rsidRPr="005B300D">
        <w:t>Munkavédelmi, munkabiztonsági, környezetvédelmi és higiénés szabályok ismerete</w:t>
      </w:r>
    </w:p>
    <w:p w:rsidR="005D696B" w:rsidRPr="005B300D" w:rsidRDefault="005D696B" w:rsidP="005D696B">
      <w:pPr>
        <w:ind w:left="851"/>
      </w:pPr>
      <w:r w:rsidRPr="005B300D">
        <w:t>A betegváró, a rendelő, kezelő tisztaságának, a higiénés feltételeknek biztosítása</w:t>
      </w:r>
    </w:p>
    <w:p w:rsidR="005D696B" w:rsidRPr="005B300D" w:rsidRDefault="005D696B" w:rsidP="005D696B">
      <w:pPr>
        <w:ind w:left="851"/>
      </w:pPr>
      <w:r w:rsidRPr="005B300D">
        <w:t>Betegforgalom szervezése</w:t>
      </w:r>
    </w:p>
    <w:p w:rsidR="005D696B" w:rsidRPr="005B300D" w:rsidRDefault="005D696B" w:rsidP="005D696B">
      <w:pPr>
        <w:ind w:left="851"/>
      </w:pPr>
      <w:r w:rsidRPr="005B300D">
        <w:t>Betegbiztonság megteremtése</w:t>
      </w:r>
    </w:p>
    <w:p w:rsidR="005D696B" w:rsidRPr="005B300D" w:rsidRDefault="005D696B" w:rsidP="005D696B">
      <w:pPr>
        <w:ind w:left="851"/>
      </w:pPr>
      <w:r w:rsidRPr="005B300D">
        <w:t>Beteg fogadása,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A szakrendelés megkezdéséhez szükséges gyógyszerek, eszközök, gyógyászati anyagok biztosítása</w:t>
      </w:r>
    </w:p>
    <w:p w:rsidR="005D696B" w:rsidRPr="005B300D" w:rsidRDefault="005D696B" w:rsidP="005D696B">
      <w:pPr>
        <w:ind w:left="851"/>
      </w:pPr>
      <w:r w:rsidRPr="005B300D">
        <w:t>Gyógyszertárolás-, gyógyszerhűtő-, gyógyszerek lejárati idejének ellenőrzése, dokumentálása</w:t>
      </w:r>
    </w:p>
    <w:p w:rsidR="005D696B" w:rsidRPr="005B300D" w:rsidRDefault="005D696B" w:rsidP="005D696B">
      <w:pPr>
        <w:ind w:left="851"/>
      </w:pPr>
      <w:r w:rsidRPr="005B300D">
        <w:t>Veszélyes hulladék szabályszerű kezelése, tárolása, szállításra előkészítése, dokumentálása</w:t>
      </w:r>
    </w:p>
    <w:p w:rsidR="005D696B" w:rsidRPr="005B300D" w:rsidRDefault="005D696B" w:rsidP="005D696B">
      <w:pPr>
        <w:ind w:left="851"/>
      </w:pPr>
      <w:r w:rsidRPr="005B300D">
        <w:t>Előkészítés gyógyszereléshez, injekciózáshoz</w:t>
      </w:r>
    </w:p>
    <w:p w:rsidR="005D696B" w:rsidRPr="005B300D" w:rsidRDefault="005D696B" w:rsidP="005D696B">
      <w:pPr>
        <w:ind w:left="851"/>
      </w:pPr>
      <w:r w:rsidRPr="005B300D">
        <w:lastRenderedPageBreak/>
        <w:t>Segédkezés a gyógyszerbevitelben</w:t>
      </w:r>
    </w:p>
    <w:p w:rsidR="005D696B" w:rsidRPr="005B300D" w:rsidRDefault="005D696B" w:rsidP="005D696B">
      <w:pPr>
        <w:ind w:left="851"/>
      </w:pPr>
      <w:r w:rsidRPr="005B300D">
        <w:t>Segédkezés az ellátásra szoruló ember szükségleteinek kielégítésében</w:t>
      </w:r>
    </w:p>
    <w:p w:rsidR="005D696B" w:rsidRPr="005B300D" w:rsidRDefault="005D696B" w:rsidP="005D696B">
      <w:pPr>
        <w:ind w:left="851"/>
      </w:pPr>
      <w:r w:rsidRPr="005B300D">
        <w:t>Előkészítés pszichiátriai fizikális vizsgálatokhoz</w:t>
      </w:r>
    </w:p>
    <w:p w:rsidR="005D696B" w:rsidRPr="005B300D" w:rsidRDefault="005D696B" w:rsidP="005D696B">
      <w:pPr>
        <w:ind w:left="851"/>
      </w:pPr>
      <w:r w:rsidRPr="005B300D">
        <w:t>Pszichiátriai betegek felvétele szakrendelésre, gondozásra</w:t>
      </w:r>
    </w:p>
    <w:p w:rsidR="005D696B" w:rsidRPr="005B300D" w:rsidRDefault="005D696B" w:rsidP="005D696B">
      <w:pPr>
        <w:ind w:left="851"/>
      </w:pPr>
      <w:r w:rsidRPr="005B300D">
        <w:t>Beteg fogadása, azonnali és halasztható vizsgálatok eldöntésének megismerése</w:t>
      </w:r>
    </w:p>
    <w:p w:rsidR="005D696B" w:rsidRPr="005B300D" w:rsidRDefault="005D696B" w:rsidP="005D696B">
      <w:pPr>
        <w:ind w:left="851"/>
      </w:pPr>
      <w:r w:rsidRPr="005B300D">
        <w:t>Anamnézis felvételében való közreműködés</w:t>
      </w:r>
    </w:p>
    <w:p w:rsidR="005D696B" w:rsidRPr="005B300D" w:rsidRDefault="005D696B" w:rsidP="005D696B">
      <w:pPr>
        <w:ind w:left="851"/>
        <w:rPr>
          <w:rFonts w:eastAsia="Calibri"/>
        </w:rPr>
      </w:pPr>
      <w:r w:rsidRPr="005B300D">
        <w:rPr>
          <w:rFonts w:eastAsia="Calibri"/>
        </w:rPr>
        <w:t>Pszichiátriai betegségek tüneteinek megfigyelése, értékelése</w:t>
      </w:r>
    </w:p>
    <w:p w:rsidR="005D696B" w:rsidRPr="005B300D" w:rsidRDefault="005D696B" w:rsidP="005D696B">
      <w:pPr>
        <w:ind w:left="851"/>
        <w:rPr>
          <w:rFonts w:eastAsia="Calibri"/>
        </w:rPr>
      </w:pPr>
      <w:r w:rsidRPr="005B300D">
        <w:rPr>
          <w:rFonts w:eastAsia="Calibri"/>
        </w:rPr>
        <w:t xml:space="preserve">Speciális idegrendszeri vizsgálatok megfigyelése </w:t>
      </w:r>
    </w:p>
    <w:p w:rsidR="005D696B" w:rsidRPr="005B300D" w:rsidRDefault="005D696B" w:rsidP="005D696B">
      <w:pPr>
        <w:ind w:left="851"/>
        <w:rPr>
          <w:rFonts w:eastAsia="Calibri"/>
        </w:rPr>
      </w:pPr>
      <w:r w:rsidRPr="005B300D">
        <w:rPr>
          <w:rFonts w:eastAsia="Calibri"/>
        </w:rPr>
        <w:t xml:space="preserve">A pszichiátriai betegek szükségletek szerinti ellátása </w:t>
      </w:r>
    </w:p>
    <w:p w:rsidR="005D696B" w:rsidRPr="005B300D" w:rsidRDefault="005D696B" w:rsidP="005D696B">
      <w:pPr>
        <w:ind w:left="851"/>
      </w:pPr>
      <w:r w:rsidRPr="005B300D">
        <w:t xml:space="preserve">Közreműködés BECK teszt készítésében és </w:t>
      </w:r>
      <w:proofErr w:type="spellStart"/>
      <w:r w:rsidRPr="005B300D">
        <w:t>Haemilton-skála</w:t>
      </w:r>
      <w:proofErr w:type="spellEnd"/>
      <w:r w:rsidRPr="005B300D">
        <w:t xml:space="preserve"> felvételében</w:t>
      </w:r>
    </w:p>
    <w:p w:rsidR="005D696B" w:rsidRPr="005B300D" w:rsidRDefault="005D696B" w:rsidP="005D696B">
      <w:pPr>
        <w:ind w:left="851"/>
      </w:pPr>
      <w:r w:rsidRPr="005B300D">
        <w:t>Közreműködés egyéb pszichiátriai speciális vizsgálatokban, kezelésekben</w:t>
      </w:r>
    </w:p>
    <w:p w:rsidR="005D696B" w:rsidRPr="005B300D" w:rsidRDefault="005D696B" w:rsidP="005D696B">
      <w:pPr>
        <w:ind w:left="851"/>
      </w:pPr>
      <w:r w:rsidRPr="005B300D">
        <w:rPr>
          <w:rFonts w:eastAsia="Calibri"/>
        </w:rPr>
        <w:t xml:space="preserve">Veszélyeztető (ön- és közveszélyes) állapotok felismerése </w:t>
      </w:r>
    </w:p>
    <w:p w:rsidR="005D696B" w:rsidRPr="005B300D" w:rsidRDefault="005D696B" w:rsidP="005D696B">
      <w:pPr>
        <w:ind w:left="851"/>
      </w:pPr>
      <w:r w:rsidRPr="005B300D">
        <w:t>A terápiás és diagnosztikus eljárások elvégzésnek rögzítése a számítógépes medikai rendszerben</w:t>
      </w:r>
    </w:p>
    <w:p w:rsidR="005D696B" w:rsidRPr="005B300D" w:rsidRDefault="005D696B" w:rsidP="005D696B">
      <w:pPr>
        <w:ind w:left="851"/>
      </w:pPr>
      <w:r w:rsidRPr="005B300D">
        <w:t>Vizsgálatkérő lapok kitöltése</w:t>
      </w:r>
    </w:p>
    <w:p w:rsidR="005D696B" w:rsidRPr="005B300D" w:rsidRDefault="005D696B" w:rsidP="005D696B">
      <w:pPr>
        <w:ind w:left="851"/>
      </w:pPr>
      <w:r w:rsidRPr="005B300D">
        <w:t xml:space="preserve">Tájékoztatás a rehabilitációs lehetőségekről és a szociális ellátások igénybevételéről </w:t>
      </w:r>
    </w:p>
    <w:p w:rsidR="005D696B" w:rsidRPr="005B300D" w:rsidRDefault="005D696B" w:rsidP="005D696B">
      <w:pPr>
        <w:ind w:left="851"/>
      </w:pPr>
      <w:r w:rsidRPr="005B300D">
        <w:t>Betegszállítás megrendelése</w:t>
      </w:r>
    </w:p>
    <w:p w:rsidR="005D696B" w:rsidRPr="005B300D" w:rsidRDefault="005D696B" w:rsidP="005D696B">
      <w:pPr>
        <w:ind w:left="851"/>
      </w:pPr>
      <w:r w:rsidRPr="005B300D">
        <w:t>Számítógépes célprogramok használata</w:t>
      </w:r>
    </w:p>
    <w:p w:rsidR="005D696B" w:rsidRPr="005B300D" w:rsidRDefault="005D696B" w:rsidP="005D696B">
      <w:pPr>
        <w:ind w:left="851"/>
      </w:pPr>
      <w:r w:rsidRPr="005B300D">
        <w:t>Statisztikák, betegforgalmi lista készítése</w:t>
      </w:r>
    </w:p>
    <w:p w:rsidR="005D696B" w:rsidRPr="005B300D" w:rsidRDefault="005D696B" w:rsidP="005D696B">
      <w:pPr>
        <w:ind w:left="851"/>
      </w:pPr>
      <w:r w:rsidRPr="005B300D">
        <w:t>Egészségügyi kódrendszerek ismerete</w:t>
      </w:r>
    </w:p>
    <w:p w:rsidR="005D696B" w:rsidRPr="005B300D" w:rsidRDefault="005D696B" w:rsidP="005D696B">
      <w:pPr>
        <w:ind w:left="851"/>
      </w:pPr>
      <w:r w:rsidRPr="005B300D">
        <w:t>Adatok dokumentálása</w:t>
      </w:r>
    </w:p>
    <w:p w:rsidR="005D696B" w:rsidRPr="005B300D" w:rsidRDefault="005D696B" w:rsidP="005D696B">
      <w:pPr>
        <w:ind w:left="851"/>
      </w:pPr>
    </w:p>
    <w:p w:rsidR="005D696B" w:rsidRPr="005B300D" w:rsidRDefault="005D696B" w:rsidP="005D696B">
      <w:pPr>
        <w:ind w:left="851"/>
        <w:rPr>
          <w:i/>
        </w:rPr>
      </w:pPr>
      <w:r w:rsidRPr="005B300D">
        <w:rPr>
          <w:i/>
        </w:rPr>
        <w:t>Nőgyógyászat</w:t>
      </w:r>
    </w:p>
    <w:p w:rsidR="005D696B" w:rsidRPr="005B300D" w:rsidRDefault="005D696B" w:rsidP="005D696B">
      <w:pPr>
        <w:ind w:left="851"/>
      </w:pPr>
      <w:r w:rsidRPr="005B300D">
        <w:t>A szakrendelő munkájának, működésének bemutatása, megismerése</w:t>
      </w:r>
    </w:p>
    <w:p w:rsidR="005D696B" w:rsidRPr="005B300D" w:rsidRDefault="005D696B" w:rsidP="005D696B">
      <w:pPr>
        <w:ind w:left="851"/>
      </w:pPr>
      <w:r w:rsidRPr="005B300D">
        <w:t>Munkavédelmi, munkabiztonsági, környezetvédelmi és higiénés szabályok ismerete</w:t>
      </w:r>
    </w:p>
    <w:p w:rsidR="005D696B" w:rsidRPr="005B300D" w:rsidRDefault="005D696B" w:rsidP="005D696B">
      <w:pPr>
        <w:ind w:left="851"/>
      </w:pPr>
      <w:r w:rsidRPr="005B300D">
        <w:t>A betegváró, a rendelő, kezelő tisztaságának, a higiénés feltételeknek biztosítása</w:t>
      </w:r>
    </w:p>
    <w:p w:rsidR="005D696B" w:rsidRPr="005B300D" w:rsidRDefault="005D696B" w:rsidP="005D696B">
      <w:pPr>
        <w:ind w:left="851"/>
      </w:pPr>
      <w:r w:rsidRPr="005B300D">
        <w:t>Gyógyszertárolás-, gyógyszerhűtő-, gyógyszerek lejárati idejének ellenőrzése, dokumentálása</w:t>
      </w:r>
    </w:p>
    <w:p w:rsidR="005D696B" w:rsidRPr="005B300D" w:rsidRDefault="005D696B" w:rsidP="005D696B">
      <w:pPr>
        <w:ind w:left="851"/>
      </w:pPr>
      <w:r w:rsidRPr="005B300D">
        <w:t>Veszélyes hulladék szabályszerű kezelése, tárolása, szállításra előkészítése, dokumentálása</w:t>
      </w:r>
    </w:p>
    <w:p w:rsidR="005D696B" w:rsidRPr="005B300D" w:rsidRDefault="005D696B" w:rsidP="005D696B">
      <w:pPr>
        <w:ind w:left="851"/>
      </w:pPr>
      <w:r w:rsidRPr="005B300D">
        <w:t>Betegforgalom szervezése</w:t>
      </w:r>
    </w:p>
    <w:p w:rsidR="005D696B" w:rsidRPr="005B300D" w:rsidRDefault="005D696B" w:rsidP="005D696B">
      <w:pPr>
        <w:ind w:left="851"/>
      </w:pPr>
      <w:r w:rsidRPr="005B300D">
        <w:t>Beteg fogadása,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Műszerek, eszközök előkészítése különböző vizsgálatokhoz, beavatkozásokhoz</w:t>
      </w:r>
    </w:p>
    <w:p w:rsidR="005D696B" w:rsidRPr="005B300D" w:rsidRDefault="005D696B" w:rsidP="005D696B">
      <w:pPr>
        <w:ind w:left="851"/>
      </w:pPr>
      <w:r w:rsidRPr="005B300D">
        <w:t>Eszközök fertőtlenítése, sterilizálásra való előkészítése</w:t>
      </w:r>
    </w:p>
    <w:p w:rsidR="005D696B" w:rsidRPr="005B300D" w:rsidRDefault="005D696B" w:rsidP="005D696B">
      <w:pPr>
        <w:ind w:left="851"/>
      </w:pPr>
      <w:r w:rsidRPr="005B300D">
        <w:t>Segédkezés a beteg fizikális vizsgálatánál, beavatkozásoknál, a beteg pozicionálása</w:t>
      </w:r>
    </w:p>
    <w:p w:rsidR="005D696B" w:rsidRPr="005B300D" w:rsidRDefault="005D696B" w:rsidP="005D696B">
      <w:pPr>
        <w:ind w:left="851"/>
      </w:pPr>
      <w:r w:rsidRPr="005B300D">
        <w:t xml:space="preserve">Asszisztálás a </w:t>
      </w:r>
      <w:proofErr w:type="spellStart"/>
      <w:r w:rsidRPr="005B300D">
        <w:t>cytologiai</w:t>
      </w:r>
      <w:proofErr w:type="spellEnd"/>
      <w:r w:rsidRPr="005B300D">
        <w:t xml:space="preserve"> kenetvételnél és </w:t>
      </w:r>
      <w:proofErr w:type="spellStart"/>
      <w:r w:rsidRPr="005B300D">
        <w:t>kolposzkopos</w:t>
      </w:r>
      <w:proofErr w:type="spellEnd"/>
      <w:r w:rsidRPr="005B300D">
        <w:t xml:space="preserve"> vizsgálatnál</w:t>
      </w:r>
    </w:p>
    <w:p w:rsidR="005D696B" w:rsidRPr="005B300D" w:rsidRDefault="005D696B" w:rsidP="005D696B">
      <w:pPr>
        <w:ind w:left="851"/>
      </w:pPr>
      <w:r w:rsidRPr="005B300D">
        <w:t>Hüvelyváladék laboratóriumba küldése protokoll szerint</w:t>
      </w:r>
    </w:p>
    <w:p w:rsidR="005D696B" w:rsidRPr="005B300D" w:rsidRDefault="005D696B" w:rsidP="005D696B">
      <w:pPr>
        <w:ind w:left="851"/>
      </w:pPr>
      <w:proofErr w:type="spellStart"/>
      <w:r w:rsidRPr="005B300D">
        <w:t>Cytológiai</w:t>
      </w:r>
      <w:proofErr w:type="spellEnd"/>
      <w:r w:rsidRPr="005B300D">
        <w:t xml:space="preserve"> vizsgálat eredményeinek osztályozása, kóros leletek kiemelése, betegkövetés, kiértesítés kontroll vizsgálatra</w:t>
      </w:r>
    </w:p>
    <w:p w:rsidR="005D696B" w:rsidRPr="005B300D" w:rsidRDefault="005D696B" w:rsidP="005D696B">
      <w:pPr>
        <w:ind w:left="851"/>
      </w:pPr>
      <w:r w:rsidRPr="005B300D">
        <w:t>Speciális nőgyógyászati szakrendelés munkájának megfigyelése (</w:t>
      </w:r>
      <w:proofErr w:type="spellStart"/>
      <w:r w:rsidRPr="005B300D">
        <w:t>menopausa</w:t>
      </w:r>
      <w:proofErr w:type="spellEnd"/>
      <w:r w:rsidRPr="005B300D">
        <w:t>, inkontinencia, HPV rendelés) a megjelent betegek folyamatos követése</w:t>
      </w:r>
    </w:p>
    <w:p w:rsidR="005D696B" w:rsidRPr="005B300D" w:rsidRDefault="005D696B" w:rsidP="005D696B">
      <w:pPr>
        <w:ind w:left="851"/>
      </w:pPr>
      <w:r w:rsidRPr="005B300D">
        <w:t>Speciális vizsgálatok és a vizsgálati anyagok megfelelő helyre továbbítása protokoll szerint</w:t>
      </w:r>
    </w:p>
    <w:p w:rsidR="005D696B" w:rsidRPr="005B300D" w:rsidRDefault="005D696B" w:rsidP="005D696B">
      <w:pPr>
        <w:ind w:left="851"/>
      </w:pPr>
      <w:r w:rsidRPr="005B300D">
        <w:t>Gyermek/tinédzser nőgyógyászati szakrendelések munkájának megismerése</w:t>
      </w:r>
    </w:p>
    <w:p w:rsidR="005D696B" w:rsidRPr="005B300D" w:rsidRDefault="005D696B" w:rsidP="005D696B">
      <w:pPr>
        <w:ind w:left="851"/>
      </w:pPr>
      <w:r w:rsidRPr="005B300D">
        <w:t>Előkészítés hatósági vizsgálatokhoz, a hatósági vizsgálatok dokumentációja</w:t>
      </w:r>
    </w:p>
    <w:p w:rsidR="005D696B" w:rsidRPr="005B300D" w:rsidRDefault="005D696B" w:rsidP="005D696B">
      <w:pPr>
        <w:ind w:left="851"/>
      </w:pPr>
      <w:r w:rsidRPr="005B300D">
        <w:t>Vizeletvizsgálat elvégzése gyorsteszttel</w:t>
      </w:r>
    </w:p>
    <w:p w:rsidR="005D696B" w:rsidRPr="005B300D" w:rsidRDefault="005D696B" w:rsidP="005D696B">
      <w:pPr>
        <w:ind w:left="851"/>
      </w:pPr>
      <w:r w:rsidRPr="005B300D">
        <w:t xml:space="preserve">Aszeptikus környezet megteremtése vizsgálatokhoz, beavatkozásokhoz </w:t>
      </w:r>
    </w:p>
    <w:p w:rsidR="005D696B" w:rsidRPr="005B300D" w:rsidRDefault="005D696B" w:rsidP="005D696B">
      <w:pPr>
        <w:ind w:left="851"/>
      </w:pPr>
      <w:r w:rsidRPr="005B300D">
        <w:lastRenderedPageBreak/>
        <w:t>A terápiás és diagnosztikus eljárások elvégzésnek rögzítése a számítógépes medikai rendszerben</w:t>
      </w:r>
    </w:p>
    <w:p w:rsidR="005D696B" w:rsidRPr="005B300D" w:rsidRDefault="005D696B" w:rsidP="005D696B">
      <w:pPr>
        <w:ind w:left="851"/>
      </w:pPr>
      <w:r w:rsidRPr="005B300D">
        <w:t>Vizsgálatkérő lapok kitöltése</w:t>
      </w:r>
    </w:p>
    <w:p w:rsidR="005D696B" w:rsidRPr="005B300D" w:rsidRDefault="005D696B" w:rsidP="005D696B">
      <w:pPr>
        <w:ind w:left="851"/>
      </w:pPr>
      <w:r w:rsidRPr="005B300D">
        <w:t xml:space="preserve">Tájékoztatás a rehabilitációs lehetőségekről és a szociális ellátások igénybevételéről </w:t>
      </w:r>
    </w:p>
    <w:p w:rsidR="005D696B" w:rsidRPr="005B300D" w:rsidRDefault="005D696B" w:rsidP="005D696B">
      <w:pPr>
        <w:ind w:left="851"/>
      </w:pPr>
      <w:r w:rsidRPr="005B300D">
        <w:t>Számítógépes célprogramok használata</w:t>
      </w:r>
    </w:p>
    <w:p w:rsidR="005D696B" w:rsidRPr="005B300D" w:rsidRDefault="005D696B" w:rsidP="005D696B">
      <w:pPr>
        <w:ind w:left="851"/>
      </w:pPr>
      <w:r w:rsidRPr="005B300D">
        <w:t>Statisztikák, betegforgalmi lista készítése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Diagnosztikai gyakorlatok</w:t>
      </w:r>
      <w:r w:rsidRPr="005B300D">
        <w:rPr>
          <w:b/>
          <w:i/>
        </w:rPr>
        <w:tab/>
        <w:t>43 óra</w:t>
      </w:r>
    </w:p>
    <w:p w:rsidR="005D696B" w:rsidRPr="005B300D" w:rsidRDefault="005D696B" w:rsidP="005D696B">
      <w:pPr>
        <w:ind w:left="851"/>
        <w:rPr>
          <w:i/>
        </w:rPr>
      </w:pPr>
      <w:r w:rsidRPr="005B300D">
        <w:rPr>
          <w:i/>
        </w:rPr>
        <w:t>Laboratórium</w:t>
      </w:r>
    </w:p>
    <w:p w:rsidR="005D696B" w:rsidRPr="005B300D" w:rsidRDefault="005D696B" w:rsidP="005D696B">
      <w:pPr>
        <w:ind w:left="851"/>
      </w:pPr>
      <w:r w:rsidRPr="005B300D">
        <w:t>A laboratórium munkájának, működésének megismerése</w:t>
      </w:r>
    </w:p>
    <w:p w:rsidR="005D696B" w:rsidRPr="005B300D" w:rsidRDefault="005D696B" w:rsidP="005D696B">
      <w:pPr>
        <w:ind w:left="851"/>
      </w:pPr>
      <w:r w:rsidRPr="005B300D">
        <w:t>Munkavédelmi, munkabiztonsági, környezetvédelmi és higiénés szabályok ismerete</w:t>
      </w:r>
    </w:p>
    <w:p w:rsidR="005D696B" w:rsidRPr="005B300D" w:rsidRDefault="005D696B" w:rsidP="005D696B">
      <w:pPr>
        <w:ind w:left="851"/>
      </w:pPr>
      <w:r w:rsidRPr="005B300D">
        <w:t>A betegváró, a laboratórium tisztaságának, a higiénés feltételeknek biztosítása</w:t>
      </w:r>
    </w:p>
    <w:p w:rsidR="005D696B" w:rsidRPr="005B300D" w:rsidRDefault="005D696B" w:rsidP="005D696B">
      <w:pPr>
        <w:ind w:left="851"/>
      </w:pPr>
      <w:r w:rsidRPr="005B300D">
        <w:t>Vegyszerek lejárati idejének ellenőrzése, dokumentálása</w:t>
      </w:r>
    </w:p>
    <w:p w:rsidR="005D696B" w:rsidRPr="005B300D" w:rsidRDefault="005D696B" w:rsidP="005D696B">
      <w:pPr>
        <w:ind w:left="851"/>
      </w:pPr>
      <w:r w:rsidRPr="005B300D">
        <w:t>Veszélyes hulladék szabályszerű kezelése, tárolása, szállításra előkészítése, dokumentálása</w:t>
      </w:r>
    </w:p>
    <w:p w:rsidR="005D696B" w:rsidRPr="005B300D" w:rsidRDefault="005D696B" w:rsidP="005D696B">
      <w:pPr>
        <w:ind w:left="851"/>
      </w:pPr>
      <w:r w:rsidRPr="005B300D">
        <w:t>Betegforgalom szervezése</w:t>
      </w:r>
    </w:p>
    <w:p w:rsidR="005D696B" w:rsidRPr="005B300D" w:rsidRDefault="005D696B" w:rsidP="005D696B">
      <w:pPr>
        <w:ind w:left="851"/>
      </w:pPr>
      <w:r w:rsidRPr="005B300D">
        <w:t>Betegbiztonság megteremtése</w:t>
      </w:r>
    </w:p>
    <w:p w:rsidR="005D696B" w:rsidRPr="005B300D" w:rsidRDefault="005D696B" w:rsidP="005D696B">
      <w:pPr>
        <w:ind w:left="851"/>
      </w:pPr>
      <w:r w:rsidRPr="005B300D">
        <w:t>Beteg fogadása,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Gyermekek mintavételének előkészítése, a gyermek pszichés megnyugtatás, minta levétele</w:t>
      </w:r>
    </w:p>
    <w:p w:rsidR="005D696B" w:rsidRPr="005B300D" w:rsidRDefault="005D696B" w:rsidP="005D696B">
      <w:pPr>
        <w:ind w:left="851"/>
      </w:pPr>
      <w:r w:rsidRPr="005B300D">
        <w:t>Mintavétel menete, szabályai, higiénés szabályok biztosítása</w:t>
      </w:r>
    </w:p>
    <w:p w:rsidR="005D696B" w:rsidRPr="005B300D" w:rsidRDefault="005D696B" w:rsidP="005D696B">
      <w:pPr>
        <w:ind w:left="851"/>
      </w:pPr>
      <w:r w:rsidRPr="005B300D">
        <w:t>Vér és vizelet, valamint egyéb váladékok mintavétele</w:t>
      </w:r>
    </w:p>
    <w:p w:rsidR="005D696B" w:rsidRPr="005B300D" w:rsidRDefault="005D696B" w:rsidP="005D696B">
      <w:pPr>
        <w:ind w:left="851"/>
      </w:pPr>
      <w:r w:rsidRPr="005B300D">
        <w:t>Vizsgálati minták kezelésének szabályai</w:t>
      </w:r>
    </w:p>
    <w:p w:rsidR="005D696B" w:rsidRPr="005B300D" w:rsidRDefault="005D696B" w:rsidP="005D696B">
      <w:pPr>
        <w:ind w:left="851"/>
      </w:pPr>
      <w:r w:rsidRPr="005B300D">
        <w:t>Aszeptikus környezet megteremtése vizsgálatokhoz, beavatkozásokhoz</w:t>
      </w:r>
    </w:p>
    <w:p w:rsidR="005D696B" w:rsidRPr="005B300D" w:rsidRDefault="005D696B" w:rsidP="005D696B">
      <w:pPr>
        <w:ind w:left="851"/>
      </w:pPr>
      <w:r w:rsidRPr="005B300D">
        <w:t>Laboratóriumi minták központi laboratóriumba szállításának protokoll szerinti előkészítése</w:t>
      </w:r>
    </w:p>
    <w:p w:rsidR="005D696B" w:rsidRPr="005B300D" w:rsidRDefault="005D696B" w:rsidP="005D696B">
      <w:pPr>
        <w:ind w:left="851"/>
      </w:pPr>
      <w:r w:rsidRPr="005B300D">
        <w:t>Labor minták elszállításának megszervezése</w:t>
      </w:r>
    </w:p>
    <w:p w:rsidR="005D696B" w:rsidRPr="005B300D" w:rsidRDefault="005D696B" w:rsidP="005D696B">
      <w:pPr>
        <w:ind w:left="851"/>
      </w:pPr>
      <w:r w:rsidRPr="005B300D">
        <w:t>Terheléses és speciális laborvizsgálatok megfigyelése</w:t>
      </w:r>
    </w:p>
    <w:p w:rsidR="005D696B" w:rsidRPr="005B300D" w:rsidRDefault="005D696B" w:rsidP="005D696B">
      <w:pPr>
        <w:ind w:left="851"/>
      </w:pPr>
      <w:r w:rsidRPr="005B300D">
        <w:t>Különböző vizsgálatok elvégzése gyorstesztekkel</w:t>
      </w:r>
    </w:p>
    <w:p w:rsidR="005D696B" w:rsidRPr="005B300D" w:rsidRDefault="005D696B" w:rsidP="005D696B">
      <w:pPr>
        <w:ind w:left="851"/>
      </w:pPr>
      <w:r w:rsidRPr="005B300D">
        <w:t>Vizsgálati eredmények rögzítése, átadása</w:t>
      </w:r>
    </w:p>
    <w:p w:rsidR="005D696B" w:rsidRPr="005B300D" w:rsidRDefault="005D696B" w:rsidP="005D696B">
      <w:pPr>
        <w:ind w:left="851"/>
      </w:pPr>
      <w:r w:rsidRPr="005B300D">
        <w:t>Számítógépes célprogramok használata</w:t>
      </w:r>
    </w:p>
    <w:p w:rsidR="005D696B" w:rsidRPr="005B300D" w:rsidRDefault="005D696B" w:rsidP="005D696B">
      <w:pPr>
        <w:ind w:left="851"/>
      </w:pPr>
      <w:r w:rsidRPr="005B300D">
        <w:t>Statisztikák, betegforgalmi lista készítése</w:t>
      </w:r>
    </w:p>
    <w:p w:rsidR="005D696B" w:rsidRPr="005B300D" w:rsidRDefault="005D696B" w:rsidP="005D696B">
      <w:pPr>
        <w:ind w:left="851"/>
      </w:pPr>
      <w:r w:rsidRPr="005B300D">
        <w:t>Egészségügyi kódrendszerek ismerete</w:t>
      </w:r>
    </w:p>
    <w:p w:rsidR="005D696B" w:rsidRPr="005B300D" w:rsidRDefault="005D696B" w:rsidP="005D696B">
      <w:pPr>
        <w:ind w:left="851"/>
      </w:pPr>
      <w:r w:rsidRPr="005B300D">
        <w:t>Adatok dokumentálása</w:t>
      </w:r>
    </w:p>
    <w:p w:rsidR="005D696B" w:rsidRPr="005B300D" w:rsidRDefault="005D696B" w:rsidP="005D696B">
      <w:pPr>
        <w:widowControl w:val="0"/>
        <w:tabs>
          <w:tab w:val="left" w:pos="1710"/>
        </w:tabs>
        <w:suppressAutoHyphens/>
        <w:ind w:left="851"/>
      </w:pPr>
    </w:p>
    <w:p w:rsidR="005D696B" w:rsidRPr="005B300D" w:rsidRDefault="005D696B" w:rsidP="005D696B">
      <w:pPr>
        <w:ind w:left="851"/>
        <w:rPr>
          <w:i/>
        </w:rPr>
      </w:pPr>
      <w:r w:rsidRPr="005B300D">
        <w:rPr>
          <w:i/>
        </w:rPr>
        <w:t>Képalkotó diagnosztika</w:t>
      </w:r>
    </w:p>
    <w:p w:rsidR="005D696B" w:rsidRPr="005B300D" w:rsidRDefault="005D696B" w:rsidP="005D696B">
      <w:pPr>
        <w:ind w:left="851"/>
      </w:pPr>
      <w:r w:rsidRPr="005B300D">
        <w:t xml:space="preserve">A különböző radiológiai szakterületek munkájának, működésének bemutatása, megismerése (RTG, </w:t>
      </w:r>
      <w:proofErr w:type="gramStart"/>
      <w:r w:rsidRPr="005B300D">
        <w:t>UH</w:t>
      </w:r>
      <w:proofErr w:type="gramEnd"/>
      <w:r w:rsidRPr="005B300D">
        <w:t>)</w:t>
      </w:r>
    </w:p>
    <w:p w:rsidR="005D696B" w:rsidRPr="005B300D" w:rsidRDefault="005D696B" w:rsidP="005D696B">
      <w:pPr>
        <w:ind w:left="851"/>
      </w:pPr>
      <w:r w:rsidRPr="005B300D">
        <w:t>Munkavédelmi, munkabiztonsági, környezetvédelmi és higiénés szabályok ismerete</w:t>
      </w:r>
    </w:p>
    <w:p w:rsidR="005D696B" w:rsidRPr="005B300D" w:rsidRDefault="005D696B" w:rsidP="005D696B">
      <w:pPr>
        <w:ind w:left="851"/>
      </w:pPr>
      <w:r w:rsidRPr="005B300D">
        <w:t>A betegváró, a vizsgáló helyiség tisztaságának, a higiénés feltételeknek biztosítása</w:t>
      </w:r>
    </w:p>
    <w:p w:rsidR="005D696B" w:rsidRPr="005B300D" w:rsidRDefault="005D696B" w:rsidP="005D696B">
      <w:pPr>
        <w:ind w:left="851"/>
      </w:pPr>
      <w:r w:rsidRPr="005B300D">
        <w:t>Gyógyszertárolás-, gyógyszerhűtő-, gyógyszerek lejárati idejének ellenőrzése, dokumentálása</w:t>
      </w:r>
    </w:p>
    <w:p w:rsidR="005D696B" w:rsidRPr="005B300D" w:rsidRDefault="005D696B" w:rsidP="005D696B">
      <w:pPr>
        <w:ind w:left="851"/>
      </w:pPr>
      <w:r w:rsidRPr="005B300D">
        <w:t>Veszélyes hulladék szabályszerű kezelése, tárolása, szállításra előkészítése, dokumentálása</w:t>
      </w:r>
    </w:p>
    <w:p w:rsidR="005D696B" w:rsidRPr="005B300D" w:rsidRDefault="005D696B" w:rsidP="005D696B">
      <w:pPr>
        <w:ind w:left="851"/>
      </w:pPr>
      <w:r w:rsidRPr="005B300D">
        <w:t>Betegforgalom szervezése</w:t>
      </w:r>
    </w:p>
    <w:p w:rsidR="005D696B" w:rsidRPr="005B300D" w:rsidRDefault="005D696B" w:rsidP="005D696B">
      <w:pPr>
        <w:ind w:left="851"/>
      </w:pPr>
      <w:r w:rsidRPr="005B300D">
        <w:t>Betegbiztonság megteremtése</w:t>
      </w:r>
    </w:p>
    <w:p w:rsidR="005D696B" w:rsidRPr="005B300D" w:rsidRDefault="005D696B" w:rsidP="005D696B">
      <w:pPr>
        <w:ind w:left="851"/>
      </w:pPr>
      <w:r w:rsidRPr="005B300D">
        <w:lastRenderedPageBreak/>
        <w:t>Beteg fogadása,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Betegek és dolgozók sugárvédelme</w:t>
      </w:r>
    </w:p>
    <w:p w:rsidR="005D696B" w:rsidRPr="005B300D" w:rsidRDefault="005D696B" w:rsidP="005D696B">
      <w:pPr>
        <w:ind w:left="851"/>
      </w:pPr>
      <w:r w:rsidRPr="005B300D">
        <w:t>Doziméter használata</w:t>
      </w:r>
    </w:p>
    <w:p w:rsidR="005D696B" w:rsidRPr="005B300D" w:rsidRDefault="005D696B" w:rsidP="005D696B">
      <w:pPr>
        <w:ind w:left="851"/>
      </w:pPr>
      <w:r w:rsidRPr="005B300D">
        <w:t xml:space="preserve">Digitális RTG készítésének megfigyelése, </w:t>
      </w:r>
    </w:p>
    <w:p w:rsidR="005D696B" w:rsidRPr="005B300D" w:rsidRDefault="005D696B" w:rsidP="005D696B">
      <w:pPr>
        <w:ind w:left="851"/>
      </w:pPr>
      <w:r w:rsidRPr="005B300D">
        <w:t>Különböző röntgen vizsgálatok, a vizsgálatok protokolljának megismerése</w:t>
      </w:r>
    </w:p>
    <w:p w:rsidR="005D696B" w:rsidRPr="005B300D" w:rsidRDefault="005D696B" w:rsidP="005D696B">
      <w:pPr>
        <w:ind w:left="851"/>
      </w:pPr>
      <w:r w:rsidRPr="005B300D">
        <w:t>Vizsgálatok előkészítésének megfigyelése</w:t>
      </w:r>
    </w:p>
    <w:p w:rsidR="005D696B" w:rsidRPr="005B300D" w:rsidRDefault="005D696B" w:rsidP="005D696B">
      <w:pPr>
        <w:ind w:left="851"/>
      </w:pPr>
      <w:r w:rsidRPr="005B300D">
        <w:t>Vizsgálatok elvégzésében való közreműködés, a beteg pozicionálása, hely- és helyzetváltoztatásának segítése</w:t>
      </w:r>
    </w:p>
    <w:p w:rsidR="005D696B" w:rsidRPr="005B300D" w:rsidRDefault="005D696B" w:rsidP="005D696B">
      <w:pPr>
        <w:ind w:left="851"/>
      </w:pPr>
      <w:r w:rsidRPr="005B300D">
        <w:t xml:space="preserve">Beteg </w:t>
      </w:r>
      <w:proofErr w:type="gramStart"/>
      <w:r w:rsidRPr="005B300D">
        <w:t>előkészítése</w:t>
      </w:r>
      <w:proofErr w:type="gramEnd"/>
      <w:r w:rsidRPr="005B300D">
        <w:t xml:space="preserve"> UH, Doppler vizsgálatokhoz</w:t>
      </w:r>
    </w:p>
    <w:p w:rsidR="005D696B" w:rsidRPr="005B300D" w:rsidRDefault="005D696B" w:rsidP="005D696B">
      <w:pPr>
        <w:ind w:left="851"/>
      </w:pPr>
      <w:r w:rsidRPr="005B300D">
        <w:t>Képalkotó vizsgálatok specialitásai gyermekkorban és terhes nőknél</w:t>
      </w:r>
    </w:p>
    <w:p w:rsidR="005D696B" w:rsidRPr="005B300D" w:rsidRDefault="005D696B" w:rsidP="005D696B">
      <w:pPr>
        <w:ind w:left="851"/>
      </w:pPr>
      <w:r w:rsidRPr="005B300D">
        <w:t>Eszközök használat utáni fertőtlenítése</w:t>
      </w:r>
    </w:p>
    <w:p w:rsidR="005D696B" w:rsidRPr="005B300D" w:rsidRDefault="005D696B" w:rsidP="005D696B">
      <w:pPr>
        <w:ind w:left="851"/>
      </w:pPr>
      <w:r w:rsidRPr="005B300D">
        <w:t>Vizsgálatok eredményének rögzítése, leletezése, dokumentálás, számítógépes célprogramok használata</w:t>
      </w:r>
    </w:p>
    <w:p w:rsidR="005D696B" w:rsidRPr="005B300D" w:rsidRDefault="005D696B" w:rsidP="005D696B">
      <w:pPr>
        <w:ind w:left="851"/>
      </w:pPr>
      <w:r w:rsidRPr="005B300D">
        <w:t>Statisztikák, betegforgalmi lista készítése</w:t>
      </w:r>
    </w:p>
    <w:p w:rsidR="005D696B" w:rsidRPr="005B300D" w:rsidRDefault="005D696B" w:rsidP="005D696B">
      <w:pPr>
        <w:ind w:left="851"/>
      </w:pPr>
      <w:r w:rsidRPr="005B300D">
        <w:t>Képarchiválási módszerek megfigyelése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Gondozás</w:t>
      </w:r>
      <w:r w:rsidRPr="005B300D">
        <w:rPr>
          <w:b/>
          <w:i/>
        </w:rPr>
        <w:tab/>
        <w:t>18 óra/18 óra</w:t>
      </w:r>
    </w:p>
    <w:p w:rsidR="005D696B" w:rsidRPr="005B300D" w:rsidRDefault="005D696B" w:rsidP="005D696B">
      <w:pPr>
        <w:ind w:left="851"/>
      </w:pPr>
      <w:r w:rsidRPr="005B300D">
        <w:t>Beteg fogadása, a társadalombiztosításhoz kapcsolódó jogosultságok ellenőrzése, betegazonosítás végzése, külföldi és biztosítással nem rendelkező betegek adminisztrációja</w:t>
      </w:r>
    </w:p>
    <w:p w:rsidR="005D696B" w:rsidRPr="005B300D" w:rsidRDefault="005D696B" w:rsidP="005D696B">
      <w:pPr>
        <w:ind w:left="851"/>
      </w:pPr>
      <w:r w:rsidRPr="005B300D">
        <w:t>A betegváró, a rendelő/gondozó tisztaságának, a higiénés feltételeknek biztosítása</w:t>
      </w:r>
    </w:p>
    <w:p w:rsidR="005D696B" w:rsidRPr="005B300D" w:rsidRDefault="005D696B" w:rsidP="005D696B">
      <w:pPr>
        <w:ind w:left="851"/>
      </w:pPr>
      <w:r w:rsidRPr="005B300D">
        <w:t>Gondozói tevékenység bemutatása különböző gondozási területeken, valamint a rehabilitációs osztályon/szakrendelésen</w:t>
      </w:r>
    </w:p>
    <w:p w:rsidR="005D696B" w:rsidRPr="005B300D" w:rsidRDefault="005D696B" w:rsidP="005D696B">
      <w:pPr>
        <w:ind w:left="851"/>
      </w:pPr>
      <w:r w:rsidRPr="005B300D">
        <w:t>Gondozás folyamata</w:t>
      </w:r>
    </w:p>
    <w:p w:rsidR="005D696B" w:rsidRPr="005B300D" w:rsidRDefault="005D696B" w:rsidP="005D696B">
      <w:pPr>
        <w:ind w:left="851"/>
      </w:pPr>
      <w:r w:rsidRPr="005B300D">
        <w:t>Tájékoztatás a gyógyászati segédeszközök igénybevételéről, alkalmazásáról, kihordási idejéről</w:t>
      </w:r>
    </w:p>
    <w:p w:rsidR="005D696B" w:rsidRPr="005B300D" w:rsidRDefault="005D696B" w:rsidP="005D696B">
      <w:pPr>
        <w:ind w:left="851"/>
      </w:pPr>
      <w:r w:rsidRPr="005B300D">
        <w:t>Közreműködés a beteg edukációban a gyógyászati segédeszközök, protézisek használata, karbantartása vonatkozásában</w:t>
      </w:r>
    </w:p>
    <w:p w:rsidR="005D696B" w:rsidRPr="005B300D" w:rsidRDefault="005D696B" w:rsidP="005D696B">
      <w:pPr>
        <w:ind w:left="851"/>
      </w:pPr>
      <w:r w:rsidRPr="005B300D">
        <w:t>Tájékoztatás a betegszervezetek, betegsegítő- önsegítő klubok működéséről</w:t>
      </w:r>
    </w:p>
    <w:p w:rsidR="005D696B" w:rsidRPr="005B300D" w:rsidRDefault="005D696B" w:rsidP="005D696B">
      <w:pPr>
        <w:ind w:left="851"/>
      </w:pPr>
      <w:r w:rsidRPr="005B300D">
        <w:t>Előkészítés gyógyszereléshez, injekciózáshoz</w:t>
      </w:r>
    </w:p>
    <w:p w:rsidR="005D696B" w:rsidRPr="005B300D" w:rsidRDefault="005D696B" w:rsidP="005D696B">
      <w:pPr>
        <w:ind w:left="851"/>
      </w:pPr>
      <w:r w:rsidRPr="005B300D">
        <w:t>Betegforgalom szervezése</w:t>
      </w:r>
    </w:p>
    <w:p w:rsidR="005D696B" w:rsidRPr="005B300D" w:rsidRDefault="005D696B" w:rsidP="005D696B">
      <w:pPr>
        <w:ind w:left="851"/>
      </w:pPr>
      <w:r w:rsidRPr="005B300D">
        <w:t>A beteg és hozzátartozó tájékoztatása a szociális- és rehabilitációs ellátások formáiról, az igénybevétel lehetőségeiről és a szociális gondozás formáiról</w:t>
      </w:r>
    </w:p>
    <w:p w:rsidR="005D696B" w:rsidRPr="005B300D" w:rsidRDefault="005D696B" w:rsidP="005D696B">
      <w:pPr>
        <w:ind w:left="851"/>
      </w:pPr>
      <w:r w:rsidRPr="005B300D">
        <w:t>Gondozásra behívás, gondozásba vétel</w:t>
      </w:r>
    </w:p>
    <w:p w:rsidR="005D696B" w:rsidRPr="005B300D" w:rsidRDefault="005D696B" w:rsidP="005D696B">
      <w:pPr>
        <w:ind w:left="851"/>
      </w:pPr>
      <w:r w:rsidRPr="005B300D">
        <w:t>Segédkezés az ellátásra szoruló ember szükségleteinek kielégítésében</w:t>
      </w:r>
    </w:p>
    <w:p w:rsidR="005D696B" w:rsidRPr="005B300D" w:rsidRDefault="005D696B" w:rsidP="005D696B">
      <w:pPr>
        <w:ind w:left="851"/>
      </w:pPr>
      <w:r w:rsidRPr="005B300D">
        <w:rPr>
          <w:rFonts w:eastAsia="Calibri"/>
        </w:rPr>
        <w:t xml:space="preserve">Sajátos nevelési igényű gyermekek és felnőttek ellátásának és gondozásának </w:t>
      </w:r>
      <w:r w:rsidRPr="005B300D">
        <w:t>megfigyelése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Betegirányítás: rendelő- és gondozóintézet betegfelvétele, kartonozó</w:t>
      </w:r>
    </w:p>
    <w:p w:rsidR="005D696B" w:rsidRPr="005B300D" w:rsidRDefault="005D696B" w:rsidP="005D696B">
      <w:pPr>
        <w:ind w:left="426"/>
      </w:pPr>
      <w:r w:rsidRPr="005B300D">
        <w:t xml:space="preserve">Szakrendelések: </w:t>
      </w:r>
    </w:p>
    <w:p w:rsidR="005D696B" w:rsidRPr="005B300D" w:rsidRDefault="005D696B" w:rsidP="005D696B">
      <w:pPr>
        <w:ind w:left="426"/>
      </w:pPr>
      <w:r w:rsidRPr="005B300D">
        <w:t xml:space="preserve">                     Belgyógyászat</w:t>
      </w:r>
    </w:p>
    <w:p w:rsidR="005D696B" w:rsidRPr="005B300D" w:rsidRDefault="005D696B" w:rsidP="005D696B">
      <w:pPr>
        <w:ind w:left="426"/>
      </w:pPr>
      <w:r w:rsidRPr="005B300D">
        <w:t xml:space="preserve">                     Sebészet profil</w:t>
      </w:r>
    </w:p>
    <w:p w:rsidR="005D696B" w:rsidRPr="005B300D" w:rsidRDefault="005D696B" w:rsidP="005D696B">
      <w:pPr>
        <w:ind w:left="426"/>
      </w:pPr>
      <w:r w:rsidRPr="005B300D">
        <w:t xml:space="preserve">                     Pszichiátria</w:t>
      </w:r>
    </w:p>
    <w:p w:rsidR="005D696B" w:rsidRPr="005B300D" w:rsidRDefault="005D696B" w:rsidP="005D696B">
      <w:pPr>
        <w:ind w:left="426"/>
      </w:pPr>
      <w:r w:rsidRPr="005B300D">
        <w:t xml:space="preserve">                     Nőgyógyászat</w:t>
      </w:r>
    </w:p>
    <w:p w:rsidR="005D696B" w:rsidRPr="005B300D" w:rsidRDefault="005D696B" w:rsidP="005D696B">
      <w:pPr>
        <w:ind w:left="426"/>
      </w:pPr>
      <w:r w:rsidRPr="005B300D">
        <w:t>Diagnosztika gyakorlat:</w:t>
      </w:r>
    </w:p>
    <w:p w:rsidR="005D696B" w:rsidRPr="005B300D" w:rsidRDefault="005D696B" w:rsidP="005D696B">
      <w:pPr>
        <w:ind w:left="426"/>
      </w:pPr>
      <w:r w:rsidRPr="005B300D">
        <w:t xml:space="preserve">                    Laboratórium</w:t>
      </w:r>
    </w:p>
    <w:p w:rsidR="005D696B" w:rsidRPr="005B300D" w:rsidRDefault="005D696B" w:rsidP="005D696B">
      <w:pPr>
        <w:ind w:left="426"/>
      </w:pPr>
      <w:r w:rsidRPr="005B300D">
        <w:t xml:space="preserve">                    Képalkotó osztályok</w:t>
      </w:r>
    </w:p>
    <w:p w:rsidR="005D696B" w:rsidRPr="005B300D" w:rsidRDefault="005D696B" w:rsidP="005D696B">
      <w:pPr>
        <w:ind w:left="426"/>
      </w:pPr>
      <w:r w:rsidRPr="005B300D">
        <w:lastRenderedPageBreak/>
        <w:t>Gondozás:</w:t>
      </w:r>
    </w:p>
    <w:p w:rsidR="005D696B" w:rsidRPr="005B300D" w:rsidRDefault="005D696B" w:rsidP="005D696B">
      <w:pPr>
        <w:ind w:left="426"/>
      </w:pPr>
      <w:r w:rsidRPr="005B300D">
        <w:t xml:space="preserve">                    Gondozó és rehabilitációs szakrendelések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p w:rsidR="005D696B" w:rsidRPr="005B300D" w:rsidRDefault="005D696B" w:rsidP="005D696B">
      <w:pPr>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megfigyelés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irányított feladatmegoldás</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sz w:val="20"/>
                <w:szCs w:val="20"/>
              </w:rPr>
            </w:pPr>
            <w:r w:rsidRPr="005B300D">
              <w:rPr>
                <w:sz w:val="20"/>
                <w:szCs w:val="20"/>
              </w:rPr>
              <w:t> </w:t>
            </w:r>
          </w:p>
        </w:tc>
      </w:tr>
    </w:tbl>
    <w:p w:rsidR="005D696B" w:rsidRPr="005B300D" w:rsidRDefault="005D696B" w:rsidP="005D696B"/>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p w:rsidR="005D696B" w:rsidRPr="005B300D" w:rsidRDefault="005D696B" w:rsidP="005D696B">
      <w:pPr>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40"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t>Sorszám</w:t>
            </w:r>
          </w:p>
        </w:tc>
        <w:tc>
          <w:tcPr>
            <w:tcW w:w="2800"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t>Tanulói tevékenységforma</w:t>
            </w:r>
          </w:p>
        </w:tc>
        <w:tc>
          <w:tcPr>
            <w:tcW w:w="2280" w:type="dxa"/>
            <w:gridSpan w:val="3"/>
            <w:shd w:val="clear" w:color="auto" w:fill="auto"/>
            <w:vAlign w:val="center"/>
            <w:hideMark/>
          </w:tcPr>
          <w:p w:rsidR="005D696B" w:rsidRPr="005B300D" w:rsidRDefault="005D696B" w:rsidP="00FF0CD2">
            <w:pPr>
              <w:jc w:val="center"/>
              <w:rPr>
                <w:sz w:val="20"/>
                <w:szCs w:val="20"/>
              </w:rPr>
            </w:pPr>
            <w:r w:rsidRPr="005B300D">
              <w:rPr>
                <w:sz w:val="20"/>
                <w:szCs w:val="20"/>
              </w:rPr>
              <w:t>Tanulói tevékenység szervezési kerete (differenciálási módok)</w:t>
            </w:r>
          </w:p>
        </w:tc>
        <w:tc>
          <w:tcPr>
            <w:tcW w:w="2380" w:type="dxa"/>
            <w:vMerge w:val="restart"/>
            <w:shd w:val="clear" w:color="auto" w:fill="auto"/>
            <w:vAlign w:val="center"/>
            <w:hideMark/>
          </w:tcPr>
          <w:p w:rsidR="005D696B" w:rsidRPr="005B300D" w:rsidRDefault="005D696B" w:rsidP="00FF0CD2">
            <w:pPr>
              <w:jc w:val="center"/>
              <w:rPr>
                <w:sz w:val="20"/>
                <w:szCs w:val="20"/>
              </w:rPr>
            </w:pPr>
            <w:r w:rsidRPr="005B300D">
              <w:rPr>
                <w:sz w:val="20"/>
                <w:szCs w:val="20"/>
              </w:rPr>
              <w:t xml:space="preserve">Alkalmazandó eszközök és felszerelések </w:t>
            </w:r>
          </w:p>
        </w:tc>
      </w:tr>
      <w:tr w:rsidR="005D696B" w:rsidRPr="005B300D" w:rsidTr="00FF0CD2">
        <w:trPr>
          <w:trHeight w:val="510"/>
          <w:jc w:val="center"/>
        </w:trPr>
        <w:tc>
          <w:tcPr>
            <w:tcW w:w="1040" w:type="dxa"/>
            <w:vMerge/>
            <w:vAlign w:val="center"/>
            <w:hideMark/>
          </w:tcPr>
          <w:p w:rsidR="005D696B" w:rsidRPr="005B300D" w:rsidRDefault="005D696B" w:rsidP="00FF0CD2">
            <w:pPr>
              <w:rPr>
                <w:sz w:val="20"/>
                <w:szCs w:val="20"/>
              </w:rPr>
            </w:pPr>
          </w:p>
        </w:tc>
        <w:tc>
          <w:tcPr>
            <w:tcW w:w="2800" w:type="dxa"/>
            <w:vMerge/>
            <w:vAlign w:val="center"/>
            <w:hideMark/>
          </w:tcPr>
          <w:p w:rsidR="005D696B" w:rsidRPr="005B300D" w:rsidRDefault="005D696B" w:rsidP="00FF0CD2">
            <w:pPr>
              <w:rPr>
                <w:sz w:val="20"/>
                <w:szCs w:val="20"/>
              </w:rPr>
            </w:pP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egyéni</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csoport-bontás</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osztály-keret</w:t>
            </w:r>
          </w:p>
        </w:tc>
        <w:tc>
          <w:tcPr>
            <w:tcW w:w="2380" w:type="dxa"/>
            <w:vMerge/>
            <w:vAlign w:val="center"/>
            <w:hideMark/>
          </w:tcPr>
          <w:p w:rsidR="005D696B" w:rsidRPr="005B300D" w:rsidRDefault="005D696B" w:rsidP="00FF0CD2">
            <w:pPr>
              <w:rPr>
                <w:sz w:val="20"/>
                <w:szCs w:val="20"/>
              </w:rPr>
            </w:pP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sz w:val="20"/>
                <w:szCs w:val="20"/>
              </w:rPr>
            </w:pPr>
            <w:r w:rsidRPr="005B300D">
              <w:rPr>
                <w:sz w:val="20"/>
                <w:szCs w:val="20"/>
              </w:rPr>
              <w:t>1.</w:t>
            </w:r>
          </w:p>
        </w:tc>
        <w:tc>
          <w:tcPr>
            <w:tcW w:w="7460" w:type="dxa"/>
            <w:gridSpan w:val="5"/>
            <w:shd w:val="clear" w:color="000000" w:fill="D9D9D9"/>
            <w:vAlign w:val="center"/>
            <w:hideMark/>
          </w:tcPr>
          <w:p w:rsidR="005D696B" w:rsidRPr="005B300D" w:rsidRDefault="005D696B" w:rsidP="00FF0CD2">
            <w:pPr>
              <w:rPr>
                <w:sz w:val="20"/>
                <w:szCs w:val="20"/>
              </w:rPr>
            </w:pPr>
            <w:r w:rsidRPr="005B300D">
              <w:rPr>
                <w:sz w:val="20"/>
                <w:szCs w:val="20"/>
              </w:rPr>
              <w:t>Információ feldolgozó tevékenységek</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1.1.</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Olvasott szöveg önálló feldolgozása</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1.2.</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Olvasott szöveg feladattal vezetett feldolgozása</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1.3.</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Olvasott szöveg feldolgozása jegyzeteléssel</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1.4.</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Hallott szöveg feldolgozása jegyzeteléssel</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1.5.</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Hallott szöveg feladattal vezetett feldolgozása</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1.6.</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Információk önálló rendszerezése</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1.7.</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Információk feladattal vezetett rendszerezése</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sz w:val="20"/>
                <w:szCs w:val="20"/>
              </w:rPr>
            </w:pPr>
            <w:r w:rsidRPr="005B300D">
              <w:rPr>
                <w:sz w:val="20"/>
                <w:szCs w:val="20"/>
              </w:rPr>
              <w:t>2.</w:t>
            </w:r>
          </w:p>
        </w:tc>
        <w:tc>
          <w:tcPr>
            <w:tcW w:w="7460" w:type="dxa"/>
            <w:gridSpan w:val="5"/>
            <w:shd w:val="clear" w:color="000000" w:fill="D9D9D9"/>
            <w:vAlign w:val="center"/>
            <w:hideMark/>
          </w:tcPr>
          <w:p w:rsidR="005D696B" w:rsidRPr="005B300D" w:rsidRDefault="005D696B" w:rsidP="00FF0CD2">
            <w:pPr>
              <w:rPr>
                <w:sz w:val="20"/>
                <w:szCs w:val="20"/>
              </w:rPr>
            </w:pPr>
            <w:r w:rsidRPr="005B300D">
              <w:rPr>
                <w:sz w:val="20"/>
                <w:szCs w:val="20"/>
              </w:rPr>
              <w:t>Ismeretalkalmazási gyakorló tevékenységek, feladatok</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2.1.</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Írásos elemzések készítése</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2.2.</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Leírás készítése</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2.3.</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Válaszolás írásban mondatszintű kérdésekre</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2.4.</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Szöveges előadás egyéni felkészüléssel</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2.5.</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Tapasztalatok utólagos ismertetése szóban</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2.6.</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Tapasztalatok helyszíni ismertetése szóban</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sz w:val="20"/>
                <w:szCs w:val="20"/>
              </w:rPr>
            </w:pPr>
            <w:r w:rsidRPr="005B300D">
              <w:rPr>
                <w:sz w:val="20"/>
                <w:szCs w:val="20"/>
              </w:rPr>
              <w:t>3.</w:t>
            </w:r>
          </w:p>
        </w:tc>
        <w:tc>
          <w:tcPr>
            <w:tcW w:w="7460" w:type="dxa"/>
            <w:gridSpan w:val="5"/>
            <w:shd w:val="clear" w:color="000000" w:fill="D9D9D9"/>
            <w:vAlign w:val="center"/>
            <w:hideMark/>
          </w:tcPr>
          <w:p w:rsidR="005D696B" w:rsidRPr="005B300D" w:rsidRDefault="005D696B" w:rsidP="00FF0CD2">
            <w:pPr>
              <w:rPr>
                <w:sz w:val="20"/>
                <w:szCs w:val="20"/>
              </w:rPr>
            </w:pPr>
            <w:r w:rsidRPr="005B300D">
              <w:rPr>
                <w:sz w:val="20"/>
                <w:szCs w:val="20"/>
              </w:rPr>
              <w:t>Komplex információk körében</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3.1.</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Utólagos szóbeli beszámoló</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sz w:val="20"/>
                <w:szCs w:val="20"/>
              </w:rPr>
            </w:pPr>
            <w:r w:rsidRPr="005B300D">
              <w:rPr>
                <w:sz w:val="20"/>
                <w:szCs w:val="20"/>
              </w:rPr>
              <w:t>4.</w:t>
            </w:r>
          </w:p>
        </w:tc>
        <w:tc>
          <w:tcPr>
            <w:tcW w:w="7460" w:type="dxa"/>
            <w:gridSpan w:val="5"/>
            <w:shd w:val="clear" w:color="000000" w:fill="D9D9D9"/>
            <w:vAlign w:val="center"/>
            <w:hideMark/>
          </w:tcPr>
          <w:p w:rsidR="005D696B" w:rsidRPr="005B300D" w:rsidRDefault="005D696B" w:rsidP="00FF0CD2">
            <w:pPr>
              <w:rPr>
                <w:sz w:val="20"/>
                <w:szCs w:val="20"/>
              </w:rPr>
            </w:pPr>
            <w:r w:rsidRPr="005B300D">
              <w:rPr>
                <w:sz w:val="20"/>
                <w:szCs w:val="20"/>
              </w:rPr>
              <w:t>Csoportos munkaformák körében</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lastRenderedPageBreak/>
              <w:t>4.1.</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Kiscsoportos szakmai munkavégzés irányítással</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255"/>
          <w:jc w:val="center"/>
        </w:trPr>
        <w:tc>
          <w:tcPr>
            <w:tcW w:w="1040" w:type="dxa"/>
            <w:shd w:val="clear" w:color="000000" w:fill="D9D9D9"/>
            <w:vAlign w:val="center"/>
            <w:hideMark/>
          </w:tcPr>
          <w:p w:rsidR="005D696B" w:rsidRPr="005B300D" w:rsidRDefault="005D696B" w:rsidP="00FF0CD2">
            <w:pPr>
              <w:jc w:val="center"/>
              <w:rPr>
                <w:sz w:val="20"/>
                <w:szCs w:val="20"/>
              </w:rPr>
            </w:pPr>
            <w:r w:rsidRPr="005B300D">
              <w:rPr>
                <w:sz w:val="20"/>
                <w:szCs w:val="20"/>
              </w:rPr>
              <w:t>5.</w:t>
            </w:r>
          </w:p>
        </w:tc>
        <w:tc>
          <w:tcPr>
            <w:tcW w:w="7460" w:type="dxa"/>
            <w:gridSpan w:val="5"/>
            <w:shd w:val="clear" w:color="000000" w:fill="D9D9D9"/>
            <w:vAlign w:val="center"/>
            <w:hideMark/>
          </w:tcPr>
          <w:p w:rsidR="005D696B" w:rsidRPr="005B300D" w:rsidRDefault="005D696B" w:rsidP="00FF0CD2">
            <w:pPr>
              <w:rPr>
                <w:sz w:val="20"/>
                <w:szCs w:val="20"/>
              </w:rPr>
            </w:pPr>
            <w:r w:rsidRPr="005B300D">
              <w:rPr>
                <w:sz w:val="20"/>
                <w:szCs w:val="20"/>
              </w:rPr>
              <w:t>Gyakorlati munkavégzés körében</w:t>
            </w:r>
          </w:p>
        </w:tc>
      </w:tr>
      <w:tr w:rsidR="005D696B" w:rsidRPr="005B300D" w:rsidTr="00FF0CD2">
        <w:trPr>
          <w:trHeight w:val="255"/>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5.1.</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Műveletek gyakorlása</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r w:rsidR="005D696B" w:rsidRPr="005B300D" w:rsidTr="00FF0CD2">
        <w:trPr>
          <w:trHeight w:val="510"/>
          <w:jc w:val="center"/>
        </w:trPr>
        <w:tc>
          <w:tcPr>
            <w:tcW w:w="1040" w:type="dxa"/>
            <w:shd w:val="clear" w:color="auto" w:fill="auto"/>
            <w:vAlign w:val="center"/>
            <w:hideMark/>
          </w:tcPr>
          <w:p w:rsidR="005D696B" w:rsidRPr="005B300D" w:rsidRDefault="005D696B" w:rsidP="00FF0CD2">
            <w:pPr>
              <w:jc w:val="center"/>
              <w:rPr>
                <w:sz w:val="20"/>
                <w:szCs w:val="20"/>
              </w:rPr>
            </w:pPr>
            <w:r w:rsidRPr="005B300D">
              <w:rPr>
                <w:sz w:val="20"/>
                <w:szCs w:val="20"/>
              </w:rPr>
              <w:t>5.2.</w:t>
            </w:r>
          </w:p>
        </w:tc>
        <w:tc>
          <w:tcPr>
            <w:tcW w:w="2800" w:type="dxa"/>
            <w:shd w:val="clear" w:color="auto" w:fill="auto"/>
            <w:vAlign w:val="center"/>
            <w:hideMark/>
          </w:tcPr>
          <w:p w:rsidR="005D696B" w:rsidRPr="005B300D" w:rsidRDefault="005D696B" w:rsidP="00FF0CD2">
            <w:pPr>
              <w:rPr>
                <w:sz w:val="20"/>
                <w:szCs w:val="20"/>
              </w:rPr>
            </w:pPr>
            <w:r w:rsidRPr="005B300D">
              <w:rPr>
                <w:sz w:val="20"/>
                <w:szCs w:val="20"/>
              </w:rPr>
              <w:t>Munkamegfigyelés adott szempontok alapján</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x</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760" w:type="dxa"/>
            <w:shd w:val="clear" w:color="auto" w:fill="auto"/>
            <w:vAlign w:val="center"/>
            <w:hideMark/>
          </w:tcPr>
          <w:p w:rsidR="005D696B" w:rsidRPr="005B300D" w:rsidRDefault="005D696B" w:rsidP="00FF0CD2">
            <w:pPr>
              <w:jc w:val="center"/>
              <w:rPr>
                <w:sz w:val="20"/>
                <w:szCs w:val="20"/>
              </w:rPr>
            </w:pPr>
            <w:r w:rsidRPr="005B300D">
              <w:rPr>
                <w:sz w:val="20"/>
                <w:szCs w:val="20"/>
              </w:rPr>
              <w:t> </w:t>
            </w:r>
          </w:p>
        </w:tc>
        <w:tc>
          <w:tcPr>
            <w:tcW w:w="2380" w:type="dxa"/>
            <w:shd w:val="clear" w:color="auto" w:fill="auto"/>
            <w:vAlign w:val="center"/>
            <w:hideMark/>
          </w:tcPr>
          <w:p w:rsidR="005D696B" w:rsidRPr="005B300D" w:rsidRDefault="005D696B" w:rsidP="00FF0CD2">
            <w:pPr>
              <w:rPr>
                <w:sz w:val="20"/>
                <w:szCs w:val="20"/>
              </w:rPr>
            </w:pPr>
            <w:r w:rsidRPr="005B300D">
              <w:rPr>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spacing w:after="200" w:line="276" w:lineRule="auto"/>
      </w:pPr>
      <w:r w:rsidRPr="005B300D">
        <w:br w:type="page"/>
      </w:r>
    </w:p>
    <w:p w:rsidR="005D696B" w:rsidRPr="005B300D" w:rsidRDefault="005D696B" w:rsidP="005D696B">
      <w:pPr>
        <w:spacing w:before="2880"/>
        <w:jc w:val="center"/>
        <w:rPr>
          <w:b/>
          <w:sz w:val="36"/>
        </w:rPr>
      </w:pPr>
    </w:p>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shd w:val="clear" w:color="auto" w:fill="FFFFFF" w:themeFill="background1"/>
        </w:rPr>
        <w:t>11108-</w:t>
      </w:r>
      <w:r w:rsidRPr="005B300D">
        <w:rPr>
          <w:b/>
          <w:sz w:val="36"/>
        </w:rPr>
        <w:t>16 azonosító számú</w:t>
      </w:r>
    </w:p>
    <w:p w:rsidR="005D696B" w:rsidRPr="005B300D" w:rsidRDefault="005D696B" w:rsidP="005D696B">
      <w:pPr>
        <w:jc w:val="center"/>
        <w:rPr>
          <w:b/>
          <w:sz w:val="36"/>
        </w:rPr>
      </w:pPr>
      <w:proofErr w:type="spellStart"/>
      <w:r w:rsidRPr="005B300D">
        <w:rPr>
          <w:b/>
          <w:sz w:val="36"/>
        </w:rPr>
        <w:t>Audiológia</w:t>
      </w:r>
      <w:proofErr w:type="spellEnd"/>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D696B">
      <w:r w:rsidRPr="005B300D">
        <w:lastRenderedPageBreak/>
        <w:t xml:space="preserve">A 11108-16.. azonosító számú </w:t>
      </w:r>
      <w:proofErr w:type="spellStart"/>
      <w:r w:rsidRPr="005B300D">
        <w:t>Audiológia</w:t>
      </w:r>
      <w:proofErr w:type="spellEnd"/>
      <w:r w:rsidRPr="005B300D">
        <w:t xml:space="preserve"> 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844"/>
        <w:gridCol w:w="556"/>
        <w:gridCol w:w="700"/>
        <w:gridCol w:w="700"/>
        <w:gridCol w:w="700"/>
      </w:tblGrid>
      <w:tr w:rsidR="005D696B" w:rsidRPr="005B300D" w:rsidTr="00FF0CD2">
        <w:trPr>
          <w:trHeight w:val="1755"/>
          <w:jc w:val="center"/>
        </w:trPr>
        <w:tc>
          <w:tcPr>
            <w:tcW w:w="398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textDirection w:val="btLr"/>
            <w:vAlign w:val="bottom"/>
            <w:hideMark/>
          </w:tcPr>
          <w:p w:rsidR="005D696B" w:rsidRPr="005B300D" w:rsidRDefault="005D696B" w:rsidP="00FF0CD2">
            <w:pPr>
              <w:jc w:val="center"/>
              <w:rPr>
                <w:sz w:val="20"/>
                <w:szCs w:val="20"/>
              </w:rPr>
            </w:pPr>
            <w:r w:rsidRPr="005B300D">
              <w:rPr>
                <w:sz w:val="20"/>
                <w:szCs w:val="20"/>
              </w:rPr>
              <w:t>Anatómiai, élettani és kórtani alapismeretek</w:t>
            </w:r>
          </w:p>
        </w:tc>
        <w:tc>
          <w:tcPr>
            <w:tcW w:w="844" w:type="dxa"/>
            <w:shd w:val="clear" w:color="auto" w:fill="auto"/>
            <w:textDirection w:val="btLr"/>
            <w:vAlign w:val="bottom"/>
            <w:hideMark/>
          </w:tcPr>
          <w:p w:rsidR="005D696B" w:rsidRPr="005B300D" w:rsidRDefault="005D696B" w:rsidP="00FF0CD2">
            <w:pPr>
              <w:jc w:val="center"/>
              <w:rPr>
                <w:sz w:val="20"/>
                <w:szCs w:val="20"/>
              </w:rPr>
            </w:pPr>
            <w:r w:rsidRPr="005B300D">
              <w:rPr>
                <w:sz w:val="20"/>
                <w:szCs w:val="20"/>
              </w:rPr>
              <w:t xml:space="preserve">Szubjektív </w:t>
            </w:r>
            <w:proofErr w:type="spellStart"/>
            <w:r w:rsidRPr="005B300D">
              <w:rPr>
                <w:sz w:val="20"/>
                <w:szCs w:val="20"/>
              </w:rPr>
              <w:t>audiológiai</w:t>
            </w:r>
            <w:proofErr w:type="spellEnd"/>
            <w:r w:rsidRPr="005B300D">
              <w:rPr>
                <w:sz w:val="20"/>
                <w:szCs w:val="20"/>
              </w:rPr>
              <w:t xml:space="preserve"> vizsgálatok</w:t>
            </w:r>
          </w:p>
        </w:tc>
        <w:tc>
          <w:tcPr>
            <w:tcW w:w="556" w:type="dxa"/>
            <w:shd w:val="clear" w:color="auto" w:fill="auto"/>
            <w:textDirection w:val="btLr"/>
            <w:vAlign w:val="bottom"/>
            <w:hideMark/>
          </w:tcPr>
          <w:p w:rsidR="005D696B" w:rsidRPr="005B300D" w:rsidRDefault="005D696B" w:rsidP="00FF0CD2">
            <w:pPr>
              <w:jc w:val="center"/>
              <w:rPr>
                <w:sz w:val="20"/>
                <w:szCs w:val="20"/>
              </w:rPr>
            </w:pPr>
            <w:r w:rsidRPr="005B300D">
              <w:rPr>
                <w:sz w:val="20"/>
                <w:szCs w:val="20"/>
              </w:rPr>
              <w:t xml:space="preserve">Objektív </w:t>
            </w:r>
            <w:proofErr w:type="spellStart"/>
            <w:r w:rsidRPr="005B300D">
              <w:rPr>
                <w:sz w:val="20"/>
                <w:szCs w:val="20"/>
              </w:rPr>
              <w:t>audiológiai</w:t>
            </w:r>
            <w:proofErr w:type="spellEnd"/>
            <w:r w:rsidRPr="005B300D">
              <w:rPr>
                <w:sz w:val="20"/>
                <w:szCs w:val="20"/>
              </w:rPr>
              <w:t xml:space="preserve"> vizsgálatok</w:t>
            </w:r>
          </w:p>
        </w:tc>
        <w:tc>
          <w:tcPr>
            <w:tcW w:w="700" w:type="dxa"/>
            <w:shd w:val="clear" w:color="auto" w:fill="auto"/>
            <w:textDirection w:val="btLr"/>
            <w:vAlign w:val="bottom"/>
            <w:hideMark/>
          </w:tcPr>
          <w:p w:rsidR="005D696B" w:rsidRPr="005B300D" w:rsidRDefault="005D696B" w:rsidP="00FF0CD2">
            <w:pPr>
              <w:jc w:val="center"/>
              <w:rPr>
                <w:sz w:val="20"/>
                <w:szCs w:val="20"/>
              </w:rPr>
            </w:pPr>
            <w:proofErr w:type="spellStart"/>
            <w:r w:rsidRPr="005B300D">
              <w:rPr>
                <w:sz w:val="20"/>
                <w:szCs w:val="20"/>
              </w:rPr>
              <w:t>Gyermek-audiológia</w:t>
            </w:r>
            <w:proofErr w:type="spellEnd"/>
          </w:p>
        </w:tc>
        <w:tc>
          <w:tcPr>
            <w:tcW w:w="700" w:type="dxa"/>
            <w:shd w:val="clear" w:color="auto" w:fill="auto"/>
            <w:textDirection w:val="btLr"/>
            <w:vAlign w:val="bottom"/>
            <w:hideMark/>
          </w:tcPr>
          <w:p w:rsidR="005D696B" w:rsidRPr="005B300D" w:rsidRDefault="005D696B" w:rsidP="00FF0CD2">
            <w:pPr>
              <w:jc w:val="center"/>
              <w:rPr>
                <w:sz w:val="20"/>
                <w:szCs w:val="20"/>
              </w:rPr>
            </w:pPr>
            <w:proofErr w:type="spellStart"/>
            <w:r w:rsidRPr="005B300D">
              <w:rPr>
                <w:sz w:val="20"/>
                <w:szCs w:val="20"/>
              </w:rPr>
              <w:t>Hallásrehabilitáció</w:t>
            </w:r>
            <w:proofErr w:type="spellEnd"/>
          </w:p>
        </w:tc>
        <w:tc>
          <w:tcPr>
            <w:tcW w:w="700" w:type="dxa"/>
            <w:shd w:val="clear" w:color="auto" w:fill="auto"/>
            <w:textDirection w:val="btLr"/>
            <w:vAlign w:val="bottom"/>
            <w:hideMark/>
          </w:tcPr>
          <w:p w:rsidR="005D696B" w:rsidRPr="005B300D" w:rsidRDefault="005D696B" w:rsidP="00FF0CD2">
            <w:pPr>
              <w:jc w:val="center"/>
              <w:rPr>
                <w:sz w:val="20"/>
                <w:szCs w:val="20"/>
              </w:rPr>
            </w:pPr>
            <w:proofErr w:type="spellStart"/>
            <w:r w:rsidRPr="005B300D">
              <w:rPr>
                <w:sz w:val="20"/>
                <w:szCs w:val="20"/>
              </w:rPr>
              <w:t>Audiológiai</w:t>
            </w:r>
            <w:proofErr w:type="spellEnd"/>
            <w:r w:rsidRPr="005B300D">
              <w:rPr>
                <w:sz w:val="20"/>
                <w:szCs w:val="20"/>
              </w:rPr>
              <w:t xml:space="preserve"> gyakorlatok</w:t>
            </w:r>
          </w:p>
        </w:tc>
      </w:tr>
      <w:tr w:rsidR="005D696B" w:rsidRPr="005B300D" w:rsidTr="00FF0CD2">
        <w:trPr>
          <w:trHeight w:val="300"/>
          <w:jc w:val="center"/>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FF0CD2">
        <w:trPr>
          <w:trHeight w:val="315"/>
          <w:jc w:val="center"/>
        </w:trPr>
        <w:tc>
          <w:tcPr>
            <w:tcW w:w="3980" w:type="dxa"/>
            <w:shd w:val="clear" w:color="auto" w:fill="auto"/>
            <w:noWrap/>
            <w:vAlign w:val="center"/>
            <w:hideMark/>
          </w:tcPr>
          <w:p w:rsidR="005D696B" w:rsidRPr="005B300D" w:rsidRDefault="005D696B" w:rsidP="00FF0CD2">
            <w:pPr>
              <w:rPr>
                <w:color w:val="000000"/>
              </w:rPr>
            </w:pPr>
            <w:r w:rsidRPr="005B300D">
              <w:rPr>
                <w:color w:val="000000"/>
              </w:rPr>
              <w:t>Anamnézist vesz fel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Megtekinti a külső fület, hallójáratot, a dobhártyát és felismeri az ép viszonyoktól való eltérést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102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Az orvosi fülkürti-kép megjegyzéseit értelmezi és alkalmazza a hallásvizsgálatok elvégzésénél, illetve a mérésnél kapott eredmények hitelességének megítélésénél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Rögzíti a fülstátuszt és a hallásvizsgálatok eredményeit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fül betegségeinek ismeretében megítéli a hallásvizsgálatok elvégzésének lehetőségét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Megtervezi az elvégzendő szubjektív és objektív vizsgálatokat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hangvilla vizsgálatokat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tisztahang-küszöb vizsgálatot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maszkolást szükség szerint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küszöbvizsgálat eredményének függvényében megtervezi a további vizsgálatokat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 </w:t>
            </w:r>
            <w:proofErr w:type="spellStart"/>
            <w:r w:rsidRPr="005B300D">
              <w:rPr>
                <w:color w:val="000000"/>
                <w:sz w:val="20"/>
                <w:szCs w:val="20"/>
              </w:rPr>
              <w:t>recruitment</w:t>
            </w:r>
            <w:proofErr w:type="spellEnd"/>
            <w:r w:rsidRPr="005B300D">
              <w:rPr>
                <w:color w:val="000000"/>
                <w:sz w:val="20"/>
                <w:szCs w:val="20"/>
              </w:rPr>
              <w:t xml:space="preserve"> és kóros fáradást igazoló küszöb feletti vizsgálatokat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 </w:t>
            </w:r>
            <w:proofErr w:type="spellStart"/>
            <w:r w:rsidRPr="005B300D">
              <w:rPr>
                <w:color w:val="000000"/>
                <w:sz w:val="20"/>
                <w:szCs w:val="20"/>
              </w:rPr>
              <w:t>beszédaudiometriai</w:t>
            </w:r>
            <w:proofErr w:type="spellEnd"/>
            <w:r w:rsidRPr="005B300D">
              <w:rPr>
                <w:color w:val="000000"/>
                <w:sz w:val="20"/>
                <w:szCs w:val="20"/>
              </w:rPr>
              <w:t xml:space="preserve"> vizsgálatokat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Tinnitometriát</w:t>
            </w:r>
            <w:proofErr w:type="spellEnd"/>
            <w:r w:rsidRPr="005B300D">
              <w:rPr>
                <w:color w:val="000000"/>
                <w:sz w:val="20"/>
                <w:szCs w:val="20"/>
              </w:rPr>
              <w:t xml:space="preserve">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Az objektív vizsgálatokat elvégzi, és ezek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Tympanometriát</w:t>
            </w:r>
            <w:proofErr w:type="spellEnd"/>
            <w:r w:rsidRPr="005B300D">
              <w:rPr>
                <w:color w:val="000000"/>
                <w:sz w:val="20"/>
                <w:szCs w:val="20"/>
              </w:rPr>
              <w:t xml:space="preserve"> elvégzi, az eredményeit rögzíti és értelmezi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Stapedius</w:t>
            </w:r>
            <w:proofErr w:type="spellEnd"/>
            <w:r w:rsidRPr="005B300D">
              <w:rPr>
                <w:color w:val="000000"/>
                <w:sz w:val="20"/>
                <w:szCs w:val="20"/>
              </w:rPr>
              <w:t xml:space="preserve"> reflex vizsgálatot elvégzi (</w:t>
            </w:r>
            <w:proofErr w:type="spellStart"/>
            <w:r w:rsidRPr="005B300D">
              <w:rPr>
                <w:color w:val="000000"/>
                <w:sz w:val="20"/>
                <w:szCs w:val="20"/>
              </w:rPr>
              <w:t>ipsi-</w:t>
            </w:r>
            <w:proofErr w:type="spellEnd"/>
            <w:r w:rsidRPr="005B300D">
              <w:rPr>
                <w:color w:val="000000"/>
                <w:sz w:val="20"/>
                <w:szCs w:val="20"/>
              </w:rPr>
              <w:t xml:space="preserve"> és </w:t>
            </w:r>
            <w:proofErr w:type="spellStart"/>
            <w:r w:rsidRPr="005B300D">
              <w:rPr>
                <w:color w:val="000000"/>
                <w:sz w:val="20"/>
                <w:szCs w:val="20"/>
              </w:rPr>
              <w:t>contralateralis.ingerléssel</w:t>
            </w:r>
            <w:proofErr w:type="spellEnd"/>
            <w:r w:rsidRPr="005B300D">
              <w:rPr>
                <w:color w:val="000000"/>
                <w:sz w:val="20"/>
                <w:szCs w:val="20"/>
              </w:rPr>
              <w:t xml:space="preserve">), az eredményeit rögzíti és értelmezi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178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lastRenderedPageBreak/>
              <w:t>Otoakusztikus</w:t>
            </w:r>
            <w:proofErr w:type="spellEnd"/>
            <w:r w:rsidRPr="005B300D">
              <w:rPr>
                <w:color w:val="000000"/>
                <w:sz w:val="20"/>
                <w:szCs w:val="20"/>
              </w:rPr>
              <w:t xml:space="preserve"> emisszió vizsgálatot elvégzi, az eredményeit rögzíti és értelmezi. BERA, ASSR (és egyéb ERA) vizsgálathoz a beteget előkészíti, a vizsgálatot elvégzi, az eredményeit rögzíti, értelmezi, a vizsgálat alatt a beteget megfigyeli, esetleges hibákat, eltéréseket (pl. műtermék) rögzíti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Prevenciós feladatokat lát el a kezelőorvossal együttműködve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Elvégzi a gyermek és felnőtt hallásszűrő vizsgálatokat, az eredmény alapján felvilágosító tevékenységet folytat az orvossal egyeztetve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Munkavédelmi előírásokat ismeri, betartja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300"/>
          <w:jc w:val="center"/>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halló- és egyensúlyozó rendszer anatómiája, élettana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halló- és egyensúlyozó rendszer kórtana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Audiológiai</w:t>
            </w:r>
            <w:proofErr w:type="spellEnd"/>
            <w:r w:rsidRPr="005B300D">
              <w:rPr>
                <w:color w:val="000000"/>
                <w:sz w:val="20"/>
                <w:szCs w:val="20"/>
              </w:rPr>
              <w:t xml:space="preserve"> szakrendelés feladata, működése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Audiológiai</w:t>
            </w:r>
            <w:proofErr w:type="spellEnd"/>
            <w:r w:rsidRPr="005B300D">
              <w:rPr>
                <w:color w:val="000000"/>
                <w:sz w:val="20"/>
                <w:szCs w:val="20"/>
              </w:rPr>
              <w:t xml:space="preserve"> alapfogalmak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Az </w:t>
            </w:r>
            <w:proofErr w:type="spellStart"/>
            <w:r w:rsidRPr="005B300D">
              <w:rPr>
                <w:color w:val="000000"/>
                <w:sz w:val="20"/>
                <w:szCs w:val="20"/>
              </w:rPr>
              <w:t>audiológia</w:t>
            </w:r>
            <w:proofErr w:type="spellEnd"/>
            <w:r w:rsidRPr="005B300D">
              <w:rPr>
                <w:color w:val="000000"/>
                <w:sz w:val="20"/>
                <w:szCs w:val="20"/>
              </w:rPr>
              <w:t xml:space="preserve"> vizsgáló eszközök felépítése és működése, </w:t>
            </w:r>
            <w:proofErr w:type="spellStart"/>
            <w:r w:rsidRPr="005B300D">
              <w:rPr>
                <w:color w:val="000000"/>
                <w:sz w:val="20"/>
                <w:szCs w:val="20"/>
              </w:rPr>
              <w:t>elektrofiziológiai</w:t>
            </w:r>
            <w:proofErr w:type="spellEnd"/>
            <w:r w:rsidRPr="005B300D">
              <w:rPr>
                <w:color w:val="000000"/>
                <w:sz w:val="20"/>
                <w:szCs w:val="20"/>
              </w:rPr>
              <w:t xml:space="preserve"> alapismeretek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Akusztikai alapismeretek, hullámtan, hangtan, hangérzékelés és hangfelfogás különböző hangkörnyezetek tulajdonságai, az irányhallás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Audiológiai</w:t>
            </w:r>
            <w:proofErr w:type="spellEnd"/>
            <w:r w:rsidRPr="005B300D">
              <w:rPr>
                <w:color w:val="000000"/>
                <w:sz w:val="20"/>
                <w:szCs w:val="20"/>
              </w:rPr>
              <w:t xml:space="preserve"> ábrázolási rendszerek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Anamnézis felvétel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Az </w:t>
            </w:r>
            <w:proofErr w:type="spellStart"/>
            <w:r w:rsidRPr="005B300D">
              <w:rPr>
                <w:color w:val="000000"/>
                <w:sz w:val="20"/>
                <w:szCs w:val="20"/>
              </w:rPr>
              <w:t>audiológiai</w:t>
            </w:r>
            <w:proofErr w:type="spellEnd"/>
            <w:r w:rsidRPr="005B300D">
              <w:rPr>
                <w:color w:val="000000"/>
                <w:sz w:val="20"/>
                <w:szCs w:val="20"/>
              </w:rPr>
              <w:t xml:space="preserve"> vizsgálatok célja, módszerei, csoportosítása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Halláscsökkenések típusai, mértéke, csoportosítása a halláscsökkenés helye szerint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Klasszikus hallásvizsgálatok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102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Szubjektív </w:t>
            </w:r>
            <w:proofErr w:type="spellStart"/>
            <w:r w:rsidRPr="005B300D">
              <w:rPr>
                <w:color w:val="000000"/>
                <w:sz w:val="20"/>
                <w:szCs w:val="20"/>
              </w:rPr>
              <w:t>audiológiai</w:t>
            </w:r>
            <w:proofErr w:type="spellEnd"/>
            <w:r w:rsidRPr="005B300D">
              <w:rPr>
                <w:color w:val="000000"/>
                <w:sz w:val="20"/>
                <w:szCs w:val="20"/>
              </w:rPr>
              <w:t xml:space="preserve"> vizsgálatok (tisztahang hallásküszöb, küszöb fölötti vizsgálatok, </w:t>
            </w:r>
            <w:proofErr w:type="spellStart"/>
            <w:r w:rsidRPr="005B300D">
              <w:rPr>
                <w:color w:val="000000"/>
                <w:sz w:val="20"/>
                <w:szCs w:val="20"/>
              </w:rPr>
              <w:t>beszédaudiometria</w:t>
            </w:r>
            <w:proofErr w:type="spellEnd"/>
            <w:r w:rsidRPr="005B300D">
              <w:rPr>
                <w:color w:val="000000"/>
                <w:sz w:val="20"/>
                <w:szCs w:val="20"/>
              </w:rPr>
              <w:t xml:space="preserve">, </w:t>
            </w:r>
            <w:proofErr w:type="spellStart"/>
            <w:r w:rsidRPr="005B300D">
              <w:rPr>
                <w:color w:val="000000"/>
                <w:sz w:val="20"/>
                <w:szCs w:val="20"/>
              </w:rPr>
              <w:t>tinnitometria</w:t>
            </w:r>
            <w:proofErr w:type="spellEnd"/>
            <w:r w:rsidRPr="005B300D">
              <w:rPr>
                <w:color w:val="000000"/>
                <w:sz w:val="20"/>
                <w:szCs w:val="20"/>
              </w:rPr>
              <w:t xml:space="preserve">, </w:t>
            </w:r>
            <w:proofErr w:type="spellStart"/>
            <w:r w:rsidRPr="005B300D">
              <w:rPr>
                <w:color w:val="000000"/>
                <w:sz w:val="20"/>
                <w:szCs w:val="20"/>
              </w:rPr>
              <w:t>recruitment</w:t>
            </w:r>
            <w:proofErr w:type="spellEnd"/>
            <w:r w:rsidRPr="005B300D">
              <w:rPr>
                <w:color w:val="000000"/>
                <w:sz w:val="20"/>
                <w:szCs w:val="20"/>
              </w:rPr>
              <w:t>, kóros hallóideg fáradás vizsgálatok)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Objektív </w:t>
            </w:r>
            <w:proofErr w:type="spellStart"/>
            <w:r w:rsidRPr="005B300D">
              <w:rPr>
                <w:color w:val="000000"/>
                <w:sz w:val="20"/>
                <w:szCs w:val="20"/>
              </w:rPr>
              <w:t>audiológiai</w:t>
            </w:r>
            <w:proofErr w:type="spellEnd"/>
            <w:r w:rsidRPr="005B300D">
              <w:rPr>
                <w:color w:val="000000"/>
                <w:sz w:val="20"/>
                <w:szCs w:val="20"/>
              </w:rPr>
              <w:t xml:space="preserve"> vizsgálatok (hanginger által kiváltott reflexek, akusztikus válasz (OAE), elektromos válasz (BERA, MLR, CERA)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Áthallás, maszkolás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Gyermekek hallásvizsgálata objektív és szubjektív módszerekkel </w:t>
            </w:r>
            <w:proofErr w:type="gramStart"/>
            <w:r w:rsidRPr="005B300D">
              <w:rPr>
                <w:color w:val="000000"/>
                <w:sz w:val="20"/>
                <w:szCs w:val="20"/>
              </w:rPr>
              <w:t>(életkornak</w:t>
            </w:r>
            <w:proofErr w:type="gramEnd"/>
            <w:r w:rsidRPr="005B300D">
              <w:rPr>
                <w:color w:val="000000"/>
                <w:sz w:val="20"/>
                <w:szCs w:val="20"/>
              </w:rPr>
              <w:t xml:space="preserve"> megfelelő vizsgálatok)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Átmeneti küszöbeltolódás, adaptáció, fáradás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vezetéses halláscsökkenés diagnózisát segítő küszöb fölötti vizsgálatok (</w:t>
            </w:r>
            <w:proofErr w:type="spellStart"/>
            <w:r w:rsidRPr="005B300D">
              <w:rPr>
                <w:color w:val="000000"/>
                <w:sz w:val="20"/>
                <w:szCs w:val="20"/>
              </w:rPr>
              <w:t>Gelle</w:t>
            </w:r>
            <w:proofErr w:type="spellEnd"/>
            <w:r w:rsidRPr="005B300D">
              <w:rPr>
                <w:color w:val="000000"/>
                <w:sz w:val="20"/>
                <w:szCs w:val="20"/>
              </w:rPr>
              <w:t xml:space="preserve">, </w:t>
            </w:r>
            <w:proofErr w:type="spellStart"/>
            <w:r w:rsidRPr="005B300D">
              <w:rPr>
                <w:color w:val="000000"/>
                <w:sz w:val="20"/>
                <w:szCs w:val="20"/>
              </w:rPr>
              <w:t>Bing</w:t>
            </w:r>
            <w:proofErr w:type="spellEnd"/>
            <w:r w:rsidRPr="005B300D">
              <w:rPr>
                <w:color w:val="000000"/>
                <w:sz w:val="20"/>
                <w:szCs w:val="20"/>
              </w:rPr>
              <w:t xml:space="preserve">, Sullivan, </w:t>
            </w:r>
            <w:proofErr w:type="spellStart"/>
            <w:r w:rsidRPr="005B300D">
              <w:rPr>
                <w:color w:val="000000"/>
                <w:sz w:val="20"/>
                <w:szCs w:val="20"/>
              </w:rPr>
              <w:t>multifrekvenciás</w:t>
            </w:r>
            <w:proofErr w:type="spellEnd"/>
            <w:r w:rsidRPr="005B300D">
              <w:rPr>
                <w:color w:val="000000"/>
                <w:sz w:val="20"/>
                <w:szCs w:val="20"/>
              </w:rPr>
              <w:t xml:space="preserve"> </w:t>
            </w:r>
            <w:proofErr w:type="spellStart"/>
            <w:r w:rsidRPr="005B300D">
              <w:rPr>
                <w:color w:val="000000"/>
                <w:sz w:val="20"/>
                <w:szCs w:val="20"/>
              </w:rPr>
              <w:t>tympanometria</w:t>
            </w:r>
            <w:proofErr w:type="spellEnd"/>
            <w:r w:rsidRPr="005B300D">
              <w:rPr>
                <w:color w:val="000000"/>
                <w:sz w:val="20"/>
                <w:szCs w:val="20"/>
              </w:rPr>
              <w: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Leleplező vizsgálatok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 fülzúgás, </w:t>
            </w:r>
            <w:proofErr w:type="spellStart"/>
            <w:r w:rsidRPr="005B300D">
              <w:rPr>
                <w:color w:val="000000"/>
                <w:sz w:val="20"/>
                <w:szCs w:val="20"/>
              </w:rPr>
              <w:t>tinnitometria</w:t>
            </w:r>
            <w:proofErr w:type="spellEnd"/>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Zajártalom, zajvédelem</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Szabad hangteres vizsgálatok (tisztahang, beszéd, hallókészülékkel, implantátummal)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Audiológiai</w:t>
            </w:r>
            <w:proofErr w:type="spellEnd"/>
            <w:r w:rsidRPr="005B300D">
              <w:rPr>
                <w:color w:val="000000"/>
                <w:sz w:val="20"/>
                <w:szCs w:val="20"/>
              </w:rPr>
              <w:t xml:space="preserve"> vizsgálatok kiértékelése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lastRenderedPageBreak/>
              <w:t xml:space="preserve">A </w:t>
            </w:r>
            <w:proofErr w:type="spellStart"/>
            <w:r w:rsidRPr="005B300D">
              <w:rPr>
                <w:color w:val="000000"/>
                <w:sz w:val="20"/>
                <w:szCs w:val="20"/>
              </w:rPr>
              <w:t>hallásrehabilitáció</w:t>
            </w:r>
            <w:proofErr w:type="spellEnd"/>
            <w:r w:rsidRPr="005B300D">
              <w:rPr>
                <w:color w:val="000000"/>
                <w:sz w:val="20"/>
                <w:szCs w:val="20"/>
              </w:rPr>
              <w:t xml:space="preserve"> indikációja, orvosi és gyógyászati segédeszközös rehabilitáció</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Műtéti hallásjavítás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Gyermekek </w:t>
            </w:r>
            <w:proofErr w:type="spellStart"/>
            <w:r w:rsidRPr="005B300D">
              <w:rPr>
                <w:color w:val="000000"/>
                <w:sz w:val="20"/>
                <w:szCs w:val="20"/>
              </w:rPr>
              <w:t>hallásrehabilitációja</w:t>
            </w:r>
            <w:proofErr w:type="spellEnd"/>
            <w:r w:rsidRPr="005B300D">
              <w:rPr>
                <w:color w:val="000000"/>
                <w:sz w:val="20"/>
                <w:szCs w:val="20"/>
              </w:rPr>
              <w:t xml:space="preserve">, </w:t>
            </w:r>
            <w:proofErr w:type="spellStart"/>
            <w:r w:rsidRPr="005B300D">
              <w:rPr>
                <w:color w:val="000000"/>
                <w:sz w:val="20"/>
                <w:szCs w:val="20"/>
              </w:rPr>
              <w:t>szurdopedagógiai</w:t>
            </w:r>
            <w:proofErr w:type="spellEnd"/>
            <w:r w:rsidRPr="005B300D">
              <w:rPr>
                <w:color w:val="000000"/>
                <w:sz w:val="20"/>
                <w:szCs w:val="20"/>
              </w:rPr>
              <w:t xml:space="preserve"> alapismeretek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Gyermek és felnőtt hallásszűrés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Akut halláscsökkenés diagnosztikája és terápiája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A0E3C">
        <w:trPr>
          <w:trHeight w:val="312"/>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Implantáción átesett betegek vizsgálata, ellátása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Otoneurológiai</w:t>
            </w:r>
            <w:proofErr w:type="spellEnd"/>
            <w:r w:rsidRPr="005B300D">
              <w:rPr>
                <w:color w:val="000000"/>
                <w:sz w:val="20"/>
                <w:szCs w:val="20"/>
              </w:rPr>
              <w:t xml:space="preserve"> alapismeretek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Kommunikáció</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Betegjogi ismeretek, szakmai irányelvek, törvények ismerete (pl. hallásszűrés, hallókészülék ellátás)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A0E3C">
        <w:trPr>
          <w:trHeight w:val="474"/>
          <w:jc w:val="center"/>
        </w:trPr>
        <w:tc>
          <w:tcPr>
            <w:tcW w:w="3980" w:type="dxa"/>
            <w:shd w:val="clear" w:color="auto" w:fill="auto"/>
            <w:vAlign w:val="center"/>
            <w:hideMark/>
          </w:tcPr>
          <w:p w:rsidR="005D696B" w:rsidRPr="005B300D" w:rsidRDefault="005D696B" w:rsidP="00FA0E3C">
            <w:pPr>
              <w:rPr>
                <w:color w:val="000000"/>
                <w:sz w:val="20"/>
                <w:szCs w:val="20"/>
              </w:rPr>
            </w:pPr>
            <w:r w:rsidRPr="005B300D">
              <w:rPr>
                <w:color w:val="000000"/>
                <w:sz w:val="20"/>
                <w:szCs w:val="20"/>
              </w:rPr>
              <w:t>Alkalmazza a betegbiztonságra vonatkozó előírásokat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300"/>
          <w:jc w:val="center"/>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szakmai szöveg megértése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íráskészség, írásbeli fogalmazókészség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hallott szöveg megértése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beszédkészség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Komplex eszközhasználati képességek, készségek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300"/>
          <w:jc w:val="center"/>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Felelősségtudat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Önállóság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Precizitás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300"/>
          <w:jc w:val="center"/>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Határozottság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Segítőkészség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Kommunikációs rugalmasság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300"/>
          <w:jc w:val="center"/>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Áttekintő képesség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Értékelés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jc w:val="center"/>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Módszeres munkavégzés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844"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556"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bl>
    <w:p w:rsidR="00FA0E3C" w:rsidRDefault="00FA0E3C" w:rsidP="005D696B"/>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Anatómiai és élettani alapismeretek tantárgy</w:t>
      </w:r>
      <w:r w:rsidRPr="005B300D">
        <w:rPr>
          <w:b/>
        </w:rPr>
        <w:tab/>
        <w:t>62 óra/62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p>
    <w:p w:rsidR="005D696B" w:rsidRPr="005B300D" w:rsidRDefault="005D696B" w:rsidP="005D696B">
      <w:pPr>
        <w:ind w:left="426"/>
      </w:pPr>
      <w:r w:rsidRPr="005B300D">
        <w:t xml:space="preserve">A halló-és egyensúlyozó rendszer működésének, kóros állapotainak ismertetése. Felkészítés az </w:t>
      </w:r>
      <w:proofErr w:type="spellStart"/>
      <w:r w:rsidRPr="005B300D">
        <w:t>audiológián</w:t>
      </w:r>
      <w:proofErr w:type="spellEnd"/>
      <w:r w:rsidRPr="005B300D">
        <w:t xml:space="preserve"> jelentkező beteg vizsgálatainak megismerésére, megértésére. </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p>
    <w:p w:rsidR="005D696B" w:rsidRPr="005B300D" w:rsidRDefault="005D696B" w:rsidP="005D696B">
      <w:pPr>
        <w:ind w:left="709"/>
      </w:pPr>
      <w:r w:rsidRPr="005B300D">
        <w:t>Orvosi biológia</w:t>
      </w:r>
    </w:p>
    <w:p w:rsidR="005D696B" w:rsidRPr="005B300D" w:rsidRDefault="005D696B" w:rsidP="005D696B">
      <w:pPr>
        <w:ind w:left="709"/>
      </w:pPr>
      <w:r w:rsidRPr="005B300D">
        <w:t>Élettan</w:t>
      </w:r>
    </w:p>
    <w:p w:rsidR="005D696B" w:rsidRPr="005B300D" w:rsidRDefault="005D696B" w:rsidP="005D696B">
      <w:pPr>
        <w:ind w:left="709"/>
      </w:pPr>
      <w:r w:rsidRPr="005B300D">
        <w:t>Kórtan</w:t>
      </w:r>
    </w:p>
    <w:p w:rsidR="005D696B" w:rsidRPr="005B300D" w:rsidRDefault="005D696B" w:rsidP="005D696B">
      <w:pPr>
        <w:ind w:left="709"/>
      </w:pPr>
      <w:r w:rsidRPr="005B300D">
        <w:lastRenderedPageBreak/>
        <w:t>Fizika</w:t>
      </w:r>
    </w:p>
    <w:p w:rsidR="005D696B" w:rsidRPr="005B300D" w:rsidRDefault="005D696B" w:rsidP="005D696B">
      <w:pPr>
        <w:ind w:left="709"/>
      </w:pPr>
      <w:r w:rsidRPr="005B300D">
        <w:t>Hangtan</w:t>
      </w:r>
    </w:p>
    <w:p w:rsidR="005D696B" w:rsidRPr="005B300D" w:rsidRDefault="005D696B" w:rsidP="005D696B">
      <w:pPr>
        <w:ind w:left="709"/>
      </w:pPr>
      <w:r w:rsidRPr="005B300D">
        <w:t>Zajvédelem</w:t>
      </w:r>
    </w:p>
    <w:p w:rsidR="005D696B" w:rsidRPr="005B300D" w:rsidRDefault="005D696B" w:rsidP="005D696B">
      <w:pPr>
        <w:ind w:left="709"/>
      </w:pPr>
      <w:r w:rsidRPr="005B300D">
        <w:t>Mikrobiológia</w:t>
      </w:r>
    </w:p>
    <w:p w:rsidR="005D696B" w:rsidRPr="005B300D" w:rsidRDefault="005D696B" w:rsidP="005D696B">
      <w:pPr>
        <w:ind w:left="709"/>
      </w:pPr>
      <w:r w:rsidRPr="005B300D">
        <w:t>Gyermekgyógyászat</w:t>
      </w:r>
    </w:p>
    <w:p w:rsidR="005D696B" w:rsidRPr="005B300D" w:rsidRDefault="005D696B" w:rsidP="005D696B">
      <w:pPr>
        <w:ind w:left="709"/>
      </w:pPr>
      <w:r w:rsidRPr="005B300D">
        <w:t>Népegészségügy</w:t>
      </w:r>
    </w:p>
    <w:p w:rsidR="005D696B" w:rsidRPr="005B300D" w:rsidRDefault="005D696B" w:rsidP="005D696B">
      <w:pPr>
        <w:ind w:left="709"/>
      </w:pPr>
      <w:r w:rsidRPr="005B300D">
        <w:t>Orvosi latin</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halló- és egyensúlyozó rendszer anatómiája</w:t>
      </w:r>
      <w:r w:rsidRPr="005B300D">
        <w:rPr>
          <w:b/>
          <w:i/>
        </w:rPr>
        <w:tab/>
        <w:t>15 óra/15 óra</w:t>
      </w:r>
    </w:p>
    <w:p w:rsidR="005D696B" w:rsidRPr="005B300D" w:rsidRDefault="005D696B" w:rsidP="005D696B">
      <w:pPr>
        <w:ind w:left="851"/>
      </w:pPr>
      <w:r w:rsidRPr="005B300D">
        <w:t>Külsőfül</w:t>
      </w:r>
    </w:p>
    <w:p w:rsidR="005D696B" w:rsidRPr="005B300D" w:rsidRDefault="005D696B" w:rsidP="005D696B">
      <w:pPr>
        <w:ind w:left="851"/>
      </w:pPr>
      <w:r w:rsidRPr="005B300D">
        <w:t>Középfül</w:t>
      </w:r>
    </w:p>
    <w:p w:rsidR="005D696B" w:rsidRPr="005B300D" w:rsidRDefault="005D696B" w:rsidP="005D696B">
      <w:pPr>
        <w:ind w:left="851"/>
      </w:pPr>
      <w:r w:rsidRPr="005B300D">
        <w:t>Belsőfül</w:t>
      </w:r>
    </w:p>
    <w:p w:rsidR="005D696B" w:rsidRPr="005B300D" w:rsidRDefault="005D696B" w:rsidP="005D696B">
      <w:pPr>
        <w:ind w:left="851"/>
      </w:pPr>
      <w:r w:rsidRPr="005B300D">
        <w:t>Centrális hallópályák</w:t>
      </w:r>
    </w:p>
    <w:p w:rsidR="005D696B" w:rsidRPr="005B300D" w:rsidRDefault="005D696B" w:rsidP="005D696B">
      <w:pPr>
        <w:ind w:left="851"/>
      </w:pPr>
      <w:r w:rsidRPr="005B300D">
        <w:t>Az egyensúlyozó rendszer felépítése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halló- és egyensúlyozó rendszer élettana</w:t>
      </w:r>
      <w:r w:rsidRPr="005B300D">
        <w:rPr>
          <w:b/>
          <w:i/>
        </w:rPr>
        <w:tab/>
        <w:t>15 óra/15 óra</w:t>
      </w:r>
    </w:p>
    <w:p w:rsidR="005D696B" w:rsidRPr="005B300D" w:rsidRDefault="005D696B" w:rsidP="005D696B">
      <w:pPr>
        <w:ind w:left="851"/>
      </w:pPr>
      <w:r w:rsidRPr="005B300D">
        <w:t>Külsőfül</w:t>
      </w:r>
    </w:p>
    <w:p w:rsidR="005D696B" w:rsidRPr="005B300D" w:rsidRDefault="005D696B" w:rsidP="005D696B">
      <w:pPr>
        <w:ind w:left="851"/>
      </w:pPr>
      <w:r w:rsidRPr="005B300D">
        <w:t>Középfül</w:t>
      </w:r>
    </w:p>
    <w:p w:rsidR="005D696B" w:rsidRPr="005B300D" w:rsidRDefault="005D696B" w:rsidP="005D696B">
      <w:pPr>
        <w:ind w:left="851"/>
      </w:pPr>
      <w:r w:rsidRPr="005B300D">
        <w:t>Belsőfül</w:t>
      </w:r>
    </w:p>
    <w:p w:rsidR="005D696B" w:rsidRPr="005B300D" w:rsidRDefault="005D696B" w:rsidP="005D696B">
      <w:pPr>
        <w:ind w:left="851"/>
      </w:pPr>
      <w:r w:rsidRPr="005B300D">
        <w:t>Centrális hallópályák</w:t>
      </w:r>
    </w:p>
    <w:p w:rsidR="005D696B" w:rsidRPr="005B300D" w:rsidRDefault="005D696B" w:rsidP="005D696B">
      <w:pPr>
        <w:ind w:left="851"/>
      </w:pPr>
      <w:r w:rsidRPr="005B300D">
        <w:t>Az egyensúlyozó rendszer működése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hallórendszer fejlődése</w:t>
      </w:r>
      <w:r w:rsidRPr="005B300D">
        <w:rPr>
          <w:b/>
          <w:i/>
        </w:rPr>
        <w:tab/>
        <w:t>6 óra/6 óra</w:t>
      </w:r>
    </w:p>
    <w:p w:rsidR="005D696B" w:rsidRPr="005B300D" w:rsidRDefault="005D696B" w:rsidP="005D696B">
      <w:pPr>
        <w:ind w:left="851"/>
      </w:pPr>
      <w:r w:rsidRPr="005B300D">
        <w:t xml:space="preserve">A hallórendszer </w:t>
      </w:r>
      <w:proofErr w:type="spellStart"/>
      <w:r w:rsidRPr="005B300D">
        <w:t>intrauterin</w:t>
      </w:r>
      <w:proofErr w:type="spellEnd"/>
      <w:r w:rsidRPr="005B300D">
        <w:t xml:space="preserve"> fejlődése</w:t>
      </w:r>
    </w:p>
    <w:p w:rsidR="005D696B" w:rsidRPr="005B300D" w:rsidRDefault="005D696B" w:rsidP="005D696B">
      <w:pPr>
        <w:ind w:left="851"/>
      </w:pPr>
      <w:r w:rsidRPr="005B300D">
        <w:t>A fejlődést érintő rizikófaktorok</w:t>
      </w:r>
    </w:p>
    <w:p w:rsidR="005D696B" w:rsidRPr="005B300D" w:rsidRDefault="005D696B" w:rsidP="005D696B">
      <w:pPr>
        <w:ind w:left="851"/>
      </w:pPr>
      <w:r w:rsidRPr="005B300D">
        <w:t>Fejlődési rendellenességek</w:t>
      </w:r>
    </w:p>
    <w:p w:rsidR="005D696B" w:rsidRPr="005B300D" w:rsidRDefault="005D696B" w:rsidP="005D696B">
      <w:pPr>
        <w:ind w:left="851"/>
      </w:pPr>
      <w:r w:rsidRPr="005B300D">
        <w:t xml:space="preserve">Veleszületett halláscsökkenés </w:t>
      </w:r>
    </w:p>
    <w:p w:rsidR="005D696B" w:rsidRPr="005B300D" w:rsidRDefault="005D696B" w:rsidP="005D696B">
      <w:pPr>
        <w:ind w:left="851"/>
      </w:pPr>
      <w:r w:rsidRPr="005B300D">
        <w:t>Beszédfejlődés</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Halláscsökkenések</w:t>
      </w:r>
      <w:r w:rsidRPr="005B300D">
        <w:rPr>
          <w:b/>
          <w:i/>
        </w:rPr>
        <w:tab/>
        <w:t>15 óra/15 óra</w:t>
      </w:r>
    </w:p>
    <w:p w:rsidR="005D696B" w:rsidRPr="005B300D" w:rsidRDefault="005D696B" w:rsidP="005D696B">
      <w:pPr>
        <w:ind w:left="851"/>
      </w:pPr>
      <w:r w:rsidRPr="005B300D">
        <w:t>Halláscsökkenések okai</w:t>
      </w:r>
    </w:p>
    <w:p w:rsidR="005D696B" w:rsidRPr="005B300D" w:rsidRDefault="005D696B" w:rsidP="005D696B">
      <w:pPr>
        <w:ind w:left="851"/>
      </w:pPr>
      <w:r w:rsidRPr="005B300D">
        <w:t>Halláskárosító ágensek</w:t>
      </w:r>
    </w:p>
    <w:p w:rsidR="005D696B" w:rsidRPr="005B300D" w:rsidRDefault="005D696B" w:rsidP="005D696B">
      <w:pPr>
        <w:ind w:left="851"/>
      </w:pPr>
      <w:r w:rsidRPr="005B300D">
        <w:t>Vezetéses halláscsökkenés</w:t>
      </w:r>
    </w:p>
    <w:p w:rsidR="005D696B" w:rsidRPr="005B300D" w:rsidRDefault="005D696B" w:rsidP="005D696B">
      <w:pPr>
        <w:ind w:left="851"/>
      </w:pPr>
      <w:r w:rsidRPr="005B300D">
        <w:t>Percepciós halláscsökkenés</w:t>
      </w:r>
    </w:p>
    <w:p w:rsidR="005D696B" w:rsidRPr="005B300D" w:rsidRDefault="005D696B" w:rsidP="005D696B">
      <w:pPr>
        <w:ind w:left="851"/>
      </w:pPr>
      <w:r w:rsidRPr="005B300D">
        <w:t>Kevert típusú halláscsökkenés</w:t>
      </w:r>
    </w:p>
    <w:p w:rsidR="005D696B" w:rsidRPr="005B300D" w:rsidRDefault="005D696B" w:rsidP="005D696B">
      <w:pPr>
        <w:ind w:left="851"/>
      </w:pPr>
      <w:r w:rsidRPr="005B300D">
        <w:t>Kis-, közepes-, nagyfokú, súlyos fokú halláscsökkenések</w:t>
      </w:r>
    </w:p>
    <w:p w:rsidR="005D696B" w:rsidRPr="005B300D" w:rsidRDefault="005D696B" w:rsidP="005D696B">
      <w:pPr>
        <w:ind w:left="851"/>
      </w:pPr>
      <w:proofErr w:type="spellStart"/>
      <w:r w:rsidRPr="005B300D">
        <w:t>Surditas</w:t>
      </w:r>
      <w:proofErr w:type="spellEnd"/>
    </w:p>
    <w:p w:rsidR="005D696B" w:rsidRPr="005B300D" w:rsidRDefault="005D696B" w:rsidP="005D696B">
      <w:pPr>
        <w:ind w:left="851"/>
      </w:pPr>
      <w:r w:rsidRPr="005B300D">
        <w:t>Életminőség</w:t>
      </w:r>
    </w:p>
    <w:p w:rsidR="005D696B" w:rsidRPr="005B300D" w:rsidRDefault="005D696B" w:rsidP="005D696B">
      <w:pPr>
        <w:ind w:left="851"/>
      </w:pPr>
      <w:r w:rsidRPr="005B300D">
        <w:t>Beszédértés, beszédkészség</w:t>
      </w:r>
    </w:p>
    <w:p w:rsidR="005D696B" w:rsidRPr="005B300D" w:rsidRDefault="005D696B" w:rsidP="005D696B">
      <w:pPr>
        <w:tabs>
          <w:tab w:val="left" w:pos="1418"/>
          <w:tab w:val="right" w:pos="9072"/>
        </w:tabs>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Általános betegvizsgálat</w:t>
      </w:r>
      <w:r w:rsidRPr="005B300D">
        <w:rPr>
          <w:b/>
          <w:i/>
        </w:rPr>
        <w:tab/>
        <w:t>5 óra/5 óra</w:t>
      </w:r>
    </w:p>
    <w:p w:rsidR="005D696B" w:rsidRPr="005B300D" w:rsidRDefault="005D696B" w:rsidP="005D696B">
      <w:pPr>
        <w:ind w:left="851"/>
      </w:pPr>
      <w:r w:rsidRPr="005B300D">
        <w:t>A beteg megfigyelése</w:t>
      </w:r>
    </w:p>
    <w:p w:rsidR="005D696B" w:rsidRPr="005B300D" w:rsidRDefault="005D696B" w:rsidP="005D696B">
      <w:pPr>
        <w:ind w:left="851"/>
      </w:pPr>
      <w:r w:rsidRPr="005B300D">
        <w:t>Kommunikáció</w:t>
      </w:r>
    </w:p>
    <w:p w:rsidR="005D696B" w:rsidRPr="005B300D" w:rsidRDefault="005D696B" w:rsidP="005D696B">
      <w:pPr>
        <w:ind w:left="851"/>
      </w:pPr>
      <w:r w:rsidRPr="005B300D">
        <w:t>Anamnézis</w:t>
      </w:r>
    </w:p>
    <w:p w:rsidR="005D696B" w:rsidRPr="005B300D" w:rsidRDefault="005D696B" w:rsidP="005D696B">
      <w:pPr>
        <w:ind w:left="851"/>
      </w:pPr>
      <w:r w:rsidRPr="005B300D">
        <w:t>Fizikális vizsgálat</w:t>
      </w:r>
    </w:p>
    <w:p w:rsidR="005D696B" w:rsidRPr="005B300D" w:rsidRDefault="005D696B" w:rsidP="005D696B">
      <w:pPr>
        <w:tabs>
          <w:tab w:val="left" w:pos="1418"/>
          <w:tab w:val="right" w:pos="9072"/>
        </w:tabs>
        <w:ind w:left="851"/>
      </w:pPr>
      <w:proofErr w:type="spellStart"/>
      <w:r w:rsidRPr="005B300D">
        <w:t>Audiológiai</w:t>
      </w:r>
      <w:proofErr w:type="spellEnd"/>
      <w:r w:rsidRPr="005B300D">
        <w:t xml:space="preserve"> szakrendelés</w:t>
      </w:r>
    </w:p>
    <w:p w:rsidR="005D696B" w:rsidRPr="005B300D" w:rsidRDefault="005D696B" w:rsidP="005D696B">
      <w:pPr>
        <w:tabs>
          <w:tab w:val="left" w:pos="1418"/>
          <w:tab w:val="right" w:pos="9072"/>
        </w:tabs>
        <w:ind w:left="851"/>
      </w:pPr>
      <w:proofErr w:type="spellStart"/>
      <w:r w:rsidRPr="005B300D">
        <w:t>Audiológiai</w:t>
      </w:r>
      <w:proofErr w:type="spellEnd"/>
      <w:r w:rsidRPr="005B300D">
        <w:t xml:space="preserve"> vizsgálatok célja</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Fülzúgás, szédülés, </w:t>
      </w:r>
      <w:proofErr w:type="spellStart"/>
      <w:r w:rsidRPr="005B300D">
        <w:rPr>
          <w:b/>
          <w:i/>
        </w:rPr>
        <w:t>facialis</w:t>
      </w:r>
      <w:proofErr w:type="spellEnd"/>
      <w:r w:rsidRPr="005B300D">
        <w:rPr>
          <w:b/>
          <w:i/>
        </w:rPr>
        <w:t xml:space="preserve"> </w:t>
      </w:r>
      <w:proofErr w:type="spellStart"/>
      <w:r w:rsidRPr="005B300D">
        <w:rPr>
          <w:b/>
          <w:i/>
        </w:rPr>
        <w:t>paresis</w:t>
      </w:r>
      <w:proofErr w:type="spellEnd"/>
      <w:r w:rsidRPr="005B300D">
        <w:rPr>
          <w:b/>
          <w:i/>
        </w:rPr>
        <w:t>, neurológiai betegségek</w:t>
      </w:r>
      <w:r w:rsidRPr="005B300D">
        <w:rPr>
          <w:b/>
          <w:i/>
        </w:rPr>
        <w:tab/>
        <w:t>6 óra/6 óra</w:t>
      </w:r>
    </w:p>
    <w:p w:rsidR="005D696B" w:rsidRPr="005B300D" w:rsidRDefault="005D696B" w:rsidP="005D696B">
      <w:pPr>
        <w:ind w:left="851"/>
      </w:pPr>
      <w:r w:rsidRPr="005B300D">
        <w:lastRenderedPageBreak/>
        <w:t>Fülzúgás, kóroki tényezők</w:t>
      </w:r>
    </w:p>
    <w:p w:rsidR="005D696B" w:rsidRPr="005B300D" w:rsidRDefault="005D696B" w:rsidP="005D696B">
      <w:pPr>
        <w:ind w:left="851"/>
      </w:pPr>
      <w:r w:rsidRPr="005B300D">
        <w:t>Szédülés perifériás okai</w:t>
      </w:r>
    </w:p>
    <w:p w:rsidR="005D696B" w:rsidRPr="005B300D" w:rsidRDefault="005D696B" w:rsidP="005D696B">
      <w:pPr>
        <w:ind w:left="851"/>
      </w:pPr>
      <w:r w:rsidRPr="005B300D">
        <w:t>Szédülés centrális okai</w:t>
      </w:r>
    </w:p>
    <w:p w:rsidR="005D696B" w:rsidRPr="005B300D" w:rsidRDefault="005D696B" w:rsidP="005D696B">
      <w:pPr>
        <w:ind w:left="851"/>
      </w:pPr>
      <w:proofErr w:type="spellStart"/>
      <w:r w:rsidRPr="005B300D">
        <w:t>Facialis</w:t>
      </w:r>
      <w:proofErr w:type="spellEnd"/>
      <w:r w:rsidRPr="005B300D">
        <w:t xml:space="preserve"> </w:t>
      </w:r>
      <w:proofErr w:type="spellStart"/>
      <w:r w:rsidRPr="005B300D">
        <w:t>paresis</w:t>
      </w:r>
      <w:proofErr w:type="spellEnd"/>
      <w:r w:rsidRPr="005B300D">
        <w:t xml:space="preserve"> okai</w:t>
      </w:r>
    </w:p>
    <w:p w:rsidR="005D696B" w:rsidRPr="005B300D" w:rsidRDefault="005D696B" w:rsidP="005D696B">
      <w:pPr>
        <w:ind w:left="851"/>
      </w:pPr>
      <w:r w:rsidRPr="005B300D">
        <w:t xml:space="preserve">Akusztikus </w:t>
      </w:r>
      <w:proofErr w:type="spellStart"/>
      <w:r w:rsidRPr="005B300D">
        <w:t>neurinoma</w:t>
      </w:r>
      <w:proofErr w:type="spellEnd"/>
      <w:r w:rsidRPr="005B300D">
        <w:t xml:space="preserve"> és egyéb daganatok tünetei</w:t>
      </w:r>
    </w:p>
    <w:p w:rsidR="005D696B" w:rsidRPr="005B300D" w:rsidRDefault="005D696B" w:rsidP="005D696B">
      <w:pPr>
        <w:ind w:left="851"/>
      </w:pPr>
      <w:r w:rsidRPr="005B300D">
        <w:t>Ideggyógyászati határterületek</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p>
    <w:p w:rsidR="005D696B" w:rsidRPr="005B300D" w:rsidRDefault="005D696B" w:rsidP="005D696B">
      <w:pPr>
        <w:ind w:left="426"/>
      </w:pPr>
      <w:r w:rsidRPr="005B300D">
        <w:t>Szaktanterem demonstrációs eszközökkel.</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8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8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8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8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single" w:sz="4" w:space="0" w:color="auto"/>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Képi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értelmezése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pStyle w:val="Listaszerbekezds"/>
        <w:numPr>
          <w:ilvl w:val="0"/>
          <w:numId w:val="40"/>
        </w:numPr>
        <w:tabs>
          <w:tab w:val="right" w:pos="9072"/>
        </w:tabs>
        <w:jc w:val="both"/>
        <w:rPr>
          <w:b/>
        </w:rPr>
      </w:pPr>
      <w:r w:rsidRPr="005B300D">
        <w:rPr>
          <w:b/>
        </w:rPr>
        <w:t xml:space="preserve">Szubjektív </w:t>
      </w:r>
      <w:proofErr w:type="spellStart"/>
      <w:r w:rsidRPr="005B300D">
        <w:rPr>
          <w:b/>
        </w:rPr>
        <w:t>audiológiai</w:t>
      </w:r>
      <w:proofErr w:type="spellEnd"/>
      <w:r w:rsidRPr="005B300D">
        <w:rPr>
          <w:b/>
        </w:rPr>
        <w:t xml:space="preserve"> vizsgálatok tantárgy</w:t>
      </w:r>
      <w:r w:rsidRPr="005B300D">
        <w:rPr>
          <w:b/>
        </w:rPr>
        <w:tab/>
        <w:t>62 óra/62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 xml:space="preserve">Az </w:t>
      </w:r>
      <w:proofErr w:type="spellStart"/>
      <w:r w:rsidRPr="005B300D">
        <w:t>audiológiai</w:t>
      </w:r>
      <w:proofErr w:type="spellEnd"/>
      <w:r w:rsidRPr="005B300D">
        <w:t xml:space="preserve"> vizsgálatok közül a szubjektív vizsgálatok ismertetése, alkalmazásuk indikációja, kivitelezése, az eredmények értelmezése.</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Pszichológia</w:t>
      </w:r>
    </w:p>
    <w:p w:rsidR="005D696B" w:rsidRPr="005B300D" w:rsidRDefault="005D696B" w:rsidP="005D696B">
      <w:pPr>
        <w:ind w:left="426"/>
      </w:pPr>
      <w:r w:rsidRPr="005B300D">
        <w:t>Kapcsolatteremtés</w:t>
      </w:r>
    </w:p>
    <w:p w:rsidR="005D696B" w:rsidRPr="005B300D" w:rsidRDefault="005D696B" w:rsidP="005D696B">
      <w:pPr>
        <w:ind w:left="426"/>
      </w:pPr>
      <w:r w:rsidRPr="005B300D">
        <w:t>Kommunikáció</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Klasszikus hallásvizsgálatok</w:t>
      </w:r>
      <w:r w:rsidRPr="005B300D">
        <w:rPr>
          <w:b/>
          <w:i/>
        </w:rPr>
        <w:tab/>
        <w:t>10 óra/10 óra</w:t>
      </w:r>
    </w:p>
    <w:p w:rsidR="005D696B" w:rsidRPr="005B300D" w:rsidRDefault="005D696B" w:rsidP="005D696B">
      <w:pPr>
        <w:ind w:left="851"/>
      </w:pPr>
      <w:r w:rsidRPr="005B300D">
        <w:t>Súgott beszéd</w:t>
      </w:r>
    </w:p>
    <w:p w:rsidR="005D696B" w:rsidRPr="005B300D" w:rsidRDefault="005D696B" w:rsidP="005D696B">
      <w:pPr>
        <w:ind w:left="851"/>
      </w:pPr>
      <w:r w:rsidRPr="005B300D">
        <w:t>Társalgó beszéd</w:t>
      </w:r>
    </w:p>
    <w:p w:rsidR="005D696B" w:rsidRPr="005B300D" w:rsidRDefault="005D696B" w:rsidP="005D696B">
      <w:pPr>
        <w:ind w:left="851"/>
      </w:pPr>
      <w:r w:rsidRPr="005B300D">
        <w:t>Hangvillavizsgálatok</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Tisztahang hallásküszöb</w:t>
      </w:r>
      <w:r w:rsidRPr="005B300D">
        <w:rPr>
          <w:b/>
          <w:i/>
        </w:rPr>
        <w:tab/>
        <w:t>13 óra/13 óra</w:t>
      </w:r>
    </w:p>
    <w:p w:rsidR="005D696B" w:rsidRPr="005B300D" w:rsidRDefault="005D696B" w:rsidP="005D696B">
      <w:pPr>
        <w:tabs>
          <w:tab w:val="left" w:pos="1418"/>
          <w:tab w:val="right" w:pos="9072"/>
        </w:tabs>
        <w:ind w:left="851"/>
      </w:pPr>
      <w:r w:rsidRPr="005B300D">
        <w:t>Vizsgálat ismertetése</w:t>
      </w:r>
    </w:p>
    <w:p w:rsidR="005D696B" w:rsidRPr="005B300D" w:rsidRDefault="005D696B" w:rsidP="005D696B">
      <w:pPr>
        <w:tabs>
          <w:tab w:val="left" w:pos="1418"/>
          <w:tab w:val="right" w:pos="9072"/>
        </w:tabs>
        <w:ind w:left="851"/>
      </w:pPr>
      <w:r w:rsidRPr="005B300D">
        <w:t>Vizsgálat kivitelezése</w:t>
      </w:r>
    </w:p>
    <w:p w:rsidR="005D696B" w:rsidRPr="005B300D" w:rsidRDefault="005D696B" w:rsidP="005D696B">
      <w:pPr>
        <w:tabs>
          <w:tab w:val="left" w:pos="1418"/>
          <w:tab w:val="right" w:pos="9072"/>
        </w:tabs>
        <w:ind w:left="851"/>
      </w:pPr>
      <w:r w:rsidRPr="005B300D">
        <w:t>Légvezetéses vizsgálat</w:t>
      </w:r>
    </w:p>
    <w:p w:rsidR="005D696B" w:rsidRPr="005B300D" w:rsidRDefault="005D696B" w:rsidP="005D696B">
      <w:pPr>
        <w:tabs>
          <w:tab w:val="left" w:pos="1418"/>
          <w:tab w:val="right" w:pos="9072"/>
        </w:tabs>
        <w:ind w:left="851"/>
      </w:pPr>
      <w:r w:rsidRPr="005B300D">
        <w:t>Csontvezetéses vizsgálat</w:t>
      </w:r>
    </w:p>
    <w:p w:rsidR="005D696B" w:rsidRPr="005B300D" w:rsidRDefault="005D696B" w:rsidP="005D696B">
      <w:pPr>
        <w:tabs>
          <w:tab w:val="left" w:pos="1418"/>
          <w:tab w:val="right" w:pos="9072"/>
        </w:tabs>
        <w:ind w:left="851"/>
      </w:pPr>
      <w:r w:rsidRPr="005B300D">
        <w:t>Maszkolás</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Küszöb fölötti vizsgálatok</w:t>
      </w:r>
      <w:r w:rsidRPr="005B300D">
        <w:rPr>
          <w:b/>
          <w:i/>
        </w:rPr>
        <w:tab/>
        <w:t>10 óra/10 óra</w:t>
      </w:r>
    </w:p>
    <w:p w:rsidR="005D696B" w:rsidRPr="005B300D" w:rsidRDefault="005D696B" w:rsidP="005D696B">
      <w:pPr>
        <w:ind w:left="851"/>
      </w:pPr>
      <w:proofErr w:type="spellStart"/>
      <w:r w:rsidRPr="005B300D">
        <w:t>Tinnitometria</w:t>
      </w:r>
      <w:proofErr w:type="spellEnd"/>
    </w:p>
    <w:p w:rsidR="005D696B" w:rsidRPr="005B300D" w:rsidRDefault="005D696B" w:rsidP="005D696B">
      <w:pPr>
        <w:ind w:left="851"/>
      </w:pPr>
      <w:proofErr w:type="spellStart"/>
      <w:r w:rsidRPr="005B300D">
        <w:t>Recruitment</w:t>
      </w:r>
      <w:proofErr w:type="spellEnd"/>
      <w:r w:rsidRPr="005B300D">
        <w:t xml:space="preserve"> vizsgálatok</w:t>
      </w:r>
    </w:p>
    <w:p w:rsidR="005D696B" w:rsidRPr="005B300D" w:rsidRDefault="005D696B" w:rsidP="005D696B">
      <w:pPr>
        <w:ind w:left="851"/>
      </w:pPr>
      <w:r w:rsidRPr="005B300D">
        <w:t>Kóros fáradás vizsgálatok</w:t>
      </w:r>
    </w:p>
    <w:p w:rsidR="005D696B" w:rsidRPr="005B300D" w:rsidRDefault="005D696B" w:rsidP="005D696B">
      <w:pPr>
        <w:ind w:left="851"/>
      </w:pPr>
      <w:r w:rsidRPr="005B300D">
        <w:t>Vezetéses halláscsökkenések diagnosztikáját segítő vizsgálatok</w:t>
      </w:r>
    </w:p>
    <w:p w:rsidR="005D696B" w:rsidRPr="005B300D" w:rsidRDefault="005D696B" w:rsidP="005D696B">
      <w:pPr>
        <w:ind w:left="851"/>
      </w:pPr>
      <w:r w:rsidRPr="005B300D">
        <w:t>Leleplező vizsgálatok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spellStart"/>
      <w:r w:rsidRPr="005B300D">
        <w:rPr>
          <w:b/>
          <w:i/>
        </w:rPr>
        <w:t>Beszédaudiometria</w:t>
      </w:r>
      <w:proofErr w:type="spellEnd"/>
      <w:r w:rsidRPr="005B300D">
        <w:rPr>
          <w:b/>
          <w:i/>
        </w:rPr>
        <w:tab/>
        <w:t>12 óra/12 óra</w:t>
      </w:r>
    </w:p>
    <w:p w:rsidR="005D696B" w:rsidRPr="005B300D" w:rsidRDefault="005D696B" w:rsidP="005D696B">
      <w:pPr>
        <w:ind w:left="851"/>
      </w:pPr>
      <w:r w:rsidRPr="005B300D">
        <w:t>Számpróba</w:t>
      </w:r>
    </w:p>
    <w:p w:rsidR="005D696B" w:rsidRPr="005B300D" w:rsidRDefault="005D696B" w:rsidP="005D696B">
      <w:pPr>
        <w:ind w:left="851"/>
      </w:pPr>
      <w:r w:rsidRPr="005B300D">
        <w:t>Szópróba</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Szabad hangtérben történő vizsgálatok</w:t>
      </w:r>
      <w:r w:rsidRPr="005B300D">
        <w:rPr>
          <w:b/>
          <w:i/>
        </w:rPr>
        <w:tab/>
        <w:t>5 óra/5 óra</w:t>
      </w:r>
    </w:p>
    <w:p w:rsidR="005D696B" w:rsidRPr="005B300D" w:rsidRDefault="005D696B" w:rsidP="005D696B">
      <w:pPr>
        <w:pStyle w:val="Listaszerbekezds"/>
        <w:tabs>
          <w:tab w:val="left" w:pos="1701"/>
          <w:tab w:val="right" w:pos="9072"/>
        </w:tabs>
        <w:ind w:left="993"/>
      </w:pPr>
      <w:r w:rsidRPr="005B300D">
        <w:t>Tisztahang hallásküszöb</w:t>
      </w:r>
    </w:p>
    <w:p w:rsidR="005D696B" w:rsidRPr="005B300D" w:rsidRDefault="005D696B" w:rsidP="005D696B">
      <w:pPr>
        <w:pStyle w:val="Listaszerbekezds"/>
        <w:tabs>
          <w:tab w:val="left" w:pos="1701"/>
          <w:tab w:val="right" w:pos="9072"/>
        </w:tabs>
        <w:ind w:left="993"/>
      </w:pPr>
      <w:proofErr w:type="spellStart"/>
      <w:r w:rsidRPr="005B300D">
        <w:t>Beszédaudiometria</w:t>
      </w:r>
      <w:proofErr w:type="spellEnd"/>
    </w:p>
    <w:p w:rsidR="005D696B" w:rsidRPr="005B300D" w:rsidRDefault="005D696B" w:rsidP="005D696B">
      <w:pPr>
        <w:pStyle w:val="Listaszerbekezds"/>
        <w:tabs>
          <w:tab w:val="left" w:pos="1701"/>
          <w:tab w:val="right" w:pos="9072"/>
        </w:tabs>
        <w:ind w:left="993"/>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Szédülő beteg vizsgálata</w:t>
      </w:r>
      <w:r w:rsidRPr="005B300D">
        <w:rPr>
          <w:b/>
          <w:i/>
        </w:rPr>
        <w:tab/>
        <w:t>10 óra/ 10 óra</w:t>
      </w:r>
    </w:p>
    <w:p w:rsidR="005D696B" w:rsidRPr="005B300D" w:rsidRDefault="005D696B" w:rsidP="005D696B">
      <w:pPr>
        <w:pStyle w:val="Listaszerbekezds"/>
        <w:tabs>
          <w:tab w:val="left" w:pos="1701"/>
          <w:tab w:val="right" w:pos="9072"/>
        </w:tabs>
        <w:ind w:left="993"/>
      </w:pPr>
      <w:proofErr w:type="spellStart"/>
      <w:r w:rsidRPr="005B300D">
        <w:lastRenderedPageBreak/>
        <w:t>Otoneurológiai</w:t>
      </w:r>
      <w:proofErr w:type="spellEnd"/>
      <w:r w:rsidRPr="005B300D">
        <w:t xml:space="preserve"> vizsgálatok</w:t>
      </w:r>
    </w:p>
    <w:p w:rsidR="005D696B" w:rsidRPr="005B300D" w:rsidRDefault="005D696B" w:rsidP="005D696B">
      <w:pPr>
        <w:pStyle w:val="Listaszerbekezds"/>
        <w:tabs>
          <w:tab w:val="left" w:pos="1701"/>
          <w:tab w:val="right" w:pos="9072"/>
        </w:tabs>
        <w:ind w:left="993"/>
      </w:pPr>
      <w:proofErr w:type="spellStart"/>
      <w:r w:rsidRPr="005B300D">
        <w:t>Audiológiai</w:t>
      </w:r>
      <w:proofErr w:type="spellEnd"/>
      <w:r w:rsidRPr="005B300D">
        <w:t xml:space="preserve"> vizsgálatok</w:t>
      </w:r>
    </w:p>
    <w:p w:rsidR="005D696B" w:rsidRPr="005B300D" w:rsidRDefault="005D696B" w:rsidP="005D696B">
      <w:pPr>
        <w:tabs>
          <w:tab w:val="left" w:pos="1701"/>
          <w:tab w:val="right" w:pos="9072"/>
        </w:tabs>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Eredmények értékelése</w:t>
      </w:r>
      <w:r w:rsidRPr="005B300D">
        <w:rPr>
          <w:b/>
          <w:i/>
        </w:rPr>
        <w:tab/>
        <w:t>2 óra/2 óra</w:t>
      </w:r>
    </w:p>
    <w:p w:rsidR="005D696B" w:rsidRPr="005B300D" w:rsidRDefault="005D696B" w:rsidP="005D696B">
      <w:pPr>
        <w:tabs>
          <w:tab w:val="left" w:pos="1418"/>
          <w:tab w:val="right" w:pos="9072"/>
        </w:tabs>
        <w:ind w:left="851"/>
      </w:pPr>
      <w:r w:rsidRPr="005B300D">
        <w:t>Vizsgálati eredmények összesítése</w:t>
      </w:r>
    </w:p>
    <w:p w:rsidR="005D696B" w:rsidRPr="005B300D" w:rsidRDefault="005D696B" w:rsidP="005D696B">
      <w:pPr>
        <w:tabs>
          <w:tab w:val="left" w:pos="1418"/>
          <w:tab w:val="right" w:pos="9072"/>
        </w:tabs>
        <w:ind w:left="851"/>
      </w:pPr>
      <w:r w:rsidRPr="005B300D">
        <w:t>Következtetések</w:t>
      </w:r>
    </w:p>
    <w:p w:rsidR="005D696B" w:rsidRPr="005B300D" w:rsidRDefault="005D696B" w:rsidP="005D696B">
      <w:pPr>
        <w:tabs>
          <w:tab w:val="left" w:pos="1418"/>
          <w:tab w:val="right" w:pos="9072"/>
        </w:tabs>
        <w:ind w:left="851"/>
      </w:pPr>
      <w:r w:rsidRPr="005B300D">
        <w:t>További vizsgálatok tervezése</w:t>
      </w:r>
    </w:p>
    <w:p w:rsidR="005D696B" w:rsidRPr="005B300D" w:rsidRDefault="005D696B" w:rsidP="005D696B">
      <w:pPr>
        <w:tabs>
          <w:tab w:val="left" w:pos="1418"/>
          <w:tab w:val="right" w:pos="9072"/>
        </w:tabs>
        <w:ind w:left="851"/>
      </w:pPr>
      <w:r w:rsidRPr="005B300D">
        <w:t>Betegellátás tervezése az eredmények alapján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p>
    <w:p w:rsidR="005D696B" w:rsidRPr="005B300D" w:rsidRDefault="005D696B" w:rsidP="005D696B">
      <w:pPr>
        <w:ind w:left="426"/>
      </w:pPr>
      <w:r w:rsidRPr="005B300D">
        <w:t>Szaktanterem, melyben megfelelő hallásvizsgálati eszközök találhatók</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pStyle w:val="Listaszerbekezds"/>
        <w:ind w:left="1224"/>
        <w:rPr>
          <w:b/>
        </w:rPr>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Képi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értelmezése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Gyakorlati munkavégzés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6.1.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Műveletek gyakorlása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 xml:space="preserve">Objektív </w:t>
      </w:r>
      <w:proofErr w:type="spellStart"/>
      <w:r w:rsidRPr="005B300D">
        <w:rPr>
          <w:b/>
        </w:rPr>
        <w:t>audiológiai</w:t>
      </w:r>
      <w:proofErr w:type="spellEnd"/>
      <w:r w:rsidRPr="005B300D">
        <w:rPr>
          <w:b/>
        </w:rPr>
        <w:t xml:space="preserve"> vizsgálatok tantárgy</w:t>
      </w:r>
      <w:r w:rsidRPr="005B300D">
        <w:rPr>
          <w:b/>
        </w:rPr>
        <w:tab/>
        <w:t>62 óra/62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 xml:space="preserve">Az </w:t>
      </w:r>
      <w:proofErr w:type="spellStart"/>
      <w:r w:rsidRPr="005B300D">
        <w:t>audiológiai</w:t>
      </w:r>
      <w:proofErr w:type="spellEnd"/>
      <w:r w:rsidRPr="005B300D">
        <w:t xml:space="preserve"> vizsgálatok közül az objektív vizsgálatok ismertetése, alkalmazásuk indikációja, kivitelezése, az eredmények értelmezése.</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proofErr w:type="spellStart"/>
      <w:r w:rsidRPr="005B300D">
        <w:t>Elektrofiziológia</w:t>
      </w:r>
      <w:proofErr w:type="spellEnd"/>
    </w:p>
    <w:p w:rsidR="005D696B" w:rsidRPr="005B300D" w:rsidRDefault="005D696B" w:rsidP="005D696B">
      <w:pPr>
        <w:ind w:left="426"/>
      </w:pPr>
      <w:r w:rsidRPr="005B300D">
        <w:t>Fizika</w:t>
      </w:r>
    </w:p>
    <w:p w:rsidR="005D696B" w:rsidRPr="005B300D" w:rsidRDefault="005D696B" w:rsidP="005D696B">
      <w:pPr>
        <w:ind w:left="426"/>
      </w:pPr>
      <w:r w:rsidRPr="005B300D">
        <w:t>Neurológia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Akusztikusan kiváltott reflexek</w:t>
      </w:r>
      <w:r w:rsidRPr="005B300D">
        <w:rPr>
          <w:b/>
          <w:i/>
        </w:rPr>
        <w:tab/>
        <w:t>12 óra/12 óra</w:t>
      </w:r>
    </w:p>
    <w:p w:rsidR="005D696B" w:rsidRPr="005B300D" w:rsidRDefault="005D696B" w:rsidP="005D696B">
      <w:pPr>
        <w:ind w:left="851"/>
      </w:pPr>
      <w:r w:rsidRPr="005B300D">
        <w:t xml:space="preserve">Életkornak megfelelő reflexek  </w:t>
      </w:r>
    </w:p>
    <w:p w:rsidR="005D696B" w:rsidRPr="005B300D" w:rsidRDefault="005D696B" w:rsidP="005D696B">
      <w:pPr>
        <w:ind w:left="851"/>
      </w:pPr>
      <w:proofErr w:type="spellStart"/>
      <w:r w:rsidRPr="005B300D">
        <w:t>Stapedius</w:t>
      </w:r>
      <w:proofErr w:type="spellEnd"/>
      <w:r w:rsidRPr="005B300D">
        <w:t xml:space="preserve"> reflex</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Akusztikusan kiváltott hangjelenség</w:t>
      </w:r>
      <w:r w:rsidRPr="005B300D">
        <w:rPr>
          <w:b/>
          <w:i/>
        </w:rPr>
        <w:tab/>
        <w:t>10 óra/10 óra</w:t>
      </w:r>
    </w:p>
    <w:p w:rsidR="005D696B" w:rsidRPr="005B300D" w:rsidRDefault="005D696B" w:rsidP="005D696B">
      <w:pPr>
        <w:ind w:left="851"/>
      </w:pPr>
      <w:proofErr w:type="gramStart"/>
      <w:r w:rsidRPr="005B300D">
        <w:t>spontán</w:t>
      </w:r>
      <w:proofErr w:type="gramEnd"/>
      <w:r w:rsidRPr="005B300D">
        <w:t xml:space="preserve"> </w:t>
      </w:r>
      <w:proofErr w:type="spellStart"/>
      <w:r w:rsidRPr="005B300D">
        <w:t>otoakusztikus</w:t>
      </w:r>
      <w:proofErr w:type="spellEnd"/>
      <w:r w:rsidRPr="005B300D">
        <w:t xml:space="preserve"> emisszió</w:t>
      </w:r>
    </w:p>
    <w:p w:rsidR="005D696B" w:rsidRPr="005B300D" w:rsidRDefault="005D696B" w:rsidP="005D696B">
      <w:pPr>
        <w:ind w:left="851"/>
      </w:pPr>
      <w:proofErr w:type="gramStart"/>
      <w:r w:rsidRPr="005B300D">
        <w:t>kiváltott</w:t>
      </w:r>
      <w:proofErr w:type="gramEnd"/>
      <w:r w:rsidRPr="005B300D">
        <w:t xml:space="preserve"> </w:t>
      </w:r>
      <w:proofErr w:type="spellStart"/>
      <w:r w:rsidRPr="005B300D">
        <w:t>otoakusztikus</w:t>
      </w:r>
      <w:proofErr w:type="spellEnd"/>
      <w:r w:rsidRPr="005B300D">
        <w:t xml:space="preserve"> emisszió</w:t>
      </w:r>
    </w:p>
    <w:p w:rsidR="005D696B" w:rsidRPr="005B300D" w:rsidRDefault="005D696B" w:rsidP="005D696B">
      <w:pPr>
        <w:ind w:left="851"/>
      </w:pPr>
      <w:proofErr w:type="gramStart"/>
      <w:r w:rsidRPr="005B300D">
        <w:t>tranziens</w:t>
      </w:r>
      <w:proofErr w:type="gramEnd"/>
      <w:r w:rsidRPr="005B300D">
        <w:t xml:space="preserve"> OAE</w:t>
      </w:r>
    </w:p>
    <w:p w:rsidR="005D696B" w:rsidRPr="005B300D" w:rsidRDefault="005D696B" w:rsidP="005D696B">
      <w:pPr>
        <w:ind w:left="851"/>
      </w:pPr>
      <w:proofErr w:type="spellStart"/>
      <w:r w:rsidRPr="005B300D">
        <w:t>disztorziós</w:t>
      </w:r>
      <w:proofErr w:type="spellEnd"/>
      <w:r w:rsidRPr="005B300D">
        <w:t xml:space="preserve"> OAE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Akusztikusan kiváltott elektromos válaszok</w:t>
      </w:r>
      <w:r w:rsidRPr="005B300D">
        <w:rPr>
          <w:b/>
          <w:i/>
        </w:rPr>
        <w:tab/>
        <w:t>15 óra/15 óra</w:t>
      </w:r>
    </w:p>
    <w:p w:rsidR="005D696B" w:rsidRPr="005B300D" w:rsidRDefault="005D696B" w:rsidP="005D696B">
      <w:pPr>
        <w:ind w:left="851"/>
      </w:pPr>
      <w:proofErr w:type="spellStart"/>
      <w:r w:rsidRPr="005B300D">
        <w:t>Elektrocochleográfia</w:t>
      </w:r>
      <w:proofErr w:type="spellEnd"/>
      <w:r w:rsidRPr="005B300D">
        <w:t xml:space="preserve"> (</w:t>
      </w:r>
      <w:proofErr w:type="spellStart"/>
      <w:r w:rsidRPr="005B300D">
        <w:t>ECoG</w:t>
      </w:r>
      <w:proofErr w:type="spellEnd"/>
      <w:r w:rsidRPr="005B300D">
        <w:t>)</w:t>
      </w:r>
    </w:p>
    <w:p w:rsidR="005D696B" w:rsidRPr="005B300D" w:rsidRDefault="005D696B" w:rsidP="005D696B">
      <w:pPr>
        <w:ind w:left="851"/>
      </w:pPr>
      <w:r w:rsidRPr="005B300D">
        <w:t>Agytörzsi kiváltott válaszok (BERA)</w:t>
      </w:r>
    </w:p>
    <w:p w:rsidR="005D696B" w:rsidRPr="005B300D" w:rsidRDefault="005D696B" w:rsidP="005D696B">
      <w:pPr>
        <w:ind w:left="851"/>
      </w:pPr>
      <w:r w:rsidRPr="005B300D">
        <w:t xml:space="preserve">Közepes </w:t>
      </w:r>
      <w:proofErr w:type="spellStart"/>
      <w:r w:rsidRPr="005B300D">
        <w:t>latenciaidejű</w:t>
      </w:r>
      <w:proofErr w:type="spellEnd"/>
      <w:r w:rsidRPr="005B300D">
        <w:t xml:space="preserve"> válaszok (MLR)</w:t>
      </w:r>
    </w:p>
    <w:p w:rsidR="005D696B" w:rsidRPr="005B300D" w:rsidRDefault="005D696B" w:rsidP="005D696B">
      <w:pPr>
        <w:ind w:left="851"/>
      </w:pPr>
      <w:r w:rsidRPr="005B300D">
        <w:t>Kérgi kiváltott válaszok (CERA)</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Impedancia vizsgálat</w:t>
      </w:r>
      <w:r w:rsidRPr="005B300D">
        <w:rPr>
          <w:b/>
          <w:i/>
        </w:rPr>
        <w:tab/>
        <w:t>13 óra/13 óra</w:t>
      </w:r>
    </w:p>
    <w:p w:rsidR="005D696B" w:rsidRPr="005B300D" w:rsidRDefault="005D696B" w:rsidP="005D696B">
      <w:pPr>
        <w:ind w:left="851"/>
      </w:pPr>
      <w:proofErr w:type="spellStart"/>
      <w:r w:rsidRPr="005B300D">
        <w:t>Tympanometria</w:t>
      </w:r>
      <w:proofErr w:type="spellEnd"/>
    </w:p>
    <w:p w:rsidR="005D696B" w:rsidRPr="005B300D" w:rsidRDefault="005D696B" w:rsidP="005D696B">
      <w:pPr>
        <w:ind w:left="851"/>
      </w:pPr>
      <w:r w:rsidRPr="005B300D">
        <w:t xml:space="preserve">Dinamikus </w:t>
      </w:r>
      <w:proofErr w:type="spellStart"/>
      <w:r w:rsidRPr="005B300D">
        <w:t>compliance</w:t>
      </w:r>
      <w:proofErr w:type="spellEnd"/>
      <w:r w:rsidRPr="005B300D">
        <w:t xml:space="preserve"> mérés</w:t>
      </w:r>
    </w:p>
    <w:p w:rsidR="005D696B" w:rsidRPr="005B300D" w:rsidRDefault="005D696B" w:rsidP="005D696B">
      <w:pPr>
        <w:ind w:left="851"/>
      </w:pPr>
      <w:proofErr w:type="spellStart"/>
      <w:r w:rsidRPr="005B300D">
        <w:lastRenderedPageBreak/>
        <w:t>Multifrekvenciás</w:t>
      </w:r>
      <w:proofErr w:type="spellEnd"/>
      <w:r w:rsidRPr="005B300D">
        <w:t xml:space="preserve"> </w:t>
      </w:r>
      <w:proofErr w:type="spellStart"/>
      <w:r w:rsidRPr="005B300D">
        <w:t>tympanometria</w:t>
      </w:r>
      <w:proofErr w:type="spellEnd"/>
    </w:p>
    <w:p w:rsidR="005D696B" w:rsidRPr="005B300D" w:rsidRDefault="005D696B" w:rsidP="005D696B">
      <w:pPr>
        <w:ind w:left="851"/>
      </w:pPr>
      <w:proofErr w:type="spellStart"/>
      <w:r w:rsidRPr="005B300D">
        <w:t>Stapedius</w:t>
      </w:r>
      <w:proofErr w:type="spellEnd"/>
      <w:r w:rsidRPr="005B300D">
        <w:t xml:space="preserve"> reflex </w:t>
      </w:r>
      <w:proofErr w:type="spellStart"/>
      <w:r w:rsidRPr="005B300D">
        <w:t>ipsi-</w:t>
      </w:r>
      <w:proofErr w:type="spellEnd"/>
      <w:r w:rsidRPr="005B300D">
        <w:t xml:space="preserve"> és </w:t>
      </w:r>
      <w:proofErr w:type="spellStart"/>
      <w:r w:rsidRPr="005B300D">
        <w:t>contralateralis</w:t>
      </w:r>
      <w:proofErr w:type="spellEnd"/>
      <w:r w:rsidRPr="005B300D">
        <w:t xml:space="preserve"> ingerléssel</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Szédülő beteg vizsgálata</w:t>
      </w:r>
      <w:r w:rsidRPr="005B300D">
        <w:rPr>
          <w:b/>
          <w:i/>
        </w:rPr>
        <w:tab/>
        <w:t>10 óra/10 óra</w:t>
      </w:r>
    </w:p>
    <w:p w:rsidR="005D696B" w:rsidRPr="005B300D" w:rsidRDefault="005D696B" w:rsidP="005D696B">
      <w:pPr>
        <w:pStyle w:val="Listaszerbekezds"/>
        <w:tabs>
          <w:tab w:val="left" w:pos="1701"/>
          <w:tab w:val="right" w:pos="9072"/>
        </w:tabs>
        <w:ind w:left="993"/>
      </w:pPr>
      <w:proofErr w:type="spellStart"/>
      <w:r w:rsidRPr="005B300D">
        <w:t>Otoneurológiai</w:t>
      </w:r>
      <w:proofErr w:type="spellEnd"/>
      <w:r w:rsidRPr="005B300D">
        <w:t xml:space="preserve"> vizsgálatok</w:t>
      </w:r>
    </w:p>
    <w:p w:rsidR="005D696B" w:rsidRPr="005B300D" w:rsidRDefault="005D696B" w:rsidP="005D696B">
      <w:pPr>
        <w:pStyle w:val="Listaszerbekezds"/>
        <w:tabs>
          <w:tab w:val="left" w:pos="1701"/>
          <w:tab w:val="right" w:pos="9072"/>
        </w:tabs>
        <w:ind w:left="993"/>
      </w:pPr>
      <w:proofErr w:type="spellStart"/>
      <w:r w:rsidRPr="005B300D">
        <w:t>Audiológiai</w:t>
      </w:r>
      <w:proofErr w:type="spellEnd"/>
      <w:r w:rsidRPr="005B300D">
        <w:t xml:space="preserve"> vizsgálatok</w:t>
      </w:r>
    </w:p>
    <w:p w:rsidR="005D696B" w:rsidRPr="005B300D" w:rsidRDefault="005D696B" w:rsidP="005D696B">
      <w:pPr>
        <w:pStyle w:val="Listaszerbekezds"/>
        <w:tabs>
          <w:tab w:val="left" w:pos="1701"/>
          <w:tab w:val="right" w:pos="9072"/>
        </w:tabs>
        <w:ind w:left="993"/>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Eredmények értékelése</w:t>
      </w:r>
      <w:r w:rsidRPr="005B300D">
        <w:rPr>
          <w:b/>
          <w:i/>
        </w:rPr>
        <w:tab/>
        <w:t>2 óra/2 óra</w:t>
      </w:r>
    </w:p>
    <w:p w:rsidR="005D696B" w:rsidRPr="005B300D" w:rsidRDefault="005D696B" w:rsidP="005D696B">
      <w:pPr>
        <w:pStyle w:val="Listaszerbekezds"/>
        <w:tabs>
          <w:tab w:val="left" w:pos="1418"/>
          <w:tab w:val="right" w:pos="9072"/>
        </w:tabs>
        <w:ind w:left="851"/>
      </w:pPr>
      <w:r w:rsidRPr="005B300D">
        <w:t>Vizsgálati eredmények összesítése</w:t>
      </w:r>
    </w:p>
    <w:p w:rsidR="005D696B" w:rsidRPr="005B300D" w:rsidRDefault="005D696B" w:rsidP="005D696B">
      <w:pPr>
        <w:pStyle w:val="Listaszerbekezds"/>
        <w:tabs>
          <w:tab w:val="left" w:pos="1418"/>
          <w:tab w:val="right" w:pos="9072"/>
        </w:tabs>
        <w:ind w:left="851"/>
      </w:pPr>
      <w:r w:rsidRPr="005B300D">
        <w:t>Következtetések</w:t>
      </w:r>
    </w:p>
    <w:p w:rsidR="005D696B" w:rsidRPr="005B300D" w:rsidRDefault="005D696B" w:rsidP="005D696B">
      <w:pPr>
        <w:pStyle w:val="Listaszerbekezds"/>
        <w:tabs>
          <w:tab w:val="left" w:pos="1418"/>
          <w:tab w:val="right" w:pos="9072"/>
        </w:tabs>
        <w:ind w:left="851"/>
      </w:pPr>
      <w:r w:rsidRPr="005B300D">
        <w:t>További vizsgálatok tervezése</w:t>
      </w:r>
    </w:p>
    <w:p w:rsidR="005D696B" w:rsidRPr="005B300D" w:rsidRDefault="005D696B" w:rsidP="005D696B">
      <w:pPr>
        <w:pStyle w:val="Listaszerbekezds"/>
        <w:tabs>
          <w:tab w:val="left" w:pos="1418"/>
          <w:tab w:val="right" w:pos="9072"/>
        </w:tabs>
        <w:ind w:left="851"/>
      </w:pPr>
      <w:r w:rsidRPr="005B300D">
        <w:t>Betegellátás tervezése az eredmények alapján</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 melyben megfelelő mérőműszerek állnak rendelkezésre</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ind w:left="426"/>
        <w:rPr>
          <w:i/>
        </w:rPr>
      </w:pP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0"/>
          <w:numId w:val="40"/>
        </w:numPr>
        <w:tabs>
          <w:tab w:val="right" w:pos="9072"/>
        </w:tabs>
        <w:jc w:val="both"/>
        <w:rPr>
          <w:b/>
        </w:rPr>
      </w:pPr>
      <w:proofErr w:type="spellStart"/>
      <w:r w:rsidRPr="005B300D">
        <w:rPr>
          <w:b/>
        </w:rPr>
        <w:t>Gyermek-audiológia</w:t>
      </w:r>
      <w:proofErr w:type="spellEnd"/>
      <w:r w:rsidRPr="005B300D">
        <w:rPr>
          <w:b/>
        </w:rPr>
        <w:tab/>
        <w:t>62 óra/62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Gyermekek életkorának figyelembe vételével történő vizsgálatok alkalmazásának ismertetése, életkori sajátosságok megbeszélése. A vizsgálatok során kapott eredmények értelmezése.</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Pszichológia</w:t>
      </w:r>
    </w:p>
    <w:p w:rsidR="005D696B" w:rsidRPr="005B300D" w:rsidRDefault="005D696B" w:rsidP="005D696B">
      <w:pPr>
        <w:ind w:left="426"/>
      </w:pPr>
      <w:r w:rsidRPr="005B300D">
        <w:t>Kommunikáció</w:t>
      </w:r>
    </w:p>
    <w:p w:rsidR="005D696B" w:rsidRPr="005B300D" w:rsidRDefault="005D696B" w:rsidP="005D696B">
      <w:pPr>
        <w:ind w:left="426"/>
      </w:pPr>
      <w:r w:rsidRPr="005B300D">
        <w:t>Gyermekgyógyászat</w:t>
      </w:r>
    </w:p>
    <w:p w:rsidR="005D696B" w:rsidRPr="005B300D" w:rsidRDefault="005D696B" w:rsidP="005D696B">
      <w:pPr>
        <w:ind w:left="426"/>
      </w:pPr>
      <w:proofErr w:type="spellStart"/>
      <w:r w:rsidRPr="005B300D">
        <w:t>Neonatológia</w:t>
      </w:r>
      <w:proofErr w:type="spellEnd"/>
    </w:p>
    <w:p w:rsidR="005D696B" w:rsidRPr="005B300D" w:rsidRDefault="005D696B" w:rsidP="005D696B">
      <w:pPr>
        <w:ind w:left="426"/>
      </w:pPr>
      <w:proofErr w:type="spellStart"/>
      <w:r w:rsidRPr="005B300D">
        <w:t>Anaesthesiológia</w:t>
      </w:r>
      <w:proofErr w:type="spellEnd"/>
    </w:p>
    <w:p w:rsidR="005D696B" w:rsidRPr="005B300D" w:rsidRDefault="005D696B" w:rsidP="005D696B">
      <w:pPr>
        <w:ind w:left="426"/>
      </w:pPr>
      <w:r w:rsidRPr="005B300D">
        <w:t>Genetika</w:t>
      </w:r>
    </w:p>
    <w:p w:rsidR="005D696B" w:rsidRPr="005B300D" w:rsidRDefault="005D696B" w:rsidP="005D696B">
      <w:pPr>
        <w:ind w:left="426"/>
      </w:pPr>
      <w:r w:rsidRPr="005B300D">
        <w:t>Gyógypedagógia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Újszülöttek hallásszűrése, hallásvizsgálata</w:t>
      </w:r>
      <w:r w:rsidRPr="005B300D">
        <w:rPr>
          <w:b/>
          <w:i/>
        </w:rPr>
        <w:tab/>
        <w:t>15 óra/15 óra</w:t>
      </w:r>
    </w:p>
    <w:p w:rsidR="005D696B" w:rsidRPr="005B300D" w:rsidRDefault="005D696B" w:rsidP="005D696B">
      <w:pPr>
        <w:ind w:left="851"/>
      </w:pPr>
      <w:proofErr w:type="spellStart"/>
      <w:r w:rsidRPr="005B300D">
        <w:t>Újszülöttkori</w:t>
      </w:r>
      <w:proofErr w:type="spellEnd"/>
      <w:r w:rsidRPr="005B300D">
        <w:t xml:space="preserve"> hallásszűrés</w:t>
      </w:r>
    </w:p>
    <w:p w:rsidR="005D696B" w:rsidRPr="005B300D" w:rsidRDefault="005D696B" w:rsidP="005D696B">
      <w:pPr>
        <w:ind w:left="851"/>
      </w:pPr>
      <w:r w:rsidRPr="005B300D">
        <w:t>Szűrő BERA vizsgálat</w:t>
      </w:r>
    </w:p>
    <w:p w:rsidR="005D696B" w:rsidRPr="005B300D" w:rsidRDefault="005D696B" w:rsidP="005D696B">
      <w:pPr>
        <w:ind w:left="851"/>
      </w:pPr>
      <w:r w:rsidRPr="005B300D">
        <w:t>Veleszületett halláscsökkenések</w:t>
      </w:r>
    </w:p>
    <w:p w:rsidR="005D696B" w:rsidRPr="005B300D" w:rsidRDefault="005D696B" w:rsidP="005D696B">
      <w:pPr>
        <w:ind w:left="851"/>
      </w:pPr>
      <w:r w:rsidRPr="005B300D">
        <w:t>Hanginger kiváltotta magatartás-változás, reflexek</w:t>
      </w:r>
    </w:p>
    <w:p w:rsidR="005D696B" w:rsidRPr="005B300D" w:rsidRDefault="005D696B" w:rsidP="005D696B"/>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Csecsemők hallásvizsgálata</w:t>
      </w:r>
      <w:r w:rsidRPr="005B300D">
        <w:rPr>
          <w:b/>
          <w:i/>
        </w:rPr>
        <w:tab/>
        <w:t>15 óra/15 óra</w:t>
      </w:r>
    </w:p>
    <w:p w:rsidR="005D696B" w:rsidRPr="005B300D" w:rsidRDefault="005D696B" w:rsidP="005D696B">
      <w:pPr>
        <w:ind w:left="851"/>
      </w:pPr>
      <w:r w:rsidRPr="005B300D">
        <w:t>Kötelező szűrővizsgálatok</w:t>
      </w:r>
    </w:p>
    <w:p w:rsidR="005D696B" w:rsidRPr="005B300D" w:rsidRDefault="005D696B" w:rsidP="005D696B">
      <w:pPr>
        <w:ind w:left="851"/>
      </w:pPr>
      <w:r w:rsidRPr="005B300D">
        <w:t>Impedancia vizsgálat</w:t>
      </w:r>
    </w:p>
    <w:p w:rsidR="005D696B" w:rsidRPr="005B300D" w:rsidRDefault="005D696B" w:rsidP="005D696B">
      <w:pPr>
        <w:ind w:left="851"/>
      </w:pPr>
      <w:proofErr w:type="spellStart"/>
      <w:r w:rsidRPr="005B300D">
        <w:t>Otoakusztikus</w:t>
      </w:r>
      <w:proofErr w:type="spellEnd"/>
      <w:r w:rsidRPr="005B300D">
        <w:t xml:space="preserve"> emisszió mérés</w:t>
      </w:r>
    </w:p>
    <w:p w:rsidR="005D696B" w:rsidRPr="005B300D" w:rsidRDefault="005D696B" w:rsidP="005D696B">
      <w:pPr>
        <w:ind w:left="851"/>
      </w:pPr>
      <w:r w:rsidRPr="005B300D">
        <w:t>BERA vizsgálat</w:t>
      </w:r>
    </w:p>
    <w:p w:rsidR="005D696B" w:rsidRPr="005B300D" w:rsidRDefault="005D696B" w:rsidP="005D696B">
      <w:pPr>
        <w:ind w:left="851"/>
      </w:pPr>
      <w:r w:rsidRPr="005B300D">
        <w:t>ASSR vizsgálat</w:t>
      </w:r>
    </w:p>
    <w:p w:rsidR="005D696B" w:rsidRPr="005B300D" w:rsidRDefault="005D696B" w:rsidP="005D696B">
      <w:pPr>
        <w:tabs>
          <w:tab w:val="left" w:pos="1418"/>
          <w:tab w:val="right" w:pos="9072"/>
        </w:tabs>
        <w:ind w:left="851"/>
      </w:pPr>
      <w:r w:rsidRPr="005B300D">
        <w:t>Szubjektív vizsgálatok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Kisgyermekek hallásvizsgálata</w:t>
      </w:r>
      <w:r w:rsidRPr="005B300D">
        <w:rPr>
          <w:b/>
          <w:i/>
        </w:rPr>
        <w:tab/>
        <w:t>10 óra/10 óra</w:t>
      </w:r>
    </w:p>
    <w:p w:rsidR="005D696B" w:rsidRPr="005B300D" w:rsidRDefault="005D696B" w:rsidP="005D696B">
      <w:pPr>
        <w:tabs>
          <w:tab w:val="left" w:pos="1418"/>
          <w:tab w:val="right" w:pos="9072"/>
        </w:tabs>
        <w:ind w:left="851"/>
      </w:pPr>
      <w:r w:rsidRPr="005B300D">
        <w:t>Kötelező szűrő vizsgálatok</w:t>
      </w:r>
    </w:p>
    <w:p w:rsidR="005D696B" w:rsidRPr="005B300D" w:rsidRDefault="005D696B" w:rsidP="005D696B">
      <w:pPr>
        <w:tabs>
          <w:tab w:val="left" w:pos="1418"/>
          <w:tab w:val="right" w:pos="9072"/>
        </w:tabs>
        <w:ind w:left="851"/>
      </w:pPr>
      <w:r w:rsidRPr="005B300D">
        <w:lastRenderedPageBreak/>
        <w:t>Impedancia vizsgálat</w:t>
      </w:r>
    </w:p>
    <w:p w:rsidR="005D696B" w:rsidRPr="005B300D" w:rsidRDefault="005D696B" w:rsidP="005D696B">
      <w:pPr>
        <w:ind w:left="851"/>
      </w:pPr>
      <w:proofErr w:type="spellStart"/>
      <w:r w:rsidRPr="005B300D">
        <w:t>Otoakusztikus</w:t>
      </w:r>
      <w:proofErr w:type="spellEnd"/>
      <w:r w:rsidRPr="005B300D">
        <w:t xml:space="preserve"> emisszió mérés</w:t>
      </w:r>
    </w:p>
    <w:p w:rsidR="005D696B" w:rsidRPr="005B300D" w:rsidRDefault="005D696B" w:rsidP="005D696B">
      <w:pPr>
        <w:ind w:left="851"/>
      </w:pPr>
      <w:r w:rsidRPr="005B300D">
        <w:t>BERA vizsgálat</w:t>
      </w:r>
    </w:p>
    <w:p w:rsidR="005D696B" w:rsidRPr="005B300D" w:rsidRDefault="005D696B" w:rsidP="005D696B">
      <w:pPr>
        <w:ind w:left="851"/>
      </w:pPr>
      <w:r w:rsidRPr="005B300D">
        <w:t>ASSR vizsgálat</w:t>
      </w:r>
    </w:p>
    <w:p w:rsidR="005D696B" w:rsidRPr="005B300D" w:rsidRDefault="005D696B" w:rsidP="005D696B">
      <w:pPr>
        <w:tabs>
          <w:tab w:val="left" w:pos="1418"/>
          <w:tab w:val="right" w:pos="9072"/>
        </w:tabs>
        <w:ind w:left="851"/>
      </w:pPr>
      <w:r w:rsidRPr="005B300D">
        <w:t>Szubjektív vizsgálatok</w:t>
      </w:r>
    </w:p>
    <w:p w:rsidR="005D696B" w:rsidRPr="005B300D" w:rsidRDefault="005D696B" w:rsidP="005D696B">
      <w:pPr>
        <w:tabs>
          <w:tab w:val="left" w:pos="1418"/>
          <w:tab w:val="right" w:pos="9072"/>
        </w:tabs>
      </w:pP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gramStart"/>
      <w:r w:rsidRPr="005B300D">
        <w:rPr>
          <w:b/>
          <w:i/>
        </w:rPr>
        <w:t>Iskolás korú</w:t>
      </w:r>
      <w:proofErr w:type="gramEnd"/>
      <w:r w:rsidRPr="005B300D">
        <w:rPr>
          <w:b/>
          <w:i/>
        </w:rPr>
        <w:t xml:space="preserve"> gyermekek hallásvizsgálata</w:t>
      </w:r>
      <w:r w:rsidRPr="005B300D">
        <w:rPr>
          <w:b/>
          <w:i/>
        </w:rPr>
        <w:tab/>
        <w:t>10 óra/10 óra</w:t>
      </w:r>
    </w:p>
    <w:p w:rsidR="005D696B" w:rsidRPr="005B300D" w:rsidRDefault="005D696B" w:rsidP="005D696B">
      <w:pPr>
        <w:ind w:left="851"/>
      </w:pPr>
      <w:r w:rsidRPr="005B300D">
        <w:t>Kötelező szűrő vizsgálatok</w:t>
      </w:r>
    </w:p>
    <w:p w:rsidR="005D696B" w:rsidRPr="005B300D" w:rsidRDefault="005D696B" w:rsidP="005D696B">
      <w:pPr>
        <w:ind w:left="851"/>
      </w:pPr>
      <w:r w:rsidRPr="005B300D">
        <w:t>Impedancia vizsgálat</w:t>
      </w:r>
    </w:p>
    <w:p w:rsidR="005D696B" w:rsidRPr="005B300D" w:rsidRDefault="005D696B" w:rsidP="005D696B">
      <w:pPr>
        <w:ind w:left="851"/>
      </w:pPr>
      <w:proofErr w:type="spellStart"/>
      <w:r w:rsidRPr="005B300D">
        <w:t>Otoakusztikus</w:t>
      </w:r>
      <w:proofErr w:type="spellEnd"/>
      <w:r w:rsidRPr="005B300D">
        <w:t xml:space="preserve"> emisszió mérés</w:t>
      </w:r>
    </w:p>
    <w:p w:rsidR="005D696B" w:rsidRPr="005B300D" w:rsidRDefault="005D696B" w:rsidP="005D696B">
      <w:pPr>
        <w:ind w:left="851"/>
      </w:pPr>
      <w:r w:rsidRPr="005B300D">
        <w:t>BERA vizsgálat</w:t>
      </w:r>
    </w:p>
    <w:p w:rsidR="005D696B" w:rsidRPr="005B300D" w:rsidRDefault="005D696B" w:rsidP="005D696B">
      <w:pPr>
        <w:ind w:left="851"/>
      </w:pPr>
      <w:r w:rsidRPr="005B300D">
        <w:t>ASSR vizsgálat</w:t>
      </w:r>
    </w:p>
    <w:p w:rsidR="005D696B" w:rsidRPr="005B300D" w:rsidRDefault="005D696B" w:rsidP="005D696B">
      <w:pPr>
        <w:tabs>
          <w:tab w:val="left" w:pos="1418"/>
          <w:tab w:val="right" w:pos="9072"/>
        </w:tabs>
        <w:ind w:left="851"/>
      </w:pPr>
      <w:r w:rsidRPr="005B300D">
        <w:t>Szubjektív vizsgálatok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Gyermekkori halláscsökkenések</w:t>
      </w:r>
      <w:r w:rsidRPr="005B300D">
        <w:rPr>
          <w:b/>
          <w:i/>
        </w:rPr>
        <w:tab/>
        <w:t>10 óra/10 óra</w:t>
      </w:r>
    </w:p>
    <w:p w:rsidR="005D696B" w:rsidRPr="005B300D" w:rsidRDefault="005D696B" w:rsidP="005D696B">
      <w:pPr>
        <w:ind w:left="851"/>
      </w:pPr>
      <w:r w:rsidRPr="005B300D">
        <w:t xml:space="preserve">Gyermekek </w:t>
      </w:r>
      <w:proofErr w:type="spellStart"/>
      <w:r w:rsidRPr="005B300D">
        <w:t>hallásrehabilitációja</w:t>
      </w:r>
      <w:proofErr w:type="spellEnd"/>
    </w:p>
    <w:p w:rsidR="005D696B" w:rsidRPr="005B300D" w:rsidRDefault="005D696B" w:rsidP="005D696B">
      <w:pPr>
        <w:ind w:left="851"/>
      </w:pPr>
      <w:r w:rsidRPr="005B300D">
        <w:t>Rehabilitáció tervezése</w:t>
      </w:r>
    </w:p>
    <w:p w:rsidR="005D696B" w:rsidRPr="005B300D" w:rsidRDefault="005D696B" w:rsidP="005D696B">
      <w:pPr>
        <w:ind w:left="851"/>
      </w:pPr>
      <w:r w:rsidRPr="005B300D">
        <w:t>Műtéti eljárások</w:t>
      </w:r>
    </w:p>
    <w:p w:rsidR="005D696B" w:rsidRPr="005B300D" w:rsidRDefault="005D696B" w:rsidP="005D696B">
      <w:pPr>
        <w:ind w:left="851"/>
      </w:pPr>
      <w:r w:rsidRPr="005B300D">
        <w:t>Rehabilitációs eszközök</w:t>
      </w:r>
    </w:p>
    <w:p w:rsidR="005D696B" w:rsidRPr="005B300D" w:rsidRDefault="005D696B" w:rsidP="005D696B">
      <w:pPr>
        <w:tabs>
          <w:tab w:val="left" w:pos="1418"/>
          <w:tab w:val="right" w:pos="9072"/>
        </w:tabs>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Beszédfejlődés</w:t>
      </w:r>
      <w:r w:rsidRPr="005B300D">
        <w:rPr>
          <w:b/>
          <w:i/>
        </w:rPr>
        <w:tab/>
        <w:t>2 óra/2 óra</w:t>
      </w:r>
    </w:p>
    <w:p w:rsidR="005D696B" w:rsidRPr="005B300D" w:rsidRDefault="005D696B" w:rsidP="005D696B">
      <w:pPr>
        <w:ind w:left="851"/>
      </w:pPr>
      <w:r w:rsidRPr="005B300D">
        <w:t>Beszédfejlődés fázisai</w:t>
      </w:r>
    </w:p>
    <w:p w:rsidR="005D696B" w:rsidRPr="005B300D" w:rsidRDefault="005D696B" w:rsidP="005D696B">
      <w:pPr>
        <w:tabs>
          <w:tab w:val="left" w:pos="1418"/>
          <w:tab w:val="right" w:pos="9072"/>
        </w:tabs>
        <w:ind w:left="851"/>
      </w:pPr>
      <w:r w:rsidRPr="005B300D">
        <w:t>Megkésett beszédfejlődés</w:t>
      </w:r>
    </w:p>
    <w:p w:rsidR="005D696B" w:rsidRPr="005B300D" w:rsidRDefault="005D696B" w:rsidP="005D696B">
      <w:pPr>
        <w:tabs>
          <w:tab w:val="left" w:pos="1418"/>
          <w:tab w:val="right" w:pos="9072"/>
        </w:tabs>
        <w:ind w:left="851"/>
      </w:pPr>
      <w:r w:rsidRPr="005B300D">
        <w:t>Beszédfejlesztés</w:t>
      </w:r>
    </w:p>
    <w:p w:rsidR="005D696B" w:rsidRPr="005B300D" w:rsidRDefault="005D696B" w:rsidP="005D696B">
      <w:pPr>
        <w:tabs>
          <w:tab w:val="left" w:pos="1418"/>
          <w:tab w:val="right" w:pos="9072"/>
        </w:tabs>
        <w:ind w:left="851"/>
      </w:pPr>
      <w:proofErr w:type="spellStart"/>
      <w:r w:rsidRPr="005B300D">
        <w:t>Szurdopedagógia</w:t>
      </w:r>
      <w:proofErr w:type="spellEnd"/>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 megfelelő demonstrációs eszközökkel</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pStyle w:val="Listaszerbekezds"/>
        <w:numPr>
          <w:ilvl w:val="0"/>
          <w:numId w:val="40"/>
        </w:numPr>
        <w:tabs>
          <w:tab w:val="right" w:pos="9072"/>
        </w:tabs>
        <w:jc w:val="both"/>
        <w:rPr>
          <w:b/>
        </w:rPr>
      </w:pPr>
      <w:proofErr w:type="spellStart"/>
      <w:r w:rsidRPr="005B300D">
        <w:rPr>
          <w:b/>
        </w:rPr>
        <w:t>Hallásrehabilitáció</w:t>
      </w:r>
      <w:proofErr w:type="spellEnd"/>
      <w:r w:rsidRPr="005B300D">
        <w:rPr>
          <w:b/>
        </w:rPr>
        <w:t xml:space="preserve"> tantárgy</w:t>
      </w:r>
      <w:r w:rsidRPr="005B300D">
        <w:rPr>
          <w:b/>
        </w:rPr>
        <w:tab/>
        <w:t>31 óra/32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 xml:space="preserve">Halláscsökkenés esetén a beteg </w:t>
      </w:r>
      <w:proofErr w:type="spellStart"/>
      <w:r w:rsidRPr="005B300D">
        <w:t>hallásrehabilitációs</w:t>
      </w:r>
      <w:proofErr w:type="spellEnd"/>
      <w:r w:rsidRPr="005B300D">
        <w:t xml:space="preserve"> lehetőségeinek, mind a műtéti, mind az eszközös és kombinált modern eljárások ismertetése. A megfelelő indikációk megismerése.</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proofErr w:type="spellStart"/>
      <w:r w:rsidRPr="005B300D">
        <w:t>Elektrofiziológia</w:t>
      </w:r>
      <w:proofErr w:type="spellEnd"/>
    </w:p>
    <w:p w:rsidR="005D696B" w:rsidRPr="005B300D" w:rsidRDefault="005D696B" w:rsidP="005D696B">
      <w:pPr>
        <w:ind w:left="426"/>
      </w:pPr>
      <w:r w:rsidRPr="005B300D">
        <w:t>Fizika</w:t>
      </w:r>
    </w:p>
    <w:p w:rsidR="005D696B" w:rsidRPr="005B300D" w:rsidRDefault="005D696B" w:rsidP="005D696B">
      <w:pPr>
        <w:ind w:left="426"/>
      </w:pPr>
      <w:r w:rsidRPr="005B300D">
        <w:t>Neurológia</w:t>
      </w:r>
    </w:p>
    <w:p w:rsidR="005D696B" w:rsidRPr="005B300D" w:rsidRDefault="005D696B" w:rsidP="005D696B">
      <w:pPr>
        <w:ind w:left="426"/>
      </w:pPr>
      <w:r w:rsidRPr="005B300D">
        <w:t>Kommunikáció</w:t>
      </w:r>
    </w:p>
    <w:p w:rsidR="005D696B" w:rsidRPr="005B300D" w:rsidRDefault="005D696B" w:rsidP="005D696B">
      <w:pPr>
        <w:ind w:left="426"/>
      </w:pPr>
      <w:r w:rsidRPr="005B300D">
        <w:t>Sebészet</w:t>
      </w:r>
    </w:p>
    <w:p w:rsidR="005D696B" w:rsidRPr="005B300D" w:rsidRDefault="005D696B" w:rsidP="005D696B">
      <w:pPr>
        <w:ind w:left="426"/>
      </w:pPr>
      <w:proofErr w:type="spellStart"/>
      <w:r w:rsidRPr="005B300D">
        <w:t>Anaesthesiológia</w:t>
      </w:r>
      <w:proofErr w:type="spellEnd"/>
    </w:p>
    <w:p w:rsidR="005D696B" w:rsidRPr="005B300D" w:rsidRDefault="005D696B" w:rsidP="005D696B">
      <w:pPr>
        <w:ind w:left="426"/>
      </w:pPr>
      <w:r w:rsidRPr="005B300D">
        <w:t>Gyógyszertan</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Műtéti </w:t>
      </w:r>
      <w:proofErr w:type="spellStart"/>
      <w:r w:rsidRPr="005B300D">
        <w:rPr>
          <w:b/>
          <w:i/>
        </w:rPr>
        <w:t>hallásrehabilitáció</w:t>
      </w:r>
      <w:proofErr w:type="spellEnd"/>
      <w:r w:rsidRPr="005B300D">
        <w:rPr>
          <w:b/>
          <w:i/>
        </w:rPr>
        <w:tab/>
        <w:t>10 óra/10 óra</w:t>
      </w:r>
    </w:p>
    <w:p w:rsidR="005D696B" w:rsidRPr="005B300D" w:rsidRDefault="005D696B" w:rsidP="005D696B">
      <w:pPr>
        <w:ind w:left="851"/>
      </w:pPr>
      <w:r w:rsidRPr="005B300D">
        <w:t>Műtéti indikációk</w:t>
      </w:r>
    </w:p>
    <w:p w:rsidR="005D696B" w:rsidRPr="005B300D" w:rsidRDefault="005D696B" w:rsidP="005D696B">
      <w:pPr>
        <w:ind w:left="851"/>
      </w:pPr>
      <w:proofErr w:type="spellStart"/>
      <w:r w:rsidRPr="005B300D">
        <w:t>Adenotomia</w:t>
      </w:r>
      <w:proofErr w:type="spellEnd"/>
    </w:p>
    <w:p w:rsidR="005D696B" w:rsidRPr="005B300D" w:rsidRDefault="005D696B" w:rsidP="005D696B">
      <w:pPr>
        <w:ind w:left="851"/>
      </w:pPr>
      <w:proofErr w:type="spellStart"/>
      <w:r w:rsidRPr="005B300D">
        <w:t>Paracentesis</w:t>
      </w:r>
      <w:proofErr w:type="spellEnd"/>
      <w:r w:rsidRPr="005B300D">
        <w:t>, ventillációs tubus</w:t>
      </w:r>
    </w:p>
    <w:p w:rsidR="005D696B" w:rsidRPr="005B300D" w:rsidRDefault="005D696B" w:rsidP="005D696B">
      <w:pPr>
        <w:ind w:left="851"/>
      </w:pPr>
      <w:proofErr w:type="spellStart"/>
      <w:r w:rsidRPr="005B300D">
        <w:t>Tympanotomia</w:t>
      </w:r>
      <w:proofErr w:type="spellEnd"/>
    </w:p>
    <w:p w:rsidR="005D696B" w:rsidRPr="005B300D" w:rsidRDefault="005D696B" w:rsidP="005D696B">
      <w:pPr>
        <w:ind w:left="851"/>
      </w:pPr>
      <w:proofErr w:type="spellStart"/>
      <w:r w:rsidRPr="005B300D">
        <w:t>Tympanoplastica</w:t>
      </w:r>
      <w:proofErr w:type="spellEnd"/>
    </w:p>
    <w:p w:rsidR="005D696B" w:rsidRPr="005B300D" w:rsidRDefault="005D696B" w:rsidP="005D696B">
      <w:pPr>
        <w:ind w:left="851"/>
      </w:pPr>
      <w:proofErr w:type="spellStart"/>
      <w:r w:rsidRPr="005B300D">
        <w:lastRenderedPageBreak/>
        <w:t>Stapedotomia</w:t>
      </w:r>
      <w:proofErr w:type="spellEnd"/>
      <w:r w:rsidRPr="005B300D">
        <w:t xml:space="preserve">, </w:t>
      </w:r>
      <w:proofErr w:type="spellStart"/>
      <w:r w:rsidRPr="005B300D">
        <w:t>stapedectomia</w:t>
      </w:r>
      <w:proofErr w:type="spellEnd"/>
    </w:p>
    <w:p w:rsidR="005D696B" w:rsidRPr="005B300D" w:rsidRDefault="005D696B" w:rsidP="005D696B">
      <w:pPr>
        <w:ind w:left="851"/>
      </w:pPr>
      <w:proofErr w:type="spellStart"/>
      <w:r w:rsidRPr="005B300D">
        <w:t>Mastoidectomia</w:t>
      </w:r>
      <w:proofErr w:type="spellEnd"/>
    </w:p>
    <w:p w:rsidR="005D696B" w:rsidRPr="005B300D" w:rsidRDefault="005D696B" w:rsidP="005D696B">
      <w:pPr>
        <w:ind w:left="851"/>
      </w:pPr>
      <w:proofErr w:type="spellStart"/>
      <w:r w:rsidRPr="005B300D">
        <w:t>Radicalis</w:t>
      </w:r>
      <w:proofErr w:type="spellEnd"/>
      <w:r w:rsidRPr="005B300D">
        <w:t xml:space="preserve"> fülműtét</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Eszközös </w:t>
      </w:r>
      <w:proofErr w:type="spellStart"/>
      <w:r w:rsidRPr="005B300D">
        <w:rPr>
          <w:b/>
          <w:i/>
        </w:rPr>
        <w:t>hallásrehabilitáció</w:t>
      </w:r>
      <w:proofErr w:type="spellEnd"/>
      <w:r w:rsidRPr="005B300D">
        <w:rPr>
          <w:b/>
          <w:i/>
        </w:rPr>
        <w:tab/>
        <w:t>1 óra/1 óra</w:t>
      </w:r>
    </w:p>
    <w:p w:rsidR="005D696B" w:rsidRPr="005B300D" w:rsidRDefault="005D696B" w:rsidP="005D696B">
      <w:pPr>
        <w:ind w:left="851"/>
      </w:pPr>
      <w:r w:rsidRPr="005B300D">
        <w:t>Hallókészülék ellátás indikációja</w:t>
      </w:r>
    </w:p>
    <w:p w:rsidR="005D696B" w:rsidRPr="005B300D" w:rsidRDefault="005D696B" w:rsidP="005D696B">
      <w:pPr>
        <w:ind w:left="851"/>
      </w:pPr>
      <w:r w:rsidRPr="005B300D">
        <w:t>Hallókészülék ellátás kivitelezése</w:t>
      </w:r>
    </w:p>
    <w:p w:rsidR="005D696B" w:rsidRPr="005B300D" w:rsidRDefault="005D696B" w:rsidP="005D696B">
      <w:pPr>
        <w:ind w:left="851"/>
      </w:pPr>
      <w:r w:rsidRPr="005B300D">
        <w:t>Hallókészülékes beteg gondozása</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Implantációs hallásjavítás</w:t>
      </w:r>
      <w:r w:rsidRPr="005B300D">
        <w:rPr>
          <w:b/>
          <w:i/>
        </w:rPr>
        <w:tab/>
        <w:t>10 óra/10 óra</w:t>
      </w:r>
    </w:p>
    <w:p w:rsidR="005D696B" w:rsidRPr="005B300D" w:rsidRDefault="005D696B" w:rsidP="005D696B">
      <w:pPr>
        <w:ind w:left="851"/>
      </w:pPr>
      <w:r w:rsidRPr="005B300D">
        <w:t>Implantáció indikációi</w:t>
      </w:r>
    </w:p>
    <w:p w:rsidR="005D696B" w:rsidRPr="005B300D" w:rsidRDefault="005D696B" w:rsidP="005D696B">
      <w:pPr>
        <w:ind w:left="851"/>
      </w:pPr>
      <w:r w:rsidRPr="005B300D">
        <w:t>BAHA</w:t>
      </w:r>
    </w:p>
    <w:p w:rsidR="005D696B" w:rsidRPr="005B300D" w:rsidRDefault="005D696B" w:rsidP="005D696B">
      <w:pPr>
        <w:ind w:left="851"/>
      </w:pPr>
      <w:proofErr w:type="spellStart"/>
      <w:r w:rsidRPr="005B300D">
        <w:t>Bonebridge</w:t>
      </w:r>
      <w:proofErr w:type="spellEnd"/>
    </w:p>
    <w:p w:rsidR="005D696B" w:rsidRPr="005B300D" w:rsidRDefault="005D696B" w:rsidP="005D696B">
      <w:pPr>
        <w:ind w:left="851"/>
      </w:pPr>
      <w:proofErr w:type="spellStart"/>
      <w:r w:rsidRPr="005B300D">
        <w:t>Soundbridge</w:t>
      </w:r>
      <w:proofErr w:type="spellEnd"/>
    </w:p>
    <w:p w:rsidR="005D696B" w:rsidRPr="005B300D" w:rsidRDefault="005D696B" w:rsidP="005D696B">
      <w:pPr>
        <w:ind w:left="851"/>
      </w:pPr>
      <w:proofErr w:type="spellStart"/>
      <w:r w:rsidRPr="005B300D">
        <w:t>Cochlearis</w:t>
      </w:r>
      <w:proofErr w:type="spellEnd"/>
      <w:r w:rsidRPr="005B300D">
        <w:t xml:space="preserve"> implantáció</w:t>
      </w:r>
    </w:p>
    <w:p w:rsidR="005D696B" w:rsidRPr="005B300D" w:rsidRDefault="005D696B" w:rsidP="005D696B">
      <w:pPr>
        <w:ind w:left="851"/>
      </w:pPr>
      <w:r w:rsidRPr="005B300D">
        <w:t>Agytörzsi implantátum</w:t>
      </w:r>
    </w:p>
    <w:p w:rsidR="005D696B" w:rsidRPr="005B300D" w:rsidRDefault="005D696B" w:rsidP="005D696B">
      <w:pPr>
        <w:ind w:left="851"/>
      </w:pPr>
      <w:r w:rsidRPr="005B300D">
        <w:t>Egyéb beültetett hallásjavító eszközök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Gyógyszeres terápiák</w:t>
      </w:r>
      <w:r w:rsidRPr="005B300D">
        <w:rPr>
          <w:b/>
          <w:i/>
        </w:rPr>
        <w:tab/>
        <w:t>5 óra/5 óra</w:t>
      </w:r>
    </w:p>
    <w:p w:rsidR="005D696B" w:rsidRPr="005B300D" w:rsidRDefault="005D696B" w:rsidP="005D696B">
      <w:pPr>
        <w:pStyle w:val="Listaszerbekezds"/>
        <w:tabs>
          <w:tab w:val="left" w:pos="1701"/>
          <w:tab w:val="right" w:pos="9072"/>
        </w:tabs>
        <w:ind w:left="993"/>
      </w:pPr>
      <w:r w:rsidRPr="005B300D">
        <w:t>Akut halláscsökkenés terápiája</w:t>
      </w:r>
    </w:p>
    <w:p w:rsidR="005D696B" w:rsidRPr="005B300D" w:rsidRDefault="005D696B" w:rsidP="005D696B">
      <w:pPr>
        <w:pStyle w:val="Listaszerbekezds"/>
        <w:tabs>
          <w:tab w:val="left" w:pos="1701"/>
          <w:tab w:val="right" w:pos="9072"/>
        </w:tabs>
        <w:ind w:left="993"/>
      </w:pPr>
      <w:r w:rsidRPr="005B300D">
        <w:t>Gyógyszeres terápiás lehetőségek</w:t>
      </w:r>
    </w:p>
    <w:p w:rsidR="005D696B" w:rsidRPr="005B300D" w:rsidRDefault="005D696B" w:rsidP="005D696B">
      <w:pPr>
        <w:pStyle w:val="Listaszerbekezds"/>
        <w:tabs>
          <w:tab w:val="left" w:pos="1701"/>
          <w:tab w:val="right" w:pos="9072"/>
        </w:tabs>
        <w:ind w:left="993"/>
      </w:pPr>
      <w:r w:rsidRPr="005B300D">
        <w:t>Szédülés terápiája</w:t>
      </w:r>
    </w:p>
    <w:p w:rsidR="005D696B" w:rsidRPr="005B300D" w:rsidRDefault="005D696B" w:rsidP="005D696B">
      <w:pPr>
        <w:pStyle w:val="Listaszerbekezds"/>
        <w:tabs>
          <w:tab w:val="left" w:pos="1701"/>
          <w:tab w:val="right" w:pos="9072"/>
        </w:tabs>
        <w:ind w:left="993"/>
      </w:pPr>
      <w:r w:rsidRPr="005B300D">
        <w:t>Fülzúgás terápiája</w:t>
      </w:r>
    </w:p>
    <w:p w:rsidR="005D696B" w:rsidRPr="005B300D" w:rsidRDefault="005D696B" w:rsidP="005D696B">
      <w:pPr>
        <w:pStyle w:val="Listaszerbekezds"/>
        <w:tabs>
          <w:tab w:val="left" w:pos="1701"/>
          <w:tab w:val="right" w:pos="9072"/>
        </w:tabs>
        <w:ind w:left="993"/>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Rehabilitált beteg hallásvizsgálata</w:t>
      </w:r>
      <w:r w:rsidRPr="005B300D">
        <w:rPr>
          <w:b/>
          <w:i/>
        </w:rPr>
        <w:tab/>
        <w:t>5 óra/6 óra</w:t>
      </w:r>
    </w:p>
    <w:p w:rsidR="005D696B" w:rsidRPr="005B300D" w:rsidRDefault="005D696B" w:rsidP="005D696B">
      <w:pPr>
        <w:ind w:left="851"/>
      </w:pPr>
      <w:r w:rsidRPr="005B300D">
        <w:t>Rehabilitált beteg hallásgondozása</w:t>
      </w:r>
    </w:p>
    <w:p w:rsidR="005D696B" w:rsidRPr="005B300D" w:rsidRDefault="005D696B" w:rsidP="005D696B">
      <w:pPr>
        <w:ind w:left="851"/>
      </w:pPr>
      <w:r w:rsidRPr="005B300D">
        <w:t>Szabad hangtérben történő vizsgálatok</w:t>
      </w:r>
    </w:p>
    <w:p w:rsidR="005D696B" w:rsidRPr="005B300D" w:rsidRDefault="005D696B" w:rsidP="005D696B">
      <w:pPr>
        <w:ind w:left="851"/>
      </w:pPr>
      <w:r w:rsidRPr="005B300D">
        <w:t>Objektív vizsgálatok</w:t>
      </w:r>
    </w:p>
    <w:p w:rsidR="005D696B" w:rsidRPr="005B300D" w:rsidRDefault="005D696B" w:rsidP="005D696B">
      <w:pPr>
        <w:ind w:left="851"/>
      </w:pPr>
      <w:proofErr w:type="spellStart"/>
      <w:r w:rsidRPr="005B300D">
        <w:t>Szurdopedagógus</w:t>
      </w:r>
      <w:proofErr w:type="spellEnd"/>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r w:rsidRPr="005B300D">
        <w:t>Szaktanterem megfelelő demonstrációs eszközökkel</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0"/>
          <w:numId w:val="40"/>
        </w:numPr>
        <w:tabs>
          <w:tab w:val="right" w:pos="9072"/>
        </w:tabs>
        <w:jc w:val="both"/>
        <w:rPr>
          <w:b/>
        </w:rPr>
      </w:pPr>
      <w:proofErr w:type="spellStart"/>
      <w:r w:rsidRPr="005B300D">
        <w:rPr>
          <w:b/>
        </w:rPr>
        <w:t>Audiológiai</w:t>
      </w:r>
      <w:proofErr w:type="spellEnd"/>
      <w:r w:rsidRPr="005B300D">
        <w:rPr>
          <w:b/>
        </w:rPr>
        <w:t xml:space="preserve"> gyakorlat</w:t>
      </w:r>
      <w:r w:rsidRPr="005B300D">
        <w:rPr>
          <w:b/>
        </w:rPr>
        <w:tab/>
        <w:t>280 óra/312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ind w:left="426"/>
      </w:pPr>
      <w:r w:rsidRPr="005B300D">
        <w:t xml:space="preserve">Az </w:t>
      </w:r>
      <w:proofErr w:type="spellStart"/>
      <w:r w:rsidRPr="005B300D">
        <w:t>audiológiai</w:t>
      </w:r>
      <w:proofErr w:type="spellEnd"/>
      <w:r w:rsidRPr="005B300D">
        <w:t xml:space="preserve"> vizsgálatok elsajátítása, rehabilitációs eljárások bemutatása. </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ind w:left="426"/>
      </w:pPr>
      <w:r w:rsidRPr="005B300D">
        <w:t>Kommunikáció</w:t>
      </w:r>
    </w:p>
    <w:p w:rsidR="005D696B" w:rsidRPr="005B300D" w:rsidRDefault="005D696B" w:rsidP="005D696B">
      <w:pPr>
        <w:ind w:left="426"/>
      </w:pPr>
      <w:r w:rsidRPr="005B300D">
        <w:t>Pszichológia</w:t>
      </w:r>
    </w:p>
    <w:p w:rsidR="005D696B" w:rsidRPr="005B300D" w:rsidRDefault="005D696B" w:rsidP="005D696B">
      <w:pPr>
        <w:ind w:left="426"/>
      </w:pPr>
      <w:r w:rsidRPr="005B300D">
        <w:t>Gyermekgyógyászat</w:t>
      </w:r>
    </w:p>
    <w:p w:rsidR="005D696B" w:rsidRPr="005B300D" w:rsidRDefault="005D696B" w:rsidP="005D696B">
      <w:pPr>
        <w:ind w:left="426"/>
      </w:pPr>
      <w:r w:rsidRPr="005B300D">
        <w:t>Sebészet</w:t>
      </w:r>
    </w:p>
    <w:p w:rsidR="005D696B" w:rsidRPr="005B300D" w:rsidRDefault="005D696B" w:rsidP="005D696B">
      <w:pPr>
        <w:ind w:left="426"/>
      </w:pPr>
      <w:proofErr w:type="spellStart"/>
      <w:r w:rsidRPr="005B300D">
        <w:t>Anaesthesiológia</w:t>
      </w:r>
      <w:proofErr w:type="spellEnd"/>
    </w:p>
    <w:p w:rsidR="005D696B" w:rsidRPr="005B300D" w:rsidRDefault="005D696B" w:rsidP="005D696B">
      <w:pPr>
        <w:ind w:left="426"/>
      </w:pPr>
      <w:proofErr w:type="spellStart"/>
      <w:r w:rsidRPr="005B300D">
        <w:t>Elektrofiziológia</w:t>
      </w:r>
      <w:proofErr w:type="spellEnd"/>
    </w:p>
    <w:p w:rsidR="005D696B" w:rsidRPr="005B300D" w:rsidRDefault="005D696B" w:rsidP="005D696B">
      <w:pPr>
        <w:ind w:left="426"/>
      </w:pPr>
      <w:r w:rsidRPr="005B300D">
        <w:t>Fizika</w:t>
      </w:r>
    </w:p>
    <w:p w:rsidR="005D696B" w:rsidRPr="005B300D" w:rsidRDefault="005D696B" w:rsidP="005D696B">
      <w:pPr>
        <w:ind w:left="426"/>
      </w:pPr>
      <w:r w:rsidRPr="005B300D">
        <w:t>Neurológia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spellStart"/>
      <w:r w:rsidRPr="005B300D">
        <w:rPr>
          <w:b/>
          <w:i/>
        </w:rPr>
        <w:t>Audiológiai</w:t>
      </w:r>
      <w:proofErr w:type="spellEnd"/>
      <w:r w:rsidRPr="005B300D">
        <w:rPr>
          <w:b/>
          <w:i/>
        </w:rPr>
        <w:t xml:space="preserve"> szakrendelés</w:t>
      </w:r>
      <w:r w:rsidRPr="005B300D">
        <w:rPr>
          <w:b/>
          <w:i/>
        </w:rPr>
        <w:tab/>
        <w:t>30 óra/32 óra</w:t>
      </w:r>
    </w:p>
    <w:p w:rsidR="005D696B" w:rsidRPr="005B300D" w:rsidRDefault="005D696B" w:rsidP="005D696B">
      <w:pPr>
        <w:tabs>
          <w:tab w:val="left" w:pos="1418"/>
          <w:tab w:val="right" w:pos="9072"/>
        </w:tabs>
        <w:ind w:left="851"/>
      </w:pPr>
      <w:r w:rsidRPr="005B300D">
        <w:lastRenderedPageBreak/>
        <w:t>Beteggel történő kommunikáció</w:t>
      </w:r>
    </w:p>
    <w:p w:rsidR="005D696B" w:rsidRPr="005B300D" w:rsidRDefault="005D696B" w:rsidP="005D696B">
      <w:pPr>
        <w:tabs>
          <w:tab w:val="left" w:pos="1418"/>
          <w:tab w:val="right" w:pos="9072"/>
        </w:tabs>
        <w:ind w:left="851"/>
      </w:pPr>
      <w:r w:rsidRPr="005B300D">
        <w:t>Anamnézis felvétel</w:t>
      </w:r>
    </w:p>
    <w:p w:rsidR="005D696B" w:rsidRPr="005B300D" w:rsidRDefault="005D696B" w:rsidP="005D696B">
      <w:pPr>
        <w:tabs>
          <w:tab w:val="left" w:pos="1418"/>
          <w:tab w:val="right" w:pos="9072"/>
        </w:tabs>
        <w:ind w:left="851"/>
      </w:pPr>
      <w:r w:rsidRPr="005B300D">
        <w:t>Fizikális vizsgálat</w:t>
      </w:r>
    </w:p>
    <w:p w:rsidR="005D696B" w:rsidRPr="005B300D" w:rsidRDefault="005D696B" w:rsidP="005D696B">
      <w:pPr>
        <w:tabs>
          <w:tab w:val="left" w:pos="1418"/>
          <w:tab w:val="right" w:pos="9072"/>
        </w:tabs>
        <w:ind w:left="851"/>
      </w:pPr>
      <w:r w:rsidRPr="005B300D">
        <w:t>Szakorvossal történő konzultáció</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Szubjektív vizsgálatok</w:t>
      </w:r>
      <w:r w:rsidRPr="005B300D">
        <w:rPr>
          <w:b/>
          <w:i/>
        </w:rPr>
        <w:tab/>
        <w:t>50 óra/56 óra</w:t>
      </w:r>
    </w:p>
    <w:p w:rsidR="005D696B" w:rsidRPr="005B300D" w:rsidRDefault="005D696B" w:rsidP="005D696B">
      <w:pPr>
        <w:ind w:left="851"/>
      </w:pPr>
      <w:r w:rsidRPr="005B300D">
        <w:t>Beteg előkészítése</w:t>
      </w:r>
    </w:p>
    <w:p w:rsidR="005D696B" w:rsidRPr="005B300D" w:rsidRDefault="005D696B" w:rsidP="005D696B">
      <w:pPr>
        <w:ind w:left="851"/>
      </w:pPr>
      <w:r w:rsidRPr="005B300D">
        <w:t>Beszéddel történő vizsgálatok</w:t>
      </w:r>
    </w:p>
    <w:p w:rsidR="005D696B" w:rsidRPr="005B300D" w:rsidRDefault="005D696B" w:rsidP="005D696B">
      <w:pPr>
        <w:ind w:left="851"/>
      </w:pPr>
      <w:r w:rsidRPr="005B300D">
        <w:t>Hangvilla vizsgálatok</w:t>
      </w:r>
    </w:p>
    <w:p w:rsidR="005D696B" w:rsidRPr="005B300D" w:rsidRDefault="005D696B" w:rsidP="005D696B">
      <w:pPr>
        <w:ind w:left="851"/>
      </w:pPr>
      <w:r w:rsidRPr="005B300D">
        <w:t>Tisztahang hallásküszöb vizsgálat</w:t>
      </w:r>
    </w:p>
    <w:p w:rsidR="005D696B" w:rsidRPr="005B300D" w:rsidRDefault="005D696B" w:rsidP="005D696B">
      <w:pPr>
        <w:ind w:left="851"/>
      </w:pPr>
      <w:r w:rsidRPr="005B300D">
        <w:t>Küszöb fölötti vizsgálatok</w:t>
      </w:r>
    </w:p>
    <w:p w:rsidR="005D696B" w:rsidRPr="005B300D" w:rsidRDefault="005D696B" w:rsidP="005D696B">
      <w:pPr>
        <w:ind w:left="851"/>
      </w:pPr>
      <w:proofErr w:type="spellStart"/>
      <w:r w:rsidRPr="005B300D">
        <w:t>Beszédaudiometria</w:t>
      </w:r>
      <w:proofErr w:type="spellEnd"/>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Objektív vizsgálatok</w:t>
      </w:r>
      <w:r w:rsidRPr="005B300D">
        <w:rPr>
          <w:b/>
          <w:i/>
        </w:rPr>
        <w:tab/>
        <w:t>50 óra/56 óra</w:t>
      </w:r>
    </w:p>
    <w:p w:rsidR="005D696B" w:rsidRPr="005B300D" w:rsidRDefault="005D696B" w:rsidP="005D696B">
      <w:pPr>
        <w:ind w:left="851"/>
      </w:pPr>
      <w:r w:rsidRPr="005B300D">
        <w:t>Beteg előkészítése</w:t>
      </w:r>
    </w:p>
    <w:p w:rsidR="005D696B" w:rsidRPr="005B300D" w:rsidRDefault="005D696B" w:rsidP="005D696B">
      <w:pPr>
        <w:ind w:left="851"/>
      </w:pPr>
      <w:r w:rsidRPr="005B300D">
        <w:t>Impedancia vizsgálatok</w:t>
      </w:r>
    </w:p>
    <w:p w:rsidR="005D696B" w:rsidRPr="005B300D" w:rsidRDefault="005D696B" w:rsidP="005D696B">
      <w:pPr>
        <w:ind w:left="851"/>
      </w:pPr>
      <w:proofErr w:type="spellStart"/>
      <w:r w:rsidRPr="005B300D">
        <w:t>Tympanometria</w:t>
      </w:r>
      <w:proofErr w:type="spellEnd"/>
      <w:r w:rsidRPr="005B300D">
        <w:t xml:space="preserve">, </w:t>
      </w:r>
      <w:proofErr w:type="spellStart"/>
      <w:r w:rsidRPr="005B300D">
        <w:t>stapedius</w:t>
      </w:r>
      <w:proofErr w:type="spellEnd"/>
      <w:r w:rsidRPr="005B300D">
        <w:t xml:space="preserve"> reflex vizsgálatok</w:t>
      </w:r>
    </w:p>
    <w:p w:rsidR="005D696B" w:rsidRPr="005B300D" w:rsidRDefault="005D696B" w:rsidP="005D696B">
      <w:pPr>
        <w:ind w:left="851"/>
      </w:pPr>
      <w:r w:rsidRPr="005B300D">
        <w:t xml:space="preserve">Dinamikus </w:t>
      </w:r>
      <w:proofErr w:type="spellStart"/>
      <w:r w:rsidRPr="005B300D">
        <w:t>compliance</w:t>
      </w:r>
      <w:proofErr w:type="spellEnd"/>
      <w:r w:rsidRPr="005B300D">
        <w:t xml:space="preserve"> mérés</w:t>
      </w:r>
    </w:p>
    <w:p w:rsidR="005D696B" w:rsidRPr="005B300D" w:rsidRDefault="005D696B" w:rsidP="005D696B">
      <w:pPr>
        <w:ind w:left="851"/>
      </w:pPr>
      <w:proofErr w:type="spellStart"/>
      <w:r w:rsidRPr="005B300D">
        <w:t>Multifrekvenciás</w:t>
      </w:r>
      <w:proofErr w:type="spellEnd"/>
      <w:r w:rsidRPr="005B300D">
        <w:t xml:space="preserve"> </w:t>
      </w:r>
      <w:proofErr w:type="spellStart"/>
      <w:r w:rsidRPr="005B300D">
        <w:t>tympanometria</w:t>
      </w:r>
      <w:proofErr w:type="spellEnd"/>
    </w:p>
    <w:p w:rsidR="005D696B" w:rsidRPr="005B300D" w:rsidRDefault="005D696B" w:rsidP="005D696B">
      <w:pPr>
        <w:ind w:left="851"/>
      </w:pPr>
      <w:proofErr w:type="spellStart"/>
      <w:r w:rsidRPr="005B300D">
        <w:t>Stapedius</w:t>
      </w:r>
      <w:proofErr w:type="spellEnd"/>
      <w:r w:rsidRPr="005B300D">
        <w:t xml:space="preserve"> reflex </w:t>
      </w:r>
      <w:proofErr w:type="spellStart"/>
      <w:r w:rsidRPr="005B300D">
        <w:t>ipsi-</w:t>
      </w:r>
      <w:proofErr w:type="spellEnd"/>
      <w:r w:rsidRPr="005B300D">
        <w:t xml:space="preserve"> és </w:t>
      </w:r>
      <w:proofErr w:type="spellStart"/>
      <w:r w:rsidRPr="005B300D">
        <w:t>contralateralis</w:t>
      </w:r>
      <w:proofErr w:type="spellEnd"/>
      <w:r w:rsidRPr="005B300D">
        <w:t xml:space="preserve"> ingerléssel</w:t>
      </w:r>
    </w:p>
    <w:p w:rsidR="005D696B" w:rsidRPr="005B300D" w:rsidRDefault="005D696B" w:rsidP="005D696B">
      <w:pPr>
        <w:ind w:left="851"/>
      </w:pPr>
      <w:proofErr w:type="spellStart"/>
      <w:r w:rsidRPr="005B300D">
        <w:t>Elektrocochleográfia</w:t>
      </w:r>
      <w:proofErr w:type="spellEnd"/>
      <w:r w:rsidRPr="005B300D">
        <w:t xml:space="preserve"> (</w:t>
      </w:r>
      <w:proofErr w:type="spellStart"/>
      <w:r w:rsidRPr="005B300D">
        <w:t>ECoG</w:t>
      </w:r>
      <w:proofErr w:type="spellEnd"/>
      <w:r w:rsidRPr="005B300D">
        <w:t>)</w:t>
      </w:r>
    </w:p>
    <w:p w:rsidR="005D696B" w:rsidRPr="005B300D" w:rsidRDefault="005D696B" w:rsidP="005D696B">
      <w:pPr>
        <w:ind w:left="851"/>
      </w:pPr>
      <w:r w:rsidRPr="005B300D">
        <w:t>Agytörzsi kiváltott válaszok (BERA)</w:t>
      </w:r>
    </w:p>
    <w:p w:rsidR="005D696B" w:rsidRPr="005B300D" w:rsidRDefault="005D696B" w:rsidP="005D696B">
      <w:pPr>
        <w:ind w:left="851"/>
      </w:pPr>
      <w:r w:rsidRPr="005B300D">
        <w:t>ASSR</w:t>
      </w:r>
    </w:p>
    <w:p w:rsidR="005D696B" w:rsidRPr="005B300D" w:rsidRDefault="005D696B" w:rsidP="005D696B">
      <w:pPr>
        <w:ind w:left="851"/>
      </w:pPr>
      <w:r w:rsidRPr="005B300D">
        <w:t xml:space="preserve">Közepes </w:t>
      </w:r>
      <w:proofErr w:type="spellStart"/>
      <w:r w:rsidRPr="005B300D">
        <w:t>latenciaidejű</w:t>
      </w:r>
      <w:proofErr w:type="spellEnd"/>
      <w:r w:rsidRPr="005B300D">
        <w:t xml:space="preserve"> válaszok (MLR)</w:t>
      </w:r>
    </w:p>
    <w:p w:rsidR="005D696B" w:rsidRPr="005B300D" w:rsidRDefault="005D696B" w:rsidP="005D696B">
      <w:pPr>
        <w:ind w:left="851"/>
      </w:pPr>
      <w:r w:rsidRPr="005B300D">
        <w:t>Kérgi kiváltott válaszok (CERA)</w:t>
      </w:r>
    </w:p>
    <w:p w:rsidR="005D696B" w:rsidRPr="005B300D" w:rsidRDefault="005D696B" w:rsidP="005D696B">
      <w:pPr>
        <w:ind w:left="851"/>
      </w:pPr>
      <w:proofErr w:type="spellStart"/>
      <w:r w:rsidRPr="005B300D">
        <w:t>Otoakusztikus</w:t>
      </w:r>
      <w:proofErr w:type="spellEnd"/>
      <w:r w:rsidRPr="005B300D">
        <w:t xml:space="preserve"> emisszió</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Szűrő vizsgálatok</w:t>
      </w:r>
      <w:r w:rsidRPr="005B300D">
        <w:rPr>
          <w:b/>
          <w:i/>
        </w:rPr>
        <w:tab/>
        <w:t>30 óra/32 óra</w:t>
      </w:r>
    </w:p>
    <w:p w:rsidR="005D696B" w:rsidRPr="005B300D" w:rsidRDefault="005D696B" w:rsidP="005D696B">
      <w:pPr>
        <w:ind w:left="851"/>
      </w:pPr>
      <w:r w:rsidRPr="005B300D">
        <w:t>Szubjektív vizsgálatok (hallásküszöb)</w:t>
      </w:r>
    </w:p>
    <w:p w:rsidR="005D696B" w:rsidRPr="005B300D" w:rsidRDefault="005D696B" w:rsidP="005D696B">
      <w:pPr>
        <w:ind w:left="851"/>
      </w:pPr>
      <w:r w:rsidRPr="005B300D">
        <w:t>Objektív vizsgálatok (OAE, BERA)</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Gyermekek hallásvizsgálata</w:t>
      </w:r>
      <w:r w:rsidRPr="005B300D">
        <w:rPr>
          <w:b/>
          <w:i/>
        </w:rPr>
        <w:tab/>
        <w:t>50 óra/56 óra</w:t>
      </w:r>
    </w:p>
    <w:p w:rsidR="005D696B" w:rsidRPr="005B300D" w:rsidRDefault="005D696B" w:rsidP="005D696B">
      <w:pPr>
        <w:ind w:left="851"/>
      </w:pPr>
      <w:r w:rsidRPr="005B300D">
        <w:t>Életkornak megfelelő szűrővizsgálatok kivitelezése</w:t>
      </w:r>
    </w:p>
    <w:p w:rsidR="005D696B" w:rsidRPr="005B300D" w:rsidRDefault="005D696B" w:rsidP="005D696B">
      <w:pPr>
        <w:ind w:left="851"/>
      </w:pPr>
      <w:r w:rsidRPr="005B300D">
        <w:t>Szűrő BERA</w:t>
      </w:r>
    </w:p>
    <w:p w:rsidR="005D696B" w:rsidRPr="005B300D" w:rsidRDefault="005D696B" w:rsidP="005D696B">
      <w:pPr>
        <w:ind w:left="851"/>
      </w:pPr>
      <w:r w:rsidRPr="005B300D">
        <w:t>Szűrő OAE</w:t>
      </w:r>
    </w:p>
    <w:p w:rsidR="005D696B" w:rsidRPr="005B300D" w:rsidRDefault="005D696B" w:rsidP="005D696B">
      <w:pPr>
        <w:ind w:left="851"/>
      </w:pPr>
      <w:proofErr w:type="spellStart"/>
      <w:r w:rsidRPr="005B300D">
        <w:t>Tympanometria</w:t>
      </w:r>
      <w:proofErr w:type="spellEnd"/>
    </w:p>
    <w:p w:rsidR="005D696B" w:rsidRPr="005B300D" w:rsidRDefault="005D696B" w:rsidP="005D696B">
      <w:pPr>
        <w:ind w:left="851"/>
      </w:pPr>
      <w:r w:rsidRPr="005B300D">
        <w:t>Reflex vizsgálatok</w:t>
      </w:r>
    </w:p>
    <w:p w:rsidR="005D696B" w:rsidRPr="005B300D" w:rsidRDefault="005D696B" w:rsidP="005D696B">
      <w:pPr>
        <w:ind w:left="851"/>
      </w:pPr>
      <w:proofErr w:type="spellStart"/>
      <w:r w:rsidRPr="005B300D">
        <w:t>Játékaudiometria</w:t>
      </w:r>
      <w:proofErr w:type="spellEnd"/>
    </w:p>
    <w:p w:rsidR="005D696B" w:rsidRPr="005B300D" w:rsidRDefault="005D696B" w:rsidP="005D696B">
      <w:pPr>
        <w:ind w:left="851"/>
      </w:pPr>
      <w:r w:rsidRPr="005B300D">
        <w:t>Szabad hangteres vizsgálatok</w:t>
      </w:r>
    </w:p>
    <w:p w:rsidR="005D696B" w:rsidRPr="005B300D" w:rsidRDefault="005D696B" w:rsidP="005D696B">
      <w:pPr>
        <w:ind w:left="851"/>
      </w:pPr>
      <w:proofErr w:type="gramStart"/>
      <w:r w:rsidRPr="005B300D">
        <w:t>klinikai</w:t>
      </w:r>
      <w:proofErr w:type="gramEnd"/>
      <w:r w:rsidRPr="005B300D">
        <w:t xml:space="preserve"> BERA, ASSR</w:t>
      </w:r>
    </w:p>
    <w:p w:rsidR="005D696B" w:rsidRPr="005B300D" w:rsidRDefault="005D696B" w:rsidP="005D696B">
      <w:pPr>
        <w:ind w:left="851"/>
      </w:pPr>
      <w:proofErr w:type="gramStart"/>
      <w:r w:rsidRPr="005B300D">
        <w:t>klinikai</w:t>
      </w:r>
      <w:proofErr w:type="gramEnd"/>
      <w:r w:rsidRPr="005B300D">
        <w:t xml:space="preserve"> </w:t>
      </w:r>
      <w:proofErr w:type="spellStart"/>
      <w:r w:rsidRPr="005B300D">
        <w:t>otoakusztikus</w:t>
      </w:r>
      <w:proofErr w:type="spellEnd"/>
      <w:r w:rsidRPr="005B300D">
        <w:t xml:space="preserve"> emisszió mérés</w:t>
      </w:r>
    </w:p>
    <w:p w:rsidR="005D696B" w:rsidRPr="005B300D" w:rsidRDefault="005D696B" w:rsidP="005D696B">
      <w:pPr>
        <w:ind w:left="851"/>
      </w:pPr>
      <w:proofErr w:type="spellStart"/>
      <w:r w:rsidRPr="005B300D">
        <w:t>Szurdopedagógussal</w:t>
      </w:r>
      <w:proofErr w:type="spellEnd"/>
      <w:r w:rsidRPr="005B300D">
        <w:t xml:space="preserve"> együttműködés</w:t>
      </w:r>
    </w:p>
    <w:p w:rsidR="005D696B" w:rsidRPr="005B300D" w:rsidRDefault="005D696B" w:rsidP="005D696B">
      <w:pPr>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Rehabilitációs eljárások</w:t>
      </w:r>
      <w:r w:rsidRPr="005B300D">
        <w:rPr>
          <w:b/>
          <w:i/>
        </w:rPr>
        <w:tab/>
        <w:t>20 óra/24 óra</w:t>
      </w:r>
    </w:p>
    <w:p w:rsidR="005D696B" w:rsidRPr="005B300D" w:rsidRDefault="005D696B" w:rsidP="005D696B">
      <w:pPr>
        <w:pStyle w:val="Listaszerbekezds"/>
        <w:tabs>
          <w:tab w:val="left" w:pos="1701"/>
          <w:tab w:val="right" w:pos="9072"/>
        </w:tabs>
        <w:ind w:left="993"/>
      </w:pPr>
      <w:r w:rsidRPr="005B300D">
        <w:t>Hallókészülékes rehabilitáció megtervezése</w:t>
      </w:r>
    </w:p>
    <w:p w:rsidR="005D696B" w:rsidRPr="005B300D" w:rsidRDefault="005D696B" w:rsidP="005D696B">
      <w:pPr>
        <w:pStyle w:val="Listaszerbekezds"/>
        <w:tabs>
          <w:tab w:val="left" w:pos="1701"/>
          <w:tab w:val="right" w:pos="9072"/>
        </w:tabs>
        <w:ind w:left="993"/>
      </w:pPr>
      <w:r w:rsidRPr="005B300D">
        <w:t>Hallókészülékes rehabilitáció megbeszélése a beteggel</w:t>
      </w:r>
    </w:p>
    <w:p w:rsidR="005D696B" w:rsidRPr="005B300D" w:rsidRDefault="005D696B" w:rsidP="005D696B">
      <w:pPr>
        <w:pStyle w:val="Listaszerbekezds"/>
        <w:tabs>
          <w:tab w:val="left" w:pos="1701"/>
          <w:tab w:val="right" w:pos="9072"/>
        </w:tabs>
        <w:ind w:left="993"/>
      </w:pPr>
      <w:r w:rsidRPr="005B300D">
        <w:t>Hallókészülékes ellátás kivitelezése</w:t>
      </w:r>
    </w:p>
    <w:p w:rsidR="005D696B" w:rsidRPr="005B300D" w:rsidRDefault="005D696B" w:rsidP="005D696B">
      <w:pPr>
        <w:pStyle w:val="Listaszerbekezds"/>
        <w:tabs>
          <w:tab w:val="left" w:pos="1701"/>
          <w:tab w:val="right" w:pos="9072"/>
        </w:tabs>
        <w:ind w:left="993"/>
      </w:pPr>
      <w:r w:rsidRPr="005B300D">
        <w:t>Műtéti indikáció felállítása - szoros konzultáció a szakorvossal</w:t>
      </w:r>
    </w:p>
    <w:p w:rsidR="005D696B" w:rsidRPr="005B300D" w:rsidRDefault="005D696B" w:rsidP="005D696B">
      <w:pPr>
        <w:pStyle w:val="Listaszerbekezds"/>
        <w:tabs>
          <w:tab w:val="left" w:pos="1701"/>
          <w:tab w:val="right" w:pos="9072"/>
        </w:tabs>
        <w:ind w:left="993"/>
      </w:pPr>
      <w:r w:rsidRPr="005B300D">
        <w:t>Műtéti eljárások megismerése</w:t>
      </w:r>
    </w:p>
    <w:p w:rsidR="005D696B" w:rsidRPr="005B300D" w:rsidRDefault="005D696B" w:rsidP="005D696B">
      <w:pPr>
        <w:pStyle w:val="Listaszerbekezds"/>
        <w:tabs>
          <w:tab w:val="left" w:pos="1701"/>
          <w:tab w:val="right" w:pos="9072"/>
        </w:tabs>
        <w:ind w:left="993"/>
      </w:pPr>
      <w:r w:rsidRPr="005B300D">
        <w:t>Implantáció indikálása - szakorvossal</w:t>
      </w:r>
    </w:p>
    <w:p w:rsidR="005D696B" w:rsidRPr="005B300D" w:rsidRDefault="005D696B" w:rsidP="005D696B">
      <w:pPr>
        <w:pStyle w:val="Listaszerbekezds"/>
        <w:tabs>
          <w:tab w:val="left" w:pos="1701"/>
          <w:tab w:val="right" w:pos="9072"/>
        </w:tabs>
        <w:ind w:left="993"/>
      </w:pPr>
      <w:r w:rsidRPr="005B300D">
        <w:lastRenderedPageBreak/>
        <w:t>Implantációs eljárások megismerése</w:t>
      </w:r>
    </w:p>
    <w:p w:rsidR="005D696B" w:rsidRPr="005B300D" w:rsidRDefault="005D696B" w:rsidP="005D696B">
      <w:pPr>
        <w:pStyle w:val="Listaszerbekezds"/>
        <w:tabs>
          <w:tab w:val="left" w:pos="1701"/>
          <w:tab w:val="right" w:pos="9072"/>
        </w:tabs>
        <w:ind w:left="993"/>
        <w:rPr>
          <w:b/>
          <w:i/>
        </w:rPr>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Rehabilitált beteg vizsgálata</w:t>
      </w:r>
      <w:r w:rsidRPr="005B300D">
        <w:rPr>
          <w:b/>
          <w:i/>
        </w:rPr>
        <w:tab/>
        <w:t>30 óra/32 óra</w:t>
      </w:r>
    </w:p>
    <w:p w:rsidR="005D696B" w:rsidRPr="005B300D" w:rsidRDefault="005D696B" w:rsidP="005D696B">
      <w:pPr>
        <w:ind w:left="851"/>
      </w:pPr>
      <w:r w:rsidRPr="005B300D">
        <w:t>Kommunikáció a beteggel</w:t>
      </w:r>
    </w:p>
    <w:p w:rsidR="005D696B" w:rsidRPr="005B300D" w:rsidRDefault="005D696B" w:rsidP="005D696B">
      <w:pPr>
        <w:ind w:left="851"/>
      </w:pPr>
      <w:r w:rsidRPr="005B300D">
        <w:t>Szabad hangteres vizsgálatok</w:t>
      </w:r>
    </w:p>
    <w:p w:rsidR="005D696B" w:rsidRPr="005B300D" w:rsidRDefault="005D696B" w:rsidP="005D696B">
      <w:pPr>
        <w:ind w:left="851"/>
      </w:pPr>
      <w:r w:rsidRPr="005B300D">
        <w:t>Objektív vizsgálatok</w:t>
      </w:r>
    </w:p>
    <w:p w:rsidR="005D696B" w:rsidRPr="005B300D" w:rsidRDefault="005D696B" w:rsidP="005D696B">
      <w:pPr>
        <w:ind w:left="851"/>
      </w:pPr>
      <w:r w:rsidRPr="005B300D">
        <w:t>Utógondozás</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proofErr w:type="spellStart"/>
      <w:r w:rsidRPr="005B300D">
        <w:rPr>
          <w:b/>
          <w:i/>
        </w:rPr>
        <w:t>Otoneurológiai</w:t>
      </w:r>
      <w:proofErr w:type="spellEnd"/>
      <w:r w:rsidRPr="005B300D">
        <w:rPr>
          <w:b/>
          <w:i/>
        </w:rPr>
        <w:t xml:space="preserve"> vizsgálatok</w:t>
      </w:r>
      <w:r w:rsidRPr="005B300D">
        <w:rPr>
          <w:b/>
          <w:i/>
        </w:rPr>
        <w:tab/>
        <w:t>20 óra/24 óra</w:t>
      </w:r>
    </w:p>
    <w:p w:rsidR="005D696B" w:rsidRPr="005B300D" w:rsidRDefault="005D696B" w:rsidP="005D696B">
      <w:pPr>
        <w:ind w:left="851"/>
      </w:pPr>
      <w:r w:rsidRPr="005B300D">
        <w:t xml:space="preserve">Spontán </w:t>
      </w:r>
      <w:proofErr w:type="spellStart"/>
      <w:r w:rsidRPr="005B300D">
        <w:t>vestibuláris</w:t>
      </w:r>
      <w:proofErr w:type="spellEnd"/>
      <w:r w:rsidRPr="005B300D">
        <w:t xml:space="preserve"> vizsgálatok</w:t>
      </w:r>
    </w:p>
    <w:p w:rsidR="005D696B" w:rsidRPr="005B300D" w:rsidRDefault="005D696B" w:rsidP="005D696B">
      <w:pPr>
        <w:ind w:left="851"/>
      </w:pPr>
      <w:r w:rsidRPr="005B300D">
        <w:t xml:space="preserve">Ingerléses </w:t>
      </w:r>
      <w:proofErr w:type="spellStart"/>
      <w:r w:rsidRPr="005B300D">
        <w:t>vestibularis</w:t>
      </w:r>
      <w:proofErr w:type="spellEnd"/>
      <w:r w:rsidRPr="005B300D">
        <w:t xml:space="preserve"> vizsgálatok</w:t>
      </w:r>
    </w:p>
    <w:p w:rsidR="005D696B" w:rsidRPr="005B300D" w:rsidRDefault="005D696B" w:rsidP="005D696B">
      <w:pPr>
        <w:ind w:left="851"/>
      </w:pPr>
      <w:proofErr w:type="spellStart"/>
      <w:r w:rsidRPr="005B300D">
        <w:t>Electronystagmográfia</w:t>
      </w:r>
      <w:proofErr w:type="spellEnd"/>
      <w:r w:rsidRPr="005B300D">
        <w:t xml:space="preserve">, </w:t>
      </w:r>
      <w:proofErr w:type="spellStart"/>
      <w:r w:rsidRPr="005B300D">
        <w:t>videonystagmográfia</w:t>
      </w:r>
      <w:proofErr w:type="spellEnd"/>
    </w:p>
    <w:p w:rsidR="005D696B" w:rsidRPr="005B300D" w:rsidRDefault="005D696B" w:rsidP="005D696B">
      <w:pPr>
        <w:ind w:left="851"/>
      </w:pPr>
      <w:proofErr w:type="spellStart"/>
      <w:r w:rsidRPr="005B300D">
        <w:t>Halmágyi</w:t>
      </w:r>
      <w:proofErr w:type="spellEnd"/>
      <w:r w:rsidRPr="005B300D">
        <w:t xml:space="preserve"> teszt</w:t>
      </w:r>
    </w:p>
    <w:p w:rsidR="005D696B" w:rsidRPr="005B300D" w:rsidRDefault="005D696B" w:rsidP="005D696B">
      <w:pPr>
        <w:ind w:left="851"/>
      </w:pPr>
      <w:proofErr w:type="spellStart"/>
      <w:r w:rsidRPr="005B300D">
        <w:t>Facialis</w:t>
      </w:r>
      <w:proofErr w:type="spellEnd"/>
      <w:r w:rsidRPr="005B300D">
        <w:t xml:space="preserve"> stimuláció</w:t>
      </w:r>
    </w:p>
    <w:p w:rsidR="005D696B" w:rsidRPr="005B300D" w:rsidRDefault="005D696B" w:rsidP="005D696B">
      <w:pPr>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p>
    <w:p w:rsidR="005D696B" w:rsidRPr="005B300D" w:rsidRDefault="005D696B" w:rsidP="005D696B">
      <w:r w:rsidRPr="005B300D">
        <w:t xml:space="preserve">Fül-orr-gégészeti, </w:t>
      </w:r>
      <w:proofErr w:type="spellStart"/>
      <w:r w:rsidRPr="005B300D">
        <w:t>audiológus</w:t>
      </w:r>
      <w:proofErr w:type="spellEnd"/>
      <w:r w:rsidRPr="005B300D">
        <w:t xml:space="preserve"> Szakmai Kollégium által akkreditált </w:t>
      </w:r>
      <w:proofErr w:type="spellStart"/>
      <w:r w:rsidRPr="005B300D">
        <w:t>audiológiai</w:t>
      </w:r>
      <w:proofErr w:type="spellEnd"/>
      <w:r w:rsidRPr="005B300D">
        <w:t xml:space="preserve"> szakrendelés, oktatási tapasztalattal rendelkező szakorvosok felügyelet mellett, ahol a műtéti ellátások, implantációs eljárások is bemutathatók.</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A0E3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A0E3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A0E3C">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A0E3C">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irányított feladat megoldás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A0E3C">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A0E3C">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A0E3C">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0D01F8" w:rsidP="00FF0CD2">
            <w:pPr>
              <w:jc w:val="center"/>
              <w:rPr>
                <w:color w:val="000000"/>
                <w:sz w:val="20"/>
                <w:szCs w:val="20"/>
              </w:rPr>
            </w:pPr>
            <w:r>
              <w:rPr>
                <w:color w:val="000000"/>
                <w:sz w:val="20"/>
                <w:szCs w:val="20"/>
              </w:rPr>
              <w:t xml:space="preserve"> </w:t>
            </w:r>
            <w:r w:rsidR="005D696B"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A0E3C">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utólagos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helyszíni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Elemzés készítése tapasztalatokról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Esemény helyszíni értékelése szóban felkészülés után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Utólagos szóbeli beszámoló</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Kiscsoportos szakmai munkavégzés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Szolgáltatási tevékenységek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 szakmai munkavégzés felügyelet mellett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 szakmai munkavégzés közvetlen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spacing w:after="200" w:line="276" w:lineRule="auto"/>
      </w:pPr>
      <w:r w:rsidRPr="005B300D">
        <w:br w:type="page"/>
      </w:r>
    </w:p>
    <w:p w:rsidR="005D696B" w:rsidRPr="005B300D" w:rsidRDefault="005D696B" w:rsidP="005D696B"/>
    <w:p w:rsidR="005D696B" w:rsidRPr="005B300D" w:rsidRDefault="005D696B" w:rsidP="005D696B">
      <w:pPr>
        <w:spacing w:before="2880"/>
        <w:jc w:val="center"/>
        <w:rPr>
          <w:b/>
          <w:sz w:val="36"/>
        </w:rPr>
      </w:pPr>
      <w:r w:rsidRPr="005B300D">
        <w:rPr>
          <w:b/>
          <w:sz w:val="36"/>
        </w:rPr>
        <w:t>A</w:t>
      </w:r>
    </w:p>
    <w:p w:rsidR="005D696B" w:rsidRPr="005B300D" w:rsidRDefault="005D696B" w:rsidP="005D696B">
      <w:pPr>
        <w:spacing w:after="480"/>
        <w:jc w:val="center"/>
        <w:rPr>
          <w:b/>
          <w:sz w:val="36"/>
        </w:rPr>
      </w:pPr>
      <w:r w:rsidRPr="005B300D">
        <w:rPr>
          <w:b/>
          <w:sz w:val="36"/>
        </w:rPr>
        <w:t>11109-16 azonosító számú</w:t>
      </w:r>
    </w:p>
    <w:p w:rsidR="005D696B" w:rsidRPr="005B300D" w:rsidRDefault="005D696B" w:rsidP="005D696B">
      <w:pPr>
        <w:jc w:val="center"/>
        <w:rPr>
          <w:b/>
          <w:sz w:val="36"/>
        </w:rPr>
      </w:pPr>
      <w:r w:rsidRPr="005B300D">
        <w:rPr>
          <w:b/>
          <w:sz w:val="36"/>
        </w:rPr>
        <w:t>Hallásakusztika</w:t>
      </w:r>
    </w:p>
    <w:p w:rsidR="005D696B" w:rsidRPr="005B300D" w:rsidRDefault="005D696B" w:rsidP="005D696B">
      <w:pPr>
        <w:jc w:val="center"/>
        <w:rPr>
          <w:b/>
          <w:sz w:val="36"/>
        </w:rPr>
      </w:pPr>
      <w:proofErr w:type="gramStart"/>
      <w:r w:rsidRPr="005B300D">
        <w:rPr>
          <w:b/>
          <w:sz w:val="36"/>
        </w:rPr>
        <w:t>megnevezésű</w:t>
      </w:r>
      <w:proofErr w:type="gramEnd"/>
    </w:p>
    <w:p w:rsidR="005D696B" w:rsidRPr="005B300D" w:rsidRDefault="005D696B" w:rsidP="005D696B">
      <w:pPr>
        <w:spacing w:before="480" w:after="480"/>
        <w:jc w:val="center"/>
        <w:rPr>
          <w:b/>
          <w:sz w:val="36"/>
        </w:rPr>
      </w:pPr>
      <w:proofErr w:type="gramStart"/>
      <w:r w:rsidRPr="005B300D">
        <w:rPr>
          <w:b/>
          <w:sz w:val="36"/>
        </w:rPr>
        <w:t>szakmai</w:t>
      </w:r>
      <w:proofErr w:type="gramEnd"/>
      <w:r w:rsidRPr="005B300D">
        <w:rPr>
          <w:b/>
          <w:sz w:val="36"/>
        </w:rPr>
        <w:t xml:space="preserve"> követelménymodul</w:t>
      </w:r>
    </w:p>
    <w:p w:rsidR="005D696B" w:rsidRPr="005B300D" w:rsidRDefault="005D696B" w:rsidP="005D696B">
      <w:pPr>
        <w:jc w:val="center"/>
        <w:rPr>
          <w:b/>
          <w:sz w:val="36"/>
        </w:rPr>
      </w:pPr>
      <w:proofErr w:type="gramStart"/>
      <w:r w:rsidRPr="005B300D">
        <w:rPr>
          <w:b/>
          <w:sz w:val="36"/>
        </w:rPr>
        <w:t>tantárgyai</w:t>
      </w:r>
      <w:proofErr w:type="gramEnd"/>
      <w:r w:rsidRPr="005B300D">
        <w:rPr>
          <w:b/>
          <w:sz w:val="36"/>
        </w:rPr>
        <w:t>, témakörei</w:t>
      </w:r>
    </w:p>
    <w:p w:rsidR="005D696B" w:rsidRPr="005B300D" w:rsidRDefault="005D696B" w:rsidP="005D696B">
      <w:pPr>
        <w:spacing w:after="200" w:line="276" w:lineRule="auto"/>
      </w:pPr>
      <w:r w:rsidRPr="005B300D">
        <w:br w:type="page"/>
      </w:r>
    </w:p>
    <w:p w:rsidR="005D696B" w:rsidRPr="005B300D" w:rsidRDefault="005D696B" w:rsidP="005D696B">
      <w:r w:rsidRPr="005B300D">
        <w:lastRenderedPageBreak/>
        <w:t>A 11109-16 azonosító számú Hallásakusztika megnevezésű szakmai követelménymodulhoz tartozó tantárgyak és témakörök oktatása során fejlesztendő kompetenciák</w:t>
      </w:r>
    </w:p>
    <w:tbl>
      <w:tblPr>
        <w:tblW w:w="8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635"/>
        <w:gridCol w:w="765"/>
        <w:gridCol w:w="700"/>
        <w:gridCol w:w="700"/>
        <w:gridCol w:w="700"/>
      </w:tblGrid>
      <w:tr w:rsidR="005D696B" w:rsidRPr="005B300D" w:rsidTr="00FF0CD2">
        <w:trPr>
          <w:trHeight w:val="1755"/>
        </w:trPr>
        <w:tc>
          <w:tcPr>
            <w:tcW w:w="3980"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vAlign w:val="center"/>
            <w:hideMark/>
          </w:tcPr>
          <w:p w:rsidR="005D696B" w:rsidRPr="005B300D" w:rsidRDefault="005D696B" w:rsidP="00FF0CD2">
            <w:pPr>
              <w:jc w:val="center"/>
              <w:rPr>
                <w:sz w:val="20"/>
                <w:szCs w:val="20"/>
              </w:rPr>
            </w:pPr>
            <w:r w:rsidRPr="005B300D">
              <w:rPr>
                <w:sz w:val="20"/>
                <w:szCs w:val="20"/>
                <w:eastAsianLayout w:id="1219079168" w:vert="1" w:vertCompress="1"/>
              </w:rPr>
              <w:t>Akusztikai alapismeretek</w:t>
            </w:r>
          </w:p>
        </w:tc>
        <w:tc>
          <w:tcPr>
            <w:tcW w:w="635" w:type="dxa"/>
            <w:shd w:val="clear" w:color="auto" w:fill="auto"/>
            <w:vAlign w:val="center"/>
            <w:hideMark/>
          </w:tcPr>
          <w:p w:rsidR="005D696B" w:rsidRPr="005B300D" w:rsidRDefault="005D696B" w:rsidP="00FF0CD2">
            <w:pPr>
              <w:jc w:val="center"/>
              <w:rPr>
                <w:sz w:val="20"/>
                <w:szCs w:val="20"/>
              </w:rPr>
            </w:pPr>
            <w:proofErr w:type="spellStart"/>
            <w:r w:rsidRPr="005B300D">
              <w:rPr>
                <w:sz w:val="20"/>
                <w:szCs w:val="20"/>
                <w:eastAsianLayout w:id="1219079169" w:vert="1" w:vertCompress="1"/>
              </w:rPr>
              <w:t>Hallókészüléktechnologia</w:t>
            </w:r>
            <w:proofErr w:type="spellEnd"/>
          </w:p>
        </w:tc>
        <w:tc>
          <w:tcPr>
            <w:tcW w:w="765" w:type="dxa"/>
            <w:shd w:val="clear" w:color="auto" w:fill="auto"/>
            <w:vAlign w:val="center"/>
            <w:hideMark/>
          </w:tcPr>
          <w:p w:rsidR="005D696B" w:rsidRPr="005B300D" w:rsidRDefault="005D696B" w:rsidP="00FF0CD2">
            <w:pPr>
              <w:jc w:val="center"/>
              <w:rPr>
                <w:sz w:val="20"/>
                <w:szCs w:val="20"/>
              </w:rPr>
            </w:pPr>
            <w:r w:rsidRPr="005B300D">
              <w:rPr>
                <w:sz w:val="20"/>
                <w:szCs w:val="20"/>
                <w:eastAsianLayout w:id="1219079170" w:vert="1" w:vertCompress="1"/>
              </w:rPr>
              <w:t>Hallásjavító rendszerek illesztése</w:t>
            </w:r>
          </w:p>
        </w:tc>
        <w:tc>
          <w:tcPr>
            <w:tcW w:w="700" w:type="dxa"/>
            <w:shd w:val="clear" w:color="auto" w:fill="auto"/>
            <w:vAlign w:val="center"/>
            <w:hideMark/>
          </w:tcPr>
          <w:p w:rsidR="005D696B" w:rsidRPr="005B300D" w:rsidRDefault="005D696B" w:rsidP="00FF0CD2">
            <w:pPr>
              <w:jc w:val="center"/>
              <w:rPr>
                <w:sz w:val="20"/>
                <w:szCs w:val="20"/>
              </w:rPr>
            </w:pPr>
            <w:proofErr w:type="spellStart"/>
            <w:r w:rsidRPr="005B300D">
              <w:rPr>
                <w:sz w:val="20"/>
                <w:szCs w:val="20"/>
                <w:eastAsianLayout w:id="1219079171" w:vert="1" w:vertCompress="1"/>
              </w:rPr>
              <w:t>Fülilleszték</w:t>
            </w:r>
            <w:proofErr w:type="spellEnd"/>
            <w:r w:rsidRPr="005B300D">
              <w:rPr>
                <w:sz w:val="20"/>
                <w:szCs w:val="20"/>
                <w:eastAsianLayout w:id="1219079171" w:vert="1" w:vertCompress="1"/>
              </w:rPr>
              <w:t xml:space="preserve"> gyártás technológiája</w:t>
            </w:r>
          </w:p>
        </w:tc>
        <w:tc>
          <w:tcPr>
            <w:tcW w:w="700" w:type="dxa"/>
            <w:shd w:val="clear" w:color="auto" w:fill="auto"/>
            <w:vAlign w:val="center"/>
            <w:hideMark/>
          </w:tcPr>
          <w:p w:rsidR="005D696B" w:rsidRPr="005B300D" w:rsidRDefault="005D696B" w:rsidP="00FF0CD2">
            <w:pPr>
              <w:jc w:val="center"/>
              <w:rPr>
                <w:sz w:val="20"/>
                <w:szCs w:val="20"/>
              </w:rPr>
            </w:pPr>
            <w:proofErr w:type="spellStart"/>
            <w:r w:rsidRPr="005B300D">
              <w:rPr>
                <w:sz w:val="20"/>
                <w:szCs w:val="20"/>
                <w:eastAsianLayout w:id="1219079172" w:vert="1" w:vertCompress="1"/>
              </w:rPr>
              <w:t>Szervízismeret</w:t>
            </w:r>
            <w:proofErr w:type="spellEnd"/>
          </w:p>
        </w:tc>
        <w:tc>
          <w:tcPr>
            <w:tcW w:w="700" w:type="dxa"/>
            <w:shd w:val="clear" w:color="auto" w:fill="auto"/>
            <w:vAlign w:val="center"/>
            <w:hideMark/>
          </w:tcPr>
          <w:p w:rsidR="005D696B" w:rsidRPr="005B300D" w:rsidRDefault="005D696B" w:rsidP="00FF0CD2">
            <w:pPr>
              <w:jc w:val="center"/>
              <w:rPr>
                <w:sz w:val="20"/>
                <w:szCs w:val="20"/>
              </w:rPr>
            </w:pPr>
            <w:r w:rsidRPr="005B300D">
              <w:rPr>
                <w:sz w:val="20"/>
                <w:szCs w:val="20"/>
                <w:eastAsianLayout w:id="1219079173" w:vert="1" w:vertCompress="1"/>
              </w:rPr>
              <w:t>Hallásakusztikai gyakorlat</w:t>
            </w:r>
          </w:p>
        </w:tc>
      </w:tr>
      <w:tr w:rsidR="005D696B" w:rsidRPr="005B300D" w:rsidTr="00FF0CD2">
        <w:trPr>
          <w:trHeight w:val="300"/>
        </w:trPr>
        <w:tc>
          <w:tcPr>
            <w:tcW w:w="8180" w:type="dxa"/>
            <w:gridSpan w:val="7"/>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FELADATOK</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Kommunikál a hallássérült beteggel és annak hozzátartozójával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102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Felméri a páciens fizikai és pszichikai állapotát, a páciens szükségleteit, igényeit és mérlegeli a hallásjavító eszközök kiválasztását és illesztését befolyásoló tényezőket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Ismeri a hallókészülék ellátásra vonatkozó jogszabályokat, szakmai irányelveket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102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Tájékoztatást ad a </w:t>
            </w:r>
            <w:proofErr w:type="spellStart"/>
            <w:r w:rsidRPr="005B300D">
              <w:rPr>
                <w:color w:val="000000"/>
                <w:sz w:val="20"/>
                <w:szCs w:val="20"/>
              </w:rPr>
              <w:t>hallásrehabilitáció</w:t>
            </w:r>
            <w:proofErr w:type="spellEnd"/>
            <w:r w:rsidRPr="005B300D">
              <w:rPr>
                <w:color w:val="000000"/>
                <w:sz w:val="20"/>
                <w:szCs w:val="20"/>
              </w:rPr>
              <w:t xml:space="preserve"> lehetőségeiről (műtéti, eszközös, kombinált), hallásjavító eszközökről, hallási rendszerekről, tartozékokról, kiegészítőkről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127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 vizsgálati eredmények és páciens igényeinek figyelembe vételével az </w:t>
            </w:r>
            <w:proofErr w:type="spellStart"/>
            <w:r w:rsidRPr="005B300D">
              <w:rPr>
                <w:color w:val="000000"/>
                <w:sz w:val="20"/>
                <w:szCs w:val="20"/>
              </w:rPr>
              <w:t>audiológus</w:t>
            </w:r>
            <w:proofErr w:type="spellEnd"/>
            <w:r w:rsidRPr="005B300D">
              <w:rPr>
                <w:color w:val="000000"/>
                <w:sz w:val="20"/>
                <w:szCs w:val="20"/>
              </w:rPr>
              <w:t xml:space="preserve"> szakorvossal konzultálva kiválasztja a hallásjavító eszközt illetve hallási rendszert és összeállítja a </w:t>
            </w:r>
            <w:proofErr w:type="spellStart"/>
            <w:r w:rsidRPr="005B300D">
              <w:rPr>
                <w:color w:val="000000"/>
                <w:sz w:val="20"/>
                <w:szCs w:val="20"/>
              </w:rPr>
              <w:t>hallásrehabilitációs</w:t>
            </w:r>
            <w:proofErr w:type="spellEnd"/>
            <w:r w:rsidRPr="005B300D">
              <w:rPr>
                <w:color w:val="000000"/>
                <w:sz w:val="20"/>
                <w:szCs w:val="20"/>
              </w:rPr>
              <w:t xml:space="preserve"> tervet.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Használja az </w:t>
            </w:r>
            <w:proofErr w:type="spellStart"/>
            <w:r w:rsidRPr="005B300D">
              <w:rPr>
                <w:color w:val="000000"/>
                <w:sz w:val="20"/>
                <w:szCs w:val="20"/>
              </w:rPr>
              <w:t>otoszkópot</w:t>
            </w:r>
            <w:proofErr w:type="spellEnd"/>
            <w:r w:rsidRPr="005B300D">
              <w:rPr>
                <w:color w:val="000000"/>
                <w:sz w:val="20"/>
                <w:szCs w:val="20"/>
              </w:rPr>
              <w:t>, értelmezi a látottakat, és felismeri a legfontosabb lenyomatvételt befolyásoló tényezőket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102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Lenyomatot vesz, megrendeli a </w:t>
            </w:r>
            <w:proofErr w:type="spellStart"/>
            <w:r w:rsidRPr="005B300D">
              <w:rPr>
                <w:color w:val="000000"/>
                <w:sz w:val="20"/>
                <w:szCs w:val="20"/>
              </w:rPr>
              <w:t>fülillesztéket</w:t>
            </w:r>
            <w:proofErr w:type="spellEnd"/>
            <w:r w:rsidRPr="005B300D">
              <w:rPr>
                <w:color w:val="000000"/>
                <w:sz w:val="20"/>
                <w:szCs w:val="20"/>
              </w:rPr>
              <w:t xml:space="preserve"> vagy a </w:t>
            </w:r>
            <w:proofErr w:type="spellStart"/>
            <w:r w:rsidRPr="005B300D">
              <w:rPr>
                <w:color w:val="000000"/>
                <w:sz w:val="20"/>
                <w:szCs w:val="20"/>
              </w:rPr>
              <w:t>fülbehelyezhető</w:t>
            </w:r>
            <w:proofErr w:type="spellEnd"/>
            <w:r w:rsidRPr="005B300D">
              <w:rPr>
                <w:color w:val="000000"/>
                <w:sz w:val="20"/>
                <w:szCs w:val="20"/>
              </w:rPr>
              <w:t xml:space="preserve"> készülékek házát, és a kiválasztott hallásjavító készüléket, hallási rendszert.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Elvégzi a hallásjavító </w:t>
            </w:r>
            <w:proofErr w:type="gramStart"/>
            <w:r w:rsidRPr="005B300D">
              <w:rPr>
                <w:color w:val="000000"/>
                <w:sz w:val="20"/>
                <w:szCs w:val="20"/>
              </w:rPr>
              <w:t>készülék(</w:t>
            </w:r>
            <w:proofErr w:type="spellStart"/>
            <w:proofErr w:type="gramEnd"/>
            <w:r w:rsidRPr="005B300D">
              <w:rPr>
                <w:color w:val="000000"/>
                <w:sz w:val="20"/>
                <w:szCs w:val="20"/>
              </w:rPr>
              <w:t>ek</w:t>
            </w:r>
            <w:proofErr w:type="spellEnd"/>
            <w:r w:rsidRPr="005B300D">
              <w:rPr>
                <w:color w:val="000000"/>
                <w:sz w:val="20"/>
                <w:szCs w:val="20"/>
              </w:rPr>
              <w:t>) programozását (alapbeállítás), a hallási rendszerek szinkronizálását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Elvégzi az </w:t>
            </w:r>
            <w:proofErr w:type="spellStart"/>
            <w:r w:rsidRPr="005B300D">
              <w:rPr>
                <w:color w:val="000000"/>
                <w:sz w:val="20"/>
                <w:szCs w:val="20"/>
              </w:rPr>
              <w:t>in-situ</w:t>
            </w:r>
            <w:proofErr w:type="spellEnd"/>
            <w:r w:rsidRPr="005B300D">
              <w:rPr>
                <w:color w:val="000000"/>
                <w:sz w:val="20"/>
                <w:szCs w:val="20"/>
              </w:rPr>
              <w:t xml:space="preserve"> és </w:t>
            </w:r>
            <w:proofErr w:type="spellStart"/>
            <w:r w:rsidRPr="005B300D">
              <w:rPr>
                <w:color w:val="000000"/>
                <w:sz w:val="20"/>
                <w:szCs w:val="20"/>
              </w:rPr>
              <w:t>mérőboxos</w:t>
            </w:r>
            <w:proofErr w:type="spellEnd"/>
            <w:r w:rsidRPr="005B300D">
              <w:rPr>
                <w:color w:val="000000"/>
                <w:sz w:val="20"/>
                <w:szCs w:val="20"/>
              </w:rPr>
              <w:t xml:space="preserve"> méréseket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Kiadja próbára a kiválasztott és beállított hallásjavító eszközöket.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A próbahordás eredményei alapján elvégzi az egyéni adaptálást (finomhangolást)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Szabad hangtérben </w:t>
            </w:r>
            <w:proofErr w:type="spellStart"/>
            <w:r w:rsidRPr="005B300D">
              <w:rPr>
                <w:color w:val="000000"/>
                <w:sz w:val="20"/>
                <w:szCs w:val="20"/>
              </w:rPr>
              <w:t>audiológiai</w:t>
            </w:r>
            <w:proofErr w:type="spellEnd"/>
            <w:r w:rsidRPr="005B300D">
              <w:rPr>
                <w:color w:val="000000"/>
                <w:sz w:val="20"/>
                <w:szCs w:val="20"/>
              </w:rPr>
              <w:t xml:space="preserve"> vizsgálatot végez (tisztahang, beszéd) a hallókészülékkel vagy implantátummal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102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Elvégzi és rögzíti az </w:t>
            </w:r>
            <w:proofErr w:type="spellStart"/>
            <w:r w:rsidRPr="005B300D">
              <w:rPr>
                <w:color w:val="000000"/>
                <w:sz w:val="20"/>
                <w:szCs w:val="20"/>
              </w:rPr>
              <w:t>hallásrehabilitációs</w:t>
            </w:r>
            <w:proofErr w:type="spellEnd"/>
            <w:r w:rsidRPr="005B300D">
              <w:rPr>
                <w:color w:val="000000"/>
                <w:sz w:val="20"/>
                <w:szCs w:val="20"/>
              </w:rPr>
              <w:t xml:space="preserve"> eredményességi vizsgálatok eredményeit, ellenőrzi a </w:t>
            </w:r>
            <w:proofErr w:type="spellStart"/>
            <w:r w:rsidRPr="005B300D">
              <w:rPr>
                <w:color w:val="000000"/>
                <w:sz w:val="20"/>
                <w:szCs w:val="20"/>
              </w:rPr>
              <w:t>hallásrehabilitációs</w:t>
            </w:r>
            <w:proofErr w:type="spellEnd"/>
            <w:r w:rsidRPr="005B300D">
              <w:rPr>
                <w:color w:val="000000"/>
                <w:sz w:val="20"/>
                <w:szCs w:val="20"/>
              </w:rPr>
              <w:t xml:space="preserve"> tervben szereplő célkitűzések megvalósulását.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lastRenderedPageBreak/>
              <w:t>Dokumentálja a hallókészülék kiválasztás-, illesztés alatt történteket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Betanítja az </w:t>
            </w:r>
            <w:proofErr w:type="gramStart"/>
            <w:r w:rsidRPr="005B300D">
              <w:rPr>
                <w:color w:val="000000"/>
                <w:sz w:val="20"/>
                <w:szCs w:val="20"/>
              </w:rPr>
              <w:t>illeszték(</w:t>
            </w:r>
            <w:proofErr w:type="spellStart"/>
            <w:proofErr w:type="gramEnd"/>
            <w:r w:rsidRPr="005B300D">
              <w:rPr>
                <w:color w:val="000000"/>
                <w:sz w:val="20"/>
                <w:szCs w:val="20"/>
              </w:rPr>
              <w:t>ek</w:t>
            </w:r>
            <w:proofErr w:type="spellEnd"/>
            <w:r w:rsidRPr="005B300D">
              <w:rPr>
                <w:color w:val="000000"/>
                <w:sz w:val="20"/>
                <w:szCs w:val="20"/>
              </w:rPr>
              <w:t>), készülék ház(</w:t>
            </w:r>
            <w:proofErr w:type="spellStart"/>
            <w:r w:rsidRPr="005B300D">
              <w:rPr>
                <w:color w:val="000000"/>
                <w:sz w:val="20"/>
                <w:szCs w:val="20"/>
              </w:rPr>
              <w:t>ak</w:t>
            </w:r>
            <w:proofErr w:type="spellEnd"/>
            <w:r w:rsidRPr="005B300D">
              <w:rPr>
                <w:color w:val="000000"/>
                <w:sz w:val="20"/>
                <w:szCs w:val="20"/>
              </w:rPr>
              <w:t>) behelyezését, a készülék(</w:t>
            </w:r>
            <w:proofErr w:type="spellStart"/>
            <w:r w:rsidRPr="005B300D">
              <w:rPr>
                <w:color w:val="000000"/>
                <w:sz w:val="20"/>
                <w:szCs w:val="20"/>
              </w:rPr>
              <w:t>ek</w:t>
            </w:r>
            <w:proofErr w:type="spellEnd"/>
            <w:r w:rsidRPr="005B300D">
              <w:rPr>
                <w:color w:val="000000"/>
                <w:sz w:val="20"/>
                <w:szCs w:val="20"/>
              </w:rPr>
              <w:t>) és a tartozékok kezelését, használatát, tisztítását, ápolását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Hallás- és </w:t>
            </w:r>
            <w:proofErr w:type="spellStart"/>
            <w:r w:rsidRPr="005B300D">
              <w:rPr>
                <w:color w:val="000000"/>
                <w:sz w:val="20"/>
                <w:szCs w:val="20"/>
              </w:rPr>
              <w:t>hallásrehabilitációs</w:t>
            </w:r>
            <w:proofErr w:type="spellEnd"/>
            <w:r w:rsidRPr="005B300D">
              <w:rPr>
                <w:color w:val="000000"/>
                <w:sz w:val="20"/>
                <w:szCs w:val="20"/>
              </w:rPr>
              <w:t xml:space="preserve"> gondozást végez</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Ismerteti és betanítja a hallássegítő technikai és taktikai módszereket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Megállapítja a hallókészülék hibáját és az eredmény alapján intézkedik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Elvégzi a </w:t>
            </w:r>
            <w:proofErr w:type="spellStart"/>
            <w:proofErr w:type="gramStart"/>
            <w:r w:rsidRPr="005B300D">
              <w:rPr>
                <w:color w:val="000000"/>
                <w:sz w:val="20"/>
                <w:szCs w:val="20"/>
              </w:rPr>
              <w:t>fülilleszték</w:t>
            </w:r>
            <w:proofErr w:type="spellEnd"/>
            <w:r w:rsidRPr="005B300D">
              <w:rPr>
                <w:color w:val="000000"/>
                <w:sz w:val="20"/>
                <w:szCs w:val="20"/>
              </w:rPr>
              <w:t>(</w:t>
            </w:r>
            <w:proofErr w:type="spellStart"/>
            <w:proofErr w:type="gramEnd"/>
            <w:r w:rsidRPr="005B300D">
              <w:rPr>
                <w:color w:val="000000"/>
                <w:sz w:val="20"/>
                <w:szCs w:val="20"/>
              </w:rPr>
              <w:t>ek</w:t>
            </w:r>
            <w:proofErr w:type="spellEnd"/>
            <w:r w:rsidRPr="005B300D">
              <w:rPr>
                <w:color w:val="000000"/>
                <w:sz w:val="20"/>
                <w:szCs w:val="20"/>
              </w:rPr>
              <w:t>) és hallásjavító eszközök kisebb javítási feladatait</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 pácienst/hozzátartozót szakmai és pszichés </w:t>
            </w:r>
            <w:proofErr w:type="gramStart"/>
            <w:r w:rsidRPr="005B300D">
              <w:rPr>
                <w:color w:val="000000"/>
                <w:sz w:val="20"/>
                <w:szCs w:val="20"/>
              </w:rPr>
              <w:t>tanácsadással  támogatja</w:t>
            </w:r>
            <w:proofErr w:type="gramEnd"/>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Gyermekek hallókészülék ellátása objektív és szubjektív vizsgálatok alapján </w:t>
            </w:r>
            <w:proofErr w:type="spellStart"/>
            <w:r w:rsidRPr="005B300D">
              <w:rPr>
                <w:color w:val="000000"/>
                <w:sz w:val="20"/>
                <w:szCs w:val="20"/>
              </w:rPr>
              <w:t>szurdopedagógussal</w:t>
            </w:r>
            <w:proofErr w:type="spellEnd"/>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Együttműködik az </w:t>
            </w:r>
            <w:proofErr w:type="spellStart"/>
            <w:r w:rsidRPr="005B300D">
              <w:rPr>
                <w:color w:val="000000"/>
                <w:sz w:val="20"/>
                <w:szCs w:val="20"/>
              </w:rPr>
              <w:t>audiológus</w:t>
            </w:r>
            <w:proofErr w:type="spellEnd"/>
            <w:r w:rsidRPr="005B300D">
              <w:rPr>
                <w:color w:val="000000"/>
                <w:sz w:val="20"/>
                <w:szCs w:val="20"/>
              </w:rPr>
              <w:t xml:space="preserve"> szakorvossal, </w:t>
            </w:r>
            <w:proofErr w:type="spellStart"/>
            <w:r w:rsidRPr="005B300D">
              <w:rPr>
                <w:color w:val="000000"/>
                <w:sz w:val="20"/>
                <w:szCs w:val="20"/>
              </w:rPr>
              <w:t>szurdopedagógussal</w:t>
            </w:r>
            <w:proofErr w:type="spellEnd"/>
            <w:r w:rsidRPr="005B300D">
              <w:rPr>
                <w:color w:val="000000"/>
                <w:sz w:val="20"/>
                <w:szCs w:val="20"/>
              </w:rPr>
              <w:t>, gyermeknél a szülőkkel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A beteg megfelelő </w:t>
            </w:r>
            <w:proofErr w:type="spellStart"/>
            <w:r w:rsidRPr="005B300D">
              <w:rPr>
                <w:color w:val="000000"/>
                <w:sz w:val="20"/>
                <w:szCs w:val="20"/>
              </w:rPr>
              <w:t>ellátóhelyre</w:t>
            </w:r>
            <w:proofErr w:type="spellEnd"/>
            <w:r w:rsidRPr="005B300D">
              <w:rPr>
                <w:color w:val="000000"/>
                <w:sz w:val="20"/>
                <w:szCs w:val="20"/>
              </w:rPr>
              <w:t xml:space="preserve"> irányítja (pl. műtét, implantáció céljából)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Értelmezi az orvosi vény tartalmát, betartja az orvosi utasításokat, szabályos vénykezelési technikát alkalmaz</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76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Munkáját a hatályos, a munkavégzésére és a forgalmazásra vonatkozó jogszabályok szerint végzi</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0D01F8">
        <w:trPr>
          <w:trHeight w:val="509"/>
        </w:trPr>
        <w:tc>
          <w:tcPr>
            <w:tcW w:w="8180" w:type="dxa"/>
            <w:gridSpan w:val="7"/>
            <w:shd w:val="clear" w:color="auto" w:fill="auto"/>
            <w:vAlign w:val="center"/>
          </w:tcPr>
          <w:p w:rsidR="005D696B" w:rsidRPr="005B300D" w:rsidRDefault="005D696B" w:rsidP="00FF0CD2">
            <w:pPr>
              <w:jc w:val="center"/>
              <w:rPr>
                <w:color w:val="000000"/>
                <w:sz w:val="20"/>
                <w:szCs w:val="20"/>
              </w:rPr>
            </w:pPr>
            <w:r w:rsidRPr="005B300D">
              <w:rPr>
                <w:color w:val="000000"/>
                <w:sz w:val="20"/>
                <w:szCs w:val="20"/>
              </w:rPr>
              <w:t>SZAKMAI ISMERETEK</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Hallókészülék, hallási rendszer, </w:t>
            </w:r>
            <w:proofErr w:type="spellStart"/>
            <w:r w:rsidRPr="005B300D">
              <w:rPr>
                <w:color w:val="000000"/>
                <w:sz w:val="20"/>
                <w:szCs w:val="20"/>
              </w:rPr>
              <w:t>implant</w:t>
            </w:r>
            <w:proofErr w:type="spellEnd"/>
            <w:r w:rsidRPr="005B300D">
              <w:rPr>
                <w:color w:val="000000"/>
                <w:sz w:val="20"/>
                <w:szCs w:val="20"/>
              </w:rPr>
              <w:t xml:space="preserve"> technológia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Hallásjavítás műszaki eszközei, technikai és taktikai módszerek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Termék minőségének vizsgálata</w:t>
            </w:r>
          </w:p>
        </w:tc>
        <w:tc>
          <w:tcPr>
            <w:tcW w:w="700" w:type="dxa"/>
            <w:shd w:val="clear" w:color="auto" w:fill="FFFFFF" w:themeFill="background1"/>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FFFFFF" w:themeFill="background1"/>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FFFFFF" w:themeFill="background1"/>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FFFFFF" w:themeFill="background1"/>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FFFFFF" w:themeFill="background1"/>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FFFFFF" w:themeFill="background1"/>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Mérőboxos</w:t>
            </w:r>
            <w:proofErr w:type="spellEnd"/>
            <w:r w:rsidRPr="005B300D">
              <w:rPr>
                <w:color w:val="000000"/>
                <w:sz w:val="20"/>
                <w:szCs w:val="20"/>
              </w:rPr>
              <w:t xml:space="preserve"> mérések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In</w:t>
            </w:r>
            <w:proofErr w:type="spellEnd"/>
            <w:r w:rsidRPr="005B300D">
              <w:rPr>
                <w:color w:val="000000"/>
                <w:sz w:val="20"/>
                <w:szCs w:val="20"/>
              </w:rPr>
              <w:t xml:space="preserve"> situ-mérések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Hallásrehabilitáció</w:t>
            </w:r>
            <w:proofErr w:type="spellEnd"/>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Hangközvetítő eszközök akusztikai hatása, rendelése, gyártása, lenyomatvétel</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Hallásjavító eszközök, hallási rendszerek programozása, illesztése, adaptálása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Implantált</w:t>
            </w:r>
            <w:proofErr w:type="spellEnd"/>
            <w:r w:rsidRPr="005B300D">
              <w:rPr>
                <w:color w:val="000000"/>
                <w:sz w:val="20"/>
                <w:szCs w:val="20"/>
              </w:rPr>
              <w:t xml:space="preserve"> hallókészülékek indikációjának, működésének ismerete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Fülzúgás terápia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Hallás- és </w:t>
            </w:r>
            <w:proofErr w:type="spellStart"/>
            <w:r w:rsidRPr="005B300D">
              <w:rPr>
                <w:color w:val="000000"/>
                <w:sz w:val="20"/>
                <w:szCs w:val="20"/>
              </w:rPr>
              <w:t>hallásrehabilitációs</w:t>
            </w:r>
            <w:proofErr w:type="spellEnd"/>
            <w:r w:rsidRPr="005B300D">
              <w:rPr>
                <w:color w:val="000000"/>
                <w:sz w:val="20"/>
                <w:szCs w:val="20"/>
              </w:rPr>
              <w:t xml:space="preserve"> gondozás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Hallássérültek pszichológiája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Hallássérültek kommunikációja</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xml:space="preserve">Hallókészülék energiaforrások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Veszélyes hulladék kezelése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Eszközök fertőtlenítése, higiénés szabályok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proofErr w:type="spellStart"/>
            <w:r w:rsidRPr="005B300D">
              <w:rPr>
                <w:color w:val="000000"/>
                <w:sz w:val="20"/>
                <w:szCs w:val="20"/>
              </w:rPr>
              <w:t>Hallásrehabilitációra</w:t>
            </w:r>
            <w:proofErr w:type="spellEnd"/>
            <w:r w:rsidRPr="005B300D">
              <w:rPr>
                <w:color w:val="000000"/>
                <w:sz w:val="20"/>
                <w:szCs w:val="20"/>
              </w:rPr>
              <w:t xml:space="preserve"> vonatkozó rendeletek, törvények, szakmai irányelvek ismerete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Esélyegyenlőség, akadálymentesítés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lastRenderedPageBreak/>
              <w:t>Számítástechnikai ismeretek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Egészségbiztosítás, társadalombiztosítás</w:t>
            </w: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635" w:type="dxa"/>
            <w:shd w:val="clear" w:color="auto" w:fill="auto"/>
            <w:noWrap/>
            <w:vAlign w:val="center"/>
          </w:tcPr>
          <w:p w:rsidR="005D696B" w:rsidRPr="005B300D" w:rsidRDefault="005D696B" w:rsidP="00FF0CD2">
            <w:pPr>
              <w:jc w:val="center"/>
              <w:rPr>
                <w:color w:val="000000"/>
                <w:sz w:val="20"/>
                <w:szCs w:val="20"/>
              </w:rPr>
            </w:pPr>
          </w:p>
        </w:tc>
        <w:tc>
          <w:tcPr>
            <w:tcW w:w="765"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Vény kiszolgálása, vénykezelés, vényelszámolás</w:t>
            </w: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635" w:type="dxa"/>
            <w:shd w:val="clear" w:color="auto" w:fill="auto"/>
            <w:noWrap/>
            <w:vAlign w:val="center"/>
          </w:tcPr>
          <w:p w:rsidR="005D696B" w:rsidRPr="005B300D" w:rsidRDefault="005D696B" w:rsidP="00FF0CD2">
            <w:pPr>
              <w:jc w:val="center"/>
              <w:rPr>
                <w:color w:val="000000"/>
                <w:sz w:val="20"/>
                <w:szCs w:val="20"/>
              </w:rPr>
            </w:pPr>
          </w:p>
        </w:tc>
        <w:tc>
          <w:tcPr>
            <w:tcW w:w="765"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Jogi ismeretek, adójog, kereskedelmi jog, vállalkozási jog, fogyasztóvédelem</w:t>
            </w: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635" w:type="dxa"/>
            <w:shd w:val="clear" w:color="auto" w:fill="auto"/>
            <w:noWrap/>
            <w:vAlign w:val="center"/>
          </w:tcPr>
          <w:p w:rsidR="005D696B" w:rsidRPr="005B300D" w:rsidRDefault="005D696B" w:rsidP="00FF0CD2">
            <w:pPr>
              <w:jc w:val="center"/>
              <w:rPr>
                <w:color w:val="000000"/>
                <w:sz w:val="20"/>
                <w:szCs w:val="20"/>
              </w:rPr>
            </w:pPr>
          </w:p>
        </w:tc>
        <w:tc>
          <w:tcPr>
            <w:tcW w:w="765"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Pénzügyi, számviteli alapismertek, árképzés, számlaadás, bizonylatozás, leltározás</w:t>
            </w: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635" w:type="dxa"/>
            <w:shd w:val="clear" w:color="auto" w:fill="auto"/>
            <w:noWrap/>
            <w:vAlign w:val="center"/>
          </w:tcPr>
          <w:p w:rsidR="005D696B" w:rsidRPr="005B300D" w:rsidRDefault="005D696B" w:rsidP="00FF0CD2">
            <w:pPr>
              <w:jc w:val="center"/>
              <w:rPr>
                <w:color w:val="000000"/>
                <w:sz w:val="20"/>
                <w:szCs w:val="20"/>
              </w:rPr>
            </w:pPr>
          </w:p>
        </w:tc>
        <w:tc>
          <w:tcPr>
            <w:tcW w:w="765"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Marketing alapismeretek</w:t>
            </w: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635" w:type="dxa"/>
            <w:shd w:val="clear" w:color="auto" w:fill="auto"/>
            <w:noWrap/>
            <w:vAlign w:val="center"/>
          </w:tcPr>
          <w:p w:rsidR="005D696B" w:rsidRPr="005B300D" w:rsidRDefault="005D696B" w:rsidP="00FF0CD2">
            <w:pPr>
              <w:jc w:val="center"/>
              <w:rPr>
                <w:color w:val="000000"/>
                <w:sz w:val="20"/>
                <w:szCs w:val="20"/>
              </w:rPr>
            </w:pPr>
          </w:p>
        </w:tc>
        <w:tc>
          <w:tcPr>
            <w:tcW w:w="765"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c>
          <w:tcPr>
            <w:tcW w:w="700" w:type="dxa"/>
            <w:shd w:val="clear" w:color="auto" w:fill="auto"/>
            <w:noWrap/>
            <w:vAlign w:val="center"/>
          </w:tcPr>
          <w:p w:rsidR="005D696B" w:rsidRPr="005B300D" w:rsidRDefault="005D696B" w:rsidP="00FF0CD2">
            <w:pPr>
              <w:jc w:val="center"/>
              <w:rPr>
                <w:color w:val="000000"/>
                <w:sz w:val="20"/>
                <w:szCs w:val="20"/>
              </w:rPr>
            </w:pPr>
          </w:p>
        </w:tc>
      </w:tr>
      <w:tr w:rsidR="005D696B" w:rsidRPr="005B300D" w:rsidTr="00FF0CD2">
        <w:trPr>
          <w:trHeight w:val="255"/>
        </w:trPr>
        <w:tc>
          <w:tcPr>
            <w:tcW w:w="8180" w:type="dxa"/>
            <w:gridSpan w:val="7"/>
            <w:shd w:val="clear" w:color="auto" w:fill="auto"/>
            <w:vAlign w:val="center"/>
          </w:tcPr>
          <w:p w:rsidR="005D696B" w:rsidRPr="005B300D" w:rsidRDefault="005D696B" w:rsidP="00FF0CD2">
            <w:pPr>
              <w:jc w:val="center"/>
              <w:rPr>
                <w:color w:val="000000"/>
                <w:sz w:val="20"/>
                <w:szCs w:val="20"/>
              </w:rPr>
            </w:pPr>
            <w:r w:rsidRPr="005B300D">
              <w:rPr>
                <w:color w:val="000000"/>
                <w:sz w:val="20"/>
                <w:szCs w:val="20"/>
              </w:rPr>
              <w:t>SZAKMAI KÉSZSÉGEK</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szakmai szöveg megértése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íráskészség, írásbeli fogalmazókészség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hallott szöveg megértése</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Szakmai nyelvű beszédkészség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510"/>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Komplex eszközhasználati képességek, készségek</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510"/>
        </w:trPr>
        <w:tc>
          <w:tcPr>
            <w:tcW w:w="8180" w:type="dxa"/>
            <w:gridSpan w:val="7"/>
            <w:shd w:val="clear" w:color="auto" w:fill="auto"/>
            <w:vAlign w:val="center"/>
          </w:tcPr>
          <w:p w:rsidR="005D696B" w:rsidRPr="005B300D" w:rsidRDefault="005D696B" w:rsidP="00FF0CD2">
            <w:pPr>
              <w:jc w:val="center"/>
              <w:rPr>
                <w:color w:val="000000"/>
                <w:sz w:val="20"/>
                <w:szCs w:val="20"/>
              </w:rPr>
            </w:pPr>
            <w:r w:rsidRPr="005B300D">
              <w:rPr>
                <w:color w:val="000000"/>
                <w:sz w:val="20"/>
                <w:szCs w:val="20"/>
              </w:rPr>
              <w:t>SZEMÉLYES KOMPETENCIÁK</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Elhívatottság, elkötelezettség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Fejlődőképesség, önfejlesztés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Döntésképesség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8180" w:type="dxa"/>
            <w:gridSpan w:val="7"/>
            <w:shd w:val="clear" w:color="auto" w:fill="auto"/>
            <w:vAlign w:val="center"/>
          </w:tcPr>
          <w:p w:rsidR="005D696B" w:rsidRPr="005B300D" w:rsidRDefault="005D696B" w:rsidP="00FF0CD2">
            <w:pPr>
              <w:jc w:val="center"/>
              <w:rPr>
                <w:color w:val="000000"/>
                <w:sz w:val="20"/>
                <w:szCs w:val="20"/>
              </w:rPr>
            </w:pPr>
            <w:r w:rsidRPr="005B300D">
              <w:rPr>
                <w:color w:val="000000"/>
                <w:sz w:val="20"/>
                <w:szCs w:val="20"/>
              </w:rPr>
              <w:t>TÁRSAS KOMPETENCIÁK</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Interperszonális rugalmasság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Meggyőzőkészség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Empatikus készség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r>
      <w:tr w:rsidR="005D696B" w:rsidRPr="005B300D" w:rsidTr="00FF0CD2">
        <w:trPr>
          <w:trHeight w:val="255"/>
        </w:trPr>
        <w:tc>
          <w:tcPr>
            <w:tcW w:w="8180" w:type="dxa"/>
            <w:gridSpan w:val="7"/>
            <w:shd w:val="clear" w:color="auto" w:fill="auto"/>
            <w:vAlign w:val="center"/>
          </w:tcPr>
          <w:p w:rsidR="005D696B" w:rsidRPr="005B300D" w:rsidRDefault="005D696B" w:rsidP="00FF0CD2">
            <w:pPr>
              <w:jc w:val="center"/>
              <w:rPr>
                <w:color w:val="000000"/>
                <w:sz w:val="20"/>
                <w:szCs w:val="20"/>
              </w:rPr>
            </w:pPr>
            <w:r w:rsidRPr="005B300D">
              <w:rPr>
                <w:color w:val="000000"/>
                <w:sz w:val="20"/>
                <w:szCs w:val="20"/>
              </w:rPr>
              <w:t>MÓDSZERKOMPETENCIÁK</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Logikus gondolkodás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Következtetési képesség</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r w:rsidR="005D696B" w:rsidRPr="005B300D" w:rsidTr="00FF0CD2">
        <w:trPr>
          <w:trHeight w:val="255"/>
        </w:trPr>
        <w:tc>
          <w:tcPr>
            <w:tcW w:w="3980"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Gyakorlatias feladatértelmezés</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63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65"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00" w:type="dxa"/>
            <w:shd w:val="clear" w:color="auto" w:fill="auto"/>
            <w:noWrap/>
            <w:vAlign w:val="center"/>
            <w:hideMark/>
          </w:tcPr>
          <w:p w:rsidR="005D696B" w:rsidRPr="005B300D" w:rsidRDefault="005D696B" w:rsidP="00FF0CD2">
            <w:pPr>
              <w:jc w:val="center"/>
              <w:rPr>
                <w:color w:val="000000"/>
                <w:sz w:val="20"/>
                <w:szCs w:val="20"/>
              </w:rPr>
            </w:pPr>
            <w:r w:rsidRPr="005B300D">
              <w:rPr>
                <w:color w:val="000000"/>
                <w:sz w:val="20"/>
                <w:szCs w:val="20"/>
              </w:rPr>
              <w:t> X</w:t>
            </w:r>
          </w:p>
        </w:tc>
      </w:tr>
    </w:tbl>
    <w:p w:rsidR="005D696B" w:rsidRPr="005B300D" w:rsidRDefault="005D696B" w:rsidP="005D696B"/>
    <w:p w:rsidR="005D696B" w:rsidRPr="005B300D" w:rsidRDefault="005D696B" w:rsidP="005D696B"/>
    <w:p w:rsidR="005D696B" w:rsidRPr="005B300D" w:rsidRDefault="005D696B" w:rsidP="005D696B">
      <w:pPr>
        <w:pStyle w:val="Listaszerbekezds"/>
        <w:numPr>
          <w:ilvl w:val="0"/>
          <w:numId w:val="40"/>
        </w:numPr>
        <w:tabs>
          <w:tab w:val="right" w:pos="9072"/>
        </w:tabs>
        <w:jc w:val="both"/>
        <w:rPr>
          <w:b/>
        </w:rPr>
      </w:pPr>
      <w:r w:rsidRPr="005B300D">
        <w:rPr>
          <w:b/>
        </w:rPr>
        <w:t>Akusztikai alapismeretek tantárgy</w:t>
      </w:r>
      <w:r w:rsidRPr="005B300D">
        <w:rPr>
          <w:b/>
        </w:rPr>
        <w:tab/>
        <w:t>31 óra/31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40"/>
        </w:numPr>
        <w:jc w:val="both"/>
        <w:rPr>
          <w:b/>
        </w:rPr>
      </w:pPr>
      <w:r w:rsidRPr="005B300D">
        <w:rPr>
          <w:b/>
        </w:rPr>
        <w:t>A tantárgy tanításának célja</w:t>
      </w:r>
    </w:p>
    <w:p w:rsidR="005D696B" w:rsidRPr="005B300D" w:rsidRDefault="005D696B" w:rsidP="005D696B">
      <w:pPr>
        <w:pStyle w:val="Listaszerbekezds"/>
        <w:suppressAutoHyphens/>
        <w:autoSpaceDN w:val="0"/>
        <w:ind w:left="792"/>
        <w:contextualSpacing w:val="0"/>
        <w:textAlignment w:val="baseline"/>
      </w:pPr>
      <w:r w:rsidRPr="005B300D">
        <w:t xml:space="preserve">A hallás </w:t>
      </w:r>
      <w:proofErr w:type="spellStart"/>
      <w:r w:rsidRPr="005B300D">
        <w:t>pszichoakusztikai</w:t>
      </w:r>
      <w:proofErr w:type="spellEnd"/>
      <w:r w:rsidRPr="005B300D">
        <w:t xml:space="preserve"> vonatkozásainak megismertetése, melynek ismeretében megérthető a halláscsökkenés problémája.</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Kapcsolódó közismereti, szakmai tartalmak</w:t>
      </w:r>
    </w:p>
    <w:p w:rsidR="005D696B" w:rsidRPr="005B300D" w:rsidRDefault="005D696B" w:rsidP="005D696B">
      <w:pPr>
        <w:pStyle w:val="Listaszerbekezds"/>
        <w:ind w:left="360" w:firstLine="349"/>
      </w:pPr>
      <w:r w:rsidRPr="005B300D">
        <w:t>Fizika</w:t>
      </w:r>
    </w:p>
    <w:p w:rsidR="005D696B" w:rsidRPr="005B300D" w:rsidRDefault="005D696B" w:rsidP="005D696B">
      <w:pPr>
        <w:pStyle w:val="Listaszerbekezds"/>
        <w:ind w:left="360" w:firstLine="349"/>
      </w:pPr>
      <w:r w:rsidRPr="005B300D">
        <w:t>Pszichológia</w:t>
      </w:r>
    </w:p>
    <w:p w:rsidR="005D696B" w:rsidRPr="005B300D" w:rsidRDefault="005D696B" w:rsidP="005D696B">
      <w:pPr>
        <w:pStyle w:val="Listaszerbekezds"/>
        <w:ind w:left="360"/>
      </w:pPr>
      <w:r w:rsidRPr="005B300D">
        <w:t xml:space="preserve">     Anatómia-élettan</w:t>
      </w:r>
    </w:p>
    <w:p w:rsidR="005D696B" w:rsidRPr="005B300D" w:rsidRDefault="005D696B" w:rsidP="005D696B">
      <w:pPr>
        <w:pStyle w:val="Listaszerbekezds"/>
        <w:ind w:left="360"/>
      </w:pPr>
      <w:r w:rsidRPr="005B300D">
        <w:t xml:space="preserve">    </w:t>
      </w:r>
      <w:r w:rsidRPr="005B300D">
        <w:tab/>
        <w:t>Kommunikáció</w:t>
      </w: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Témakörök</w:t>
      </w:r>
    </w:p>
    <w:p w:rsidR="005D696B" w:rsidRPr="005B300D" w:rsidRDefault="005D696B" w:rsidP="005D696B">
      <w:pPr>
        <w:pStyle w:val="Listaszerbekezds"/>
        <w:numPr>
          <w:ilvl w:val="2"/>
          <w:numId w:val="40"/>
        </w:numPr>
        <w:tabs>
          <w:tab w:val="left" w:pos="1560"/>
          <w:tab w:val="right" w:pos="9072"/>
        </w:tabs>
        <w:suppressAutoHyphens/>
        <w:autoSpaceDN w:val="0"/>
        <w:contextualSpacing w:val="0"/>
        <w:jc w:val="both"/>
        <w:textAlignment w:val="baseline"/>
        <w:rPr>
          <w:b/>
          <w:i/>
        </w:rPr>
      </w:pPr>
      <w:r w:rsidRPr="005B300D">
        <w:rPr>
          <w:b/>
          <w:i/>
        </w:rPr>
        <w:t xml:space="preserve">Hallásérzékelés- </w:t>
      </w:r>
      <w:proofErr w:type="spellStart"/>
      <w:r w:rsidRPr="005B300D">
        <w:rPr>
          <w:b/>
          <w:i/>
        </w:rPr>
        <w:t>pszichoakusztika</w:t>
      </w:r>
      <w:proofErr w:type="spellEnd"/>
      <w:r w:rsidRPr="005B300D">
        <w:rPr>
          <w:b/>
          <w:i/>
        </w:rPr>
        <w:tab/>
        <w:t>5 óra/5 óra</w:t>
      </w:r>
    </w:p>
    <w:p w:rsidR="005D696B" w:rsidRPr="005B300D" w:rsidRDefault="005D696B" w:rsidP="005D696B">
      <w:pPr>
        <w:pStyle w:val="Standard"/>
        <w:spacing w:after="0"/>
        <w:ind w:left="851"/>
      </w:pPr>
      <w:r w:rsidRPr="005B300D">
        <w:t xml:space="preserve">    A hallássérülés </w:t>
      </w:r>
      <w:proofErr w:type="spellStart"/>
      <w:r w:rsidRPr="005B300D">
        <w:t>pszichoakusztikája</w:t>
      </w:r>
      <w:proofErr w:type="spellEnd"/>
    </w:p>
    <w:p w:rsidR="005D696B" w:rsidRPr="005B300D" w:rsidRDefault="005D696B" w:rsidP="005D696B">
      <w:pPr>
        <w:pStyle w:val="Standard"/>
        <w:spacing w:after="0"/>
        <w:ind w:left="851"/>
      </w:pPr>
      <w:r w:rsidRPr="005B300D">
        <w:t xml:space="preserve">    A hallásveszteség hatása a kommunikációs képességeinkre</w:t>
      </w:r>
    </w:p>
    <w:p w:rsidR="005D696B" w:rsidRPr="005B300D" w:rsidRDefault="005D696B" w:rsidP="005D696B">
      <w:pPr>
        <w:pStyle w:val="Standard"/>
        <w:spacing w:after="0"/>
        <w:ind w:left="851"/>
      </w:pPr>
      <w:r w:rsidRPr="005B300D">
        <w:t xml:space="preserve">    A hallás </w:t>
      </w:r>
      <w:proofErr w:type="gramStart"/>
      <w:r w:rsidRPr="005B300D">
        <w:t>és  beszédértés</w:t>
      </w:r>
      <w:proofErr w:type="gramEnd"/>
      <w:r w:rsidRPr="005B300D">
        <w:t xml:space="preserve"> összefüggései</w:t>
      </w:r>
    </w:p>
    <w:p w:rsidR="005D696B" w:rsidRPr="005B300D" w:rsidRDefault="005D696B" w:rsidP="005D696B">
      <w:pPr>
        <w:pStyle w:val="Standard"/>
        <w:spacing w:after="0"/>
        <w:ind w:left="851"/>
      </w:pPr>
      <w:r w:rsidRPr="005B300D">
        <w:t xml:space="preserve">    A sztereo hallás</w:t>
      </w:r>
    </w:p>
    <w:p w:rsidR="005D696B" w:rsidRPr="005B300D" w:rsidRDefault="005D696B" w:rsidP="005D696B">
      <w:pPr>
        <w:tabs>
          <w:tab w:val="left" w:pos="2694"/>
          <w:tab w:val="right" w:pos="10065"/>
        </w:tabs>
        <w:suppressAutoHyphens/>
        <w:autoSpaceDN w:val="0"/>
        <w:textAlignment w:val="baseline"/>
        <w:rPr>
          <w:b/>
          <w:i/>
        </w:rPr>
      </w:pPr>
    </w:p>
    <w:p w:rsidR="005D696B" w:rsidRPr="005B300D" w:rsidRDefault="005D696B" w:rsidP="005D696B">
      <w:pPr>
        <w:pStyle w:val="Listaszerbekezds"/>
        <w:numPr>
          <w:ilvl w:val="2"/>
          <w:numId w:val="40"/>
        </w:numPr>
        <w:tabs>
          <w:tab w:val="left" w:pos="1560"/>
          <w:tab w:val="right" w:pos="9072"/>
        </w:tabs>
        <w:ind w:left="993" w:hanging="426"/>
        <w:jc w:val="both"/>
        <w:rPr>
          <w:b/>
          <w:i/>
        </w:rPr>
      </w:pPr>
      <w:r w:rsidRPr="005B300D">
        <w:rPr>
          <w:b/>
          <w:i/>
        </w:rPr>
        <w:lastRenderedPageBreak/>
        <w:t>Decibelek és a hallás</w:t>
      </w:r>
      <w:r w:rsidRPr="005B300D">
        <w:rPr>
          <w:b/>
          <w:i/>
        </w:rPr>
        <w:tab/>
        <w:t>6 óra/6 óra</w:t>
      </w:r>
    </w:p>
    <w:p w:rsidR="005D696B" w:rsidRPr="005B300D" w:rsidRDefault="005D696B" w:rsidP="005D696B">
      <w:pPr>
        <w:pStyle w:val="Standard"/>
        <w:spacing w:after="0"/>
        <w:ind w:left="851"/>
      </w:pPr>
      <w:r w:rsidRPr="005B300D">
        <w:t>A decibel</w:t>
      </w:r>
    </w:p>
    <w:p w:rsidR="005D696B" w:rsidRPr="005B300D" w:rsidRDefault="005D696B" w:rsidP="005D696B">
      <w:pPr>
        <w:pStyle w:val="Standard"/>
        <w:spacing w:after="0"/>
        <w:ind w:left="851"/>
      </w:pPr>
      <w:r w:rsidRPr="005B300D">
        <w:t>Feszültség és nyomásarányok átalakítása</w:t>
      </w:r>
    </w:p>
    <w:p w:rsidR="005D696B" w:rsidRPr="005B300D" w:rsidRDefault="005D696B" w:rsidP="005D696B">
      <w:pPr>
        <w:pStyle w:val="Standard"/>
        <w:spacing w:after="0"/>
        <w:ind w:left="851"/>
      </w:pPr>
      <w:r w:rsidRPr="005B300D">
        <w:t>Referenciaszintek</w:t>
      </w:r>
    </w:p>
    <w:p w:rsidR="005D696B" w:rsidRPr="005B300D" w:rsidRDefault="005D696B" w:rsidP="005D696B">
      <w:pPr>
        <w:pStyle w:val="Standard"/>
        <w:spacing w:after="0"/>
        <w:ind w:left="851"/>
      </w:pPr>
      <w:proofErr w:type="spellStart"/>
      <w:r w:rsidRPr="005B300D">
        <w:t>dBVU</w:t>
      </w:r>
      <w:proofErr w:type="spellEnd"/>
    </w:p>
    <w:p w:rsidR="005D696B" w:rsidRPr="005B300D" w:rsidRDefault="005D696B" w:rsidP="005D696B">
      <w:pPr>
        <w:pStyle w:val="Standard"/>
        <w:spacing w:after="0"/>
        <w:ind w:left="851"/>
      </w:pPr>
      <w:proofErr w:type="spellStart"/>
      <w:r w:rsidRPr="005B300D">
        <w:t>dBA</w:t>
      </w:r>
      <w:proofErr w:type="spellEnd"/>
      <w:r w:rsidRPr="005B300D">
        <w:t xml:space="preserve"> és egyéb súlyozó függvények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 xml:space="preserve">A hallás és beszédértés összefüggései </w:t>
      </w:r>
      <w:r w:rsidRPr="005B300D">
        <w:rPr>
          <w:b/>
          <w:i/>
        </w:rPr>
        <w:tab/>
        <w:t>5 óra/5 óra</w:t>
      </w:r>
    </w:p>
    <w:p w:rsidR="005D696B" w:rsidRPr="005B300D" w:rsidRDefault="005D696B" w:rsidP="005D696B">
      <w:pPr>
        <w:pStyle w:val="Standard"/>
        <w:spacing w:after="0"/>
        <w:ind w:left="993"/>
      </w:pPr>
      <w:proofErr w:type="spellStart"/>
      <w:r w:rsidRPr="005B300D">
        <w:t>Bark</w:t>
      </w:r>
      <w:proofErr w:type="spellEnd"/>
      <w:r w:rsidRPr="005B300D">
        <w:t xml:space="preserve"> skála</w:t>
      </w:r>
    </w:p>
    <w:p w:rsidR="005D696B" w:rsidRPr="005B300D" w:rsidRDefault="005D696B" w:rsidP="005D696B">
      <w:pPr>
        <w:pStyle w:val="Standard"/>
        <w:spacing w:after="0"/>
        <w:ind w:left="993"/>
      </w:pPr>
      <w:r w:rsidRPr="005B300D">
        <w:t xml:space="preserve">Beszédészlelési hallásküszöb </w:t>
      </w:r>
      <w:proofErr w:type="gramStart"/>
      <w:r w:rsidRPr="005B300D">
        <w:t>( SRT</w:t>
      </w:r>
      <w:proofErr w:type="gramEnd"/>
      <w:r w:rsidRPr="005B300D">
        <w:t>)</w:t>
      </w:r>
    </w:p>
    <w:p w:rsidR="005D696B" w:rsidRPr="005B300D" w:rsidRDefault="005D696B" w:rsidP="005D696B">
      <w:pPr>
        <w:pStyle w:val="Standard"/>
        <w:spacing w:after="0"/>
        <w:ind w:left="993"/>
      </w:pPr>
      <w:r w:rsidRPr="005B300D">
        <w:t>Dinamika veszteség</w:t>
      </w:r>
    </w:p>
    <w:p w:rsidR="005D696B" w:rsidRPr="005B300D" w:rsidRDefault="005D696B" w:rsidP="005D696B">
      <w:pPr>
        <w:pStyle w:val="Standard"/>
        <w:spacing w:after="0"/>
        <w:ind w:left="993"/>
      </w:pPr>
      <w:r w:rsidRPr="005B300D">
        <w:t>Gerjesztési mintázat</w:t>
      </w:r>
    </w:p>
    <w:p w:rsidR="005D696B" w:rsidRPr="005B300D" w:rsidRDefault="005D696B" w:rsidP="005D696B">
      <w:pPr>
        <w:pStyle w:val="Standard"/>
        <w:spacing w:after="0"/>
        <w:ind w:left="993"/>
      </w:pPr>
      <w:r w:rsidRPr="005B300D">
        <w:t>Emelkedő maszkolás</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Hangosság</w:t>
      </w:r>
      <w:r w:rsidRPr="005B300D">
        <w:rPr>
          <w:b/>
          <w:i/>
        </w:rPr>
        <w:tab/>
        <w:t>5 óra/5 óra</w:t>
      </w:r>
    </w:p>
    <w:p w:rsidR="005D696B" w:rsidRPr="005B300D" w:rsidRDefault="005D696B" w:rsidP="005D696B">
      <w:pPr>
        <w:pStyle w:val="Listaszerbekezds"/>
        <w:tabs>
          <w:tab w:val="left" w:pos="1701"/>
          <w:tab w:val="right" w:pos="9072"/>
        </w:tabs>
        <w:ind w:left="993"/>
        <w:rPr>
          <w:b/>
          <w:i/>
        </w:rPr>
      </w:pPr>
      <w:r w:rsidRPr="005B300D">
        <w:t>A hangosság skálázása</w:t>
      </w:r>
    </w:p>
    <w:p w:rsidR="005D696B" w:rsidRPr="005B300D" w:rsidRDefault="005D696B" w:rsidP="005D696B">
      <w:pPr>
        <w:pStyle w:val="Listaszerbekezds"/>
        <w:tabs>
          <w:tab w:val="left" w:pos="1701"/>
          <w:tab w:val="right" w:pos="9072"/>
        </w:tabs>
        <w:ind w:left="993"/>
      </w:pPr>
      <w:r w:rsidRPr="005B300D">
        <w:t>A hangosság kompenzációja</w:t>
      </w:r>
    </w:p>
    <w:p w:rsidR="005D696B" w:rsidRPr="005B300D" w:rsidRDefault="005D696B" w:rsidP="005D696B">
      <w:pPr>
        <w:pStyle w:val="Listaszerbekezds"/>
        <w:tabs>
          <w:tab w:val="left" w:pos="1701"/>
          <w:tab w:val="right" w:pos="9072"/>
        </w:tabs>
        <w:ind w:left="993"/>
      </w:pPr>
      <w:r w:rsidRPr="005B300D">
        <w:t>A hangosság összegzése</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40"/>
        </w:numPr>
        <w:tabs>
          <w:tab w:val="left" w:pos="1701"/>
          <w:tab w:val="right" w:pos="9072"/>
        </w:tabs>
        <w:ind w:left="993" w:hanging="426"/>
        <w:jc w:val="both"/>
        <w:rPr>
          <w:b/>
          <w:i/>
        </w:rPr>
      </w:pPr>
      <w:r w:rsidRPr="005B300D">
        <w:rPr>
          <w:b/>
          <w:i/>
        </w:rPr>
        <w:t>A jel-zaj viszony (SNR)</w:t>
      </w:r>
      <w:r w:rsidRPr="005B300D">
        <w:rPr>
          <w:b/>
          <w:i/>
        </w:rPr>
        <w:tab/>
        <w:t>10 óra/10 óra</w:t>
      </w:r>
    </w:p>
    <w:p w:rsidR="005D696B" w:rsidRPr="005B300D" w:rsidRDefault="005D696B" w:rsidP="005D696B">
      <w:pPr>
        <w:tabs>
          <w:tab w:val="left" w:pos="1418"/>
          <w:tab w:val="right" w:pos="9072"/>
        </w:tabs>
        <w:ind w:left="851"/>
      </w:pPr>
      <w:r w:rsidRPr="005B300D">
        <w:t>Kritikus sávszélesség</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40"/>
        </w:numPr>
        <w:jc w:val="both"/>
        <w:rPr>
          <w:b/>
        </w:rPr>
      </w:pPr>
      <w:r w:rsidRPr="005B300D">
        <w:rPr>
          <w:b/>
        </w:rPr>
        <w:t>A képzés javasolt helyszíne (ajánlás)</w:t>
      </w:r>
    </w:p>
    <w:p w:rsidR="005D696B" w:rsidRPr="005B300D" w:rsidRDefault="005D696B" w:rsidP="005D696B">
      <w:pPr>
        <w:ind w:left="426"/>
      </w:pPr>
    </w:p>
    <w:p w:rsidR="005D696B" w:rsidRPr="005B300D" w:rsidRDefault="005D696B" w:rsidP="005D696B">
      <w:pPr>
        <w:ind w:left="426"/>
      </w:pPr>
      <w:r w:rsidRPr="005B300D">
        <w:t>Tanterem</w:t>
      </w:r>
    </w:p>
    <w:p w:rsidR="005D696B" w:rsidRPr="005B300D" w:rsidRDefault="005D696B" w:rsidP="005D696B">
      <w:pPr>
        <w:pStyle w:val="Listaszerbekezds"/>
        <w:numPr>
          <w:ilvl w:val="1"/>
          <w:numId w:val="40"/>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0D01F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0D01F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0D01F8">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0D01F8" w:rsidP="000D01F8">
            <w:pPr>
              <w:rPr>
                <w:color w:val="000000"/>
                <w:sz w:val="20"/>
                <w:szCs w:val="20"/>
              </w:rPr>
            </w:pPr>
            <w:r>
              <w:rPr>
                <w:color w:val="000000"/>
                <w:sz w:val="20"/>
                <w:szCs w:val="20"/>
              </w:rPr>
              <w:t xml:space="preserve"> Projektor, </w:t>
            </w:r>
            <w:r w:rsidR="005D696B" w:rsidRPr="005B300D">
              <w:rPr>
                <w:color w:val="000000"/>
                <w:sz w:val="20"/>
                <w:szCs w:val="20"/>
              </w:rPr>
              <w:t>írásvetítő</w:t>
            </w:r>
          </w:p>
        </w:tc>
      </w:tr>
      <w:tr w:rsidR="005D696B" w:rsidRPr="005B300D" w:rsidTr="000D01F8">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kiselőadás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40"/>
        </w:numPr>
        <w:jc w:val="both"/>
        <w:rPr>
          <w:b/>
        </w:rPr>
      </w:pPr>
      <w:r w:rsidRPr="005B300D">
        <w:rPr>
          <w:b/>
        </w:rPr>
        <w:t>A tantárgy elsajátítása során alkalmazható tanulói tevékenységformák (ajánlás)</w:t>
      </w:r>
    </w:p>
    <w:tbl>
      <w:tblPr>
        <w:tblW w:w="15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gridCol w:w="7464"/>
      </w:tblGrid>
      <w:tr w:rsidR="005D696B" w:rsidRPr="005B300D" w:rsidTr="000D01F8">
        <w:trPr>
          <w:gridAfter w:val="1"/>
          <w:wAfter w:w="7464" w:type="dxa"/>
          <w:trHeight w:val="255"/>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0D01F8">
        <w:trPr>
          <w:gridAfter w:val="1"/>
          <w:wAfter w:w="7464" w:type="dxa"/>
          <w:trHeight w:val="510"/>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0D01F8">
        <w:trPr>
          <w:gridAfter w:val="1"/>
          <w:wAfter w:w="7464" w:type="dxa"/>
          <w:trHeight w:val="255"/>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0D01F8">
        <w:trPr>
          <w:gridAfter w:val="1"/>
          <w:wAfter w:w="7464" w:type="dxa"/>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gridAfter w:val="1"/>
          <w:wAfter w:w="7464" w:type="dxa"/>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gridAfter w:val="1"/>
          <w:wAfter w:w="7464" w:type="dxa"/>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gridAfter w:val="1"/>
          <w:wAfter w:w="7464" w:type="dxa"/>
          <w:trHeight w:val="510"/>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gridAfter w:val="1"/>
          <w:wAfter w:w="7464" w:type="dxa"/>
          <w:trHeight w:val="255"/>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trHeight w:val="318"/>
        </w:trPr>
        <w:tc>
          <w:tcPr>
            <w:tcW w:w="103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c>
          <w:tcPr>
            <w:tcW w:w="7464" w:type="dxa"/>
            <w:tcBorders>
              <w:top w:val="nil"/>
              <w:left w:val="single" w:sz="4" w:space="0" w:color="auto"/>
              <w:bottom w:val="nil"/>
              <w:right w:val="nil"/>
            </w:tcBorders>
            <w:vAlign w:val="center"/>
          </w:tcPr>
          <w:p w:rsidR="005D696B" w:rsidRPr="005B300D" w:rsidRDefault="005D696B" w:rsidP="00FF0CD2">
            <w:pPr>
              <w:spacing w:after="200" w:line="276" w:lineRule="auto"/>
            </w:pPr>
          </w:p>
        </w:tc>
      </w:tr>
      <w:tr w:rsidR="005D696B" w:rsidRPr="005B300D" w:rsidTr="000D01F8">
        <w:trPr>
          <w:gridAfter w:val="1"/>
          <w:wAfter w:w="7464" w:type="dxa"/>
          <w:trHeight w:val="510"/>
        </w:trPr>
        <w:tc>
          <w:tcPr>
            <w:tcW w:w="1036"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tcBorders>
              <w:top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58" w:type="dxa"/>
            <w:tcBorders>
              <w:top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gridAfter w:val="1"/>
          <w:wAfter w:w="7464" w:type="dxa"/>
          <w:trHeight w:val="255"/>
        </w:trPr>
        <w:tc>
          <w:tcPr>
            <w:tcW w:w="1036" w:type="dxa"/>
            <w:tcBorders>
              <w:bottom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tcBorders>
              <w:bottom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tcBorders>
              <w:bottom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tcBorders>
              <w:bottom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tcBorders>
              <w:bottom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58" w:type="dxa"/>
            <w:tcBorders>
              <w:bottom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0D01F8">
        <w:trPr>
          <w:trHeight w:val="255"/>
        </w:trPr>
        <w:tc>
          <w:tcPr>
            <w:tcW w:w="103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Képi információk körében</w:t>
            </w:r>
          </w:p>
        </w:tc>
        <w:tc>
          <w:tcPr>
            <w:tcW w:w="7464" w:type="dxa"/>
            <w:tcBorders>
              <w:top w:val="nil"/>
              <w:left w:val="single" w:sz="4" w:space="0" w:color="auto"/>
              <w:bottom w:val="nil"/>
              <w:right w:val="nil"/>
            </w:tcBorders>
            <w:vAlign w:val="center"/>
          </w:tcPr>
          <w:p w:rsidR="005D696B" w:rsidRPr="005B300D" w:rsidRDefault="005D696B" w:rsidP="00FF0CD2">
            <w:pPr>
              <w:spacing w:after="200" w:line="276" w:lineRule="auto"/>
            </w:pPr>
          </w:p>
        </w:tc>
      </w:tr>
      <w:tr w:rsidR="005D696B" w:rsidRPr="005B300D" w:rsidTr="000D01F8">
        <w:trPr>
          <w:gridAfter w:val="1"/>
          <w:wAfter w:w="7464" w:type="dxa"/>
          <w:trHeight w:val="324"/>
        </w:trPr>
        <w:tc>
          <w:tcPr>
            <w:tcW w:w="1036"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tcBorders>
              <w:top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rajz értelmezése</w:t>
            </w:r>
          </w:p>
        </w:tc>
        <w:tc>
          <w:tcPr>
            <w:tcW w:w="758"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tcBorders>
              <w:top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2358" w:type="dxa"/>
            <w:tcBorders>
              <w:top w:val="single" w:sz="4" w:space="0" w:color="auto"/>
            </w:tcBorders>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1"/>
          <w:numId w:val="40"/>
        </w:numPr>
        <w:jc w:val="both"/>
        <w:rPr>
          <w:b/>
        </w:rPr>
      </w:pPr>
      <w:r w:rsidRPr="005B300D">
        <w:rPr>
          <w:b/>
        </w:rPr>
        <w:t>A tantárgy értékelésének módja</w:t>
      </w:r>
    </w:p>
    <w:p w:rsidR="005D696B" w:rsidRPr="005B300D" w:rsidRDefault="005D696B" w:rsidP="005D696B">
      <w:pPr>
        <w:ind w:left="426"/>
      </w:pPr>
      <w:r w:rsidRPr="005B300D">
        <w:t>A nemzeti köznevelésről szóló 2011. évi CXC. törvény. 54. § (2) a) pontja szerinti</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tabs>
          <w:tab w:val="right" w:pos="9792"/>
        </w:tabs>
        <w:suppressAutoHyphens/>
        <w:autoSpaceDN w:val="0"/>
        <w:textAlignment w:val="baseline"/>
        <w:rPr>
          <w:b/>
        </w:rPr>
      </w:pPr>
      <w:r w:rsidRPr="005B300D">
        <w:rPr>
          <w:b/>
        </w:rPr>
        <w:t>21.         Hallókészülék technológia tantárgy</w:t>
      </w:r>
      <w:r w:rsidRPr="005B300D">
        <w:rPr>
          <w:b/>
        </w:rPr>
        <w:tab/>
        <w:t>31 óra/31 óra*</w:t>
      </w:r>
    </w:p>
    <w:p w:rsidR="005D696B" w:rsidRPr="005B300D" w:rsidRDefault="005D696B" w:rsidP="005D696B">
      <w:pPr>
        <w:pStyle w:val="Standard"/>
        <w:spacing w:after="0"/>
        <w:jc w:val="right"/>
      </w:pPr>
      <w:r w:rsidRPr="005B300D">
        <w:rPr>
          <w:sz w:val="20"/>
        </w:rPr>
        <w:t>* 9-13. évfolyamon megszervezett képzés/13. és 14. évfolyamon megszervezett képzés</w:t>
      </w:r>
    </w:p>
    <w:p w:rsidR="005D696B" w:rsidRPr="005B300D" w:rsidRDefault="005D696B" w:rsidP="005D696B">
      <w:pPr>
        <w:pStyle w:val="Standard"/>
        <w:spacing w:after="0"/>
        <w:ind w:left="426"/>
      </w:pPr>
    </w:p>
    <w:p w:rsidR="005D696B" w:rsidRPr="005B300D" w:rsidRDefault="005D696B" w:rsidP="005D696B">
      <w:pPr>
        <w:pStyle w:val="Standard"/>
        <w:spacing w:after="200" w:line="276" w:lineRule="auto"/>
        <w:ind w:left="360"/>
        <w:jc w:val="left"/>
        <w:rPr>
          <w:b/>
        </w:rPr>
      </w:pPr>
      <w:r w:rsidRPr="005B300D">
        <w:rPr>
          <w:b/>
          <w:bCs/>
        </w:rPr>
        <w:t xml:space="preserve">21.1 </w:t>
      </w:r>
      <w:r w:rsidRPr="005B300D">
        <w:rPr>
          <w:b/>
        </w:rPr>
        <w:t xml:space="preserve">A tantárgy tanításának </w:t>
      </w:r>
      <w:proofErr w:type="gramStart"/>
      <w:r w:rsidRPr="005B300D">
        <w:rPr>
          <w:b/>
        </w:rPr>
        <w:t>célja :</w:t>
      </w:r>
      <w:proofErr w:type="gramEnd"/>
      <w:r w:rsidRPr="005B300D">
        <w:rPr>
          <w:b/>
        </w:rPr>
        <w:t xml:space="preserve"> </w:t>
      </w:r>
    </w:p>
    <w:p w:rsidR="005D696B" w:rsidRPr="005B300D" w:rsidRDefault="005D696B" w:rsidP="005D696B">
      <w:pPr>
        <w:pStyle w:val="Standard"/>
        <w:spacing w:after="200" w:line="276" w:lineRule="auto"/>
        <w:ind w:left="792"/>
        <w:jc w:val="left"/>
      </w:pPr>
      <w:r w:rsidRPr="005B300D">
        <w:t>A hallásjavító készülékek és hallást segítő eszközök működésének és típusainak, ismertetése különös tekintettel a digitális technológia nyújtotta előnyökre.</w:t>
      </w: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pStyle w:val="Listaszerbekezds"/>
        <w:numPr>
          <w:ilvl w:val="0"/>
          <w:numId w:val="5"/>
        </w:numPr>
        <w:suppressAutoHyphens/>
        <w:autoSpaceDN w:val="0"/>
        <w:contextualSpacing w:val="0"/>
        <w:jc w:val="both"/>
        <w:textAlignment w:val="baseline"/>
        <w:rPr>
          <w:b/>
          <w:vanish/>
        </w:rPr>
      </w:pPr>
    </w:p>
    <w:p w:rsidR="005D696B" w:rsidRPr="005B300D" w:rsidRDefault="005D696B" w:rsidP="005D696B">
      <w:pPr>
        <w:suppressAutoHyphens/>
        <w:autoSpaceDN w:val="0"/>
        <w:ind w:left="360"/>
        <w:textAlignment w:val="baseline"/>
        <w:rPr>
          <w:b/>
        </w:rPr>
      </w:pPr>
      <w:r w:rsidRPr="005B300D">
        <w:rPr>
          <w:b/>
        </w:rPr>
        <w:t>21.2. Kapcsolódó közismereti, szakmai tartalmak</w:t>
      </w:r>
    </w:p>
    <w:p w:rsidR="005D696B" w:rsidRPr="005B300D" w:rsidRDefault="005D696B" w:rsidP="005D696B">
      <w:pPr>
        <w:pStyle w:val="Listaszerbekezds"/>
        <w:ind w:left="794" w:hanging="454"/>
        <w:rPr>
          <w:b/>
        </w:rPr>
      </w:pPr>
      <w:r w:rsidRPr="005B300D">
        <w:rPr>
          <w:b/>
        </w:rPr>
        <w:t xml:space="preserve">        </w:t>
      </w:r>
    </w:p>
    <w:p w:rsidR="005D696B" w:rsidRPr="005B300D" w:rsidRDefault="005D696B" w:rsidP="005D696B">
      <w:pPr>
        <w:pStyle w:val="Listaszerbekezds"/>
      </w:pPr>
      <w:r w:rsidRPr="005B300D">
        <w:rPr>
          <w:b/>
        </w:rPr>
        <w:t xml:space="preserve">    </w:t>
      </w:r>
      <w:r w:rsidRPr="005B300D">
        <w:t>Fizika</w:t>
      </w:r>
    </w:p>
    <w:p w:rsidR="005D696B" w:rsidRPr="005B300D" w:rsidRDefault="005D696B" w:rsidP="005D696B">
      <w:pPr>
        <w:pStyle w:val="Listaszerbekezds"/>
      </w:pPr>
      <w:r w:rsidRPr="005B300D">
        <w:t xml:space="preserve">    Számítástechnika</w:t>
      </w:r>
    </w:p>
    <w:p w:rsidR="005D696B" w:rsidRPr="005B300D" w:rsidRDefault="005D696B" w:rsidP="005D696B">
      <w:pPr>
        <w:pStyle w:val="Standard"/>
        <w:spacing w:after="0"/>
        <w:ind w:left="426"/>
      </w:pPr>
    </w:p>
    <w:p w:rsidR="005D696B" w:rsidRPr="005B300D" w:rsidRDefault="005D696B" w:rsidP="005D696B">
      <w:pPr>
        <w:pStyle w:val="Standard"/>
        <w:spacing w:after="0"/>
        <w:ind w:left="426"/>
      </w:pPr>
    </w:p>
    <w:p w:rsidR="005D696B" w:rsidRPr="005B300D" w:rsidRDefault="005D696B" w:rsidP="005D696B">
      <w:pPr>
        <w:pStyle w:val="Listaszerbekezds"/>
        <w:suppressAutoHyphens/>
        <w:autoSpaceDN w:val="0"/>
        <w:ind w:left="780"/>
        <w:textAlignment w:val="baseline"/>
        <w:rPr>
          <w:b/>
        </w:rPr>
      </w:pPr>
      <w:r w:rsidRPr="005B300D">
        <w:rPr>
          <w:b/>
        </w:rPr>
        <w:t>21.3.   Témakörök</w:t>
      </w:r>
    </w:p>
    <w:p w:rsidR="005D696B" w:rsidRPr="005B300D" w:rsidRDefault="005D696B" w:rsidP="005D696B">
      <w:pPr>
        <w:pStyle w:val="Listaszerbekezds"/>
        <w:ind w:left="0"/>
        <w:rPr>
          <w:b/>
        </w:rPr>
      </w:pPr>
    </w:p>
    <w:p w:rsidR="005D696B" w:rsidRPr="005B300D" w:rsidRDefault="005D696B" w:rsidP="005D696B">
      <w:pPr>
        <w:tabs>
          <w:tab w:val="left" w:pos="2694"/>
          <w:tab w:val="right" w:pos="9072"/>
        </w:tabs>
        <w:suppressAutoHyphens/>
        <w:autoSpaceDN w:val="0"/>
        <w:ind w:left="720"/>
        <w:textAlignment w:val="baseline"/>
        <w:rPr>
          <w:b/>
          <w:bCs/>
          <w:i/>
          <w:iCs/>
        </w:rPr>
      </w:pPr>
      <w:r w:rsidRPr="005B300D">
        <w:rPr>
          <w:b/>
          <w:bCs/>
          <w:i/>
          <w:iCs/>
        </w:rPr>
        <w:t xml:space="preserve">21.3.1. Történeti </w:t>
      </w:r>
      <w:proofErr w:type="gramStart"/>
      <w:r w:rsidRPr="005B300D">
        <w:rPr>
          <w:b/>
          <w:bCs/>
          <w:i/>
          <w:iCs/>
        </w:rPr>
        <w:t>áttekintés</w:t>
      </w:r>
      <w:r w:rsidRPr="005B300D">
        <w:rPr>
          <w:b/>
          <w:bCs/>
          <w:i/>
          <w:iCs/>
        </w:rPr>
        <w:tab/>
        <w:t xml:space="preserve">  2</w:t>
      </w:r>
      <w:proofErr w:type="gramEnd"/>
      <w:r w:rsidRPr="005B300D">
        <w:rPr>
          <w:b/>
          <w:bCs/>
          <w:i/>
          <w:iCs/>
        </w:rPr>
        <w:t xml:space="preserve"> óra/2 óra</w:t>
      </w:r>
    </w:p>
    <w:p w:rsidR="005D696B" w:rsidRPr="005B300D" w:rsidRDefault="005D696B" w:rsidP="005D696B">
      <w:pPr>
        <w:pStyle w:val="Listaszerbekezds"/>
        <w:tabs>
          <w:tab w:val="left" w:pos="1701"/>
          <w:tab w:val="right" w:pos="9072"/>
        </w:tabs>
        <w:ind w:left="0"/>
        <w:rPr>
          <w:b/>
          <w:bCs/>
          <w:i/>
          <w:iCs/>
        </w:rPr>
      </w:pPr>
      <w:r w:rsidRPr="005B300D">
        <w:t xml:space="preserve">                       A hangerősítés fejlődése</w:t>
      </w:r>
    </w:p>
    <w:p w:rsidR="005D696B" w:rsidRPr="005B300D" w:rsidRDefault="005D696B" w:rsidP="005D696B">
      <w:pPr>
        <w:pStyle w:val="Listaszerbekezds"/>
        <w:tabs>
          <w:tab w:val="left" w:pos="1701"/>
          <w:tab w:val="right" w:pos="9072"/>
        </w:tabs>
        <w:ind w:left="0"/>
        <w:rPr>
          <w:b/>
          <w:bCs/>
          <w:i/>
          <w:iCs/>
        </w:rPr>
      </w:pPr>
      <w:r w:rsidRPr="005B300D">
        <w:t xml:space="preserve">                      </w:t>
      </w:r>
    </w:p>
    <w:p w:rsidR="005D696B" w:rsidRPr="005B300D" w:rsidRDefault="005D696B" w:rsidP="005D696B">
      <w:pPr>
        <w:tabs>
          <w:tab w:val="left" w:pos="1701"/>
          <w:tab w:val="right" w:pos="9072"/>
        </w:tabs>
        <w:suppressAutoHyphens/>
        <w:autoSpaceDN w:val="0"/>
        <w:ind w:left="720"/>
        <w:textAlignment w:val="baseline"/>
        <w:rPr>
          <w:b/>
          <w:bCs/>
          <w:i/>
          <w:iCs/>
        </w:rPr>
      </w:pPr>
      <w:r w:rsidRPr="005B300D">
        <w:t xml:space="preserve">21.3.2. </w:t>
      </w:r>
      <w:r w:rsidRPr="005B300D">
        <w:rPr>
          <w:b/>
          <w:bCs/>
          <w:i/>
          <w:iCs/>
        </w:rPr>
        <w:t>A hallókészülékek típusai</w:t>
      </w:r>
      <w:r w:rsidRPr="005B300D">
        <w:rPr>
          <w:b/>
          <w:bCs/>
          <w:i/>
          <w:iCs/>
        </w:rPr>
        <w:tab/>
        <w:t>4 óra/4 óra</w:t>
      </w:r>
    </w:p>
    <w:p w:rsidR="005D696B" w:rsidRPr="005B300D" w:rsidRDefault="005D696B" w:rsidP="005D696B">
      <w:pPr>
        <w:pStyle w:val="Listaszerbekezds"/>
        <w:tabs>
          <w:tab w:val="left" w:pos="1701"/>
          <w:tab w:val="right" w:pos="9072"/>
        </w:tabs>
        <w:ind w:left="0"/>
        <w:rPr>
          <w:b/>
          <w:bCs/>
          <w:i/>
          <w:iCs/>
        </w:rPr>
      </w:pPr>
      <w:r w:rsidRPr="005B300D">
        <w:t xml:space="preserve">                       BTE, ITE, BW, szemüvegszárba integrált</w:t>
      </w:r>
    </w:p>
    <w:p w:rsidR="005D696B" w:rsidRPr="005B300D" w:rsidRDefault="005D696B" w:rsidP="005D696B">
      <w:pPr>
        <w:pStyle w:val="Listaszerbekezds"/>
        <w:tabs>
          <w:tab w:val="left" w:pos="1701"/>
          <w:tab w:val="right" w:pos="9072"/>
        </w:tabs>
        <w:ind w:left="0"/>
        <w:rPr>
          <w:b/>
          <w:bCs/>
          <w:i/>
          <w:iCs/>
        </w:rPr>
      </w:pPr>
      <w:r w:rsidRPr="005B300D">
        <w:t xml:space="preserve">                       </w:t>
      </w:r>
      <w:proofErr w:type="spellStart"/>
      <w:r w:rsidRPr="005B300D">
        <w:t>Implantált</w:t>
      </w:r>
      <w:proofErr w:type="spellEnd"/>
      <w:r w:rsidRPr="005B300D">
        <w:t xml:space="preserve"> hallásjavító eszközök</w:t>
      </w:r>
    </w:p>
    <w:p w:rsidR="005D696B" w:rsidRPr="005B300D" w:rsidRDefault="005D696B" w:rsidP="005D696B">
      <w:pPr>
        <w:pStyle w:val="Listaszerbekezds"/>
        <w:tabs>
          <w:tab w:val="left" w:pos="1701"/>
          <w:tab w:val="right" w:pos="9072"/>
        </w:tabs>
        <w:ind w:left="0"/>
        <w:rPr>
          <w:b/>
          <w:bCs/>
          <w:i/>
          <w:iCs/>
        </w:rPr>
      </w:pPr>
      <w:r w:rsidRPr="005B300D">
        <w:t xml:space="preserve">                       Csontvezetéses hallókészülékek</w:t>
      </w:r>
    </w:p>
    <w:p w:rsidR="005D696B" w:rsidRPr="005B300D" w:rsidRDefault="005D696B" w:rsidP="005D696B">
      <w:pPr>
        <w:pStyle w:val="Listaszerbekezds"/>
        <w:tabs>
          <w:tab w:val="left" w:pos="1701"/>
          <w:tab w:val="right" w:pos="9072"/>
        </w:tabs>
        <w:ind w:left="0"/>
        <w:rPr>
          <w:b/>
          <w:bCs/>
          <w:i/>
          <w:iCs/>
        </w:rPr>
      </w:pPr>
      <w:r w:rsidRPr="005B300D">
        <w:t xml:space="preserve">                       BAHA</w:t>
      </w:r>
    </w:p>
    <w:p w:rsidR="005D696B" w:rsidRPr="005B300D" w:rsidRDefault="005D696B" w:rsidP="005D696B">
      <w:pPr>
        <w:pStyle w:val="Listaszerbekezds"/>
        <w:tabs>
          <w:tab w:val="left" w:pos="1701"/>
          <w:tab w:val="right" w:pos="9072"/>
        </w:tabs>
        <w:ind w:left="0"/>
        <w:rPr>
          <w:b/>
          <w:bCs/>
          <w:i/>
          <w:iCs/>
        </w:rPr>
      </w:pPr>
      <w:r w:rsidRPr="005B300D">
        <w:t xml:space="preserve">                       Középfül implantátumok</w:t>
      </w:r>
    </w:p>
    <w:p w:rsidR="005D696B" w:rsidRPr="005B300D" w:rsidRDefault="005D696B" w:rsidP="005D696B">
      <w:pPr>
        <w:pStyle w:val="Listaszerbekezds"/>
        <w:tabs>
          <w:tab w:val="left" w:pos="1758"/>
          <w:tab w:val="right" w:pos="9129"/>
        </w:tabs>
        <w:ind w:left="57"/>
        <w:rPr>
          <w:b/>
          <w:bCs/>
          <w:i/>
          <w:iCs/>
        </w:rPr>
      </w:pPr>
      <w:r w:rsidRPr="005B300D">
        <w:t xml:space="preserve">                      </w:t>
      </w:r>
      <w:proofErr w:type="spellStart"/>
      <w:r w:rsidRPr="005B300D">
        <w:t>Cochleáris</w:t>
      </w:r>
      <w:proofErr w:type="spellEnd"/>
      <w:r w:rsidRPr="005B300D">
        <w:t xml:space="preserve"> implantátumok típusai</w:t>
      </w:r>
    </w:p>
    <w:p w:rsidR="005D696B" w:rsidRPr="005B300D" w:rsidRDefault="005D696B" w:rsidP="005D696B">
      <w:pPr>
        <w:pStyle w:val="Listaszerbekezds"/>
        <w:tabs>
          <w:tab w:val="left" w:pos="1701"/>
          <w:tab w:val="right" w:pos="9072"/>
        </w:tabs>
        <w:ind w:left="0"/>
        <w:rPr>
          <w:b/>
          <w:bCs/>
          <w:i/>
          <w:iCs/>
        </w:rPr>
      </w:pPr>
      <w:r w:rsidRPr="005B300D">
        <w:t xml:space="preserve">                       Agytörzsi hallásimplantátumok</w:t>
      </w:r>
    </w:p>
    <w:p w:rsidR="005D696B" w:rsidRPr="005B300D" w:rsidRDefault="005D696B" w:rsidP="005D696B">
      <w:pPr>
        <w:pStyle w:val="Listaszerbekezds"/>
        <w:tabs>
          <w:tab w:val="left" w:pos="1701"/>
          <w:tab w:val="right" w:pos="9072"/>
        </w:tabs>
        <w:ind w:left="0"/>
        <w:rPr>
          <w:b/>
          <w:bCs/>
          <w:i/>
          <w:iCs/>
        </w:rPr>
      </w:pPr>
    </w:p>
    <w:p w:rsidR="005D696B" w:rsidRPr="005B300D" w:rsidRDefault="005D696B" w:rsidP="005D696B">
      <w:pPr>
        <w:pStyle w:val="Listaszerbekezds"/>
        <w:numPr>
          <w:ilvl w:val="2"/>
          <w:numId w:val="17"/>
        </w:numPr>
        <w:tabs>
          <w:tab w:val="left" w:pos="2421"/>
          <w:tab w:val="right" w:pos="9072"/>
        </w:tabs>
        <w:suppressAutoHyphens/>
        <w:autoSpaceDN w:val="0"/>
        <w:jc w:val="both"/>
        <w:textAlignment w:val="baseline"/>
        <w:rPr>
          <w:b/>
          <w:bCs/>
          <w:i/>
          <w:iCs/>
        </w:rPr>
      </w:pPr>
      <w:r w:rsidRPr="005B300D">
        <w:rPr>
          <w:b/>
          <w:bCs/>
          <w:i/>
          <w:iCs/>
        </w:rPr>
        <w:t>A hallókészülék részei</w:t>
      </w:r>
      <w:r w:rsidRPr="005B300D">
        <w:rPr>
          <w:b/>
          <w:bCs/>
          <w:i/>
          <w:iCs/>
        </w:rPr>
        <w:tab/>
      </w:r>
      <w:r w:rsidRPr="005B300D">
        <w:rPr>
          <w:b/>
          <w:i/>
        </w:rPr>
        <w:t>4 óra/4 óra</w:t>
      </w:r>
    </w:p>
    <w:p w:rsidR="005D696B" w:rsidRPr="005B300D" w:rsidRDefault="005D696B" w:rsidP="005D696B">
      <w:pPr>
        <w:pStyle w:val="Listaszerbekezds"/>
        <w:tabs>
          <w:tab w:val="left" w:pos="1701"/>
          <w:tab w:val="right" w:pos="9072"/>
        </w:tabs>
        <w:ind w:left="0"/>
      </w:pPr>
      <w:r w:rsidRPr="005B300D">
        <w:t xml:space="preserve">                        Alapelemei</w:t>
      </w:r>
    </w:p>
    <w:p w:rsidR="005D696B" w:rsidRPr="005B300D" w:rsidRDefault="005D696B" w:rsidP="005D696B">
      <w:pPr>
        <w:pStyle w:val="Standard"/>
        <w:tabs>
          <w:tab w:val="left" w:pos="1418"/>
        </w:tabs>
        <w:spacing w:after="0"/>
        <w:ind w:left="851"/>
      </w:pPr>
      <w:r w:rsidRPr="005B300D">
        <w:t xml:space="preserve">  </w:t>
      </w:r>
      <w:r w:rsidRPr="005B300D">
        <w:tab/>
      </w:r>
      <w:proofErr w:type="gramStart"/>
      <w:r w:rsidRPr="005B300D">
        <w:t>Mikrofon( történeti</w:t>
      </w:r>
      <w:proofErr w:type="gramEnd"/>
      <w:r w:rsidRPr="005B300D">
        <w:t xml:space="preserve"> áttekintés)</w:t>
      </w:r>
    </w:p>
    <w:p w:rsidR="005D696B" w:rsidRPr="005B300D" w:rsidRDefault="005D696B" w:rsidP="005D696B">
      <w:pPr>
        <w:pStyle w:val="Standard"/>
        <w:tabs>
          <w:tab w:val="left" w:pos="1418"/>
        </w:tabs>
        <w:spacing w:after="0"/>
        <w:ind w:left="851"/>
      </w:pPr>
      <w:r w:rsidRPr="005B300D">
        <w:lastRenderedPageBreak/>
        <w:t xml:space="preserve">  </w:t>
      </w:r>
      <w:r w:rsidRPr="005B300D">
        <w:tab/>
        <w:t xml:space="preserve">Mikrofonok fajtái, </w:t>
      </w:r>
      <w:proofErr w:type="spellStart"/>
      <w:r w:rsidRPr="005B300D">
        <w:t>szabadhangteres</w:t>
      </w:r>
      <w:proofErr w:type="spellEnd"/>
      <w:r w:rsidRPr="005B300D">
        <w:t xml:space="preserve"> karakterisztikái</w:t>
      </w:r>
    </w:p>
    <w:p w:rsidR="005D696B" w:rsidRPr="005B300D" w:rsidRDefault="005D696B" w:rsidP="005D696B">
      <w:pPr>
        <w:pStyle w:val="Standard"/>
        <w:tabs>
          <w:tab w:val="left" w:pos="1418"/>
        </w:tabs>
        <w:spacing w:after="0"/>
        <w:ind w:left="851"/>
      </w:pPr>
      <w:r w:rsidRPr="005B300D">
        <w:t xml:space="preserve">  </w:t>
      </w:r>
      <w:r w:rsidRPr="005B300D">
        <w:tab/>
        <w:t>Többmikrofonos technológia</w:t>
      </w:r>
    </w:p>
    <w:p w:rsidR="005D696B" w:rsidRPr="005B300D" w:rsidRDefault="005D696B" w:rsidP="005D696B">
      <w:pPr>
        <w:pStyle w:val="Standard"/>
        <w:tabs>
          <w:tab w:val="left" w:pos="1418"/>
        </w:tabs>
        <w:spacing w:after="0"/>
        <w:ind w:left="851"/>
      </w:pPr>
      <w:r w:rsidRPr="005B300D">
        <w:t xml:space="preserve">  </w:t>
      </w:r>
      <w:r w:rsidRPr="005B300D">
        <w:tab/>
        <w:t xml:space="preserve"> Másodrendű iránymikrofonok</w:t>
      </w:r>
    </w:p>
    <w:p w:rsidR="005D696B" w:rsidRPr="005B300D" w:rsidRDefault="005D696B" w:rsidP="005D696B">
      <w:pPr>
        <w:pStyle w:val="Standard"/>
        <w:tabs>
          <w:tab w:val="left" w:pos="1418"/>
        </w:tabs>
        <w:spacing w:after="0"/>
        <w:ind w:left="851"/>
      </w:pPr>
      <w:r w:rsidRPr="005B300D">
        <w:t xml:space="preserve">  </w:t>
      </w:r>
      <w:r w:rsidRPr="005B300D">
        <w:tab/>
        <w:t xml:space="preserve"> Speciális mikrofonok</w:t>
      </w:r>
    </w:p>
    <w:p w:rsidR="005D696B" w:rsidRPr="005B300D" w:rsidRDefault="005D696B" w:rsidP="005D696B">
      <w:pPr>
        <w:pStyle w:val="Standard"/>
        <w:tabs>
          <w:tab w:val="left" w:pos="1418"/>
        </w:tabs>
        <w:spacing w:after="0"/>
        <w:ind w:left="851"/>
      </w:pPr>
      <w:r w:rsidRPr="005B300D">
        <w:t xml:space="preserve">   </w:t>
      </w:r>
      <w:r w:rsidRPr="005B300D">
        <w:tab/>
        <w:t>A hangszóró</w:t>
      </w:r>
    </w:p>
    <w:p w:rsidR="005D696B" w:rsidRPr="005B300D" w:rsidRDefault="005D696B" w:rsidP="005D696B">
      <w:pPr>
        <w:pStyle w:val="Standard"/>
        <w:tabs>
          <w:tab w:val="left" w:pos="1418"/>
        </w:tabs>
        <w:spacing w:after="0"/>
        <w:ind w:left="851"/>
      </w:pPr>
      <w:r w:rsidRPr="005B300D">
        <w:t xml:space="preserve">   </w:t>
      </w:r>
      <w:r w:rsidRPr="005B300D">
        <w:tab/>
        <w:t xml:space="preserve">A, AB, AD, D,  </w:t>
      </w:r>
      <w:proofErr w:type="spellStart"/>
      <w:r w:rsidRPr="005B300D">
        <w:t>Zero</w:t>
      </w:r>
      <w:proofErr w:type="spellEnd"/>
      <w:r w:rsidRPr="005B300D">
        <w:t xml:space="preserve"> </w:t>
      </w:r>
      <w:proofErr w:type="spellStart"/>
      <w:r w:rsidRPr="005B300D">
        <w:t>Bias</w:t>
      </w:r>
      <w:proofErr w:type="spellEnd"/>
      <w:r w:rsidRPr="005B300D">
        <w:t xml:space="preserve"> osztályú </w:t>
      </w:r>
      <w:proofErr w:type="gramStart"/>
      <w:r w:rsidRPr="005B300D">
        <w:t>hangszóró  működése</w:t>
      </w:r>
      <w:proofErr w:type="gramEnd"/>
    </w:p>
    <w:p w:rsidR="005D696B" w:rsidRPr="005B300D" w:rsidRDefault="005D696B" w:rsidP="005D696B">
      <w:pPr>
        <w:pStyle w:val="Standard"/>
        <w:tabs>
          <w:tab w:val="left" w:pos="1418"/>
        </w:tabs>
        <w:spacing w:after="0"/>
        <w:ind w:left="851"/>
      </w:pPr>
      <w:r w:rsidRPr="005B300D">
        <w:t xml:space="preserve">  </w:t>
      </w:r>
      <w:r w:rsidRPr="005B300D">
        <w:tab/>
        <w:t xml:space="preserve"> Kettős hangszóró</w:t>
      </w:r>
    </w:p>
    <w:p w:rsidR="005D696B" w:rsidRPr="005B300D" w:rsidRDefault="005D696B" w:rsidP="005D696B">
      <w:pPr>
        <w:pStyle w:val="Standard"/>
        <w:tabs>
          <w:tab w:val="left" w:pos="1418"/>
        </w:tabs>
        <w:spacing w:after="0"/>
        <w:ind w:left="851"/>
      </w:pPr>
      <w:r w:rsidRPr="005B300D">
        <w:t xml:space="preserve">   </w:t>
      </w:r>
      <w:r w:rsidRPr="005B300D">
        <w:tab/>
        <w:t>Nulla nyugalmi kitérésű, közvetlen vezérlésű erősítők</w:t>
      </w:r>
    </w:p>
    <w:p w:rsidR="005D696B" w:rsidRPr="005B300D" w:rsidRDefault="005D696B" w:rsidP="005D696B">
      <w:pPr>
        <w:pStyle w:val="Standard"/>
        <w:spacing w:after="0"/>
        <w:ind w:left="851"/>
      </w:pPr>
      <w:r w:rsidRPr="005B300D">
        <w:t xml:space="preserve">   </w:t>
      </w:r>
      <w:r w:rsidRPr="005B300D">
        <w:tab/>
        <w:t>Áramfelvétel</w:t>
      </w:r>
    </w:p>
    <w:p w:rsidR="005D696B" w:rsidRPr="005B300D" w:rsidRDefault="005D696B" w:rsidP="005D696B">
      <w:pPr>
        <w:pStyle w:val="Standard"/>
        <w:spacing w:after="0"/>
        <w:ind w:left="851"/>
      </w:pPr>
      <w:r w:rsidRPr="005B300D">
        <w:t xml:space="preserve">   </w:t>
      </w:r>
      <w:r w:rsidRPr="005B300D">
        <w:tab/>
        <w:t>Vezérlőelemek</w:t>
      </w:r>
    </w:p>
    <w:p w:rsidR="005D696B" w:rsidRPr="005B300D" w:rsidRDefault="005D696B" w:rsidP="005D696B">
      <w:pPr>
        <w:pStyle w:val="Standard"/>
        <w:spacing w:after="0"/>
        <w:ind w:left="851"/>
      </w:pPr>
      <w:r w:rsidRPr="005B300D">
        <w:t xml:space="preserve">   </w:t>
      </w:r>
      <w:r w:rsidRPr="005B300D">
        <w:tab/>
        <w:t>Erősítők</w:t>
      </w:r>
    </w:p>
    <w:p w:rsidR="005D696B" w:rsidRPr="005B300D" w:rsidRDefault="005D696B" w:rsidP="005D696B">
      <w:pPr>
        <w:pStyle w:val="Standard"/>
        <w:spacing w:after="0"/>
        <w:ind w:left="851"/>
      </w:pPr>
      <w:r w:rsidRPr="005B300D">
        <w:t xml:space="preserve">   </w:t>
      </w:r>
      <w:r w:rsidRPr="005B300D">
        <w:tab/>
        <w:t>Telefontekercs</w:t>
      </w:r>
    </w:p>
    <w:p w:rsidR="005D696B" w:rsidRPr="005B300D" w:rsidRDefault="005D696B" w:rsidP="005D696B">
      <w:pPr>
        <w:pStyle w:val="Standard"/>
        <w:spacing w:after="0"/>
        <w:ind w:left="851"/>
      </w:pPr>
      <w:r w:rsidRPr="005B300D">
        <w:t xml:space="preserve">    </w:t>
      </w:r>
      <w:r w:rsidRPr="005B300D">
        <w:tab/>
        <w:t>Akusztikus jelút</w:t>
      </w:r>
    </w:p>
    <w:p w:rsidR="005D696B" w:rsidRPr="005B300D" w:rsidRDefault="005D696B" w:rsidP="005D696B">
      <w:pPr>
        <w:pStyle w:val="Standard"/>
        <w:spacing w:after="0"/>
        <w:ind w:left="851"/>
      </w:pPr>
      <w:r w:rsidRPr="005B300D">
        <w:t xml:space="preserve">    </w:t>
      </w:r>
      <w:r w:rsidRPr="005B300D">
        <w:tab/>
        <w:t>Könyök</w:t>
      </w:r>
    </w:p>
    <w:p w:rsidR="005D696B" w:rsidRPr="005B300D" w:rsidRDefault="005D696B" w:rsidP="005D696B">
      <w:pPr>
        <w:pStyle w:val="Standard"/>
        <w:tabs>
          <w:tab w:val="left" w:pos="2269"/>
          <w:tab w:val="right" w:pos="9923"/>
        </w:tabs>
        <w:spacing w:after="0"/>
        <w:ind w:left="851"/>
      </w:pPr>
    </w:p>
    <w:p w:rsidR="005D696B" w:rsidRPr="005B300D" w:rsidRDefault="005D696B" w:rsidP="005D696B">
      <w:pPr>
        <w:pStyle w:val="Listaszerbekezds"/>
        <w:numPr>
          <w:ilvl w:val="2"/>
          <w:numId w:val="17"/>
        </w:numPr>
        <w:tabs>
          <w:tab w:val="left" w:pos="2421"/>
          <w:tab w:val="right" w:pos="9072"/>
        </w:tabs>
        <w:suppressAutoHyphens/>
        <w:autoSpaceDN w:val="0"/>
        <w:ind w:left="1418"/>
        <w:jc w:val="both"/>
        <w:textAlignment w:val="baseline"/>
        <w:rPr>
          <w:b/>
          <w:i/>
        </w:rPr>
      </w:pPr>
      <w:r w:rsidRPr="005B300D">
        <w:rPr>
          <w:b/>
          <w:i/>
        </w:rPr>
        <w:t>A digitális jelfeldolgozás</w:t>
      </w:r>
      <w:r w:rsidRPr="005B300D">
        <w:rPr>
          <w:b/>
          <w:i/>
        </w:rPr>
        <w:tab/>
        <w:t>5 óra/5 óra</w:t>
      </w:r>
    </w:p>
    <w:p w:rsidR="005D696B" w:rsidRPr="005B300D" w:rsidRDefault="005D696B" w:rsidP="005D696B">
      <w:pPr>
        <w:pStyle w:val="Listaszerbekezds"/>
        <w:tabs>
          <w:tab w:val="left" w:pos="1560"/>
          <w:tab w:val="right" w:pos="9792"/>
        </w:tabs>
        <w:rPr>
          <w:b/>
          <w:i/>
        </w:rPr>
      </w:pPr>
      <w:r w:rsidRPr="005B300D">
        <w:rPr>
          <w:b/>
          <w:i/>
        </w:rPr>
        <w:t xml:space="preserve">           </w:t>
      </w:r>
      <w:r w:rsidRPr="005B300D">
        <w:rPr>
          <w:b/>
          <w:i/>
        </w:rPr>
        <w:tab/>
        <w:t xml:space="preserve">  </w:t>
      </w:r>
      <w:r w:rsidRPr="005B300D">
        <w:t>Analóg jel</w:t>
      </w:r>
    </w:p>
    <w:p w:rsidR="005D696B" w:rsidRPr="005B300D" w:rsidRDefault="005D696B" w:rsidP="005D696B">
      <w:pPr>
        <w:pStyle w:val="Listaszerbekezds"/>
        <w:tabs>
          <w:tab w:val="left" w:pos="1701"/>
          <w:tab w:val="left" w:pos="2421"/>
          <w:tab w:val="right" w:pos="9792"/>
        </w:tabs>
        <w:rPr>
          <w:b/>
          <w:i/>
        </w:rPr>
      </w:pPr>
      <w:r w:rsidRPr="005B300D">
        <w:t xml:space="preserve">        </w:t>
      </w:r>
      <w:r w:rsidRPr="005B300D">
        <w:tab/>
        <w:t>Analóg digitális átalakító (ADC)</w:t>
      </w:r>
    </w:p>
    <w:p w:rsidR="005D696B" w:rsidRPr="005B300D" w:rsidRDefault="005D696B" w:rsidP="005D696B">
      <w:pPr>
        <w:pStyle w:val="Listaszerbekezds"/>
        <w:tabs>
          <w:tab w:val="left" w:pos="1701"/>
          <w:tab w:val="left" w:pos="2421"/>
          <w:tab w:val="right" w:pos="9792"/>
        </w:tabs>
        <w:rPr>
          <w:b/>
          <w:i/>
        </w:rPr>
      </w:pPr>
      <w:r w:rsidRPr="005B300D">
        <w:t xml:space="preserve">        </w:t>
      </w:r>
      <w:r w:rsidRPr="005B300D">
        <w:tab/>
        <w:t>Digital analóg konverter</w:t>
      </w:r>
    </w:p>
    <w:p w:rsidR="005D696B" w:rsidRPr="005B300D" w:rsidRDefault="005D696B" w:rsidP="005D696B">
      <w:pPr>
        <w:pStyle w:val="Listaszerbekezds"/>
        <w:tabs>
          <w:tab w:val="left" w:pos="1701"/>
          <w:tab w:val="left" w:pos="2421"/>
          <w:tab w:val="right" w:pos="9792"/>
        </w:tabs>
        <w:rPr>
          <w:b/>
          <w:i/>
        </w:rPr>
      </w:pPr>
      <w:r w:rsidRPr="005B300D">
        <w:t xml:space="preserve">        </w:t>
      </w:r>
      <w:r w:rsidRPr="005B300D">
        <w:tab/>
        <w:t xml:space="preserve">Átlapolás </w:t>
      </w:r>
      <w:r w:rsidRPr="005B300D">
        <w:rPr>
          <w:b/>
          <w:i/>
        </w:rPr>
        <w:tab/>
      </w:r>
    </w:p>
    <w:p w:rsidR="005D696B" w:rsidRPr="005B300D" w:rsidRDefault="005D696B" w:rsidP="005D696B">
      <w:pPr>
        <w:pStyle w:val="Standard"/>
        <w:spacing w:after="0"/>
        <w:ind w:left="851"/>
      </w:pPr>
      <w:r w:rsidRPr="005B300D">
        <w:t xml:space="preserve">              Bináris számok</w:t>
      </w:r>
    </w:p>
    <w:p w:rsidR="005D696B" w:rsidRPr="005B300D" w:rsidRDefault="005D696B" w:rsidP="005D696B">
      <w:pPr>
        <w:pStyle w:val="Standard"/>
        <w:tabs>
          <w:tab w:val="left" w:pos="2269"/>
          <w:tab w:val="right" w:pos="9923"/>
        </w:tabs>
        <w:spacing w:after="0"/>
        <w:ind w:left="851"/>
      </w:pPr>
      <w:r w:rsidRPr="005B300D">
        <w:t xml:space="preserve">              Bit</w:t>
      </w:r>
    </w:p>
    <w:p w:rsidR="005D696B" w:rsidRPr="005B300D" w:rsidRDefault="005D696B" w:rsidP="005D696B">
      <w:pPr>
        <w:pStyle w:val="Standard"/>
        <w:tabs>
          <w:tab w:val="left" w:pos="2269"/>
          <w:tab w:val="right" w:pos="9923"/>
        </w:tabs>
        <w:spacing w:after="0"/>
        <w:ind w:left="851"/>
      </w:pPr>
      <w:r w:rsidRPr="005B300D">
        <w:t xml:space="preserve">              Chiptechnológia</w:t>
      </w:r>
    </w:p>
    <w:p w:rsidR="005D696B" w:rsidRPr="005B300D" w:rsidRDefault="005D696B" w:rsidP="005D696B">
      <w:pPr>
        <w:pStyle w:val="Standard"/>
        <w:tabs>
          <w:tab w:val="left" w:pos="2269"/>
          <w:tab w:val="right" w:pos="9923"/>
        </w:tabs>
        <w:spacing w:after="0"/>
        <w:ind w:left="851"/>
      </w:pPr>
      <w:r w:rsidRPr="005B300D">
        <w:t xml:space="preserve">              CMOS</w:t>
      </w:r>
    </w:p>
    <w:p w:rsidR="005D696B" w:rsidRPr="005B300D" w:rsidRDefault="005D696B" w:rsidP="005D696B">
      <w:pPr>
        <w:pStyle w:val="Standard"/>
        <w:tabs>
          <w:tab w:val="left" w:pos="2269"/>
          <w:tab w:val="right" w:pos="9923"/>
        </w:tabs>
        <w:spacing w:after="0"/>
        <w:ind w:left="851"/>
      </w:pPr>
      <w:r w:rsidRPr="005B300D">
        <w:t xml:space="preserve">              Csatornák, frekvenciasávok</w:t>
      </w:r>
    </w:p>
    <w:p w:rsidR="005D696B" w:rsidRPr="005B300D" w:rsidRDefault="005D696B" w:rsidP="005D696B">
      <w:pPr>
        <w:pStyle w:val="Standard"/>
        <w:tabs>
          <w:tab w:val="left" w:pos="2269"/>
          <w:tab w:val="right" w:pos="9923"/>
        </w:tabs>
        <w:spacing w:after="0"/>
        <w:ind w:left="851"/>
      </w:pPr>
      <w:r w:rsidRPr="005B300D">
        <w:t xml:space="preserve">              Digitális jel</w:t>
      </w:r>
    </w:p>
    <w:p w:rsidR="005D696B" w:rsidRPr="005B300D" w:rsidRDefault="005D696B" w:rsidP="005D696B">
      <w:pPr>
        <w:pStyle w:val="Standard"/>
        <w:tabs>
          <w:tab w:val="left" w:pos="2269"/>
          <w:tab w:val="right" w:pos="9923"/>
        </w:tabs>
        <w:spacing w:after="0"/>
        <w:ind w:left="851"/>
      </w:pPr>
      <w:r w:rsidRPr="005B300D">
        <w:t xml:space="preserve">              Digitális visszacsatolás elnyomása</w:t>
      </w:r>
    </w:p>
    <w:p w:rsidR="005D696B" w:rsidRPr="005B300D" w:rsidRDefault="005D696B" w:rsidP="005D696B">
      <w:pPr>
        <w:pStyle w:val="Standard"/>
        <w:tabs>
          <w:tab w:val="left" w:pos="2269"/>
          <w:tab w:val="right" w:pos="9923"/>
        </w:tabs>
        <w:spacing w:after="0"/>
        <w:ind w:left="851"/>
      </w:pPr>
      <w:r w:rsidRPr="005B300D">
        <w:t xml:space="preserve">              Fourier analízis</w:t>
      </w:r>
    </w:p>
    <w:p w:rsidR="005D696B" w:rsidRPr="005B300D" w:rsidRDefault="005D696B" w:rsidP="005D696B">
      <w:pPr>
        <w:pStyle w:val="Standard"/>
        <w:tabs>
          <w:tab w:val="left" w:pos="2269"/>
          <w:tab w:val="right" w:pos="9923"/>
        </w:tabs>
        <w:spacing w:after="0"/>
        <w:ind w:left="851"/>
      </w:pPr>
      <w:r w:rsidRPr="005B300D">
        <w:t xml:space="preserve">              Kettős kompresszió</w:t>
      </w:r>
    </w:p>
    <w:p w:rsidR="005D696B" w:rsidRPr="005B300D" w:rsidRDefault="005D696B" w:rsidP="005D696B">
      <w:pPr>
        <w:pStyle w:val="Standard"/>
        <w:tabs>
          <w:tab w:val="left" w:pos="2269"/>
          <w:tab w:val="right" w:pos="9923"/>
        </w:tabs>
        <w:spacing w:after="0"/>
        <w:ind w:left="851"/>
      </w:pPr>
      <w:r w:rsidRPr="005B300D">
        <w:t xml:space="preserve">              Mintavételi frekvenciasáv</w:t>
      </w:r>
    </w:p>
    <w:p w:rsidR="005D696B" w:rsidRPr="005B300D" w:rsidRDefault="005D696B" w:rsidP="005D696B">
      <w:pPr>
        <w:pStyle w:val="Standard"/>
        <w:tabs>
          <w:tab w:val="left" w:pos="2269"/>
          <w:tab w:val="right" w:pos="9923"/>
        </w:tabs>
        <w:spacing w:after="0"/>
        <w:ind w:left="851"/>
      </w:pPr>
      <w:r w:rsidRPr="005B300D">
        <w:t xml:space="preserve">              Közvetlen digitális vezérlés</w:t>
      </w:r>
    </w:p>
    <w:p w:rsidR="005D696B" w:rsidRPr="005B300D" w:rsidRDefault="005D696B" w:rsidP="005D696B">
      <w:pPr>
        <w:pStyle w:val="Standard"/>
        <w:tabs>
          <w:tab w:val="left" w:pos="2269"/>
          <w:tab w:val="right" w:pos="9923"/>
        </w:tabs>
        <w:spacing w:after="0"/>
        <w:ind w:left="851"/>
      </w:pPr>
      <w:r w:rsidRPr="005B300D">
        <w:t xml:space="preserve">              Szigma </w:t>
      </w:r>
      <w:proofErr w:type="spellStart"/>
      <w:r w:rsidRPr="005B300D">
        <w:t>-delta</w:t>
      </w:r>
      <w:proofErr w:type="spellEnd"/>
      <w:r w:rsidRPr="005B300D">
        <w:t xml:space="preserve"> átalakító</w:t>
      </w:r>
    </w:p>
    <w:p w:rsidR="005D696B" w:rsidRPr="005B300D" w:rsidRDefault="005D696B" w:rsidP="005D696B">
      <w:pPr>
        <w:pStyle w:val="Standard"/>
        <w:tabs>
          <w:tab w:val="left" w:pos="2269"/>
          <w:tab w:val="right" w:pos="9923"/>
        </w:tabs>
        <w:spacing w:after="0"/>
        <w:ind w:left="851"/>
      </w:pPr>
      <w:r w:rsidRPr="005B300D">
        <w:t xml:space="preserve">              Kvantálási hiba</w:t>
      </w:r>
    </w:p>
    <w:p w:rsidR="005D696B" w:rsidRPr="005B300D" w:rsidRDefault="005D696B" w:rsidP="005D696B">
      <w:pPr>
        <w:pStyle w:val="Standard"/>
        <w:tabs>
          <w:tab w:val="left" w:pos="2269"/>
          <w:tab w:val="right" w:pos="9923"/>
        </w:tabs>
        <w:spacing w:after="0"/>
        <w:ind w:left="851"/>
      </w:pPr>
    </w:p>
    <w:p w:rsidR="005D696B" w:rsidRPr="005B300D" w:rsidRDefault="005D696B" w:rsidP="005D696B">
      <w:pPr>
        <w:pStyle w:val="Listaszerbekezds"/>
        <w:numPr>
          <w:ilvl w:val="2"/>
          <w:numId w:val="17"/>
        </w:numPr>
        <w:tabs>
          <w:tab w:val="left" w:pos="1418"/>
          <w:tab w:val="right" w:pos="9072"/>
        </w:tabs>
        <w:suppressAutoHyphens/>
        <w:autoSpaceDN w:val="0"/>
        <w:ind w:left="993" w:hanging="426"/>
        <w:contextualSpacing w:val="0"/>
        <w:jc w:val="both"/>
        <w:textAlignment w:val="baseline"/>
        <w:rPr>
          <w:b/>
          <w:i/>
        </w:rPr>
      </w:pPr>
      <w:r w:rsidRPr="005B300D">
        <w:rPr>
          <w:b/>
          <w:i/>
        </w:rPr>
        <w:t>Digitális interferencia</w:t>
      </w:r>
      <w:r w:rsidRPr="005B300D">
        <w:rPr>
          <w:b/>
          <w:i/>
        </w:rPr>
        <w:tab/>
        <w:t>4 óra/4 óra</w:t>
      </w:r>
    </w:p>
    <w:p w:rsidR="005D696B" w:rsidRPr="005B300D" w:rsidRDefault="005D696B" w:rsidP="005D696B">
      <w:pPr>
        <w:pStyle w:val="Listaszerbekezds"/>
        <w:tabs>
          <w:tab w:val="left" w:pos="1701"/>
          <w:tab w:val="right" w:pos="9072"/>
        </w:tabs>
        <w:ind w:left="0"/>
        <w:rPr>
          <w:b/>
          <w:i/>
        </w:rPr>
      </w:pPr>
      <w:r w:rsidRPr="005B300D">
        <w:rPr>
          <w:b/>
          <w:i/>
        </w:rPr>
        <w:t xml:space="preserve">              </w:t>
      </w:r>
      <w:r w:rsidRPr="005B300D">
        <w:t xml:space="preserve">             Az RF és az RF spektrum</w:t>
      </w:r>
    </w:p>
    <w:p w:rsidR="005D696B" w:rsidRPr="005B300D" w:rsidRDefault="005D696B" w:rsidP="005D696B">
      <w:pPr>
        <w:pStyle w:val="Listaszerbekezds"/>
        <w:tabs>
          <w:tab w:val="left" w:pos="1701"/>
          <w:tab w:val="right" w:pos="9072"/>
        </w:tabs>
        <w:ind w:left="0"/>
        <w:rPr>
          <w:b/>
          <w:i/>
        </w:rPr>
      </w:pPr>
      <w:r w:rsidRPr="005B300D">
        <w:rPr>
          <w:b/>
          <w:i/>
        </w:rPr>
        <w:t xml:space="preserve">                           </w:t>
      </w:r>
      <w:r w:rsidRPr="005B300D">
        <w:t>A vezeték nélküli kiegészítők frekvenciái</w:t>
      </w:r>
    </w:p>
    <w:p w:rsidR="005D696B" w:rsidRPr="005B300D" w:rsidRDefault="005D696B" w:rsidP="005D696B">
      <w:pPr>
        <w:pStyle w:val="Listaszerbekezds"/>
        <w:tabs>
          <w:tab w:val="left" w:pos="1701"/>
          <w:tab w:val="right" w:pos="9072"/>
        </w:tabs>
        <w:ind w:left="0"/>
        <w:rPr>
          <w:b/>
          <w:i/>
        </w:rPr>
      </w:pPr>
      <w:r w:rsidRPr="005B300D">
        <w:t xml:space="preserve">                           Berendezések és szolgáltatók közötti interferencia</w:t>
      </w:r>
    </w:p>
    <w:p w:rsidR="005D696B" w:rsidRPr="005B300D" w:rsidRDefault="005D696B" w:rsidP="005D696B">
      <w:pPr>
        <w:pStyle w:val="Listaszerbekezds"/>
        <w:tabs>
          <w:tab w:val="left" w:pos="1701"/>
          <w:tab w:val="right" w:pos="9072"/>
        </w:tabs>
        <w:ind w:left="0"/>
        <w:rPr>
          <w:b/>
          <w:i/>
        </w:rPr>
      </w:pPr>
      <w:r w:rsidRPr="005B300D">
        <w:t xml:space="preserve">                           Mobiltelefon és hallásjavító készülék kompatibilitás</w:t>
      </w:r>
    </w:p>
    <w:p w:rsidR="005D696B" w:rsidRPr="005B300D" w:rsidRDefault="005D696B" w:rsidP="005D696B">
      <w:pPr>
        <w:pStyle w:val="Listaszerbekezds"/>
        <w:tabs>
          <w:tab w:val="left" w:pos="1701"/>
          <w:tab w:val="right" w:pos="9072"/>
        </w:tabs>
        <w:ind w:left="0"/>
        <w:rPr>
          <w:b/>
          <w:i/>
        </w:rPr>
      </w:pPr>
      <w:r w:rsidRPr="005B300D">
        <w:t xml:space="preserve">                           Mobiltelefon technológiák</w:t>
      </w:r>
    </w:p>
    <w:p w:rsidR="005D696B" w:rsidRPr="005B300D" w:rsidRDefault="005D696B" w:rsidP="005D696B">
      <w:pPr>
        <w:pStyle w:val="Listaszerbekezds"/>
        <w:tabs>
          <w:tab w:val="left" w:pos="1701"/>
          <w:tab w:val="right" w:pos="9072"/>
        </w:tabs>
        <w:ind w:left="0"/>
      </w:pPr>
      <w:r w:rsidRPr="005B300D">
        <w:t xml:space="preserve">                           Elektromágneses kompatibilitás</w:t>
      </w:r>
    </w:p>
    <w:p w:rsidR="005D696B" w:rsidRPr="005B300D" w:rsidRDefault="005D696B" w:rsidP="005D696B">
      <w:pPr>
        <w:pStyle w:val="Listaszerbekezds"/>
        <w:tabs>
          <w:tab w:val="left" w:pos="1701"/>
          <w:tab w:val="right" w:pos="9072"/>
        </w:tabs>
        <w:ind w:left="0"/>
      </w:pPr>
    </w:p>
    <w:p w:rsidR="005D696B" w:rsidRPr="005B300D" w:rsidRDefault="005D696B" w:rsidP="005D696B">
      <w:pPr>
        <w:pStyle w:val="Standard"/>
        <w:tabs>
          <w:tab w:val="left" w:pos="1418"/>
          <w:tab w:val="right" w:pos="9072"/>
        </w:tabs>
        <w:spacing w:after="0"/>
      </w:pPr>
      <w:r w:rsidRPr="005B300D">
        <w:rPr>
          <w:b/>
          <w:bCs/>
          <w:i/>
          <w:iCs/>
        </w:rPr>
        <w:t xml:space="preserve">       21.3.6.       Jelfeldolgozási stratégiák</w:t>
      </w:r>
      <w:r w:rsidRPr="005B300D">
        <w:rPr>
          <w:b/>
          <w:bCs/>
          <w:i/>
          <w:iCs/>
        </w:rPr>
        <w:tab/>
        <w:t>4 óra/4 óra</w:t>
      </w:r>
    </w:p>
    <w:p w:rsidR="005D696B" w:rsidRPr="005B300D" w:rsidRDefault="005D696B" w:rsidP="005D696B">
      <w:pPr>
        <w:pStyle w:val="Standard"/>
        <w:tabs>
          <w:tab w:val="left" w:pos="1418"/>
          <w:tab w:val="right" w:pos="9072"/>
        </w:tabs>
        <w:spacing w:after="0"/>
      </w:pPr>
      <w:r w:rsidRPr="005B300D">
        <w:rPr>
          <w:b/>
          <w:bCs/>
          <w:i/>
          <w:iCs/>
        </w:rPr>
        <w:t xml:space="preserve">                       </w:t>
      </w:r>
      <w:r w:rsidRPr="005B300D">
        <w:rPr>
          <w:b/>
          <w:bCs/>
          <w:i/>
          <w:iCs/>
        </w:rPr>
        <w:tab/>
      </w:r>
      <w:r w:rsidRPr="005B300D">
        <w:t>Szűrőfunkciók</w:t>
      </w:r>
    </w:p>
    <w:p w:rsidR="005D696B" w:rsidRPr="005B300D" w:rsidRDefault="005D696B" w:rsidP="005D696B">
      <w:pPr>
        <w:pStyle w:val="Standard"/>
        <w:tabs>
          <w:tab w:val="left" w:pos="1418"/>
          <w:tab w:val="right" w:pos="9072"/>
        </w:tabs>
        <w:spacing w:after="0"/>
      </w:pPr>
      <w:r w:rsidRPr="005B300D">
        <w:t xml:space="preserve">                        </w:t>
      </w:r>
      <w:proofErr w:type="spellStart"/>
      <w:r w:rsidRPr="005B300D">
        <w:t>Felüláteresztő</w:t>
      </w:r>
      <w:proofErr w:type="spellEnd"/>
      <w:r w:rsidRPr="005B300D">
        <w:t xml:space="preserve"> és mélyvágás</w:t>
      </w:r>
    </w:p>
    <w:p w:rsidR="005D696B" w:rsidRPr="005B300D" w:rsidRDefault="005D696B" w:rsidP="005D696B">
      <w:pPr>
        <w:pStyle w:val="Standard"/>
        <w:tabs>
          <w:tab w:val="left" w:pos="1418"/>
          <w:tab w:val="right" w:pos="9072"/>
        </w:tabs>
        <w:spacing w:after="0"/>
      </w:pPr>
      <w:r w:rsidRPr="005B300D">
        <w:t xml:space="preserve">                   </w:t>
      </w:r>
      <w:r w:rsidRPr="005B300D">
        <w:tab/>
        <w:t xml:space="preserve"> </w:t>
      </w:r>
      <w:proofErr w:type="spellStart"/>
      <w:r w:rsidRPr="005B300D">
        <w:t>Aluláteresztő</w:t>
      </w:r>
      <w:proofErr w:type="spellEnd"/>
      <w:r w:rsidRPr="005B300D">
        <w:t xml:space="preserve"> szűrő</w:t>
      </w:r>
    </w:p>
    <w:p w:rsidR="005D696B" w:rsidRPr="005B300D" w:rsidRDefault="005D696B" w:rsidP="005D696B">
      <w:pPr>
        <w:pStyle w:val="Standard"/>
        <w:tabs>
          <w:tab w:val="left" w:pos="1418"/>
          <w:tab w:val="right" w:pos="9072"/>
        </w:tabs>
        <w:spacing w:after="0"/>
      </w:pPr>
      <w:r w:rsidRPr="005B300D">
        <w:t xml:space="preserve">                    </w:t>
      </w:r>
      <w:r w:rsidRPr="005B300D">
        <w:tab/>
        <w:t xml:space="preserve">Szűrőstratégiák </w:t>
      </w:r>
      <w:proofErr w:type="gramStart"/>
      <w:r w:rsidRPr="005B300D">
        <w:t>( ASP</w:t>
      </w:r>
      <w:proofErr w:type="gramEnd"/>
      <w:r w:rsidRPr="005B300D">
        <w:t>, BILL, TILL )</w:t>
      </w:r>
    </w:p>
    <w:p w:rsidR="005D696B" w:rsidRPr="005B300D" w:rsidRDefault="005D696B" w:rsidP="005D696B">
      <w:pPr>
        <w:pStyle w:val="Standard"/>
        <w:tabs>
          <w:tab w:val="left" w:pos="1418"/>
          <w:tab w:val="right" w:pos="9072"/>
        </w:tabs>
        <w:spacing w:after="0"/>
      </w:pPr>
      <w:r w:rsidRPr="005B300D">
        <w:t xml:space="preserve">                     </w:t>
      </w:r>
      <w:r w:rsidRPr="005B300D">
        <w:tab/>
        <w:t>Adaptív elektronikus szűrés</w:t>
      </w:r>
    </w:p>
    <w:p w:rsidR="005D696B" w:rsidRPr="005B300D" w:rsidRDefault="005D696B" w:rsidP="005D696B">
      <w:pPr>
        <w:pStyle w:val="Standard"/>
        <w:tabs>
          <w:tab w:val="left" w:pos="1418"/>
          <w:tab w:val="right" w:pos="9072"/>
        </w:tabs>
        <w:spacing w:after="0"/>
      </w:pPr>
      <w:r w:rsidRPr="005B300D">
        <w:t xml:space="preserve">                    </w:t>
      </w:r>
      <w:r w:rsidRPr="005B300D">
        <w:tab/>
        <w:t>Alapvető jelfeldolgozási stratégiák</w:t>
      </w:r>
    </w:p>
    <w:p w:rsidR="005D696B" w:rsidRPr="005B300D" w:rsidRDefault="005D696B" w:rsidP="005D696B">
      <w:pPr>
        <w:pStyle w:val="Standard"/>
        <w:tabs>
          <w:tab w:val="left" w:pos="1418"/>
          <w:tab w:val="right" w:pos="9072"/>
        </w:tabs>
        <w:spacing w:after="0"/>
      </w:pPr>
      <w:r w:rsidRPr="005B300D">
        <w:t xml:space="preserve">                    </w:t>
      </w:r>
      <w:r w:rsidRPr="005B300D">
        <w:tab/>
        <w:t>Automatikus erősítőszabályozó AGC</w:t>
      </w:r>
    </w:p>
    <w:p w:rsidR="005D696B" w:rsidRPr="005B300D" w:rsidRDefault="005D696B" w:rsidP="005D696B">
      <w:pPr>
        <w:pStyle w:val="Standard"/>
        <w:tabs>
          <w:tab w:val="left" w:pos="1418"/>
          <w:tab w:val="right" w:pos="9072"/>
        </w:tabs>
        <w:spacing w:after="0"/>
      </w:pPr>
      <w:r w:rsidRPr="005B300D">
        <w:lastRenderedPageBreak/>
        <w:t xml:space="preserve">                    </w:t>
      </w:r>
      <w:r w:rsidRPr="005B300D">
        <w:tab/>
      </w:r>
      <w:proofErr w:type="spellStart"/>
      <w:r w:rsidRPr="005B300D">
        <w:t>Kimenethatárolás</w:t>
      </w:r>
      <w:proofErr w:type="spellEnd"/>
    </w:p>
    <w:p w:rsidR="005D696B" w:rsidRPr="005B300D" w:rsidRDefault="005D696B" w:rsidP="005D696B">
      <w:pPr>
        <w:pStyle w:val="Standard"/>
        <w:spacing w:after="0"/>
        <w:ind w:left="426"/>
      </w:pPr>
      <w:r w:rsidRPr="005B300D">
        <w:t xml:space="preserve">             </w:t>
      </w:r>
      <w:r w:rsidRPr="005B300D">
        <w:tab/>
        <w:t>Csúcsvágás és lágy csúcsvágás</w:t>
      </w:r>
    </w:p>
    <w:p w:rsidR="005D696B" w:rsidRPr="005B300D" w:rsidRDefault="005D696B" w:rsidP="005D696B">
      <w:pPr>
        <w:pStyle w:val="Standard"/>
        <w:spacing w:after="0"/>
        <w:ind w:left="426"/>
      </w:pPr>
      <w:r w:rsidRPr="005B300D">
        <w:t xml:space="preserve">             </w:t>
      </w:r>
      <w:r w:rsidRPr="005B300D">
        <w:tab/>
        <w:t>Lassú működési kompresszió</w:t>
      </w:r>
    </w:p>
    <w:p w:rsidR="005D696B" w:rsidRPr="005B300D" w:rsidRDefault="005D696B" w:rsidP="005D696B">
      <w:pPr>
        <w:pStyle w:val="Standard"/>
        <w:spacing w:after="0"/>
        <w:ind w:left="426"/>
      </w:pPr>
    </w:p>
    <w:p w:rsidR="005D696B" w:rsidRPr="005B300D" w:rsidRDefault="005D696B" w:rsidP="005D696B">
      <w:pPr>
        <w:pStyle w:val="Standard"/>
        <w:spacing w:after="0"/>
        <w:ind w:left="426"/>
        <w:rPr>
          <w:b/>
          <w:bCs/>
          <w:i/>
          <w:iCs/>
        </w:rPr>
      </w:pPr>
      <w:r w:rsidRPr="005B300D">
        <w:rPr>
          <w:b/>
          <w:bCs/>
          <w:i/>
          <w:iCs/>
        </w:rPr>
        <w:t>21.3.7.  Digitális hallókészülékek</w:t>
      </w:r>
      <w:r w:rsidRPr="005B300D">
        <w:rPr>
          <w:b/>
          <w:bCs/>
          <w:i/>
          <w:iCs/>
        </w:rPr>
        <w:tab/>
      </w:r>
      <w:r w:rsidRPr="005B300D">
        <w:rPr>
          <w:b/>
          <w:bCs/>
          <w:i/>
          <w:iCs/>
        </w:rPr>
        <w:tab/>
      </w:r>
      <w:r w:rsidRPr="005B300D">
        <w:rPr>
          <w:b/>
          <w:bCs/>
          <w:i/>
          <w:iCs/>
        </w:rPr>
        <w:tab/>
      </w:r>
      <w:r w:rsidRPr="005B300D">
        <w:rPr>
          <w:b/>
          <w:bCs/>
          <w:i/>
          <w:iCs/>
        </w:rPr>
        <w:tab/>
      </w:r>
      <w:r w:rsidRPr="005B300D">
        <w:rPr>
          <w:b/>
          <w:bCs/>
          <w:i/>
          <w:iCs/>
        </w:rPr>
        <w:tab/>
      </w:r>
      <w:r w:rsidRPr="005B300D">
        <w:rPr>
          <w:b/>
          <w:bCs/>
          <w:i/>
          <w:iCs/>
        </w:rPr>
        <w:tab/>
        <w:t>5 óra/5 óra</w:t>
      </w:r>
    </w:p>
    <w:p w:rsidR="005D696B" w:rsidRPr="005B300D" w:rsidRDefault="005D696B" w:rsidP="005D696B">
      <w:pPr>
        <w:pStyle w:val="Standard"/>
        <w:spacing w:after="0"/>
        <w:ind w:left="426"/>
        <w:rPr>
          <w:b/>
          <w:bCs/>
          <w:i/>
          <w:iCs/>
        </w:rPr>
      </w:pPr>
      <w:r w:rsidRPr="005B300D">
        <w:rPr>
          <w:b/>
          <w:bCs/>
          <w:i/>
          <w:iCs/>
        </w:rPr>
        <w:t xml:space="preserve">             </w:t>
      </w:r>
      <w:r w:rsidRPr="005B300D">
        <w:t>Hallókészülék digitális jelfeldolgozási technológiái</w:t>
      </w:r>
    </w:p>
    <w:p w:rsidR="005D696B" w:rsidRPr="005B300D" w:rsidRDefault="005D696B" w:rsidP="005D696B">
      <w:pPr>
        <w:pStyle w:val="Standard"/>
        <w:spacing w:after="0"/>
        <w:ind w:left="426"/>
        <w:rPr>
          <w:b/>
          <w:bCs/>
          <w:i/>
          <w:iCs/>
        </w:rPr>
      </w:pPr>
      <w:r w:rsidRPr="005B300D">
        <w:t xml:space="preserve">              Hallókészülék DSP hardvere, algoritmusai</w:t>
      </w:r>
    </w:p>
    <w:p w:rsidR="005D696B" w:rsidRPr="005B300D" w:rsidRDefault="005D696B" w:rsidP="005D696B">
      <w:pPr>
        <w:pStyle w:val="Standard"/>
        <w:spacing w:after="0"/>
        <w:ind w:left="426"/>
        <w:rPr>
          <w:b/>
          <w:bCs/>
          <w:i/>
          <w:iCs/>
        </w:rPr>
      </w:pPr>
      <w:r w:rsidRPr="005B300D">
        <w:t xml:space="preserve">              Zajcsökkentők</w:t>
      </w:r>
    </w:p>
    <w:p w:rsidR="005D696B" w:rsidRPr="005B300D" w:rsidRDefault="005D696B" w:rsidP="005D696B">
      <w:pPr>
        <w:pStyle w:val="Standard"/>
        <w:spacing w:after="0"/>
        <w:ind w:left="426"/>
        <w:rPr>
          <w:b/>
          <w:bCs/>
          <w:i/>
          <w:iCs/>
        </w:rPr>
      </w:pPr>
      <w:r w:rsidRPr="005B300D">
        <w:t xml:space="preserve">              Visszacsatolás megszüntetők</w:t>
      </w:r>
    </w:p>
    <w:p w:rsidR="005D696B" w:rsidRPr="005B300D" w:rsidRDefault="005D696B" w:rsidP="005D696B">
      <w:pPr>
        <w:pStyle w:val="Standard"/>
        <w:spacing w:after="0"/>
        <w:ind w:left="426"/>
        <w:rPr>
          <w:b/>
          <w:bCs/>
          <w:i/>
          <w:iCs/>
        </w:rPr>
      </w:pPr>
      <w:r w:rsidRPr="005B300D">
        <w:t xml:space="preserve">              </w:t>
      </w:r>
      <w:proofErr w:type="spellStart"/>
      <w:r w:rsidRPr="005B300D">
        <w:t>Recruitment</w:t>
      </w:r>
      <w:proofErr w:type="spellEnd"/>
      <w:r w:rsidRPr="005B300D">
        <w:t xml:space="preserve"> kompenzációja</w:t>
      </w:r>
    </w:p>
    <w:p w:rsidR="005D696B" w:rsidRPr="005B300D" w:rsidRDefault="005D696B" w:rsidP="005D696B">
      <w:pPr>
        <w:pStyle w:val="Standard"/>
        <w:spacing w:after="0"/>
        <w:ind w:left="426"/>
        <w:rPr>
          <w:b/>
          <w:bCs/>
          <w:i/>
          <w:iCs/>
        </w:rPr>
      </w:pPr>
      <w:r w:rsidRPr="005B300D">
        <w:t xml:space="preserve">              Feldolgozási időkésleltetés</w:t>
      </w:r>
    </w:p>
    <w:p w:rsidR="005D696B" w:rsidRPr="005B300D" w:rsidRDefault="005D696B" w:rsidP="005D696B">
      <w:pPr>
        <w:pStyle w:val="Standard"/>
        <w:spacing w:after="0"/>
        <w:ind w:left="426"/>
        <w:rPr>
          <w:b/>
          <w:bCs/>
          <w:i/>
          <w:iCs/>
        </w:rPr>
      </w:pPr>
    </w:p>
    <w:p w:rsidR="005D696B" w:rsidRPr="005B300D" w:rsidRDefault="005D696B" w:rsidP="005D696B">
      <w:pPr>
        <w:pStyle w:val="Standard"/>
        <w:spacing w:after="0"/>
        <w:ind w:left="426"/>
        <w:rPr>
          <w:b/>
          <w:bCs/>
          <w:i/>
          <w:iCs/>
        </w:rPr>
      </w:pPr>
      <w:r w:rsidRPr="005B300D">
        <w:rPr>
          <w:b/>
          <w:bCs/>
          <w:i/>
          <w:iCs/>
        </w:rPr>
        <w:t>21.3.8.   Kiegészítők, tartozékok</w:t>
      </w:r>
      <w:r w:rsidRPr="005B300D">
        <w:rPr>
          <w:b/>
          <w:bCs/>
          <w:i/>
          <w:iCs/>
        </w:rPr>
        <w:tab/>
      </w:r>
      <w:r w:rsidRPr="005B300D">
        <w:rPr>
          <w:b/>
          <w:bCs/>
          <w:i/>
          <w:iCs/>
        </w:rPr>
        <w:tab/>
      </w:r>
      <w:r w:rsidRPr="005B300D">
        <w:rPr>
          <w:b/>
          <w:bCs/>
          <w:i/>
          <w:iCs/>
        </w:rPr>
        <w:tab/>
      </w:r>
      <w:r w:rsidRPr="005B300D">
        <w:rPr>
          <w:b/>
          <w:bCs/>
          <w:i/>
          <w:iCs/>
        </w:rPr>
        <w:tab/>
      </w:r>
      <w:r w:rsidRPr="005B300D">
        <w:rPr>
          <w:b/>
          <w:bCs/>
          <w:i/>
          <w:iCs/>
        </w:rPr>
        <w:tab/>
      </w:r>
      <w:r w:rsidRPr="005B300D">
        <w:rPr>
          <w:b/>
          <w:bCs/>
          <w:i/>
          <w:iCs/>
        </w:rPr>
        <w:tab/>
        <w:t>3 óra/3 óra</w:t>
      </w:r>
    </w:p>
    <w:p w:rsidR="005D696B" w:rsidRPr="005B300D" w:rsidRDefault="00E7234B" w:rsidP="005D696B">
      <w:pPr>
        <w:pStyle w:val="Standard"/>
        <w:spacing w:after="0"/>
        <w:ind w:left="426"/>
      </w:pPr>
      <w:r>
        <w:rPr>
          <w:b/>
          <w:bCs/>
          <w:i/>
          <w:iCs/>
        </w:rPr>
        <w:t xml:space="preserve">             </w:t>
      </w:r>
      <w:r w:rsidR="005D696B" w:rsidRPr="005B300D">
        <w:t xml:space="preserve"> Indukciós tekercs</w:t>
      </w:r>
    </w:p>
    <w:p w:rsidR="005D696B" w:rsidRPr="005B300D" w:rsidRDefault="005D696B" w:rsidP="005D696B">
      <w:pPr>
        <w:pStyle w:val="Standard"/>
        <w:spacing w:after="0"/>
        <w:ind w:left="426"/>
      </w:pPr>
      <w:r w:rsidRPr="005B300D">
        <w:t xml:space="preserve">              </w:t>
      </w:r>
      <w:proofErr w:type="spellStart"/>
      <w:r w:rsidRPr="005B300D">
        <w:t>Audio</w:t>
      </w:r>
      <w:proofErr w:type="spellEnd"/>
      <w:r w:rsidRPr="005B300D">
        <w:t xml:space="preserve"> bemenet</w:t>
      </w:r>
    </w:p>
    <w:p w:rsidR="005D696B" w:rsidRPr="005B300D" w:rsidRDefault="005D696B" w:rsidP="005D696B">
      <w:pPr>
        <w:pStyle w:val="Standard"/>
        <w:spacing w:after="0"/>
        <w:ind w:left="426"/>
      </w:pPr>
      <w:r w:rsidRPr="005B300D">
        <w:t xml:space="preserve">              </w:t>
      </w:r>
      <w:proofErr w:type="spellStart"/>
      <w:r w:rsidRPr="005B300D">
        <w:t>Cros-Bicros</w:t>
      </w:r>
      <w:proofErr w:type="spellEnd"/>
      <w:r w:rsidRPr="005B300D">
        <w:t xml:space="preserve"> rendszerek</w:t>
      </w:r>
    </w:p>
    <w:p w:rsidR="005D696B" w:rsidRPr="005B300D" w:rsidRDefault="005D696B" w:rsidP="005D696B">
      <w:pPr>
        <w:pStyle w:val="Standard"/>
        <w:spacing w:after="0"/>
        <w:ind w:left="426"/>
      </w:pPr>
      <w:r w:rsidRPr="005B300D">
        <w:t xml:space="preserve">              A kézi mikrofonok</w:t>
      </w:r>
    </w:p>
    <w:p w:rsidR="005D696B" w:rsidRPr="005B300D" w:rsidRDefault="005D696B" w:rsidP="005D696B">
      <w:pPr>
        <w:pStyle w:val="Standard"/>
        <w:spacing w:after="0"/>
        <w:ind w:left="426"/>
      </w:pPr>
      <w:r w:rsidRPr="005B300D">
        <w:t xml:space="preserve">              FM rendszerek</w:t>
      </w:r>
    </w:p>
    <w:p w:rsidR="005D696B" w:rsidRPr="005B300D" w:rsidRDefault="005D696B" w:rsidP="005D696B">
      <w:pPr>
        <w:pStyle w:val="Standard"/>
        <w:spacing w:after="0"/>
        <w:ind w:left="426"/>
      </w:pPr>
      <w:r w:rsidRPr="005B300D">
        <w:t xml:space="preserve">              Egyéni FM rendszerek</w:t>
      </w:r>
    </w:p>
    <w:p w:rsidR="005D696B" w:rsidRPr="005B300D" w:rsidRDefault="005D696B" w:rsidP="005D696B">
      <w:pPr>
        <w:pStyle w:val="Standard"/>
        <w:spacing w:after="0"/>
        <w:ind w:left="426"/>
      </w:pPr>
      <w:r w:rsidRPr="005B300D">
        <w:t xml:space="preserve">              Távirányító</w:t>
      </w:r>
    </w:p>
    <w:p w:rsidR="005D696B" w:rsidRPr="005B300D" w:rsidRDefault="005D696B" w:rsidP="005D696B">
      <w:pPr>
        <w:pStyle w:val="Standard"/>
        <w:spacing w:after="0"/>
        <w:ind w:left="426"/>
      </w:pPr>
      <w:r w:rsidRPr="005B300D">
        <w:t xml:space="preserve">              Elemek</w:t>
      </w:r>
    </w:p>
    <w:p w:rsidR="005D696B" w:rsidRPr="005B300D" w:rsidRDefault="005D696B" w:rsidP="005D696B">
      <w:pPr>
        <w:pStyle w:val="Standard"/>
        <w:spacing w:after="0"/>
        <w:ind w:left="426"/>
      </w:pPr>
      <w:r w:rsidRPr="005B300D">
        <w:t xml:space="preserve">              Jelzőrendszerek</w:t>
      </w:r>
    </w:p>
    <w:p w:rsidR="005D696B" w:rsidRPr="005B300D" w:rsidRDefault="005D696B" w:rsidP="005D696B">
      <w:pPr>
        <w:pStyle w:val="Standard"/>
        <w:spacing w:after="0"/>
        <w:ind w:left="426"/>
      </w:pPr>
      <w:r w:rsidRPr="005B300D">
        <w:t xml:space="preserve">              </w:t>
      </w:r>
    </w:p>
    <w:p w:rsidR="005D696B" w:rsidRPr="005B300D" w:rsidRDefault="005D696B" w:rsidP="005D696B">
      <w:pPr>
        <w:pStyle w:val="Listaszerbekezds"/>
        <w:numPr>
          <w:ilvl w:val="1"/>
          <w:numId w:val="17"/>
        </w:numPr>
        <w:suppressAutoHyphens/>
        <w:autoSpaceDN w:val="0"/>
        <w:contextualSpacing w:val="0"/>
        <w:jc w:val="both"/>
        <w:textAlignment w:val="baseline"/>
        <w:rPr>
          <w:b/>
        </w:rPr>
      </w:pPr>
      <w:r w:rsidRPr="005B300D">
        <w:rPr>
          <w:b/>
        </w:rPr>
        <w:t xml:space="preserve"> A képzés javasolt helyszíne (ajánlás)</w:t>
      </w:r>
    </w:p>
    <w:p w:rsidR="005D696B" w:rsidRPr="005B300D" w:rsidRDefault="005D696B" w:rsidP="005D696B">
      <w:pPr>
        <w:pStyle w:val="Listaszerbekezds"/>
        <w:suppressAutoHyphens/>
        <w:autoSpaceDN w:val="0"/>
        <w:ind w:left="780"/>
        <w:contextualSpacing w:val="0"/>
        <w:textAlignment w:val="baseline"/>
      </w:pPr>
      <w:r w:rsidRPr="005B300D">
        <w:t>Tanterem</w:t>
      </w:r>
    </w:p>
    <w:p w:rsidR="005D696B" w:rsidRPr="005B300D" w:rsidRDefault="005D696B" w:rsidP="005D696B">
      <w:pPr>
        <w:pStyle w:val="Listaszerbekezds"/>
        <w:suppressAutoHyphens/>
        <w:autoSpaceDN w:val="0"/>
        <w:ind w:left="780"/>
        <w:contextualSpacing w:val="0"/>
        <w:textAlignment w:val="baseline"/>
        <w:rPr>
          <w:b/>
        </w:rPr>
      </w:pPr>
    </w:p>
    <w:p w:rsidR="005D696B" w:rsidRPr="005B300D" w:rsidRDefault="005D696B" w:rsidP="005D696B">
      <w:pPr>
        <w:pStyle w:val="Listaszerbekezds"/>
        <w:numPr>
          <w:ilvl w:val="1"/>
          <w:numId w:val="17"/>
        </w:numPr>
        <w:suppressAutoHyphens/>
        <w:autoSpaceDN w:val="0"/>
        <w:contextualSpacing w:val="0"/>
        <w:jc w:val="both"/>
        <w:textAlignment w:val="baseline"/>
        <w:rPr>
          <w:b/>
        </w:rPr>
      </w:pPr>
      <w:r w:rsidRPr="005B300D">
        <w:rPr>
          <w:b/>
        </w:rPr>
        <w:t xml:space="preserve"> A tantárgy elsajátítása során alkalmazható sajátos módszerek, tanulói tevékenységformák (ajánlás)</w:t>
      </w:r>
    </w:p>
    <w:p w:rsidR="005D696B" w:rsidRPr="005B300D" w:rsidRDefault="005D696B" w:rsidP="005D696B">
      <w:pPr>
        <w:pStyle w:val="Standard"/>
        <w:spacing w:after="0"/>
        <w:ind w:left="426"/>
      </w:pPr>
    </w:p>
    <w:p w:rsidR="005D696B" w:rsidRPr="005B300D" w:rsidRDefault="005D696B" w:rsidP="005D696B">
      <w:pPr>
        <w:pStyle w:val="Listaszerbekezds"/>
        <w:numPr>
          <w:ilvl w:val="2"/>
          <w:numId w:val="17"/>
        </w:numPr>
        <w:suppressAutoHyphens/>
        <w:autoSpaceDN w:val="0"/>
        <w:contextualSpacing w:val="0"/>
        <w:jc w:val="both"/>
        <w:textAlignment w:val="baseline"/>
        <w:rPr>
          <w:b/>
        </w:rPr>
      </w:pPr>
      <w:r w:rsidRPr="005B300D">
        <w:rPr>
          <w:b/>
        </w:rPr>
        <w:t>A tantárgy elsajátítása során alkalmazható sajátos módszerek (ajánlás)</w:t>
      </w:r>
    </w:p>
    <w:tbl>
      <w:tblPr>
        <w:tblW w:w="8440" w:type="dxa"/>
        <w:jc w:val="center"/>
        <w:tblLayout w:type="fixed"/>
        <w:tblCellMar>
          <w:left w:w="10" w:type="dxa"/>
          <w:right w:w="10" w:type="dxa"/>
        </w:tblCellMar>
        <w:tblLook w:val="0000" w:firstRow="0" w:lastRow="0" w:firstColumn="0" w:lastColumn="0" w:noHBand="0" w:noVBand="0"/>
      </w:tblPr>
      <w:tblGrid>
        <w:gridCol w:w="959"/>
        <w:gridCol w:w="2221"/>
        <w:gridCol w:w="959"/>
        <w:gridCol w:w="960"/>
        <w:gridCol w:w="960"/>
        <w:gridCol w:w="2381"/>
      </w:tblGrid>
      <w:tr w:rsidR="005D696B" w:rsidRPr="005B300D" w:rsidTr="00FF0CD2">
        <w:trPr>
          <w:trHeight w:val="600"/>
          <w:jc w:val="center"/>
        </w:trPr>
        <w:tc>
          <w:tcPr>
            <w:tcW w:w="959"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Sorszám</w:t>
            </w:r>
          </w:p>
        </w:tc>
        <w:tc>
          <w:tcPr>
            <w:tcW w:w="222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Alkalmazott oktatási módszer neve</w:t>
            </w:r>
          </w:p>
        </w:tc>
        <w:tc>
          <w:tcPr>
            <w:tcW w:w="2879" w:type="dxa"/>
            <w:gridSpan w:val="3"/>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 tanulói tevékenység szervezeti kerete</w:t>
            </w:r>
          </w:p>
        </w:tc>
        <w:tc>
          <w:tcPr>
            <w:tcW w:w="238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Alkalmazandó eszközök és felszerelések</w:t>
            </w:r>
          </w:p>
        </w:tc>
      </w:tr>
      <w:tr w:rsidR="005D696B" w:rsidRPr="005B300D" w:rsidTr="00FF0CD2">
        <w:trPr>
          <w:trHeight w:val="255"/>
          <w:jc w:val="center"/>
        </w:trPr>
        <w:tc>
          <w:tcPr>
            <w:tcW w:w="9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c>
          <w:tcPr>
            <w:tcW w:w="2221"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c>
          <w:tcPr>
            <w:tcW w:w="9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egyéni</w:t>
            </w:r>
          </w:p>
        </w:tc>
        <w:tc>
          <w:tcPr>
            <w:tcW w:w="96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csoport</w:t>
            </w:r>
          </w:p>
        </w:tc>
        <w:tc>
          <w:tcPr>
            <w:tcW w:w="96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osztály</w:t>
            </w:r>
          </w:p>
        </w:tc>
        <w:tc>
          <w:tcPr>
            <w:tcW w:w="2381"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magyarázat</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szemléltetés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xml:space="preserve"> Projektor, </w:t>
            </w:r>
            <w:proofErr w:type="gramStart"/>
            <w:r w:rsidRPr="005B300D">
              <w:rPr>
                <w:color w:val="000000"/>
                <w:sz w:val="20"/>
                <w:szCs w:val="20"/>
                <w:lang w:eastAsia="hu-HU"/>
              </w:rPr>
              <w:t>v .írásvetítő</w:t>
            </w:r>
            <w:proofErr w:type="gramEnd"/>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megbeszélés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4.</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házi feladat</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5.</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kiselőadás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bl>
    <w:p w:rsidR="005D696B" w:rsidRPr="005B300D" w:rsidRDefault="005D696B" w:rsidP="005D696B">
      <w:pPr>
        <w:pStyle w:val="Standard"/>
        <w:spacing w:after="0"/>
        <w:ind w:left="426"/>
      </w:pPr>
    </w:p>
    <w:p w:rsidR="005D696B" w:rsidRPr="005B300D" w:rsidRDefault="005D696B" w:rsidP="005D696B">
      <w:pPr>
        <w:pStyle w:val="Listaszerbekezds"/>
        <w:numPr>
          <w:ilvl w:val="2"/>
          <w:numId w:val="17"/>
        </w:numPr>
        <w:suppressAutoHyphens/>
        <w:autoSpaceDN w:val="0"/>
        <w:contextualSpacing w:val="0"/>
        <w:jc w:val="both"/>
        <w:textAlignment w:val="baseline"/>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36"/>
        <w:gridCol w:w="2777"/>
        <w:gridCol w:w="759"/>
        <w:gridCol w:w="795"/>
        <w:gridCol w:w="775"/>
        <w:gridCol w:w="2358"/>
      </w:tblGrid>
      <w:tr w:rsidR="005D696B" w:rsidRPr="005B300D" w:rsidTr="00FF0CD2">
        <w:trPr>
          <w:trHeight w:val="255"/>
          <w:jc w:val="center"/>
        </w:trPr>
        <w:tc>
          <w:tcPr>
            <w:tcW w:w="1036"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Sorszám</w:t>
            </w:r>
          </w:p>
        </w:tc>
        <w:tc>
          <w:tcPr>
            <w:tcW w:w="2777"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Tanulói tevékenységforma</w:t>
            </w:r>
          </w:p>
        </w:tc>
        <w:tc>
          <w:tcPr>
            <w:tcW w:w="2329" w:type="dxa"/>
            <w:gridSpan w:val="3"/>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Tanulói tevékenység szervezési kerete (differenciálási módok)</w:t>
            </w:r>
          </w:p>
        </w:tc>
        <w:tc>
          <w:tcPr>
            <w:tcW w:w="2358"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Alkalmazandó eszközök és felszerelések</w:t>
            </w:r>
          </w:p>
        </w:tc>
      </w:tr>
      <w:tr w:rsidR="005D696B" w:rsidRPr="005B300D" w:rsidTr="00FF0CD2">
        <w:trPr>
          <w:trHeight w:val="510"/>
          <w:jc w:val="center"/>
        </w:trPr>
        <w:tc>
          <w:tcPr>
            <w:tcW w:w="1036" w:type="dxa"/>
            <w:vMerge/>
            <w:shd w:val="clear" w:color="auto" w:fill="FFFFFF"/>
            <w:tcMar>
              <w:top w:w="0" w:type="dxa"/>
              <w:left w:w="70" w:type="dxa"/>
              <w:bottom w:w="0" w:type="dxa"/>
              <w:right w:w="70" w:type="dxa"/>
            </w:tcMar>
            <w:vAlign w:val="center"/>
          </w:tcPr>
          <w:p w:rsidR="005D696B" w:rsidRPr="005B300D" w:rsidRDefault="005D696B" w:rsidP="00FF0CD2"/>
        </w:tc>
        <w:tc>
          <w:tcPr>
            <w:tcW w:w="2777" w:type="dxa"/>
            <w:vMerge/>
            <w:shd w:val="clear" w:color="auto" w:fill="FFFFFF"/>
            <w:tcMar>
              <w:top w:w="0" w:type="dxa"/>
              <w:left w:w="70" w:type="dxa"/>
              <w:bottom w:w="0" w:type="dxa"/>
              <w:right w:w="70" w:type="dxa"/>
            </w:tcMar>
            <w:vAlign w:val="center"/>
          </w:tcPr>
          <w:p w:rsidR="005D696B" w:rsidRPr="005B300D" w:rsidRDefault="005D696B" w:rsidP="00FF0CD2"/>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egyéni</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csoport-bontás</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osztály-keret</w:t>
            </w:r>
          </w:p>
        </w:tc>
        <w:tc>
          <w:tcPr>
            <w:tcW w:w="2358" w:type="dxa"/>
            <w:vMerge/>
            <w:shd w:val="clear" w:color="auto" w:fill="FFFFFF"/>
            <w:tcMar>
              <w:top w:w="0" w:type="dxa"/>
              <w:left w:w="70" w:type="dxa"/>
              <w:bottom w:w="0" w:type="dxa"/>
              <w:right w:w="70" w:type="dxa"/>
            </w:tcMar>
            <w:vAlign w:val="center"/>
          </w:tcPr>
          <w:p w:rsidR="005D696B" w:rsidRPr="005B300D" w:rsidRDefault="005D696B" w:rsidP="00FF0CD2"/>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Információ feldolgozó tevékenységek</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Olvasott szöveg önálló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1.2.</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Olvasott szöveg feladattal vezetett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lastRenderedPageBreak/>
              <w:t>1.3.</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Hallott szöveg feldolgozása jegyzeteléssel</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1.4.</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Hallott szöveg feladattal vezetett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1.5.</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Információk önálló rendszerezése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Ismeretalkalmazási gyakorló tevékenységek, feladatok</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Válaszolás írásban mondatszintű kérdésekre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2.2.</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Tesztfeladat megoldása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Képi információk körében</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rajz értelmezése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bl>
    <w:p w:rsidR="005D696B" w:rsidRPr="005B300D" w:rsidRDefault="005D696B" w:rsidP="005D696B">
      <w:pPr>
        <w:pStyle w:val="Standard"/>
        <w:spacing w:after="0"/>
        <w:ind w:left="426"/>
      </w:pPr>
    </w:p>
    <w:p w:rsidR="005D696B" w:rsidRPr="005B300D" w:rsidRDefault="005D696B" w:rsidP="005D696B">
      <w:pPr>
        <w:pStyle w:val="Listaszerbekezds"/>
        <w:numPr>
          <w:ilvl w:val="1"/>
          <w:numId w:val="17"/>
        </w:numPr>
        <w:suppressAutoHyphens/>
        <w:autoSpaceDN w:val="0"/>
        <w:contextualSpacing w:val="0"/>
        <w:jc w:val="both"/>
        <w:textAlignment w:val="baseline"/>
        <w:rPr>
          <w:b/>
        </w:rPr>
      </w:pPr>
      <w:r w:rsidRPr="005B300D">
        <w:rPr>
          <w:b/>
        </w:rPr>
        <w:t xml:space="preserve"> A tantárgy értékelésének módja</w:t>
      </w:r>
    </w:p>
    <w:p w:rsidR="005D696B" w:rsidRPr="005B300D" w:rsidRDefault="005D696B" w:rsidP="005D696B">
      <w:pPr>
        <w:pStyle w:val="Standard"/>
        <w:spacing w:after="0"/>
        <w:ind w:left="426"/>
      </w:pPr>
      <w:r w:rsidRPr="005B300D">
        <w:t>A nemzeti köznevelésről szóló 2011. évi CXC. törvény. 54. § (2) a) pontja szerinti</w:t>
      </w:r>
    </w:p>
    <w:p w:rsidR="005D696B" w:rsidRPr="005B300D" w:rsidRDefault="005D696B" w:rsidP="005D696B">
      <w:pPr>
        <w:pStyle w:val="Standard"/>
        <w:spacing w:after="0"/>
        <w:ind w:left="426"/>
      </w:pPr>
    </w:p>
    <w:p w:rsidR="005D696B" w:rsidRPr="005B300D" w:rsidRDefault="005D696B" w:rsidP="005D696B">
      <w:pPr>
        <w:pStyle w:val="Standard"/>
        <w:spacing w:after="0"/>
        <w:ind w:left="426"/>
      </w:pPr>
    </w:p>
    <w:p w:rsidR="005D696B" w:rsidRPr="005B300D" w:rsidRDefault="005D696B" w:rsidP="005D696B">
      <w:pPr>
        <w:pStyle w:val="Listaszerbekezds"/>
        <w:numPr>
          <w:ilvl w:val="0"/>
          <w:numId w:val="17"/>
        </w:numPr>
        <w:tabs>
          <w:tab w:val="right" w:pos="9072"/>
        </w:tabs>
        <w:suppressAutoHyphens/>
        <w:autoSpaceDN w:val="0"/>
        <w:contextualSpacing w:val="0"/>
        <w:jc w:val="both"/>
        <w:textAlignment w:val="baseline"/>
        <w:rPr>
          <w:b/>
        </w:rPr>
      </w:pPr>
      <w:r w:rsidRPr="005B300D">
        <w:rPr>
          <w:b/>
        </w:rPr>
        <w:t>Hallásjavító rendszerek illesztése</w:t>
      </w:r>
      <w:r w:rsidRPr="005B300D">
        <w:rPr>
          <w:b/>
        </w:rPr>
        <w:tab/>
        <w:t>31 óra/35 óra*</w:t>
      </w:r>
    </w:p>
    <w:p w:rsidR="005D696B" w:rsidRPr="005B300D" w:rsidRDefault="005D696B" w:rsidP="005D696B">
      <w:pPr>
        <w:pStyle w:val="Standard"/>
        <w:spacing w:after="0"/>
        <w:jc w:val="right"/>
      </w:pPr>
      <w:r w:rsidRPr="005B300D">
        <w:rPr>
          <w:sz w:val="20"/>
        </w:rPr>
        <w:t>* 9-13. évfolyamon megszervezett képzés/13. és 14. évfolyamon megszervezett képzés</w:t>
      </w:r>
    </w:p>
    <w:p w:rsidR="005D696B" w:rsidRPr="005B300D" w:rsidRDefault="005D696B" w:rsidP="005D696B">
      <w:pPr>
        <w:pStyle w:val="Standard"/>
        <w:spacing w:after="0"/>
        <w:ind w:left="426"/>
      </w:pPr>
    </w:p>
    <w:p w:rsidR="005D696B" w:rsidRPr="005B300D" w:rsidRDefault="005D696B" w:rsidP="005D696B">
      <w:pPr>
        <w:pStyle w:val="Standard"/>
        <w:numPr>
          <w:ilvl w:val="1"/>
          <w:numId w:val="18"/>
        </w:numPr>
        <w:spacing w:after="200" w:line="276" w:lineRule="auto"/>
        <w:jc w:val="left"/>
        <w:rPr>
          <w:b/>
        </w:rPr>
      </w:pPr>
      <w:r w:rsidRPr="005B300D">
        <w:rPr>
          <w:b/>
          <w:bCs/>
        </w:rPr>
        <w:t xml:space="preserve"> </w:t>
      </w:r>
      <w:r w:rsidRPr="005B300D">
        <w:rPr>
          <w:b/>
        </w:rPr>
        <w:t xml:space="preserve">A tantárgy tanításának célja : A hallásjavító rendszerek típusainak megismertetése, adaptálása az </w:t>
      </w:r>
      <w:proofErr w:type="spellStart"/>
      <w:r w:rsidRPr="005B300D">
        <w:rPr>
          <w:b/>
        </w:rPr>
        <w:t>audiogramhoz</w:t>
      </w:r>
      <w:proofErr w:type="spellEnd"/>
      <w:r w:rsidRPr="005B300D">
        <w:rPr>
          <w:b/>
        </w:rPr>
        <w:t xml:space="preserve">, finombeállítása a páciens igényeinek </w:t>
      </w:r>
      <w:proofErr w:type="gramStart"/>
      <w:r w:rsidRPr="005B300D">
        <w:rPr>
          <w:b/>
        </w:rPr>
        <w:t>megfelelően</w:t>
      </w:r>
      <w:proofErr w:type="gramEnd"/>
      <w:r w:rsidRPr="005B300D">
        <w:rPr>
          <w:b/>
        </w:rPr>
        <w:t xml:space="preserve"> mint felnőtt mint gyermek páciens esetében.</w:t>
      </w:r>
    </w:p>
    <w:p w:rsidR="005D696B" w:rsidRPr="005B300D" w:rsidRDefault="005D696B" w:rsidP="005D696B">
      <w:pPr>
        <w:pStyle w:val="Listaszerbekezds"/>
        <w:numPr>
          <w:ilvl w:val="1"/>
          <w:numId w:val="18"/>
        </w:numPr>
        <w:suppressAutoHyphens/>
        <w:autoSpaceDN w:val="0"/>
        <w:ind w:left="794" w:hanging="454"/>
        <w:contextualSpacing w:val="0"/>
        <w:jc w:val="both"/>
        <w:textAlignment w:val="baseline"/>
        <w:rPr>
          <w:b/>
        </w:rPr>
      </w:pPr>
      <w:r w:rsidRPr="005B300D">
        <w:rPr>
          <w:b/>
        </w:rPr>
        <w:t>Kapcsolódó közismereti, szakmai tartalmak</w:t>
      </w:r>
    </w:p>
    <w:p w:rsidR="005D696B" w:rsidRPr="005B300D" w:rsidRDefault="005D696B" w:rsidP="00E7234B">
      <w:pPr>
        <w:pStyle w:val="Listaszerbekezds"/>
        <w:ind w:left="794" w:hanging="454"/>
        <w:rPr>
          <w:b/>
        </w:rPr>
      </w:pPr>
      <w:r w:rsidRPr="005B300D">
        <w:rPr>
          <w:b/>
        </w:rPr>
        <w:t xml:space="preserve">           </w:t>
      </w:r>
      <w:r w:rsidRPr="005B300D">
        <w:t xml:space="preserve"> </w:t>
      </w:r>
      <w:proofErr w:type="spellStart"/>
      <w:r w:rsidRPr="005B300D">
        <w:t>Audiológia</w:t>
      </w:r>
      <w:proofErr w:type="spellEnd"/>
    </w:p>
    <w:p w:rsidR="005D696B" w:rsidRPr="005B300D" w:rsidRDefault="005D696B" w:rsidP="005D696B">
      <w:pPr>
        <w:pStyle w:val="Standard"/>
        <w:spacing w:after="0"/>
        <w:ind w:left="426"/>
      </w:pPr>
      <w:r w:rsidRPr="005B300D">
        <w:t xml:space="preserve">          Pszichológia</w:t>
      </w:r>
    </w:p>
    <w:p w:rsidR="005D696B" w:rsidRPr="005B300D" w:rsidRDefault="005D696B" w:rsidP="005D696B">
      <w:pPr>
        <w:pStyle w:val="Standard"/>
        <w:spacing w:after="0"/>
        <w:ind w:left="426"/>
      </w:pPr>
      <w:r w:rsidRPr="005B300D">
        <w:t xml:space="preserve">          Kommunikáció</w:t>
      </w:r>
    </w:p>
    <w:p w:rsidR="005D696B" w:rsidRPr="005B300D" w:rsidRDefault="005D696B" w:rsidP="005D696B">
      <w:pPr>
        <w:pStyle w:val="Standard"/>
        <w:spacing w:after="0"/>
        <w:ind w:left="426"/>
      </w:pPr>
      <w:r w:rsidRPr="005B300D">
        <w:t xml:space="preserve">          Prevenciós tevékenység</w:t>
      </w:r>
    </w:p>
    <w:p w:rsidR="005D696B" w:rsidRPr="005B300D" w:rsidRDefault="005D696B" w:rsidP="005D696B">
      <w:pPr>
        <w:pStyle w:val="Standard"/>
        <w:spacing w:after="0"/>
        <w:ind w:left="426"/>
      </w:pPr>
      <w:r w:rsidRPr="005B300D">
        <w:t xml:space="preserve">          Számítástechnikai</w:t>
      </w:r>
    </w:p>
    <w:p w:rsidR="005D696B" w:rsidRPr="005B300D" w:rsidRDefault="005D696B" w:rsidP="005D696B">
      <w:pPr>
        <w:pStyle w:val="Standard"/>
        <w:spacing w:after="0"/>
        <w:ind w:left="426"/>
      </w:pPr>
      <w:r w:rsidRPr="005B300D">
        <w:t xml:space="preserve">          Fizika</w:t>
      </w:r>
    </w:p>
    <w:p w:rsidR="005D696B" w:rsidRPr="005B300D" w:rsidRDefault="005D696B" w:rsidP="005D696B">
      <w:pPr>
        <w:pStyle w:val="Standard"/>
        <w:spacing w:after="0"/>
        <w:ind w:left="426"/>
      </w:pPr>
      <w:r w:rsidRPr="005B300D">
        <w:t xml:space="preserve">          </w:t>
      </w:r>
      <w:proofErr w:type="spellStart"/>
      <w:r w:rsidRPr="005B300D">
        <w:t>Pszichoakusztika</w:t>
      </w:r>
      <w:proofErr w:type="spellEnd"/>
    </w:p>
    <w:p w:rsidR="005D696B" w:rsidRPr="005B300D" w:rsidRDefault="005D696B" w:rsidP="005D696B">
      <w:pPr>
        <w:pStyle w:val="Standard"/>
        <w:spacing w:after="0"/>
        <w:ind w:left="426"/>
      </w:pPr>
      <w:r w:rsidRPr="005B300D">
        <w:t xml:space="preserve">          </w:t>
      </w:r>
    </w:p>
    <w:p w:rsidR="005D696B" w:rsidRPr="005B300D" w:rsidRDefault="005D696B" w:rsidP="005D696B">
      <w:pPr>
        <w:pStyle w:val="Listaszerbekezds"/>
        <w:numPr>
          <w:ilvl w:val="1"/>
          <w:numId w:val="18"/>
        </w:numPr>
        <w:suppressAutoHyphens/>
        <w:autoSpaceDN w:val="0"/>
        <w:contextualSpacing w:val="0"/>
        <w:jc w:val="both"/>
        <w:textAlignment w:val="baseline"/>
        <w:rPr>
          <w:b/>
        </w:rPr>
      </w:pPr>
      <w:r w:rsidRPr="005B300D">
        <w:rPr>
          <w:b/>
        </w:rPr>
        <w:t>Témakör</w:t>
      </w:r>
    </w:p>
    <w:p w:rsidR="005D696B" w:rsidRPr="005B300D" w:rsidRDefault="005D696B" w:rsidP="005D696B">
      <w:pPr>
        <w:pStyle w:val="Listaszerbekezds"/>
        <w:tabs>
          <w:tab w:val="left" w:pos="1701"/>
          <w:tab w:val="right" w:pos="9072"/>
        </w:tabs>
        <w:ind w:left="0"/>
        <w:rPr>
          <w:b/>
          <w:bCs/>
          <w:i/>
          <w:iCs/>
        </w:rPr>
      </w:pPr>
    </w:p>
    <w:p w:rsidR="005D696B" w:rsidRPr="005B300D" w:rsidRDefault="005D696B" w:rsidP="005D696B">
      <w:pPr>
        <w:pStyle w:val="Listaszerbekezds"/>
        <w:numPr>
          <w:ilvl w:val="2"/>
          <w:numId w:val="18"/>
        </w:numPr>
        <w:tabs>
          <w:tab w:val="left" w:pos="2421"/>
          <w:tab w:val="right" w:pos="9072"/>
        </w:tabs>
        <w:suppressAutoHyphens/>
        <w:autoSpaceDN w:val="0"/>
        <w:contextualSpacing w:val="0"/>
        <w:jc w:val="both"/>
        <w:textAlignment w:val="baseline"/>
        <w:rPr>
          <w:b/>
          <w:bCs/>
          <w:i/>
          <w:iCs/>
        </w:rPr>
      </w:pPr>
      <w:r w:rsidRPr="005B300D">
        <w:rPr>
          <w:b/>
          <w:bCs/>
          <w:i/>
          <w:iCs/>
        </w:rPr>
        <w:t>Adatátvitel</w:t>
      </w:r>
      <w:r w:rsidRPr="005B300D">
        <w:rPr>
          <w:b/>
          <w:bCs/>
          <w:i/>
          <w:iCs/>
        </w:rPr>
        <w:tab/>
      </w:r>
      <w:r w:rsidRPr="005B300D">
        <w:rPr>
          <w:b/>
          <w:bCs/>
          <w:i/>
          <w:iCs/>
        </w:rPr>
        <w:tab/>
      </w:r>
      <w:r w:rsidRPr="005B300D">
        <w:rPr>
          <w:b/>
          <w:i/>
        </w:rPr>
        <w:t>4 óra/4 óra</w:t>
      </w:r>
    </w:p>
    <w:p w:rsidR="005D696B" w:rsidRPr="005B300D" w:rsidRDefault="005D696B" w:rsidP="005D696B">
      <w:pPr>
        <w:pStyle w:val="Listaszerbekezds"/>
        <w:tabs>
          <w:tab w:val="left" w:pos="1418"/>
          <w:tab w:val="right" w:pos="9792"/>
        </w:tabs>
      </w:pPr>
      <w:r w:rsidRPr="005B300D">
        <w:rPr>
          <w:b/>
          <w:i/>
        </w:rPr>
        <w:t xml:space="preserve">    </w:t>
      </w:r>
      <w:r w:rsidRPr="005B300D">
        <w:rPr>
          <w:b/>
          <w:i/>
        </w:rPr>
        <w:tab/>
        <w:t xml:space="preserve"> </w:t>
      </w:r>
      <w:proofErr w:type="spellStart"/>
      <w:r w:rsidRPr="005B300D">
        <w:t>Bitek-Bytok</w:t>
      </w:r>
      <w:proofErr w:type="spellEnd"/>
      <w:r w:rsidRPr="005B300D">
        <w:rPr>
          <w:b/>
          <w:i/>
        </w:rPr>
        <w:tab/>
      </w:r>
    </w:p>
    <w:p w:rsidR="005D696B" w:rsidRPr="005B300D" w:rsidRDefault="005D696B" w:rsidP="005D696B">
      <w:pPr>
        <w:pStyle w:val="Standard"/>
        <w:tabs>
          <w:tab w:val="left" w:pos="1418"/>
          <w:tab w:val="right" w:pos="9072"/>
        </w:tabs>
        <w:spacing w:after="0"/>
        <w:rPr>
          <w:b/>
          <w:bCs/>
          <w:i/>
          <w:iCs/>
        </w:rPr>
      </w:pPr>
      <w:r w:rsidRPr="005B300D">
        <w:t xml:space="preserve">     </w:t>
      </w:r>
      <w:r w:rsidRPr="005B300D">
        <w:tab/>
        <w:t>Decimális számok</w:t>
      </w:r>
    </w:p>
    <w:p w:rsidR="005D696B" w:rsidRPr="005B300D" w:rsidRDefault="005D696B" w:rsidP="005D696B">
      <w:pPr>
        <w:pStyle w:val="Listaszerbekezds"/>
        <w:tabs>
          <w:tab w:val="left" w:pos="1701"/>
          <w:tab w:val="right" w:pos="9072"/>
        </w:tabs>
        <w:ind w:left="0"/>
        <w:rPr>
          <w:b/>
          <w:bCs/>
          <w:i/>
          <w:iCs/>
        </w:rPr>
      </w:pPr>
      <w:r w:rsidRPr="005B300D">
        <w:t xml:space="preserve">                         Bináris matematika</w:t>
      </w:r>
    </w:p>
    <w:p w:rsidR="005D696B" w:rsidRPr="005B300D" w:rsidRDefault="005D696B" w:rsidP="005D696B">
      <w:pPr>
        <w:pStyle w:val="Listaszerbekezds"/>
        <w:tabs>
          <w:tab w:val="left" w:pos="1701"/>
          <w:tab w:val="right" w:pos="9072"/>
        </w:tabs>
        <w:ind w:left="0"/>
        <w:rPr>
          <w:b/>
          <w:bCs/>
          <w:i/>
          <w:iCs/>
        </w:rPr>
      </w:pPr>
      <w:r w:rsidRPr="005B300D">
        <w:t xml:space="preserve">                         Modemek</w:t>
      </w:r>
    </w:p>
    <w:p w:rsidR="005D696B" w:rsidRPr="005B300D" w:rsidRDefault="005D696B" w:rsidP="005D696B">
      <w:pPr>
        <w:pStyle w:val="Listaszerbekezds"/>
        <w:tabs>
          <w:tab w:val="left" w:pos="1701"/>
          <w:tab w:val="right" w:pos="9072"/>
        </w:tabs>
        <w:ind w:left="0"/>
        <w:rPr>
          <w:b/>
          <w:bCs/>
          <w:i/>
          <w:iCs/>
        </w:rPr>
      </w:pPr>
      <w:r w:rsidRPr="005B300D">
        <w:t xml:space="preserve">                         Adattömörítés</w:t>
      </w:r>
    </w:p>
    <w:p w:rsidR="005D696B" w:rsidRPr="005B300D" w:rsidRDefault="005D696B" w:rsidP="005D696B">
      <w:pPr>
        <w:pStyle w:val="Listaszerbekezds"/>
        <w:tabs>
          <w:tab w:val="left" w:pos="1701"/>
          <w:tab w:val="right" w:pos="9072"/>
        </w:tabs>
        <w:ind w:left="0"/>
        <w:rPr>
          <w:b/>
          <w:bCs/>
          <w:i/>
          <w:iCs/>
        </w:rPr>
      </w:pPr>
      <w:r w:rsidRPr="005B300D">
        <w:t xml:space="preserve">                         Adatkommunikációs protokollok</w:t>
      </w:r>
    </w:p>
    <w:p w:rsidR="005D696B" w:rsidRPr="005B300D" w:rsidRDefault="005D696B" w:rsidP="005D696B">
      <w:pPr>
        <w:pStyle w:val="Standard"/>
        <w:tabs>
          <w:tab w:val="left" w:pos="2269"/>
          <w:tab w:val="right" w:pos="9923"/>
        </w:tabs>
        <w:spacing w:after="0"/>
        <w:ind w:left="851"/>
      </w:pPr>
      <w:r w:rsidRPr="005B300D">
        <w:t xml:space="preserve">           USB</w:t>
      </w:r>
    </w:p>
    <w:p w:rsidR="005D696B" w:rsidRPr="005B300D" w:rsidRDefault="005D696B" w:rsidP="005D696B">
      <w:pPr>
        <w:pStyle w:val="Standard"/>
        <w:tabs>
          <w:tab w:val="left" w:pos="2269"/>
          <w:tab w:val="right" w:pos="9923"/>
        </w:tabs>
        <w:spacing w:after="0"/>
        <w:ind w:left="851"/>
      </w:pPr>
      <w:r w:rsidRPr="005B300D">
        <w:t xml:space="preserve">           </w:t>
      </w:r>
      <w:proofErr w:type="spellStart"/>
      <w:r w:rsidRPr="005B300D">
        <w:t>Bluetooth</w:t>
      </w:r>
      <w:proofErr w:type="spellEnd"/>
    </w:p>
    <w:p w:rsidR="005D696B" w:rsidRPr="005B300D" w:rsidRDefault="005D696B" w:rsidP="005D696B">
      <w:pPr>
        <w:pStyle w:val="Standard"/>
        <w:tabs>
          <w:tab w:val="left" w:pos="2269"/>
          <w:tab w:val="right" w:pos="9923"/>
        </w:tabs>
        <w:spacing w:after="0"/>
        <w:ind w:left="851"/>
      </w:pPr>
      <w:r w:rsidRPr="005B300D">
        <w:t xml:space="preserve">           </w:t>
      </w:r>
      <w:proofErr w:type="spellStart"/>
      <w:r w:rsidRPr="005B300D">
        <w:t>Wifi</w:t>
      </w:r>
      <w:proofErr w:type="spellEnd"/>
    </w:p>
    <w:p w:rsidR="005D696B" w:rsidRPr="005B300D" w:rsidRDefault="005D696B" w:rsidP="005D696B">
      <w:pPr>
        <w:pStyle w:val="Listaszerbekezds"/>
        <w:tabs>
          <w:tab w:val="left" w:pos="2268"/>
          <w:tab w:val="right" w:pos="9639"/>
        </w:tabs>
        <w:ind w:left="567"/>
        <w:rPr>
          <w:b/>
          <w:i/>
        </w:rPr>
      </w:pPr>
      <w:r w:rsidRPr="005B300D">
        <w:rPr>
          <w:b/>
          <w:i/>
        </w:rPr>
        <w:t xml:space="preserve"> </w:t>
      </w:r>
      <w:r w:rsidRPr="005B300D">
        <w:rPr>
          <w:b/>
          <w:i/>
        </w:rPr>
        <w:tab/>
      </w:r>
    </w:p>
    <w:p w:rsidR="005D696B" w:rsidRPr="005B300D" w:rsidRDefault="005D696B" w:rsidP="005D696B">
      <w:pPr>
        <w:pStyle w:val="Listaszerbekezds"/>
        <w:numPr>
          <w:ilvl w:val="2"/>
          <w:numId w:val="18"/>
        </w:numPr>
        <w:tabs>
          <w:tab w:val="left" w:pos="2421"/>
          <w:tab w:val="right" w:pos="9072"/>
        </w:tabs>
        <w:suppressAutoHyphens/>
        <w:autoSpaceDN w:val="0"/>
        <w:contextualSpacing w:val="0"/>
        <w:jc w:val="both"/>
        <w:textAlignment w:val="baseline"/>
        <w:rPr>
          <w:b/>
          <w:i/>
        </w:rPr>
      </w:pPr>
      <w:r w:rsidRPr="005B300D">
        <w:rPr>
          <w:b/>
          <w:i/>
        </w:rPr>
        <w:t>Illesztés</w:t>
      </w:r>
      <w:r w:rsidRPr="005B300D">
        <w:rPr>
          <w:b/>
          <w:i/>
        </w:rPr>
        <w:tab/>
      </w:r>
      <w:r w:rsidRPr="005B300D">
        <w:rPr>
          <w:b/>
          <w:i/>
        </w:rPr>
        <w:tab/>
        <w:t>7 óra/8 óra</w:t>
      </w:r>
    </w:p>
    <w:p w:rsidR="005D696B" w:rsidRPr="005B300D" w:rsidRDefault="005D696B" w:rsidP="00E7234B">
      <w:pPr>
        <w:pStyle w:val="Listaszerbekezds"/>
        <w:tabs>
          <w:tab w:val="left" w:pos="2421"/>
          <w:tab w:val="right" w:pos="9792"/>
        </w:tabs>
      </w:pPr>
      <w:r w:rsidRPr="005B300D">
        <w:rPr>
          <w:b/>
          <w:i/>
        </w:rPr>
        <w:t xml:space="preserve">            </w:t>
      </w:r>
      <w:r w:rsidR="00E7234B">
        <w:rPr>
          <w:b/>
          <w:i/>
        </w:rPr>
        <w:t xml:space="preserve">    </w:t>
      </w:r>
      <w:r w:rsidRPr="005B300D">
        <w:t>Klasszikus illesztési formulák</w:t>
      </w:r>
    </w:p>
    <w:p w:rsidR="005D696B" w:rsidRPr="005B300D" w:rsidRDefault="005D696B" w:rsidP="005D696B">
      <w:pPr>
        <w:pStyle w:val="Listaszerbekezds"/>
        <w:tabs>
          <w:tab w:val="left" w:pos="1701"/>
          <w:tab w:val="right" w:pos="9072"/>
        </w:tabs>
        <w:ind w:left="0"/>
      </w:pPr>
      <w:r w:rsidRPr="005B300D">
        <w:t xml:space="preserve">                            NAL-R</w:t>
      </w:r>
    </w:p>
    <w:p w:rsidR="005D696B" w:rsidRPr="005B300D" w:rsidRDefault="005D696B" w:rsidP="005D696B">
      <w:pPr>
        <w:pStyle w:val="Standard"/>
        <w:tabs>
          <w:tab w:val="left" w:pos="2269"/>
          <w:tab w:val="right" w:pos="9923"/>
        </w:tabs>
        <w:spacing w:after="0"/>
        <w:ind w:left="851"/>
      </w:pPr>
      <w:r w:rsidRPr="005B300D">
        <w:t xml:space="preserve">              NAL- RP</w:t>
      </w:r>
    </w:p>
    <w:p w:rsidR="005D696B" w:rsidRPr="005B300D" w:rsidRDefault="005D696B" w:rsidP="005D696B">
      <w:pPr>
        <w:pStyle w:val="Standard"/>
        <w:tabs>
          <w:tab w:val="left" w:pos="2269"/>
          <w:tab w:val="right" w:pos="9923"/>
        </w:tabs>
        <w:spacing w:after="0"/>
        <w:ind w:left="851"/>
      </w:pPr>
      <w:r w:rsidRPr="005B300D">
        <w:t xml:space="preserve">              NAL-NL1</w:t>
      </w:r>
    </w:p>
    <w:p w:rsidR="005D696B" w:rsidRPr="005B300D" w:rsidRDefault="005D696B" w:rsidP="005D696B">
      <w:pPr>
        <w:pStyle w:val="Standard"/>
        <w:tabs>
          <w:tab w:val="left" w:pos="2269"/>
          <w:tab w:val="right" w:pos="9923"/>
        </w:tabs>
        <w:spacing w:after="0"/>
        <w:ind w:left="851"/>
      </w:pPr>
      <w:r w:rsidRPr="005B300D">
        <w:lastRenderedPageBreak/>
        <w:t xml:space="preserve">              DSL</w:t>
      </w:r>
    </w:p>
    <w:p w:rsidR="005D696B" w:rsidRPr="005B300D" w:rsidRDefault="005D696B" w:rsidP="005D696B">
      <w:pPr>
        <w:pStyle w:val="Standard"/>
        <w:tabs>
          <w:tab w:val="left" w:pos="2269"/>
          <w:tab w:val="right" w:pos="9923"/>
        </w:tabs>
        <w:spacing w:after="0"/>
        <w:ind w:left="851"/>
      </w:pPr>
      <w:r w:rsidRPr="005B300D">
        <w:t xml:space="preserve">              NOAH adatbázis és kezelése</w:t>
      </w:r>
    </w:p>
    <w:p w:rsidR="005D696B" w:rsidRPr="005B300D" w:rsidRDefault="005D696B" w:rsidP="005D696B">
      <w:pPr>
        <w:pStyle w:val="Standard"/>
        <w:tabs>
          <w:tab w:val="left" w:pos="2269"/>
          <w:tab w:val="right" w:pos="9923"/>
        </w:tabs>
        <w:spacing w:after="0"/>
        <w:ind w:left="851"/>
      </w:pPr>
      <w:r w:rsidRPr="005B300D">
        <w:t xml:space="preserve">              Gyártók által kifejlesztett beállítási stratégiák</w:t>
      </w:r>
    </w:p>
    <w:p w:rsidR="005D696B" w:rsidRPr="005B300D" w:rsidRDefault="005D696B" w:rsidP="005D696B">
      <w:pPr>
        <w:pStyle w:val="Standard"/>
        <w:tabs>
          <w:tab w:val="left" w:pos="2269"/>
          <w:tab w:val="right" w:pos="9923"/>
        </w:tabs>
        <w:spacing w:after="0"/>
        <w:ind w:left="851"/>
      </w:pPr>
      <w:r w:rsidRPr="005B300D">
        <w:t xml:space="preserve">              </w:t>
      </w:r>
    </w:p>
    <w:p w:rsidR="005D696B" w:rsidRPr="005B300D" w:rsidRDefault="005D696B" w:rsidP="005D696B">
      <w:pPr>
        <w:pStyle w:val="Listaszerbekezds"/>
        <w:numPr>
          <w:ilvl w:val="2"/>
          <w:numId w:val="18"/>
        </w:numPr>
        <w:suppressAutoHyphens/>
        <w:autoSpaceDN w:val="0"/>
        <w:ind w:left="993" w:hanging="426"/>
        <w:contextualSpacing w:val="0"/>
        <w:jc w:val="both"/>
        <w:textAlignment w:val="baseline"/>
        <w:rPr>
          <w:b/>
          <w:i/>
        </w:rPr>
      </w:pPr>
      <w:r w:rsidRPr="005B300D">
        <w:rPr>
          <w:b/>
          <w:i/>
        </w:rPr>
        <w:t xml:space="preserve">Hallásjavító készülék </w:t>
      </w:r>
      <w:proofErr w:type="gramStart"/>
      <w:r w:rsidRPr="005B300D">
        <w:rPr>
          <w:b/>
          <w:i/>
        </w:rPr>
        <w:t>kiválasztása</w:t>
      </w:r>
      <w:r w:rsidRPr="005B300D">
        <w:rPr>
          <w:b/>
          <w:i/>
        </w:rPr>
        <w:tab/>
      </w:r>
      <w:r w:rsidRPr="005B300D">
        <w:rPr>
          <w:b/>
          <w:i/>
        </w:rPr>
        <w:tab/>
      </w:r>
      <w:r w:rsidRPr="005B300D">
        <w:rPr>
          <w:b/>
          <w:i/>
        </w:rPr>
        <w:tab/>
      </w:r>
      <w:r w:rsidRPr="005B300D">
        <w:rPr>
          <w:b/>
          <w:i/>
        </w:rPr>
        <w:tab/>
        <w:t xml:space="preserve">       10</w:t>
      </w:r>
      <w:proofErr w:type="gramEnd"/>
      <w:r w:rsidRPr="005B300D">
        <w:rPr>
          <w:b/>
          <w:i/>
        </w:rPr>
        <w:t xml:space="preserve"> óra/11 óra</w:t>
      </w:r>
    </w:p>
    <w:p w:rsidR="005D696B" w:rsidRPr="005B300D" w:rsidRDefault="005D696B" w:rsidP="005D696B">
      <w:pPr>
        <w:pStyle w:val="Listaszerbekezds"/>
        <w:tabs>
          <w:tab w:val="left" w:pos="1701"/>
          <w:tab w:val="right" w:pos="9072"/>
        </w:tabs>
        <w:ind w:left="0"/>
      </w:pPr>
      <w:r w:rsidRPr="005B300D">
        <w:rPr>
          <w:b/>
          <w:i/>
        </w:rPr>
        <w:t xml:space="preserve">              </w:t>
      </w:r>
      <w:r w:rsidRPr="005B300D">
        <w:t xml:space="preserve">           Páciens állapotának, igényeinek felmérése</w:t>
      </w:r>
    </w:p>
    <w:p w:rsidR="005D696B" w:rsidRPr="005B300D" w:rsidRDefault="005D696B" w:rsidP="005D696B">
      <w:pPr>
        <w:pStyle w:val="Listaszerbekezds"/>
        <w:tabs>
          <w:tab w:val="left" w:pos="1701"/>
          <w:tab w:val="right" w:pos="9072"/>
        </w:tabs>
        <w:ind w:left="0"/>
      </w:pPr>
      <w:r w:rsidRPr="005B300D">
        <w:t xml:space="preserve">                         Rehabilitációs terv készítése</w:t>
      </w:r>
    </w:p>
    <w:p w:rsidR="005D696B" w:rsidRPr="005B300D" w:rsidRDefault="005D696B" w:rsidP="005D696B">
      <w:pPr>
        <w:pStyle w:val="Listaszerbekezds"/>
        <w:tabs>
          <w:tab w:val="left" w:pos="1701"/>
          <w:tab w:val="right" w:pos="9072"/>
        </w:tabs>
        <w:ind w:left="0"/>
      </w:pPr>
      <w:r w:rsidRPr="005B300D">
        <w:t xml:space="preserve">                         Együttműködés </w:t>
      </w:r>
      <w:proofErr w:type="spellStart"/>
      <w:r w:rsidRPr="005B300D">
        <w:t>audiológus</w:t>
      </w:r>
      <w:proofErr w:type="spellEnd"/>
      <w:r w:rsidRPr="005B300D">
        <w:t xml:space="preserve"> szakorvossal</w:t>
      </w:r>
    </w:p>
    <w:p w:rsidR="005D696B" w:rsidRPr="005B300D" w:rsidRDefault="005D696B" w:rsidP="005D696B">
      <w:pPr>
        <w:pStyle w:val="Listaszerbekezds"/>
        <w:tabs>
          <w:tab w:val="left" w:pos="1701"/>
          <w:tab w:val="right" w:pos="9072"/>
        </w:tabs>
        <w:ind w:left="0"/>
      </w:pPr>
      <w:r w:rsidRPr="005B300D">
        <w:t xml:space="preserve">                         Hallásjavító eszköz kiválasztása</w:t>
      </w:r>
    </w:p>
    <w:p w:rsidR="005D696B" w:rsidRPr="005B300D" w:rsidRDefault="005D696B" w:rsidP="005D696B">
      <w:pPr>
        <w:pStyle w:val="Listaszerbekezds"/>
        <w:tabs>
          <w:tab w:val="left" w:pos="1701"/>
          <w:tab w:val="right" w:pos="9072"/>
        </w:tabs>
        <w:ind w:left="0"/>
      </w:pPr>
      <w:r w:rsidRPr="005B300D">
        <w:t xml:space="preserve">                         Próbahordás</w:t>
      </w:r>
    </w:p>
    <w:p w:rsidR="005D696B" w:rsidRPr="005B300D" w:rsidRDefault="005D696B" w:rsidP="005D696B">
      <w:pPr>
        <w:pStyle w:val="Listaszerbekezds"/>
        <w:tabs>
          <w:tab w:val="left" w:pos="1701"/>
          <w:tab w:val="right" w:pos="9072"/>
        </w:tabs>
        <w:ind w:left="0"/>
      </w:pPr>
      <w:r w:rsidRPr="005B300D">
        <w:t xml:space="preserve">                         Adminisztráció</w:t>
      </w:r>
    </w:p>
    <w:p w:rsidR="005D696B" w:rsidRPr="005B300D" w:rsidRDefault="005D696B" w:rsidP="005D696B">
      <w:pPr>
        <w:pStyle w:val="Listaszerbekezds"/>
        <w:tabs>
          <w:tab w:val="left" w:pos="1701"/>
          <w:tab w:val="right" w:pos="9072"/>
        </w:tabs>
        <w:ind w:left="0"/>
      </w:pPr>
      <w:r w:rsidRPr="005B300D">
        <w:t xml:space="preserve">                         Kommunikáció hozzátartozóval, szülővel</w:t>
      </w:r>
    </w:p>
    <w:p w:rsidR="005D696B" w:rsidRPr="005B300D" w:rsidRDefault="005D696B" w:rsidP="005D696B">
      <w:pPr>
        <w:pStyle w:val="Standard"/>
        <w:tabs>
          <w:tab w:val="left" w:pos="2269"/>
          <w:tab w:val="right" w:pos="9923"/>
        </w:tabs>
        <w:spacing w:after="0"/>
        <w:ind w:left="851"/>
      </w:pPr>
    </w:p>
    <w:p w:rsidR="005D696B" w:rsidRPr="005B300D" w:rsidRDefault="005D696B" w:rsidP="005D696B">
      <w:pPr>
        <w:pStyle w:val="Listaszerbekezds"/>
        <w:ind w:left="0"/>
      </w:pPr>
      <w:r w:rsidRPr="005B300D">
        <w:t xml:space="preserve">      </w:t>
      </w:r>
      <w:r w:rsidRPr="005B300D">
        <w:rPr>
          <w:b/>
          <w:bCs/>
          <w:i/>
          <w:iCs/>
        </w:rPr>
        <w:t xml:space="preserve"> 22.3. 4.     Ellenőrzés, finomhangolás</w:t>
      </w:r>
      <w:r w:rsidRPr="005B300D">
        <w:rPr>
          <w:b/>
          <w:bCs/>
          <w:i/>
          <w:iCs/>
        </w:rPr>
        <w:tab/>
      </w:r>
      <w:r w:rsidRPr="005B300D">
        <w:rPr>
          <w:b/>
          <w:bCs/>
          <w:i/>
          <w:iCs/>
        </w:rPr>
        <w:tab/>
      </w:r>
      <w:r w:rsidRPr="005B300D">
        <w:rPr>
          <w:b/>
          <w:bCs/>
          <w:i/>
          <w:iCs/>
        </w:rPr>
        <w:tab/>
      </w:r>
      <w:r w:rsidRPr="005B300D">
        <w:rPr>
          <w:b/>
          <w:bCs/>
          <w:i/>
          <w:iCs/>
        </w:rPr>
        <w:tab/>
      </w:r>
      <w:r w:rsidRPr="005B300D">
        <w:rPr>
          <w:b/>
          <w:bCs/>
          <w:i/>
          <w:iCs/>
        </w:rPr>
        <w:tab/>
      </w:r>
      <w:r w:rsidRPr="005B300D">
        <w:rPr>
          <w:b/>
          <w:bCs/>
          <w:i/>
          <w:iCs/>
        </w:rPr>
        <w:tab/>
        <w:t>4 óra/5 óra</w:t>
      </w:r>
    </w:p>
    <w:p w:rsidR="005D696B" w:rsidRPr="005B300D" w:rsidRDefault="005D696B" w:rsidP="005D696B">
      <w:pPr>
        <w:pStyle w:val="Standard"/>
        <w:spacing w:after="0"/>
        <w:ind w:left="426"/>
      </w:pPr>
      <w:r w:rsidRPr="005B300D">
        <w:t xml:space="preserve">                 Elbocsátási felmérések</w:t>
      </w:r>
    </w:p>
    <w:p w:rsidR="005D696B" w:rsidRPr="005B300D" w:rsidRDefault="005D696B" w:rsidP="005D696B">
      <w:pPr>
        <w:pStyle w:val="Standard"/>
        <w:spacing w:after="0"/>
        <w:ind w:left="426"/>
      </w:pPr>
      <w:r w:rsidRPr="005B300D">
        <w:t xml:space="preserve">                 </w:t>
      </w:r>
      <w:proofErr w:type="spellStart"/>
      <w:r w:rsidRPr="005B300D">
        <w:t>Cosi</w:t>
      </w:r>
      <w:proofErr w:type="spellEnd"/>
      <w:r w:rsidRPr="005B300D">
        <w:t xml:space="preserve"> teszt</w:t>
      </w:r>
    </w:p>
    <w:p w:rsidR="005D696B" w:rsidRPr="005B300D" w:rsidRDefault="005D696B" w:rsidP="005D696B">
      <w:pPr>
        <w:pStyle w:val="Standard"/>
        <w:spacing w:after="0"/>
        <w:ind w:left="426"/>
      </w:pPr>
      <w:r w:rsidRPr="005B300D">
        <w:t xml:space="preserve">                Finomhangolás</w:t>
      </w:r>
    </w:p>
    <w:p w:rsidR="005D696B" w:rsidRPr="005B300D" w:rsidRDefault="005D696B" w:rsidP="005D696B">
      <w:pPr>
        <w:pStyle w:val="Standard"/>
        <w:spacing w:after="0"/>
        <w:ind w:left="426"/>
      </w:pPr>
      <w:r w:rsidRPr="005B300D">
        <w:t xml:space="preserve">                Hallókészülék beállításának eredményei, eredmények rögzítése</w:t>
      </w:r>
    </w:p>
    <w:p w:rsidR="005D696B" w:rsidRPr="005B300D" w:rsidRDefault="005D696B" w:rsidP="005D696B">
      <w:pPr>
        <w:pStyle w:val="Standard"/>
        <w:spacing w:after="0"/>
        <w:ind w:left="426"/>
      </w:pPr>
      <w:r w:rsidRPr="005B300D">
        <w:t xml:space="preserve">                </w:t>
      </w:r>
    </w:p>
    <w:p w:rsidR="005D696B" w:rsidRPr="005B300D" w:rsidRDefault="005D696B" w:rsidP="005D696B">
      <w:pPr>
        <w:pStyle w:val="Standard"/>
        <w:spacing w:after="0"/>
        <w:ind w:left="426"/>
        <w:rPr>
          <w:b/>
          <w:bCs/>
          <w:i/>
          <w:iCs/>
        </w:rPr>
      </w:pPr>
      <w:r w:rsidRPr="005B300D">
        <w:rPr>
          <w:b/>
          <w:bCs/>
          <w:i/>
          <w:iCs/>
        </w:rPr>
        <w:t>22.3.5.     Gyermek ellátása hallókészülékkel</w:t>
      </w:r>
      <w:r w:rsidRPr="005B300D">
        <w:rPr>
          <w:b/>
          <w:bCs/>
          <w:i/>
          <w:iCs/>
        </w:rPr>
        <w:tab/>
      </w:r>
      <w:r w:rsidRPr="005B300D">
        <w:rPr>
          <w:b/>
          <w:bCs/>
          <w:i/>
          <w:iCs/>
        </w:rPr>
        <w:tab/>
      </w:r>
      <w:r w:rsidRPr="005B300D">
        <w:rPr>
          <w:b/>
          <w:bCs/>
          <w:i/>
          <w:iCs/>
        </w:rPr>
        <w:tab/>
      </w:r>
      <w:r w:rsidRPr="005B300D">
        <w:rPr>
          <w:b/>
          <w:bCs/>
          <w:i/>
          <w:iCs/>
        </w:rPr>
        <w:tab/>
      </w:r>
      <w:r w:rsidRPr="005B300D">
        <w:rPr>
          <w:b/>
          <w:bCs/>
          <w:i/>
          <w:iCs/>
        </w:rPr>
        <w:tab/>
        <w:t>6 óra/7 óra</w:t>
      </w:r>
    </w:p>
    <w:p w:rsidR="005D696B" w:rsidRPr="005B300D" w:rsidRDefault="00E7234B" w:rsidP="005D696B">
      <w:pPr>
        <w:pStyle w:val="Standard"/>
        <w:spacing w:after="0"/>
        <w:ind w:left="426"/>
      </w:pPr>
      <w:r>
        <w:rPr>
          <w:b/>
          <w:bCs/>
          <w:i/>
          <w:iCs/>
        </w:rPr>
        <w:t xml:space="preserve">         </w:t>
      </w:r>
      <w:r w:rsidR="005D696B" w:rsidRPr="005B300D">
        <w:rPr>
          <w:b/>
          <w:bCs/>
          <w:i/>
          <w:iCs/>
        </w:rPr>
        <w:t xml:space="preserve">  </w:t>
      </w:r>
      <w:r>
        <w:rPr>
          <w:b/>
          <w:bCs/>
          <w:i/>
          <w:iCs/>
        </w:rPr>
        <w:t xml:space="preserve"> </w:t>
      </w:r>
      <w:r w:rsidR="005D696B" w:rsidRPr="005B300D">
        <w:rPr>
          <w:b/>
          <w:bCs/>
          <w:i/>
          <w:iCs/>
        </w:rPr>
        <w:t xml:space="preserve">    </w:t>
      </w:r>
      <w:r w:rsidR="005D696B" w:rsidRPr="005B300D">
        <w:t xml:space="preserve">Együttműködés </w:t>
      </w:r>
      <w:proofErr w:type="spellStart"/>
      <w:r w:rsidR="005D696B" w:rsidRPr="005B300D">
        <w:t>szurdopedagógussal</w:t>
      </w:r>
      <w:proofErr w:type="spellEnd"/>
    </w:p>
    <w:p w:rsidR="005D696B" w:rsidRPr="005B300D" w:rsidRDefault="005D696B" w:rsidP="005D696B">
      <w:pPr>
        <w:pStyle w:val="Standard"/>
        <w:spacing w:after="0"/>
        <w:ind w:left="426"/>
        <w:rPr>
          <w:b/>
          <w:bCs/>
          <w:i/>
          <w:iCs/>
        </w:rPr>
      </w:pPr>
    </w:p>
    <w:p w:rsidR="005D696B" w:rsidRPr="005B300D" w:rsidRDefault="005D696B" w:rsidP="005D696B">
      <w:pPr>
        <w:pStyle w:val="Listaszerbekezds"/>
        <w:numPr>
          <w:ilvl w:val="1"/>
          <w:numId w:val="18"/>
        </w:numPr>
        <w:jc w:val="both"/>
        <w:rPr>
          <w:b/>
        </w:rPr>
      </w:pPr>
      <w:r w:rsidRPr="005B300D">
        <w:rPr>
          <w:b/>
        </w:rPr>
        <w:t>A képzés javasolt helyszíne (ajánlás)</w:t>
      </w:r>
    </w:p>
    <w:p w:rsidR="005D696B" w:rsidRPr="005B300D" w:rsidRDefault="005D696B" w:rsidP="005D696B">
      <w:pPr>
        <w:pStyle w:val="Listaszerbekezds"/>
        <w:suppressAutoHyphens/>
        <w:autoSpaceDN w:val="0"/>
        <w:ind w:left="792"/>
        <w:contextualSpacing w:val="0"/>
        <w:textAlignment w:val="baseline"/>
      </w:pPr>
      <w:r w:rsidRPr="005B300D">
        <w:t>Tanterem</w:t>
      </w:r>
    </w:p>
    <w:p w:rsidR="005D696B" w:rsidRPr="005B300D" w:rsidRDefault="005D696B" w:rsidP="005D696B">
      <w:pPr>
        <w:pStyle w:val="Listaszerbekezds"/>
        <w:suppressAutoHyphens/>
        <w:autoSpaceDN w:val="0"/>
        <w:ind w:left="792"/>
        <w:contextualSpacing w:val="0"/>
        <w:textAlignment w:val="baseline"/>
      </w:pPr>
    </w:p>
    <w:p w:rsidR="005D696B" w:rsidRPr="005B300D" w:rsidRDefault="005D696B" w:rsidP="005D696B">
      <w:pPr>
        <w:pStyle w:val="Listaszerbekezds"/>
        <w:numPr>
          <w:ilvl w:val="1"/>
          <w:numId w:val="18"/>
        </w:numPr>
        <w:suppressAutoHyphens/>
        <w:autoSpaceDN w:val="0"/>
        <w:contextualSpacing w:val="0"/>
        <w:jc w:val="both"/>
        <w:textAlignment w:val="baseline"/>
        <w:rPr>
          <w:b/>
        </w:rPr>
      </w:pPr>
      <w:r w:rsidRPr="005B300D">
        <w:rPr>
          <w:b/>
        </w:rPr>
        <w:t>A tantárgy elsajátítása során alkalmazható sajátos módszerek, tanulói tevékenységformák (ajánlás)</w:t>
      </w:r>
    </w:p>
    <w:p w:rsidR="005D696B" w:rsidRPr="005B300D" w:rsidRDefault="005D696B" w:rsidP="005D696B">
      <w:pPr>
        <w:pStyle w:val="Standard"/>
        <w:spacing w:after="0"/>
        <w:ind w:left="426"/>
      </w:pPr>
    </w:p>
    <w:p w:rsidR="005D696B" w:rsidRPr="005B300D" w:rsidRDefault="005D696B" w:rsidP="005D696B">
      <w:pPr>
        <w:pStyle w:val="Listaszerbekezds"/>
        <w:numPr>
          <w:ilvl w:val="2"/>
          <w:numId w:val="18"/>
        </w:numPr>
        <w:suppressAutoHyphens/>
        <w:autoSpaceDN w:val="0"/>
        <w:contextualSpacing w:val="0"/>
        <w:jc w:val="both"/>
        <w:textAlignment w:val="baseline"/>
        <w:rPr>
          <w:b/>
        </w:rPr>
      </w:pPr>
      <w:r w:rsidRPr="005B300D">
        <w:rPr>
          <w:b/>
        </w:rPr>
        <w:t>A tantárgy elsajátítása során alkalmazható sajátos módszerek (ajánlás)</w:t>
      </w:r>
    </w:p>
    <w:tbl>
      <w:tblPr>
        <w:tblW w:w="8440" w:type="dxa"/>
        <w:jc w:val="center"/>
        <w:tblLayout w:type="fixed"/>
        <w:tblCellMar>
          <w:left w:w="10" w:type="dxa"/>
          <w:right w:w="10" w:type="dxa"/>
        </w:tblCellMar>
        <w:tblLook w:val="0000" w:firstRow="0" w:lastRow="0" w:firstColumn="0" w:lastColumn="0" w:noHBand="0" w:noVBand="0"/>
      </w:tblPr>
      <w:tblGrid>
        <w:gridCol w:w="959"/>
        <w:gridCol w:w="2221"/>
        <w:gridCol w:w="959"/>
        <w:gridCol w:w="960"/>
        <w:gridCol w:w="960"/>
        <w:gridCol w:w="2381"/>
      </w:tblGrid>
      <w:tr w:rsidR="005D696B" w:rsidRPr="005B300D" w:rsidTr="00FF0CD2">
        <w:trPr>
          <w:trHeight w:val="600"/>
          <w:jc w:val="center"/>
        </w:trPr>
        <w:tc>
          <w:tcPr>
            <w:tcW w:w="959"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Sorszám</w:t>
            </w:r>
          </w:p>
        </w:tc>
        <w:tc>
          <w:tcPr>
            <w:tcW w:w="222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Alkalmazott oktatási módszer neve</w:t>
            </w:r>
          </w:p>
        </w:tc>
        <w:tc>
          <w:tcPr>
            <w:tcW w:w="2879" w:type="dxa"/>
            <w:gridSpan w:val="3"/>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 tanulói tevékenység szervezeti kerete</w:t>
            </w:r>
          </w:p>
        </w:tc>
        <w:tc>
          <w:tcPr>
            <w:tcW w:w="238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Alkalmazandó eszközök és felszerelések</w:t>
            </w:r>
          </w:p>
        </w:tc>
      </w:tr>
      <w:tr w:rsidR="005D696B" w:rsidRPr="005B300D" w:rsidTr="00FF0CD2">
        <w:trPr>
          <w:trHeight w:val="255"/>
          <w:jc w:val="center"/>
        </w:trPr>
        <w:tc>
          <w:tcPr>
            <w:tcW w:w="9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c>
          <w:tcPr>
            <w:tcW w:w="2221"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c>
          <w:tcPr>
            <w:tcW w:w="9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egyéni</w:t>
            </w:r>
          </w:p>
        </w:tc>
        <w:tc>
          <w:tcPr>
            <w:tcW w:w="96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csoport</w:t>
            </w:r>
          </w:p>
        </w:tc>
        <w:tc>
          <w:tcPr>
            <w:tcW w:w="96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osztály</w:t>
            </w:r>
          </w:p>
        </w:tc>
        <w:tc>
          <w:tcPr>
            <w:tcW w:w="2381"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magyarázat</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szemléltetés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xml:space="preserve"> Projektor, </w:t>
            </w:r>
            <w:proofErr w:type="gramStart"/>
            <w:r w:rsidRPr="005B300D">
              <w:rPr>
                <w:color w:val="000000"/>
                <w:sz w:val="20"/>
                <w:szCs w:val="20"/>
                <w:lang w:eastAsia="hu-HU"/>
              </w:rPr>
              <w:t>v .írásvetítő</w:t>
            </w:r>
            <w:proofErr w:type="gramEnd"/>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megbeszélés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4.</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házi feladat</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5.</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kiselőadás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bl>
    <w:p w:rsidR="005D696B" w:rsidRPr="005B300D" w:rsidRDefault="005D696B" w:rsidP="005D696B">
      <w:pPr>
        <w:pStyle w:val="Listaszerbekezds"/>
        <w:suppressAutoHyphens/>
        <w:autoSpaceDN w:val="0"/>
        <w:ind w:left="1224"/>
        <w:contextualSpacing w:val="0"/>
        <w:textAlignment w:val="baseline"/>
        <w:rPr>
          <w:b/>
        </w:rPr>
      </w:pPr>
    </w:p>
    <w:p w:rsidR="005D696B" w:rsidRPr="005B300D" w:rsidRDefault="005D696B" w:rsidP="005D696B">
      <w:pPr>
        <w:pStyle w:val="Listaszerbekezds"/>
        <w:suppressAutoHyphens/>
        <w:autoSpaceDN w:val="0"/>
        <w:ind w:left="1224"/>
        <w:contextualSpacing w:val="0"/>
        <w:textAlignment w:val="baseline"/>
        <w:rPr>
          <w:b/>
        </w:rPr>
      </w:pPr>
    </w:p>
    <w:p w:rsidR="005D696B" w:rsidRPr="005B300D" w:rsidRDefault="005D696B" w:rsidP="005D696B">
      <w:pPr>
        <w:pStyle w:val="Listaszerbekezds"/>
        <w:numPr>
          <w:ilvl w:val="2"/>
          <w:numId w:val="18"/>
        </w:numPr>
        <w:suppressAutoHyphens/>
        <w:autoSpaceDN w:val="0"/>
        <w:contextualSpacing w:val="0"/>
        <w:jc w:val="both"/>
        <w:textAlignment w:val="baseline"/>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36"/>
        <w:gridCol w:w="2777"/>
        <w:gridCol w:w="759"/>
        <w:gridCol w:w="795"/>
        <w:gridCol w:w="775"/>
        <w:gridCol w:w="2358"/>
      </w:tblGrid>
      <w:tr w:rsidR="005D696B" w:rsidRPr="005B300D" w:rsidTr="00FF0CD2">
        <w:trPr>
          <w:trHeight w:val="255"/>
          <w:jc w:val="center"/>
        </w:trPr>
        <w:tc>
          <w:tcPr>
            <w:tcW w:w="1036"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Sorszám</w:t>
            </w:r>
          </w:p>
        </w:tc>
        <w:tc>
          <w:tcPr>
            <w:tcW w:w="2777"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Tanulói tevékenységforma</w:t>
            </w:r>
          </w:p>
        </w:tc>
        <w:tc>
          <w:tcPr>
            <w:tcW w:w="2329" w:type="dxa"/>
            <w:gridSpan w:val="3"/>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Tanulói tevékenység szervezési kerete (differenciálási módok)</w:t>
            </w:r>
          </w:p>
        </w:tc>
        <w:tc>
          <w:tcPr>
            <w:tcW w:w="2358"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Alkalmazandó eszközök és felszerelések</w:t>
            </w:r>
          </w:p>
        </w:tc>
      </w:tr>
      <w:tr w:rsidR="005D696B" w:rsidRPr="005B300D" w:rsidTr="00FF0CD2">
        <w:trPr>
          <w:trHeight w:val="510"/>
          <w:jc w:val="center"/>
        </w:trPr>
        <w:tc>
          <w:tcPr>
            <w:tcW w:w="1036" w:type="dxa"/>
            <w:vMerge/>
            <w:shd w:val="clear" w:color="auto" w:fill="FFFFFF"/>
            <w:tcMar>
              <w:top w:w="0" w:type="dxa"/>
              <w:left w:w="70" w:type="dxa"/>
              <w:bottom w:w="0" w:type="dxa"/>
              <w:right w:w="70" w:type="dxa"/>
            </w:tcMar>
            <w:vAlign w:val="center"/>
          </w:tcPr>
          <w:p w:rsidR="005D696B" w:rsidRPr="005B300D" w:rsidRDefault="005D696B" w:rsidP="00FF0CD2"/>
        </w:tc>
        <w:tc>
          <w:tcPr>
            <w:tcW w:w="2777" w:type="dxa"/>
            <w:vMerge/>
            <w:shd w:val="clear" w:color="auto" w:fill="FFFFFF"/>
            <w:tcMar>
              <w:top w:w="0" w:type="dxa"/>
              <w:left w:w="70" w:type="dxa"/>
              <w:bottom w:w="0" w:type="dxa"/>
              <w:right w:w="70" w:type="dxa"/>
            </w:tcMar>
            <w:vAlign w:val="center"/>
          </w:tcPr>
          <w:p w:rsidR="005D696B" w:rsidRPr="005B300D" w:rsidRDefault="005D696B" w:rsidP="00FF0CD2"/>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egyéni</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csoport-bontás</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osztály-keret</w:t>
            </w:r>
          </w:p>
        </w:tc>
        <w:tc>
          <w:tcPr>
            <w:tcW w:w="2358" w:type="dxa"/>
            <w:vMerge/>
            <w:shd w:val="clear" w:color="auto" w:fill="FFFFFF"/>
            <w:tcMar>
              <w:top w:w="0" w:type="dxa"/>
              <w:left w:w="70" w:type="dxa"/>
              <w:bottom w:w="0" w:type="dxa"/>
              <w:right w:w="70" w:type="dxa"/>
            </w:tcMar>
            <w:vAlign w:val="center"/>
          </w:tcPr>
          <w:p w:rsidR="005D696B" w:rsidRPr="005B300D" w:rsidRDefault="005D696B" w:rsidP="00FF0CD2"/>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Információ feldolgozó tevékenységek</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Olvasott szöveg önálló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1.2.</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Olvasott szöveg feladattal vezetett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lastRenderedPageBreak/>
              <w:t>1.3.</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Hallott szöveg feldolgozása jegyzeteléssel</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1.4.</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Hallott szöveg feladattal vezetett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1.5.</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Információk önálló rendszerezése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Ismeretalkalmazási gyakorló tevékenységek, feladatok</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Válaszolás írásban mondatszintű kérdésekre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2.2.</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Tesztfeladat megoldása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Képi információk körében</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rajz értelmezése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bl>
    <w:p w:rsidR="005D696B" w:rsidRPr="005B300D" w:rsidRDefault="005D696B" w:rsidP="005D696B">
      <w:pPr>
        <w:suppressAutoHyphens/>
        <w:autoSpaceDN w:val="0"/>
        <w:textAlignment w:val="baseline"/>
        <w:rPr>
          <w:b/>
        </w:rPr>
      </w:pPr>
    </w:p>
    <w:p w:rsidR="005D696B" w:rsidRPr="005B300D" w:rsidRDefault="005D696B" w:rsidP="005D696B">
      <w:pPr>
        <w:suppressAutoHyphens/>
        <w:autoSpaceDN w:val="0"/>
        <w:textAlignment w:val="baseline"/>
        <w:rPr>
          <w:b/>
        </w:rPr>
      </w:pPr>
    </w:p>
    <w:p w:rsidR="005D696B" w:rsidRPr="005B300D" w:rsidRDefault="005D696B" w:rsidP="005D696B">
      <w:pPr>
        <w:pStyle w:val="Standard"/>
        <w:spacing w:after="0"/>
        <w:ind w:left="426"/>
      </w:pPr>
    </w:p>
    <w:p w:rsidR="005D696B" w:rsidRPr="005B300D" w:rsidRDefault="005D696B" w:rsidP="005D696B">
      <w:pPr>
        <w:pStyle w:val="Listaszerbekezds"/>
        <w:numPr>
          <w:ilvl w:val="1"/>
          <w:numId w:val="18"/>
        </w:numPr>
        <w:suppressAutoHyphens/>
        <w:autoSpaceDN w:val="0"/>
        <w:contextualSpacing w:val="0"/>
        <w:jc w:val="both"/>
        <w:textAlignment w:val="baseline"/>
        <w:rPr>
          <w:b/>
        </w:rPr>
      </w:pPr>
      <w:r w:rsidRPr="005B300D">
        <w:rPr>
          <w:b/>
        </w:rPr>
        <w:t>A tantárgy értékelésének módja</w:t>
      </w:r>
    </w:p>
    <w:p w:rsidR="005D696B" w:rsidRPr="005B300D" w:rsidRDefault="005D696B" w:rsidP="005D696B">
      <w:pPr>
        <w:pStyle w:val="Standard"/>
        <w:spacing w:after="0"/>
        <w:ind w:left="426"/>
      </w:pPr>
      <w:r w:rsidRPr="005B300D">
        <w:t>A nemzeti köznevelésről szóló 2011. évi CXC. törvény. 54. § (2) a) pontja szerinti</w:t>
      </w:r>
    </w:p>
    <w:p w:rsidR="005D696B" w:rsidRPr="005B300D" w:rsidRDefault="005D696B" w:rsidP="005D696B">
      <w:pPr>
        <w:pStyle w:val="Standard"/>
        <w:spacing w:after="0"/>
        <w:ind w:left="426"/>
      </w:pPr>
    </w:p>
    <w:p w:rsidR="005D696B" w:rsidRPr="005B300D" w:rsidRDefault="005D696B" w:rsidP="005D696B">
      <w:pPr>
        <w:pStyle w:val="Standard"/>
        <w:spacing w:after="0"/>
        <w:ind w:left="426"/>
      </w:pPr>
    </w:p>
    <w:p w:rsidR="005D696B" w:rsidRPr="005B300D" w:rsidRDefault="005D696B" w:rsidP="005D696B">
      <w:pPr>
        <w:pStyle w:val="Listaszerbekezds"/>
        <w:numPr>
          <w:ilvl w:val="0"/>
          <w:numId w:val="18"/>
        </w:numPr>
        <w:tabs>
          <w:tab w:val="right" w:pos="9072"/>
        </w:tabs>
        <w:suppressAutoHyphens/>
        <w:autoSpaceDN w:val="0"/>
        <w:contextualSpacing w:val="0"/>
        <w:jc w:val="both"/>
        <w:textAlignment w:val="baseline"/>
        <w:rPr>
          <w:b/>
        </w:rPr>
      </w:pPr>
      <w:proofErr w:type="spellStart"/>
      <w:r w:rsidRPr="005B300D">
        <w:rPr>
          <w:b/>
        </w:rPr>
        <w:t>Fülilleszték</w:t>
      </w:r>
      <w:proofErr w:type="spellEnd"/>
      <w:r w:rsidRPr="005B300D">
        <w:rPr>
          <w:b/>
        </w:rPr>
        <w:t xml:space="preserve"> gyártás technológiája</w:t>
      </w:r>
      <w:r w:rsidRPr="005B300D">
        <w:rPr>
          <w:b/>
        </w:rPr>
        <w:tab/>
        <w:t>16 óra/16 óra*</w:t>
      </w:r>
    </w:p>
    <w:p w:rsidR="005D696B" w:rsidRPr="005B300D" w:rsidRDefault="005D696B" w:rsidP="005D696B">
      <w:pPr>
        <w:pStyle w:val="Standard"/>
        <w:spacing w:after="0"/>
        <w:jc w:val="right"/>
      </w:pPr>
      <w:r w:rsidRPr="005B300D">
        <w:rPr>
          <w:sz w:val="20"/>
        </w:rPr>
        <w:t>* 9-13. évfolyamon megszervezett képzés/13. és 14. évfolyamon megszervezett képzés</w:t>
      </w:r>
    </w:p>
    <w:p w:rsidR="005D696B" w:rsidRPr="005B300D" w:rsidRDefault="005D696B" w:rsidP="005D696B">
      <w:pPr>
        <w:pStyle w:val="Standard"/>
        <w:spacing w:after="0"/>
        <w:ind w:left="426"/>
      </w:pPr>
    </w:p>
    <w:p w:rsidR="005D696B" w:rsidRPr="005B300D" w:rsidRDefault="005D696B" w:rsidP="005D696B">
      <w:pPr>
        <w:pStyle w:val="Standard"/>
        <w:numPr>
          <w:ilvl w:val="1"/>
          <w:numId w:val="18"/>
        </w:numPr>
        <w:spacing w:after="200" w:line="276" w:lineRule="auto"/>
        <w:jc w:val="left"/>
      </w:pPr>
      <w:r w:rsidRPr="005B300D">
        <w:rPr>
          <w:b/>
          <w:bCs/>
        </w:rPr>
        <w:t xml:space="preserve"> </w:t>
      </w:r>
      <w:r w:rsidRPr="005B300D">
        <w:rPr>
          <w:b/>
        </w:rPr>
        <w:t xml:space="preserve">A tantárgy tanításának </w:t>
      </w:r>
      <w:proofErr w:type="gramStart"/>
      <w:r w:rsidRPr="005B300D">
        <w:rPr>
          <w:b/>
        </w:rPr>
        <w:t>célja :</w:t>
      </w:r>
      <w:proofErr w:type="gramEnd"/>
      <w:r w:rsidRPr="005B300D">
        <w:rPr>
          <w:b/>
        </w:rPr>
        <w:t xml:space="preserve"> </w:t>
      </w:r>
    </w:p>
    <w:p w:rsidR="005D696B" w:rsidRPr="005B300D" w:rsidRDefault="005D696B" w:rsidP="005D696B">
      <w:pPr>
        <w:pStyle w:val="Standard"/>
        <w:spacing w:after="200" w:line="276" w:lineRule="auto"/>
        <w:ind w:left="792"/>
        <w:jc w:val="left"/>
      </w:pPr>
      <w:proofErr w:type="spellStart"/>
      <w:r w:rsidRPr="005B300D">
        <w:t>Fülilleszték</w:t>
      </w:r>
      <w:proofErr w:type="spellEnd"/>
      <w:proofErr w:type="gramStart"/>
      <w:r w:rsidRPr="005B300D">
        <w:t>,gyártásának</w:t>
      </w:r>
      <w:proofErr w:type="gramEnd"/>
      <w:r w:rsidRPr="005B300D">
        <w:t xml:space="preserve"> megismertetése akusztikai tényezők figyelembevételével. Helyes lenyomatvételi technika elsajátítása, megfelelő </w:t>
      </w:r>
      <w:proofErr w:type="spellStart"/>
      <w:r w:rsidRPr="005B300D">
        <w:t>fülilleszték</w:t>
      </w:r>
      <w:proofErr w:type="spellEnd"/>
      <w:r w:rsidRPr="005B300D">
        <w:t xml:space="preserve"> kiválasztása, rendelése.</w:t>
      </w:r>
    </w:p>
    <w:p w:rsidR="005D696B" w:rsidRPr="005B300D" w:rsidRDefault="005D696B" w:rsidP="005D696B">
      <w:pPr>
        <w:pStyle w:val="Listaszerbekezds"/>
        <w:numPr>
          <w:ilvl w:val="1"/>
          <w:numId w:val="18"/>
        </w:numPr>
        <w:suppressAutoHyphens/>
        <w:autoSpaceDN w:val="0"/>
        <w:ind w:left="794" w:hanging="454"/>
        <w:contextualSpacing w:val="0"/>
        <w:jc w:val="both"/>
        <w:textAlignment w:val="baseline"/>
        <w:rPr>
          <w:b/>
        </w:rPr>
      </w:pPr>
      <w:r w:rsidRPr="005B300D">
        <w:rPr>
          <w:b/>
        </w:rPr>
        <w:t>Kapcsolódó közismereti, szakmai tartalma</w:t>
      </w:r>
    </w:p>
    <w:p w:rsidR="005D696B" w:rsidRPr="005B300D" w:rsidRDefault="005D696B" w:rsidP="005D696B">
      <w:pPr>
        <w:pStyle w:val="Listaszerbekezds"/>
        <w:ind w:left="794" w:hanging="454"/>
      </w:pPr>
      <w:r w:rsidRPr="005B300D">
        <w:rPr>
          <w:b/>
        </w:rPr>
        <w:t xml:space="preserve">           </w:t>
      </w:r>
      <w:r w:rsidRPr="005B300D">
        <w:t xml:space="preserve"> Anatómia</w:t>
      </w:r>
    </w:p>
    <w:p w:rsidR="005D696B" w:rsidRPr="005B300D" w:rsidRDefault="005D696B" w:rsidP="005D696B">
      <w:pPr>
        <w:pStyle w:val="Listaszerbekezds"/>
      </w:pPr>
      <w:r w:rsidRPr="005B300D">
        <w:t xml:space="preserve">    Kórtan</w:t>
      </w:r>
    </w:p>
    <w:p w:rsidR="005D696B" w:rsidRPr="005B300D" w:rsidRDefault="005D696B" w:rsidP="005D696B">
      <w:pPr>
        <w:pStyle w:val="Listaszerbekezds"/>
      </w:pPr>
      <w:r w:rsidRPr="005B300D">
        <w:t xml:space="preserve">    Kommunikáció</w:t>
      </w:r>
    </w:p>
    <w:p w:rsidR="005D696B" w:rsidRPr="005B300D" w:rsidRDefault="005D696B" w:rsidP="005D696B">
      <w:pPr>
        <w:pStyle w:val="Listaszerbekezds"/>
        <w:ind w:left="0"/>
      </w:pPr>
      <w:r w:rsidRPr="005B300D">
        <w:t xml:space="preserve">                Akusztika</w:t>
      </w:r>
    </w:p>
    <w:p w:rsidR="005D696B" w:rsidRPr="005B300D" w:rsidRDefault="005D696B" w:rsidP="005D696B">
      <w:pPr>
        <w:pStyle w:val="Listaszerbekezds"/>
        <w:ind w:left="0"/>
      </w:pPr>
    </w:p>
    <w:p w:rsidR="005D696B" w:rsidRPr="005B300D" w:rsidRDefault="005D696B" w:rsidP="005D696B">
      <w:pPr>
        <w:pStyle w:val="Listaszerbekezds"/>
        <w:ind w:left="0"/>
        <w:rPr>
          <w:b/>
        </w:rPr>
      </w:pPr>
      <w:r w:rsidRPr="005B300D">
        <w:rPr>
          <w:b/>
        </w:rPr>
        <w:t xml:space="preserve">      23.3.1.  A </w:t>
      </w:r>
      <w:proofErr w:type="spellStart"/>
      <w:r w:rsidRPr="005B300D">
        <w:rPr>
          <w:b/>
        </w:rPr>
        <w:t>fülilleszték</w:t>
      </w:r>
      <w:proofErr w:type="spellEnd"/>
      <w:r w:rsidRPr="005B300D">
        <w:rPr>
          <w:b/>
        </w:rPr>
        <w:t xml:space="preserve"> akusztikai </w:t>
      </w:r>
      <w:proofErr w:type="gramStart"/>
      <w:r w:rsidRPr="005B300D">
        <w:rPr>
          <w:b/>
        </w:rPr>
        <w:t>szerepe</w:t>
      </w:r>
      <w:r w:rsidRPr="005B300D">
        <w:rPr>
          <w:b/>
        </w:rPr>
        <w:tab/>
      </w:r>
      <w:r w:rsidRPr="005B300D">
        <w:rPr>
          <w:b/>
        </w:rPr>
        <w:tab/>
      </w:r>
      <w:r w:rsidRPr="005B300D">
        <w:rPr>
          <w:b/>
        </w:rPr>
        <w:tab/>
      </w:r>
      <w:r w:rsidRPr="005B300D">
        <w:rPr>
          <w:b/>
        </w:rPr>
        <w:tab/>
        <w:t xml:space="preserve">          10</w:t>
      </w:r>
      <w:proofErr w:type="gramEnd"/>
      <w:r w:rsidRPr="005B300D">
        <w:rPr>
          <w:b/>
        </w:rPr>
        <w:t xml:space="preserve"> óra/10 óra</w:t>
      </w:r>
    </w:p>
    <w:p w:rsidR="005D696B" w:rsidRPr="005B300D" w:rsidRDefault="005D696B" w:rsidP="005D696B">
      <w:pPr>
        <w:pStyle w:val="Listaszerbekezds"/>
        <w:tabs>
          <w:tab w:val="left" w:pos="2268"/>
          <w:tab w:val="right" w:pos="9639"/>
        </w:tabs>
        <w:ind w:left="567"/>
        <w:rPr>
          <w:b/>
          <w:i/>
        </w:rPr>
      </w:pPr>
      <w:r w:rsidRPr="005B300D">
        <w:rPr>
          <w:b/>
          <w:i/>
        </w:rPr>
        <w:t xml:space="preserve">        </w:t>
      </w:r>
      <w:r w:rsidRPr="005B300D">
        <w:t xml:space="preserve">A </w:t>
      </w:r>
      <w:proofErr w:type="spellStart"/>
      <w:r w:rsidRPr="005B300D">
        <w:t>fülilleszték</w:t>
      </w:r>
      <w:proofErr w:type="spellEnd"/>
      <w:r w:rsidRPr="005B300D">
        <w:t xml:space="preserve"> anyaga</w:t>
      </w:r>
    </w:p>
    <w:p w:rsidR="005D696B" w:rsidRPr="005B300D" w:rsidRDefault="005D696B" w:rsidP="005D696B">
      <w:pPr>
        <w:pStyle w:val="Listaszerbekezds"/>
        <w:tabs>
          <w:tab w:val="left" w:pos="2268"/>
          <w:tab w:val="right" w:pos="9639"/>
        </w:tabs>
        <w:ind w:left="567"/>
        <w:rPr>
          <w:b/>
          <w:i/>
        </w:rPr>
      </w:pPr>
      <w:r w:rsidRPr="005B300D">
        <w:t xml:space="preserve">        Egyéni </w:t>
      </w:r>
      <w:proofErr w:type="spellStart"/>
      <w:r w:rsidRPr="005B300D">
        <w:t>fülilleszték</w:t>
      </w:r>
      <w:proofErr w:type="spellEnd"/>
      <w:r w:rsidRPr="005B300D">
        <w:t xml:space="preserve"> fajtái funkciójuk szerint</w:t>
      </w:r>
    </w:p>
    <w:p w:rsidR="005D696B" w:rsidRPr="005B300D" w:rsidRDefault="005D696B" w:rsidP="005D696B">
      <w:pPr>
        <w:pStyle w:val="Listaszerbekezds"/>
        <w:tabs>
          <w:tab w:val="left" w:pos="2268"/>
          <w:tab w:val="right" w:pos="9639"/>
        </w:tabs>
        <w:ind w:left="567"/>
        <w:rPr>
          <w:b/>
          <w:i/>
        </w:rPr>
      </w:pPr>
      <w:r w:rsidRPr="005B300D">
        <w:t xml:space="preserve">        </w:t>
      </w:r>
      <w:proofErr w:type="spellStart"/>
      <w:r w:rsidRPr="005B300D">
        <w:t>Fülilleszték</w:t>
      </w:r>
      <w:proofErr w:type="spellEnd"/>
      <w:r w:rsidRPr="005B300D">
        <w:t xml:space="preserve"> formája</w:t>
      </w:r>
    </w:p>
    <w:p w:rsidR="005D696B" w:rsidRPr="005B300D" w:rsidRDefault="005D696B" w:rsidP="005D696B">
      <w:pPr>
        <w:pStyle w:val="Listaszerbekezds"/>
        <w:tabs>
          <w:tab w:val="left" w:pos="2268"/>
          <w:tab w:val="right" w:pos="9639"/>
        </w:tabs>
        <w:ind w:left="567"/>
        <w:rPr>
          <w:b/>
          <w:i/>
        </w:rPr>
      </w:pPr>
      <w:r w:rsidRPr="005B300D">
        <w:t xml:space="preserve">        </w:t>
      </w:r>
      <w:proofErr w:type="spellStart"/>
      <w:r w:rsidRPr="005B300D">
        <w:t>Illesztékcső</w:t>
      </w:r>
      <w:proofErr w:type="spellEnd"/>
    </w:p>
    <w:p w:rsidR="005D696B" w:rsidRPr="005B300D" w:rsidRDefault="005D696B" w:rsidP="005D696B">
      <w:pPr>
        <w:pStyle w:val="Listaszerbekezds"/>
        <w:tabs>
          <w:tab w:val="left" w:pos="2268"/>
          <w:tab w:val="right" w:pos="9639"/>
        </w:tabs>
        <w:ind w:left="567"/>
        <w:rPr>
          <w:b/>
          <w:i/>
        </w:rPr>
      </w:pPr>
      <w:r w:rsidRPr="005B300D">
        <w:t xml:space="preserve">        </w:t>
      </w:r>
      <w:proofErr w:type="spellStart"/>
      <w:r w:rsidRPr="005B300D">
        <w:t>Illesztékfurat</w:t>
      </w:r>
      <w:proofErr w:type="spellEnd"/>
    </w:p>
    <w:p w:rsidR="005D696B" w:rsidRPr="005B300D" w:rsidRDefault="005D696B" w:rsidP="005D696B">
      <w:pPr>
        <w:pStyle w:val="Listaszerbekezds"/>
        <w:tabs>
          <w:tab w:val="left" w:pos="1701"/>
          <w:tab w:val="right" w:pos="9072"/>
        </w:tabs>
        <w:ind w:left="0"/>
        <w:rPr>
          <w:b/>
          <w:i/>
        </w:rPr>
      </w:pPr>
      <w:r w:rsidRPr="005B300D">
        <w:t xml:space="preserve">                  Akusztikai módosító tényezők</w:t>
      </w:r>
    </w:p>
    <w:p w:rsidR="005D696B" w:rsidRPr="005B300D" w:rsidRDefault="005D696B" w:rsidP="005D696B">
      <w:pPr>
        <w:pStyle w:val="Standard"/>
        <w:spacing w:after="0"/>
        <w:ind w:left="851"/>
      </w:pPr>
    </w:p>
    <w:p w:rsidR="005D696B" w:rsidRPr="005B300D" w:rsidRDefault="005D696B" w:rsidP="005D696B">
      <w:pPr>
        <w:pStyle w:val="Listaszerbekezds"/>
        <w:tabs>
          <w:tab w:val="left" w:pos="1701"/>
          <w:tab w:val="right" w:pos="9072"/>
        </w:tabs>
        <w:ind w:left="0"/>
      </w:pPr>
      <w:r w:rsidRPr="005B300D">
        <w:t xml:space="preserve">    </w:t>
      </w:r>
      <w:r w:rsidRPr="005B300D">
        <w:rPr>
          <w:b/>
          <w:i/>
        </w:rPr>
        <w:t xml:space="preserve">    23.3.2. </w:t>
      </w:r>
      <w:r w:rsidRPr="005B300D">
        <w:t xml:space="preserve"> </w:t>
      </w:r>
      <w:r w:rsidRPr="005B300D">
        <w:rPr>
          <w:b/>
          <w:bCs/>
        </w:rPr>
        <w:t>Gyártástechnológia</w:t>
      </w:r>
      <w:r w:rsidRPr="005B300D">
        <w:rPr>
          <w:b/>
          <w:bCs/>
        </w:rPr>
        <w:tab/>
        <w:t>6 óra/6 óra</w:t>
      </w:r>
    </w:p>
    <w:p w:rsidR="005D696B" w:rsidRPr="005B300D" w:rsidRDefault="005D696B" w:rsidP="005D696B">
      <w:pPr>
        <w:pStyle w:val="Listaszerbekezds"/>
        <w:tabs>
          <w:tab w:val="left" w:pos="1701"/>
          <w:tab w:val="right" w:pos="9072"/>
        </w:tabs>
        <w:ind w:left="0"/>
      </w:pPr>
      <w:r w:rsidRPr="005B300D">
        <w:rPr>
          <w:b/>
          <w:bCs/>
        </w:rPr>
        <w:t xml:space="preserve">                 </w:t>
      </w:r>
      <w:r w:rsidRPr="005B300D">
        <w:t>Lenyomatvétel</w:t>
      </w:r>
    </w:p>
    <w:p w:rsidR="005D696B" w:rsidRPr="005B300D" w:rsidRDefault="005D696B" w:rsidP="005D696B">
      <w:pPr>
        <w:pStyle w:val="Listaszerbekezds"/>
        <w:tabs>
          <w:tab w:val="left" w:pos="1701"/>
          <w:tab w:val="right" w:pos="9072"/>
        </w:tabs>
        <w:ind w:left="0"/>
      </w:pPr>
      <w:r w:rsidRPr="005B300D">
        <w:t xml:space="preserve">                 Felnőtt páciens</w:t>
      </w:r>
    </w:p>
    <w:p w:rsidR="005D696B" w:rsidRPr="005B300D" w:rsidRDefault="005D696B" w:rsidP="005D696B">
      <w:pPr>
        <w:pStyle w:val="Listaszerbekezds"/>
        <w:tabs>
          <w:tab w:val="left" w:pos="1701"/>
          <w:tab w:val="right" w:pos="9072"/>
        </w:tabs>
        <w:ind w:left="0"/>
      </w:pPr>
      <w:r w:rsidRPr="005B300D">
        <w:t xml:space="preserve">                Gyermek páciens</w:t>
      </w:r>
    </w:p>
    <w:p w:rsidR="005D696B" w:rsidRPr="005B300D" w:rsidRDefault="005D696B" w:rsidP="005D696B">
      <w:pPr>
        <w:pStyle w:val="Listaszerbekezds"/>
        <w:tabs>
          <w:tab w:val="left" w:pos="1701"/>
          <w:tab w:val="right" w:pos="9072"/>
        </w:tabs>
        <w:ind w:left="0"/>
      </w:pPr>
      <w:r w:rsidRPr="005B300D">
        <w:t xml:space="preserve">                 Lenyomatvételt nehezítő anatómiai tényezők</w:t>
      </w:r>
    </w:p>
    <w:p w:rsidR="005D696B" w:rsidRPr="005B300D" w:rsidRDefault="005D696B" w:rsidP="005D696B">
      <w:pPr>
        <w:pStyle w:val="Listaszerbekezds"/>
        <w:tabs>
          <w:tab w:val="left" w:pos="1701"/>
          <w:tab w:val="right" w:pos="9072"/>
        </w:tabs>
        <w:ind w:left="0"/>
      </w:pPr>
      <w:r w:rsidRPr="005B300D">
        <w:t xml:space="preserve">                 </w:t>
      </w:r>
      <w:proofErr w:type="gramStart"/>
      <w:r w:rsidRPr="005B300D">
        <w:t>lenyomatvétel</w:t>
      </w:r>
      <w:proofErr w:type="gramEnd"/>
      <w:r w:rsidRPr="005B300D">
        <w:t xml:space="preserve"> hallójárati hallókészülékhez</w:t>
      </w:r>
    </w:p>
    <w:p w:rsidR="005D696B" w:rsidRPr="005B300D" w:rsidRDefault="005D696B" w:rsidP="005D696B">
      <w:pPr>
        <w:pStyle w:val="Listaszerbekezds"/>
        <w:tabs>
          <w:tab w:val="left" w:pos="1701"/>
          <w:tab w:val="right" w:pos="9072"/>
        </w:tabs>
        <w:ind w:left="0"/>
      </w:pPr>
      <w:r w:rsidRPr="005B300D">
        <w:t xml:space="preserve">                </w:t>
      </w:r>
    </w:p>
    <w:p w:rsidR="005D696B" w:rsidRPr="005B300D" w:rsidRDefault="005D696B" w:rsidP="005D696B">
      <w:pPr>
        <w:pStyle w:val="Listaszerbekezds"/>
        <w:numPr>
          <w:ilvl w:val="1"/>
          <w:numId w:val="14"/>
        </w:numPr>
        <w:jc w:val="both"/>
      </w:pPr>
      <w:r w:rsidRPr="005B300D">
        <w:rPr>
          <w:b/>
          <w:i/>
          <w:iCs/>
        </w:rPr>
        <w:t xml:space="preserve"> A</w:t>
      </w:r>
      <w:r w:rsidRPr="005B300D">
        <w:rPr>
          <w:b/>
        </w:rPr>
        <w:t xml:space="preserve"> képzés javasolt helyszíne</w:t>
      </w:r>
      <w:r w:rsidRPr="005B300D">
        <w:t xml:space="preserve">: </w:t>
      </w:r>
    </w:p>
    <w:p w:rsidR="005D696B" w:rsidRPr="005B300D" w:rsidRDefault="005D696B" w:rsidP="005D696B">
      <w:pPr>
        <w:pStyle w:val="Listaszerbekezds"/>
        <w:ind w:left="792"/>
      </w:pPr>
      <w:r w:rsidRPr="005B300D">
        <w:lastRenderedPageBreak/>
        <w:t xml:space="preserve">Tanterem megfelelő demonstrációs eszközökkel felszerelve vagy </w:t>
      </w:r>
      <w:proofErr w:type="spellStart"/>
      <w:r w:rsidRPr="005B300D">
        <w:t>fülilleszték</w:t>
      </w:r>
      <w:proofErr w:type="spellEnd"/>
      <w:r w:rsidRPr="005B300D">
        <w:t xml:space="preserve"> laboratórium</w:t>
      </w:r>
    </w:p>
    <w:p w:rsidR="005D696B" w:rsidRPr="005B300D" w:rsidRDefault="005D696B" w:rsidP="005D696B">
      <w:pPr>
        <w:suppressAutoHyphens/>
        <w:autoSpaceDN w:val="0"/>
        <w:textAlignment w:val="baseline"/>
      </w:pPr>
    </w:p>
    <w:p w:rsidR="005D696B" w:rsidRPr="005B300D" w:rsidRDefault="005D696B" w:rsidP="005D696B">
      <w:pPr>
        <w:suppressAutoHyphens/>
        <w:autoSpaceDN w:val="0"/>
        <w:textAlignment w:val="baseline"/>
        <w:rPr>
          <w:b/>
        </w:rPr>
      </w:pPr>
      <w:r w:rsidRPr="005B300D">
        <w:rPr>
          <w:b/>
        </w:rPr>
        <w:t xml:space="preserve">      23. 5. A tantárgy elsajátítása során alkalmazható sajátos módszerek (ajánlás) </w:t>
      </w:r>
    </w:p>
    <w:p w:rsidR="005D696B" w:rsidRPr="005B300D" w:rsidRDefault="005D696B" w:rsidP="005D696B">
      <w:pPr>
        <w:pStyle w:val="Listaszerbekezds"/>
        <w:numPr>
          <w:ilvl w:val="2"/>
          <w:numId w:val="15"/>
        </w:numPr>
        <w:suppressAutoHyphens/>
        <w:autoSpaceDN w:val="0"/>
        <w:jc w:val="both"/>
        <w:textAlignment w:val="baseline"/>
        <w:rPr>
          <w:b/>
        </w:rPr>
      </w:pPr>
      <w:r w:rsidRPr="005B300D">
        <w:rPr>
          <w:b/>
        </w:rPr>
        <w:t>A tantárgy elsajátítása során alkalmazható sajátos módszerek (ajánlás)</w:t>
      </w:r>
    </w:p>
    <w:p w:rsidR="005D696B" w:rsidRPr="005B300D" w:rsidRDefault="005D696B" w:rsidP="005D696B">
      <w:pPr>
        <w:pStyle w:val="Listaszerbekezds"/>
        <w:ind w:left="0"/>
        <w:rPr>
          <w:b/>
        </w:rPr>
      </w:pPr>
    </w:p>
    <w:tbl>
      <w:tblPr>
        <w:tblW w:w="8440" w:type="dxa"/>
        <w:jc w:val="center"/>
        <w:tblLayout w:type="fixed"/>
        <w:tblCellMar>
          <w:left w:w="10" w:type="dxa"/>
          <w:right w:w="10" w:type="dxa"/>
        </w:tblCellMar>
        <w:tblLook w:val="0000" w:firstRow="0" w:lastRow="0" w:firstColumn="0" w:lastColumn="0" w:noHBand="0" w:noVBand="0"/>
      </w:tblPr>
      <w:tblGrid>
        <w:gridCol w:w="959"/>
        <w:gridCol w:w="2221"/>
        <w:gridCol w:w="959"/>
        <w:gridCol w:w="960"/>
        <w:gridCol w:w="960"/>
        <w:gridCol w:w="2381"/>
      </w:tblGrid>
      <w:tr w:rsidR="005D696B" w:rsidRPr="005B300D" w:rsidTr="00FF0CD2">
        <w:trPr>
          <w:trHeight w:val="600"/>
          <w:jc w:val="center"/>
        </w:trPr>
        <w:tc>
          <w:tcPr>
            <w:tcW w:w="959"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Sorszám</w:t>
            </w:r>
          </w:p>
        </w:tc>
        <w:tc>
          <w:tcPr>
            <w:tcW w:w="222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Alkalmazott oktatási módszer neve</w:t>
            </w:r>
          </w:p>
        </w:tc>
        <w:tc>
          <w:tcPr>
            <w:tcW w:w="2879" w:type="dxa"/>
            <w:gridSpan w:val="3"/>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 tanulói tevékenység szervezeti kerete</w:t>
            </w:r>
          </w:p>
        </w:tc>
        <w:tc>
          <w:tcPr>
            <w:tcW w:w="238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Alkalmazandó eszközök és felszerelések</w:t>
            </w:r>
          </w:p>
        </w:tc>
      </w:tr>
      <w:tr w:rsidR="005D696B" w:rsidRPr="005B300D" w:rsidTr="00FF0CD2">
        <w:trPr>
          <w:trHeight w:val="255"/>
          <w:jc w:val="center"/>
        </w:trPr>
        <w:tc>
          <w:tcPr>
            <w:tcW w:w="9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c>
          <w:tcPr>
            <w:tcW w:w="2221"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c>
          <w:tcPr>
            <w:tcW w:w="9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egyéni</w:t>
            </w:r>
          </w:p>
        </w:tc>
        <w:tc>
          <w:tcPr>
            <w:tcW w:w="96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csoport</w:t>
            </w:r>
          </w:p>
        </w:tc>
        <w:tc>
          <w:tcPr>
            <w:tcW w:w="96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osztály</w:t>
            </w:r>
          </w:p>
        </w:tc>
        <w:tc>
          <w:tcPr>
            <w:tcW w:w="2381"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D696B" w:rsidRPr="005B300D" w:rsidRDefault="005D696B" w:rsidP="00FF0CD2"/>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magyarázat</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xml:space="preserve"> Projektor, </w:t>
            </w:r>
            <w:proofErr w:type="gramStart"/>
            <w:r w:rsidRPr="005B300D">
              <w:rPr>
                <w:color w:val="000000"/>
                <w:sz w:val="20"/>
                <w:szCs w:val="20"/>
                <w:lang w:eastAsia="hu-HU"/>
              </w:rPr>
              <w:t>v .írásvetítő</w:t>
            </w:r>
            <w:proofErr w:type="gramEnd"/>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szemléltetés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Eszközök, demonstráció</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megbeszélés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4.</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házi feladat</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959" w:type="dxa"/>
            <w:tcBorders>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5.</w:t>
            </w:r>
          </w:p>
        </w:tc>
        <w:tc>
          <w:tcPr>
            <w:tcW w:w="2221"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kiselőadás</w:t>
            </w:r>
          </w:p>
        </w:tc>
        <w:tc>
          <w:tcPr>
            <w:tcW w:w="959"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960"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81" w:type="dxa"/>
            <w:tcBorders>
              <w:bottom w:val="single" w:sz="4" w:space="0" w:color="00000A"/>
              <w:right w:val="single" w:sz="4" w:space="0" w:color="00000A"/>
            </w:tcBorders>
            <w:shd w:val="clear" w:color="auto" w:fill="FFFFFF" w:themeFill="background1"/>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xml:space="preserve"> Projektor, </w:t>
            </w:r>
            <w:proofErr w:type="gramStart"/>
            <w:r w:rsidRPr="005B300D">
              <w:rPr>
                <w:color w:val="000000"/>
                <w:sz w:val="20"/>
                <w:szCs w:val="20"/>
                <w:lang w:eastAsia="hu-HU"/>
              </w:rPr>
              <w:t>v .írásvetítő</w:t>
            </w:r>
            <w:proofErr w:type="gramEnd"/>
          </w:p>
        </w:tc>
      </w:tr>
    </w:tbl>
    <w:p w:rsidR="005D696B" w:rsidRPr="005B300D" w:rsidRDefault="005D696B" w:rsidP="005D696B">
      <w:pPr>
        <w:pStyle w:val="Standard"/>
        <w:spacing w:after="0"/>
        <w:ind w:left="426"/>
      </w:pPr>
    </w:p>
    <w:p w:rsidR="005D696B" w:rsidRPr="005B300D" w:rsidRDefault="005D696B" w:rsidP="005D696B">
      <w:pPr>
        <w:pStyle w:val="Listaszerbekezds"/>
        <w:numPr>
          <w:ilvl w:val="2"/>
          <w:numId w:val="15"/>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36"/>
        <w:gridCol w:w="2777"/>
        <w:gridCol w:w="759"/>
        <w:gridCol w:w="795"/>
        <w:gridCol w:w="775"/>
        <w:gridCol w:w="2358"/>
      </w:tblGrid>
      <w:tr w:rsidR="005D696B" w:rsidRPr="005B300D" w:rsidTr="00FF0CD2">
        <w:trPr>
          <w:trHeight w:val="255"/>
          <w:jc w:val="center"/>
        </w:trPr>
        <w:tc>
          <w:tcPr>
            <w:tcW w:w="1036"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Sorszám</w:t>
            </w:r>
          </w:p>
        </w:tc>
        <w:tc>
          <w:tcPr>
            <w:tcW w:w="2777"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Tanulói tevékenységforma</w:t>
            </w:r>
          </w:p>
        </w:tc>
        <w:tc>
          <w:tcPr>
            <w:tcW w:w="2329" w:type="dxa"/>
            <w:gridSpan w:val="3"/>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Tanulói tevékenység szervezési kerete (differenciálási módok)</w:t>
            </w:r>
          </w:p>
        </w:tc>
        <w:tc>
          <w:tcPr>
            <w:tcW w:w="2358" w:type="dxa"/>
            <w:vMerge w:val="restart"/>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Alkalmazandó eszközök és felszerelések</w:t>
            </w:r>
          </w:p>
        </w:tc>
      </w:tr>
      <w:tr w:rsidR="005D696B" w:rsidRPr="005B300D" w:rsidTr="00FF0CD2">
        <w:trPr>
          <w:trHeight w:val="510"/>
          <w:jc w:val="center"/>
        </w:trPr>
        <w:tc>
          <w:tcPr>
            <w:tcW w:w="1036" w:type="dxa"/>
            <w:vMerge/>
            <w:shd w:val="clear" w:color="auto" w:fill="FFFFFF"/>
            <w:tcMar>
              <w:top w:w="0" w:type="dxa"/>
              <w:left w:w="70" w:type="dxa"/>
              <w:bottom w:w="0" w:type="dxa"/>
              <w:right w:w="70" w:type="dxa"/>
            </w:tcMar>
            <w:vAlign w:val="center"/>
          </w:tcPr>
          <w:p w:rsidR="005D696B" w:rsidRPr="005B300D" w:rsidRDefault="005D696B" w:rsidP="00FF0CD2"/>
        </w:tc>
        <w:tc>
          <w:tcPr>
            <w:tcW w:w="2777" w:type="dxa"/>
            <w:vMerge/>
            <w:shd w:val="clear" w:color="auto" w:fill="FFFFFF"/>
            <w:tcMar>
              <w:top w:w="0" w:type="dxa"/>
              <w:left w:w="70" w:type="dxa"/>
              <w:bottom w:w="0" w:type="dxa"/>
              <w:right w:w="70" w:type="dxa"/>
            </w:tcMar>
            <w:vAlign w:val="center"/>
          </w:tcPr>
          <w:p w:rsidR="005D696B" w:rsidRPr="005B300D" w:rsidRDefault="005D696B" w:rsidP="00FF0CD2"/>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egyéni</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csoport-bontás</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osztály-keret</w:t>
            </w:r>
          </w:p>
        </w:tc>
        <w:tc>
          <w:tcPr>
            <w:tcW w:w="2358" w:type="dxa"/>
            <w:vMerge/>
            <w:shd w:val="clear" w:color="auto" w:fill="FFFFFF"/>
            <w:tcMar>
              <w:top w:w="0" w:type="dxa"/>
              <w:left w:w="70" w:type="dxa"/>
              <w:bottom w:w="0" w:type="dxa"/>
              <w:right w:w="70" w:type="dxa"/>
            </w:tcMar>
            <w:vAlign w:val="center"/>
          </w:tcPr>
          <w:p w:rsidR="005D696B" w:rsidRPr="005B300D" w:rsidRDefault="005D696B" w:rsidP="00FF0CD2"/>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Információ feldolgozó tevékenységek</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Olvasott szöveg önálló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1.2.</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Olvasott szöveg feladattal vezetett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1.3.</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Hallott szöveg feldolgozása jegyzeteléssel</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1.4.</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Hallott szöveg feladattal vezetett feldolgozása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1.5.</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Információk önálló rendszerezése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X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Ismeretalkalmazási gyakorló tevékenységek, feladatok</w:t>
            </w:r>
          </w:p>
        </w:tc>
      </w:tr>
      <w:tr w:rsidR="005D696B" w:rsidRPr="005B300D" w:rsidTr="00FF0CD2">
        <w:trPr>
          <w:trHeight w:val="510"/>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Válaszolás írásban mondatszintű kérdésekre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2.2.</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Tesztfeladat megoldása</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r w:rsidR="005D696B" w:rsidRPr="005B300D" w:rsidTr="00FF0CD2">
        <w:trPr>
          <w:trHeight w:val="255"/>
          <w:jc w:val="center"/>
        </w:trPr>
        <w:tc>
          <w:tcPr>
            <w:tcW w:w="1036" w:type="dxa"/>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w:t>
            </w:r>
          </w:p>
        </w:tc>
        <w:tc>
          <w:tcPr>
            <w:tcW w:w="7464" w:type="dxa"/>
            <w:gridSpan w:val="5"/>
            <w:shd w:val="clear" w:color="auto" w:fill="D9D9D9"/>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Képi információk körében</w:t>
            </w:r>
          </w:p>
        </w:tc>
      </w:tr>
      <w:tr w:rsidR="005D696B" w:rsidRPr="005B300D" w:rsidTr="00FF0CD2">
        <w:trPr>
          <w:trHeight w:val="255"/>
          <w:jc w:val="center"/>
        </w:trPr>
        <w:tc>
          <w:tcPr>
            <w:tcW w:w="1036"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3.1.</w:t>
            </w:r>
          </w:p>
        </w:tc>
        <w:tc>
          <w:tcPr>
            <w:tcW w:w="2777"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rajz értelmezése</w:t>
            </w:r>
          </w:p>
        </w:tc>
        <w:tc>
          <w:tcPr>
            <w:tcW w:w="759"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9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775"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center"/>
              <w:rPr>
                <w:color w:val="000000"/>
                <w:sz w:val="20"/>
                <w:szCs w:val="20"/>
                <w:lang w:eastAsia="hu-HU"/>
              </w:rPr>
            </w:pPr>
            <w:r w:rsidRPr="005B300D">
              <w:rPr>
                <w:color w:val="000000"/>
                <w:sz w:val="20"/>
                <w:szCs w:val="20"/>
                <w:lang w:eastAsia="hu-HU"/>
              </w:rPr>
              <w:t> X</w:t>
            </w:r>
          </w:p>
        </w:tc>
        <w:tc>
          <w:tcPr>
            <w:tcW w:w="2358" w:type="dxa"/>
            <w:shd w:val="clear" w:color="auto" w:fill="FFFFFF"/>
            <w:tcMar>
              <w:top w:w="0" w:type="dxa"/>
              <w:left w:w="70" w:type="dxa"/>
              <w:bottom w:w="0" w:type="dxa"/>
              <w:right w:w="70" w:type="dxa"/>
            </w:tcMar>
            <w:vAlign w:val="center"/>
          </w:tcPr>
          <w:p w:rsidR="005D696B" w:rsidRPr="005B300D" w:rsidRDefault="005D696B" w:rsidP="00FF0CD2">
            <w:pPr>
              <w:pStyle w:val="Standard"/>
              <w:spacing w:after="0"/>
              <w:jc w:val="left"/>
              <w:rPr>
                <w:color w:val="000000"/>
                <w:sz w:val="20"/>
                <w:szCs w:val="20"/>
                <w:lang w:eastAsia="hu-HU"/>
              </w:rPr>
            </w:pPr>
            <w:r w:rsidRPr="005B300D">
              <w:rPr>
                <w:color w:val="000000"/>
                <w:sz w:val="20"/>
                <w:szCs w:val="20"/>
                <w:lang w:eastAsia="hu-HU"/>
              </w:rPr>
              <w:t> </w:t>
            </w:r>
          </w:p>
        </w:tc>
      </w:tr>
    </w:tbl>
    <w:p w:rsidR="005D696B" w:rsidRPr="005B300D" w:rsidRDefault="005D696B" w:rsidP="005D696B">
      <w:pPr>
        <w:ind w:left="720"/>
        <w:rPr>
          <w:b/>
        </w:rPr>
      </w:pPr>
    </w:p>
    <w:p w:rsidR="005D696B" w:rsidRPr="005B300D" w:rsidRDefault="005D696B" w:rsidP="005D696B">
      <w:pPr>
        <w:pStyle w:val="Standard"/>
        <w:spacing w:after="0"/>
        <w:ind w:left="426"/>
      </w:pPr>
    </w:p>
    <w:p w:rsidR="005D696B" w:rsidRPr="005B300D" w:rsidRDefault="005D696B" w:rsidP="005D696B">
      <w:pPr>
        <w:pStyle w:val="Listaszerbekezds"/>
        <w:rPr>
          <w:b/>
        </w:rPr>
      </w:pPr>
      <w:r w:rsidRPr="005B300D">
        <w:rPr>
          <w:b/>
        </w:rPr>
        <w:t>23.6. A tantárgy értékelésének módja</w:t>
      </w:r>
    </w:p>
    <w:p w:rsidR="005D696B" w:rsidRPr="005B300D" w:rsidRDefault="005D696B" w:rsidP="005D696B">
      <w:pPr>
        <w:pStyle w:val="Standard"/>
        <w:spacing w:after="0"/>
        <w:ind w:left="426"/>
      </w:pPr>
      <w:r w:rsidRPr="005B300D">
        <w:t>A nemzeti köznevelésről szóló 2011. évi CXC. törvény. 54. § (2) a) pontja szerinti</w:t>
      </w:r>
    </w:p>
    <w:p w:rsidR="005D696B" w:rsidRPr="005B300D" w:rsidRDefault="005D696B" w:rsidP="005D696B">
      <w:pPr>
        <w:pStyle w:val="Standard"/>
        <w:spacing w:after="0"/>
        <w:ind w:left="426"/>
      </w:pPr>
    </w:p>
    <w:p w:rsidR="005D696B" w:rsidRPr="005B300D" w:rsidRDefault="005D696B" w:rsidP="005D696B">
      <w:pPr>
        <w:pStyle w:val="Standard"/>
        <w:spacing w:after="0"/>
        <w:ind w:left="426"/>
      </w:pPr>
    </w:p>
    <w:p w:rsidR="005D696B" w:rsidRPr="005B300D" w:rsidRDefault="005D696B" w:rsidP="005D696B">
      <w:pPr>
        <w:pStyle w:val="Listaszerbekezds"/>
        <w:numPr>
          <w:ilvl w:val="0"/>
          <w:numId w:val="14"/>
        </w:numPr>
        <w:tabs>
          <w:tab w:val="right" w:pos="9072"/>
        </w:tabs>
        <w:suppressAutoHyphens/>
        <w:autoSpaceDN w:val="0"/>
        <w:contextualSpacing w:val="0"/>
        <w:jc w:val="both"/>
        <w:textAlignment w:val="baseline"/>
        <w:rPr>
          <w:b/>
        </w:rPr>
      </w:pPr>
      <w:r w:rsidRPr="005B300D">
        <w:rPr>
          <w:b/>
        </w:rPr>
        <w:t xml:space="preserve"> </w:t>
      </w:r>
      <w:proofErr w:type="spellStart"/>
      <w:r w:rsidRPr="005B300D">
        <w:rPr>
          <w:b/>
        </w:rPr>
        <w:t>Szervízismeret</w:t>
      </w:r>
      <w:proofErr w:type="spellEnd"/>
      <w:r w:rsidRPr="005B300D">
        <w:rPr>
          <w:b/>
        </w:rPr>
        <w:tab/>
        <w:t>16 óra/16 óra*</w:t>
      </w:r>
    </w:p>
    <w:p w:rsidR="005D696B" w:rsidRPr="005B300D" w:rsidRDefault="005D696B" w:rsidP="005D696B">
      <w:pPr>
        <w:pStyle w:val="Standard"/>
        <w:spacing w:after="0"/>
        <w:jc w:val="right"/>
      </w:pPr>
      <w:r w:rsidRPr="005B300D">
        <w:rPr>
          <w:sz w:val="20"/>
        </w:rPr>
        <w:t>* 9-13. évfolyamon megszervezett képzés/13. és 14. évfolyamon megszervezett képzés</w:t>
      </w:r>
    </w:p>
    <w:p w:rsidR="005D696B" w:rsidRPr="005B300D" w:rsidRDefault="005D696B" w:rsidP="005D696B">
      <w:pPr>
        <w:pStyle w:val="Standard"/>
        <w:spacing w:after="0"/>
        <w:ind w:left="426"/>
      </w:pPr>
    </w:p>
    <w:p w:rsidR="005D696B" w:rsidRPr="005B300D" w:rsidRDefault="005D696B" w:rsidP="005D696B">
      <w:pPr>
        <w:pStyle w:val="Standard"/>
        <w:numPr>
          <w:ilvl w:val="1"/>
          <w:numId w:val="16"/>
        </w:numPr>
        <w:spacing w:after="200" w:line="276" w:lineRule="auto"/>
        <w:jc w:val="left"/>
        <w:rPr>
          <w:b/>
        </w:rPr>
      </w:pPr>
      <w:r w:rsidRPr="005B300D">
        <w:rPr>
          <w:b/>
          <w:bCs/>
        </w:rPr>
        <w:t xml:space="preserve"> </w:t>
      </w:r>
      <w:r w:rsidRPr="005B300D">
        <w:rPr>
          <w:b/>
        </w:rPr>
        <w:t xml:space="preserve">A tantárgy tanításának célja: </w:t>
      </w:r>
    </w:p>
    <w:p w:rsidR="005D696B" w:rsidRPr="005B300D" w:rsidRDefault="005D696B" w:rsidP="005D696B">
      <w:pPr>
        <w:pStyle w:val="Standard"/>
        <w:spacing w:after="200" w:line="276" w:lineRule="auto"/>
        <w:ind w:left="840"/>
        <w:jc w:val="left"/>
      </w:pPr>
      <w:r w:rsidRPr="005B300D">
        <w:lastRenderedPageBreak/>
        <w:t xml:space="preserve">A hallásjavító eszközök kisebb hibáinak elhárítása, </w:t>
      </w:r>
      <w:proofErr w:type="spellStart"/>
      <w:r w:rsidRPr="005B300D">
        <w:t>fülillesztékkel</w:t>
      </w:r>
      <w:proofErr w:type="spellEnd"/>
      <w:r w:rsidRPr="005B300D">
        <w:t xml:space="preserve"> kapcsolatos problémák felismerése, korrigálása, illetve a szerviz igény felmérése, </w:t>
      </w:r>
      <w:proofErr w:type="spellStart"/>
      <w:r w:rsidRPr="005B300D">
        <w:t>nagyszervíz</w:t>
      </w:r>
      <w:proofErr w:type="spellEnd"/>
      <w:r w:rsidRPr="005B300D">
        <w:t xml:space="preserve"> megrendelése.</w:t>
      </w:r>
    </w:p>
    <w:p w:rsidR="005D696B" w:rsidRPr="005B300D" w:rsidRDefault="005D696B" w:rsidP="005D696B">
      <w:pPr>
        <w:pStyle w:val="Listaszerbekezds"/>
        <w:numPr>
          <w:ilvl w:val="1"/>
          <w:numId w:val="16"/>
        </w:numPr>
        <w:suppressAutoHyphens/>
        <w:autoSpaceDN w:val="0"/>
        <w:ind w:left="794" w:hanging="454"/>
        <w:contextualSpacing w:val="0"/>
        <w:jc w:val="both"/>
        <w:textAlignment w:val="baseline"/>
        <w:rPr>
          <w:b/>
        </w:rPr>
      </w:pPr>
      <w:r w:rsidRPr="005B300D">
        <w:rPr>
          <w:b/>
        </w:rPr>
        <w:t>Kapcsolódó közismereti, szakmai tartalmak</w:t>
      </w:r>
    </w:p>
    <w:p w:rsidR="005D696B" w:rsidRPr="005B300D" w:rsidRDefault="005D696B" w:rsidP="005D696B">
      <w:pPr>
        <w:pStyle w:val="Listaszerbekezds"/>
        <w:ind w:left="794" w:hanging="454"/>
        <w:rPr>
          <w:b/>
        </w:rPr>
      </w:pPr>
      <w:r w:rsidRPr="005B300D">
        <w:rPr>
          <w:b/>
        </w:rPr>
        <w:t xml:space="preserve">        </w:t>
      </w:r>
    </w:p>
    <w:p w:rsidR="005D696B" w:rsidRPr="005B300D" w:rsidRDefault="005D696B" w:rsidP="005D696B">
      <w:r w:rsidRPr="005B300D">
        <w:t>Fizika</w:t>
      </w:r>
    </w:p>
    <w:p w:rsidR="005D696B" w:rsidRPr="005B300D" w:rsidRDefault="005D696B" w:rsidP="005D696B">
      <w:r w:rsidRPr="005B300D">
        <w:t>Akusztika</w:t>
      </w:r>
    </w:p>
    <w:p w:rsidR="005D696B" w:rsidRPr="005B300D" w:rsidRDefault="005D696B" w:rsidP="005D696B">
      <w:r w:rsidRPr="005B300D">
        <w:t>Kommunikáció</w:t>
      </w:r>
    </w:p>
    <w:p w:rsidR="005D696B" w:rsidRPr="005B300D" w:rsidRDefault="005D696B" w:rsidP="005D696B"/>
    <w:p w:rsidR="005D696B" w:rsidRPr="005B300D" w:rsidRDefault="005D696B" w:rsidP="005D696B">
      <w:pPr>
        <w:pStyle w:val="Listaszerbekezds"/>
        <w:numPr>
          <w:ilvl w:val="1"/>
          <w:numId w:val="16"/>
        </w:numPr>
        <w:jc w:val="both"/>
        <w:rPr>
          <w:b/>
        </w:rPr>
      </w:pPr>
      <w:r w:rsidRPr="005B300D">
        <w:rPr>
          <w:b/>
        </w:rPr>
        <w:t xml:space="preserve"> Témakörök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jc w:val="both"/>
        <w:rPr>
          <w:b/>
          <w:i/>
        </w:rPr>
      </w:pPr>
      <w:r w:rsidRPr="005B300D">
        <w:t xml:space="preserve"> </w:t>
      </w:r>
      <w:r w:rsidRPr="005B300D">
        <w:rPr>
          <w:b/>
          <w:bCs/>
        </w:rPr>
        <w:t>Hallókészülék mérések, szabványok</w:t>
      </w:r>
      <w:r w:rsidRPr="005B300D">
        <w:rPr>
          <w:b/>
          <w:i/>
        </w:rPr>
        <w:tab/>
        <w:t>2 óra/2 óra</w:t>
      </w:r>
    </w:p>
    <w:p w:rsidR="005D696B" w:rsidRPr="005B300D" w:rsidRDefault="005D696B" w:rsidP="005D696B">
      <w:pPr>
        <w:pStyle w:val="Listaszerbekezds"/>
        <w:ind w:left="480" w:firstLine="229"/>
      </w:pPr>
      <w:r w:rsidRPr="005B300D">
        <w:t>A hangterekkel szemben támasztott követelményeket</w:t>
      </w:r>
    </w:p>
    <w:p w:rsidR="005D696B" w:rsidRPr="005B300D" w:rsidRDefault="005D696B" w:rsidP="005D696B">
      <w:pPr>
        <w:pStyle w:val="Listaszerbekezds"/>
        <w:ind w:left="480"/>
      </w:pPr>
      <w:r w:rsidRPr="005B300D">
        <w:t xml:space="preserve">    </w:t>
      </w:r>
      <w:proofErr w:type="spellStart"/>
      <w:r w:rsidRPr="005B300D">
        <w:t>Szabadhangtéri</w:t>
      </w:r>
      <w:proofErr w:type="spellEnd"/>
      <w:r w:rsidRPr="005B300D">
        <w:t xml:space="preserve"> mérés</w:t>
      </w:r>
    </w:p>
    <w:p w:rsidR="005D696B" w:rsidRPr="005B300D" w:rsidRDefault="005D696B" w:rsidP="005D696B">
      <w:pPr>
        <w:tabs>
          <w:tab w:val="left" w:pos="1418"/>
          <w:tab w:val="right" w:pos="9072"/>
        </w:tabs>
        <w:ind w:left="851"/>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rPr>
          <w:b/>
          <w:i/>
        </w:rPr>
      </w:pPr>
      <w:r w:rsidRPr="005B300D">
        <w:rPr>
          <w:b/>
          <w:bCs/>
        </w:rPr>
        <w:t xml:space="preserve">Hallókészülék csatoló és </w:t>
      </w:r>
      <w:proofErr w:type="spellStart"/>
      <w:r w:rsidRPr="005B300D">
        <w:rPr>
          <w:b/>
          <w:bCs/>
        </w:rPr>
        <w:t>fülszimulátor</w:t>
      </w:r>
      <w:proofErr w:type="spellEnd"/>
      <w:r w:rsidRPr="005B300D">
        <w:rPr>
          <w:b/>
          <w:i/>
        </w:rPr>
        <w:tab/>
        <w:t>2 óra/2 óra</w:t>
      </w:r>
    </w:p>
    <w:p w:rsidR="005D696B" w:rsidRPr="005B300D" w:rsidRDefault="005D696B" w:rsidP="005D696B">
      <w:pPr>
        <w:pStyle w:val="Listaszerbekezds"/>
        <w:ind w:left="480"/>
      </w:pPr>
      <w:r w:rsidRPr="005B300D">
        <w:t xml:space="preserve">      2 cm3-es csatoló</w:t>
      </w:r>
    </w:p>
    <w:p w:rsidR="005D696B" w:rsidRPr="005B300D" w:rsidRDefault="005D696B" w:rsidP="005D696B">
      <w:pPr>
        <w:pStyle w:val="Listaszerbekezds"/>
        <w:ind w:left="480"/>
      </w:pPr>
      <w:r w:rsidRPr="005B300D">
        <w:t xml:space="preserve">      A B&amp;K </w:t>
      </w:r>
      <w:proofErr w:type="spellStart"/>
      <w:r w:rsidRPr="005B300D">
        <w:t>fülszimulátora</w:t>
      </w:r>
      <w:proofErr w:type="spellEnd"/>
    </w:p>
    <w:p w:rsidR="005D696B" w:rsidRPr="005B300D" w:rsidRDefault="005D696B" w:rsidP="005D696B">
      <w:pPr>
        <w:pStyle w:val="Listaszerbekezds"/>
        <w:ind w:left="480"/>
      </w:pPr>
      <w:r w:rsidRPr="005B300D">
        <w:t xml:space="preserve">      Csatoló hitelesítése</w:t>
      </w:r>
    </w:p>
    <w:p w:rsidR="005D696B" w:rsidRPr="005B300D" w:rsidRDefault="005D696B" w:rsidP="005D696B">
      <w:pPr>
        <w:pStyle w:val="Listaszerbekezds"/>
        <w:ind w:left="480"/>
      </w:pPr>
      <w:r w:rsidRPr="005B300D">
        <w:t xml:space="preserve">      A 2cm3 </w:t>
      </w:r>
      <w:proofErr w:type="spellStart"/>
      <w:r w:rsidRPr="005B300D">
        <w:t>-es</w:t>
      </w:r>
      <w:proofErr w:type="spellEnd"/>
      <w:r w:rsidRPr="005B300D">
        <w:t xml:space="preserve"> csatoló és a </w:t>
      </w:r>
      <w:proofErr w:type="spellStart"/>
      <w:r w:rsidRPr="005B300D">
        <w:t>fülszimulátor</w:t>
      </w:r>
      <w:proofErr w:type="spellEnd"/>
      <w:r w:rsidRPr="005B300D">
        <w:t xml:space="preserve"> karakterisztikájának eltérései</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jc w:val="both"/>
        <w:rPr>
          <w:b/>
          <w:i/>
        </w:rPr>
      </w:pPr>
      <w:r w:rsidRPr="005B300D">
        <w:rPr>
          <w:b/>
          <w:bCs/>
        </w:rPr>
        <w:t xml:space="preserve">Hallókészülék mérése hangdobozban </w:t>
      </w:r>
      <w:proofErr w:type="spellStart"/>
      <w:r w:rsidRPr="005B300D">
        <w:rPr>
          <w:b/>
          <w:bCs/>
        </w:rPr>
        <w:t>IEC-nek</w:t>
      </w:r>
      <w:proofErr w:type="spellEnd"/>
      <w:r w:rsidRPr="005B300D">
        <w:rPr>
          <w:b/>
          <w:bCs/>
        </w:rPr>
        <w:t xml:space="preserve"> megfelelően</w:t>
      </w:r>
      <w:r w:rsidRPr="005B300D">
        <w:rPr>
          <w:b/>
          <w:i/>
        </w:rPr>
        <w:tab/>
        <w:t>2 óra/2 óra</w:t>
      </w:r>
    </w:p>
    <w:p w:rsidR="005D696B" w:rsidRPr="005B300D" w:rsidRDefault="005D696B" w:rsidP="005D696B">
      <w:pPr>
        <w:pStyle w:val="Listaszerbekezds"/>
        <w:ind w:left="480" w:firstLine="229"/>
        <w:rPr>
          <w:b/>
        </w:rPr>
      </w:pPr>
      <w:r w:rsidRPr="005B300D">
        <w:t>Akusztikus erősítés</w:t>
      </w:r>
    </w:p>
    <w:p w:rsidR="005D696B" w:rsidRPr="005B300D" w:rsidRDefault="005D696B" w:rsidP="005D696B">
      <w:pPr>
        <w:pStyle w:val="Listaszerbekezds"/>
        <w:ind w:left="480"/>
      </w:pPr>
      <w:r w:rsidRPr="005B300D">
        <w:t xml:space="preserve">    Teljes hangerőnél mért akusztikus erősítés</w:t>
      </w:r>
    </w:p>
    <w:p w:rsidR="005D696B" w:rsidRPr="005B300D" w:rsidRDefault="005D696B" w:rsidP="005D696B">
      <w:pPr>
        <w:pStyle w:val="Listaszerbekezds"/>
        <w:ind w:left="480"/>
      </w:pPr>
      <w:r w:rsidRPr="005B300D">
        <w:t xml:space="preserve">     Kimeneti SPL, 90 dB bemeneti SPL </w:t>
      </w:r>
      <w:proofErr w:type="spellStart"/>
      <w:r w:rsidRPr="005B300D">
        <w:t>melett</w:t>
      </w:r>
      <w:proofErr w:type="spellEnd"/>
    </w:p>
    <w:p w:rsidR="005D696B" w:rsidRPr="005B300D" w:rsidRDefault="005D696B" w:rsidP="005D696B">
      <w:pPr>
        <w:pStyle w:val="Listaszerbekezds"/>
        <w:ind w:left="480"/>
      </w:pPr>
      <w:r w:rsidRPr="005B300D">
        <w:t xml:space="preserve">     </w:t>
      </w:r>
      <w:proofErr w:type="spellStart"/>
      <w:r w:rsidRPr="005B300D">
        <w:t>Referenci</w:t>
      </w:r>
      <w:proofErr w:type="spellEnd"/>
      <w:r w:rsidRPr="005B300D">
        <w:t xml:space="preserve"> a teszterősítés</w:t>
      </w:r>
    </w:p>
    <w:p w:rsidR="005D696B" w:rsidRPr="005B300D" w:rsidRDefault="005D696B" w:rsidP="005D696B">
      <w:pPr>
        <w:pStyle w:val="Listaszerbekezds"/>
        <w:ind w:left="480"/>
      </w:pPr>
      <w:r w:rsidRPr="005B300D">
        <w:t xml:space="preserve">     Áramfelvétel</w:t>
      </w:r>
    </w:p>
    <w:p w:rsidR="005D696B" w:rsidRPr="005B300D" w:rsidRDefault="005D696B" w:rsidP="005D696B">
      <w:pPr>
        <w:pStyle w:val="Listaszerbekezds"/>
        <w:ind w:left="480"/>
      </w:pPr>
      <w:r w:rsidRPr="005B300D">
        <w:t xml:space="preserve">     Non lineáris torzítás</w:t>
      </w:r>
    </w:p>
    <w:p w:rsidR="005D696B" w:rsidRPr="005B300D" w:rsidRDefault="005D696B" w:rsidP="005D696B">
      <w:pPr>
        <w:pStyle w:val="Listaszerbekezds"/>
        <w:ind w:left="480"/>
      </w:pPr>
      <w:r w:rsidRPr="005B300D">
        <w:t xml:space="preserve">     Harmonikus torzítás mérése</w:t>
      </w:r>
    </w:p>
    <w:p w:rsidR="005D696B" w:rsidRPr="005B300D" w:rsidRDefault="005D696B" w:rsidP="005D696B">
      <w:pPr>
        <w:pStyle w:val="Listaszerbekezds"/>
        <w:ind w:left="480"/>
      </w:pPr>
      <w:r w:rsidRPr="005B300D">
        <w:t xml:space="preserve">     Indukciós tekercs méréseke</w:t>
      </w:r>
    </w:p>
    <w:p w:rsidR="005D696B" w:rsidRPr="005B300D" w:rsidRDefault="005D696B" w:rsidP="005D696B">
      <w:pPr>
        <w:pStyle w:val="Listaszerbekezds"/>
        <w:ind w:left="480"/>
      </w:pPr>
      <w:r w:rsidRPr="005B300D">
        <w:t xml:space="preserve">     A készülék beállításainak mérése</w:t>
      </w:r>
    </w:p>
    <w:p w:rsidR="005D696B" w:rsidRPr="005B300D" w:rsidRDefault="005D696B" w:rsidP="005D696B">
      <w:pPr>
        <w:pStyle w:val="Listaszerbekezds"/>
        <w:tabs>
          <w:tab w:val="left" w:pos="1701"/>
          <w:tab w:val="right" w:pos="9072"/>
        </w:tabs>
        <w:ind w:left="480"/>
      </w:pPr>
      <w:r w:rsidRPr="005B300D">
        <w:t xml:space="preserve">     Mérési módszereket</w:t>
      </w:r>
    </w:p>
    <w:p w:rsidR="005D696B" w:rsidRPr="005B300D" w:rsidRDefault="005D696B" w:rsidP="005D696B">
      <w:pPr>
        <w:pStyle w:val="Listaszerbekezds"/>
        <w:tabs>
          <w:tab w:val="left" w:pos="1701"/>
          <w:tab w:val="right" w:pos="9072"/>
        </w:tabs>
        <w:ind w:left="480"/>
        <w:rPr>
          <w:b/>
          <w:i/>
        </w:rPr>
      </w:pPr>
    </w:p>
    <w:p w:rsidR="005D696B" w:rsidRPr="005B300D" w:rsidRDefault="005D696B" w:rsidP="005D696B">
      <w:pPr>
        <w:pStyle w:val="Listaszerbekezds"/>
        <w:numPr>
          <w:ilvl w:val="2"/>
          <w:numId w:val="16"/>
        </w:numPr>
        <w:tabs>
          <w:tab w:val="left" w:pos="1701"/>
          <w:tab w:val="right" w:pos="9072"/>
        </w:tabs>
        <w:jc w:val="both"/>
        <w:rPr>
          <w:b/>
          <w:i/>
        </w:rPr>
      </w:pPr>
      <w:r w:rsidRPr="005B300D">
        <w:rPr>
          <w:b/>
          <w:bCs/>
        </w:rPr>
        <w:t xml:space="preserve">Mérések </w:t>
      </w:r>
      <w:proofErr w:type="spellStart"/>
      <w:r w:rsidRPr="005B300D">
        <w:rPr>
          <w:b/>
          <w:bCs/>
        </w:rPr>
        <w:t>KEMAR-on</w:t>
      </w:r>
      <w:proofErr w:type="spellEnd"/>
      <w:r w:rsidRPr="005B300D">
        <w:rPr>
          <w:b/>
          <w:bCs/>
        </w:rPr>
        <w:tab/>
        <w:t>2 óra/2 óra</w:t>
      </w:r>
    </w:p>
    <w:p w:rsidR="005D696B" w:rsidRPr="005B300D" w:rsidRDefault="005D696B" w:rsidP="005D696B">
      <w:pPr>
        <w:pStyle w:val="Listaszerbekezds"/>
        <w:tabs>
          <w:tab w:val="left" w:pos="1134"/>
        </w:tabs>
        <w:ind w:left="491" w:firstLine="229"/>
        <w:rPr>
          <w:b/>
        </w:rPr>
      </w:pPr>
      <w:r w:rsidRPr="005B300D">
        <w:tab/>
        <w:t xml:space="preserve">Hallójárati </w:t>
      </w:r>
      <w:proofErr w:type="spellStart"/>
      <w:r w:rsidRPr="005B300D">
        <w:t>rezonencia</w:t>
      </w:r>
      <w:proofErr w:type="spellEnd"/>
      <w:r w:rsidRPr="005B300D">
        <w:t xml:space="preserve"> </w:t>
      </w:r>
      <w:proofErr w:type="spellStart"/>
      <w:r w:rsidRPr="005B300D">
        <w:t>KEMAR-ban</w:t>
      </w:r>
      <w:proofErr w:type="spellEnd"/>
    </w:p>
    <w:p w:rsidR="005D696B" w:rsidRPr="005B300D" w:rsidRDefault="005D696B" w:rsidP="005D696B">
      <w:pPr>
        <w:pStyle w:val="Listaszerbekezds"/>
        <w:ind w:left="480"/>
      </w:pPr>
      <w:r w:rsidRPr="005B300D">
        <w:t xml:space="preserve">            </w:t>
      </w:r>
      <w:proofErr w:type="spellStart"/>
      <w:r w:rsidRPr="005B300D">
        <w:t>In</w:t>
      </w:r>
      <w:proofErr w:type="spellEnd"/>
      <w:r w:rsidRPr="005B300D">
        <w:t xml:space="preserve"> situ mérések és a beillesztési erősítés</w:t>
      </w:r>
    </w:p>
    <w:p w:rsidR="005D696B" w:rsidRPr="005B300D" w:rsidRDefault="005D696B" w:rsidP="005D696B">
      <w:pPr>
        <w:pStyle w:val="Listaszerbekezds"/>
        <w:ind w:left="480"/>
      </w:pPr>
      <w:r w:rsidRPr="005B300D">
        <w:t xml:space="preserve">            Az </w:t>
      </w:r>
      <w:proofErr w:type="spellStart"/>
      <w:r w:rsidRPr="005B300D">
        <w:t>iránykarakterisztika</w:t>
      </w:r>
      <w:proofErr w:type="spellEnd"/>
      <w:r w:rsidRPr="005B300D">
        <w:t xml:space="preserve"> méréseke</w:t>
      </w:r>
    </w:p>
    <w:p w:rsidR="005D696B" w:rsidRPr="005B300D" w:rsidRDefault="005D696B" w:rsidP="005D696B">
      <w:pPr>
        <w:pStyle w:val="Listaszerbekezds"/>
        <w:tabs>
          <w:tab w:val="left" w:pos="1701"/>
          <w:tab w:val="right" w:pos="9072"/>
        </w:tabs>
        <w:ind w:left="1440"/>
        <w:rPr>
          <w:b/>
          <w:i/>
        </w:rPr>
      </w:pPr>
    </w:p>
    <w:p w:rsidR="005D696B" w:rsidRPr="005B300D" w:rsidRDefault="005D696B" w:rsidP="005D696B">
      <w:pPr>
        <w:pStyle w:val="Listaszerbekezds"/>
        <w:numPr>
          <w:ilvl w:val="2"/>
          <w:numId w:val="16"/>
        </w:numPr>
        <w:tabs>
          <w:tab w:val="left" w:pos="1701"/>
          <w:tab w:val="right" w:pos="9072"/>
        </w:tabs>
        <w:jc w:val="both"/>
        <w:rPr>
          <w:b/>
          <w:i/>
        </w:rPr>
      </w:pPr>
      <w:r w:rsidRPr="005B300D">
        <w:rPr>
          <w:b/>
          <w:bCs/>
        </w:rPr>
        <w:t xml:space="preserve">ANSI mérések </w:t>
      </w:r>
      <w:proofErr w:type="spellStart"/>
      <w:r w:rsidRPr="005B300D">
        <w:rPr>
          <w:b/>
          <w:bCs/>
        </w:rPr>
        <w:t>tesztboxban</w:t>
      </w:r>
      <w:proofErr w:type="spellEnd"/>
      <w:r w:rsidRPr="005B300D">
        <w:rPr>
          <w:b/>
          <w:bCs/>
        </w:rPr>
        <w:tab/>
        <w:t>2 óra/2 óra</w:t>
      </w:r>
    </w:p>
    <w:p w:rsidR="005D696B" w:rsidRPr="005B300D" w:rsidRDefault="005D696B" w:rsidP="005D696B">
      <w:pPr>
        <w:pStyle w:val="Listaszerbekezds"/>
        <w:tabs>
          <w:tab w:val="left" w:pos="1134"/>
        </w:tabs>
        <w:ind w:left="480"/>
        <w:rPr>
          <w:b/>
        </w:rPr>
      </w:pPr>
      <w:r w:rsidRPr="005B300D">
        <w:tab/>
        <w:t>Teljes erősítés</w:t>
      </w:r>
    </w:p>
    <w:p w:rsidR="005D696B" w:rsidRPr="005B300D" w:rsidRDefault="005D696B" w:rsidP="005D696B">
      <w:pPr>
        <w:pStyle w:val="Listaszerbekezds"/>
        <w:ind w:left="480"/>
      </w:pPr>
      <w:r w:rsidRPr="005B300D">
        <w:t xml:space="preserve">           A </w:t>
      </w:r>
      <w:proofErr w:type="spellStart"/>
      <w:r w:rsidRPr="005B300D">
        <w:t>hangerőszabályozó</w:t>
      </w:r>
      <w:proofErr w:type="spellEnd"/>
      <w:r w:rsidRPr="005B300D">
        <w:t xml:space="preserve"> referencia helyzete</w:t>
      </w:r>
    </w:p>
    <w:p w:rsidR="005D696B" w:rsidRPr="005B300D" w:rsidRDefault="005D696B" w:rsidP="005D696B">
      <w:pPr>
        <w:pStyle w:val="Listaszerbekezds"/>
        <w:ind w:left="480"/>
      </w:pPr>
      <w:r w:rsidRPr="005B300D">
        <w:t xml:space="preserve">           Az elem áramerőssége</w:t>
      </w:r>
    </w:p>
    <w:p w:rsidR="005D696B" w:rsidRPr="005B300D" w:rsidRDefault="005D696B" w:rsidP="005D696B">
      <w:pPr>
        <w:pStyle w:val="Listaszerbekezds"/>
        <w:ind w:left="480"/>
      </w:pPr>
      <w:r w:rsidRPr="005B300D">
        <w:t xml:space="preserve">           Frekvencia átviteli tartomány</w:t>
      </w:r>
    </w:p>
    <w:p w:rsidR="005D696B" w:rsidRPr="005B300D" w:rsidRDefault="005D696B" w:rsidP="005D696B">
      <w:pPr>
        <w:pStyle w:val="Listaszerbekezds"/>
        <w:tabs>
          <w:tab w:val="left" w:pos="1701"/>
          <w:tab w:val="right" w:pos="9072"/>
        </w:tabs>
        <w:ind w:left="480"/>
      </w:pPr>
      <w:r w:rsidRPr="005B300D">
        <w:t xml:space="preserve">            Harmonikus torzítás</w:t>
      </w:r>
    </w:p>
    <w:p w:rsidR="005D696B" w:rsidRPr="005B300D" w:rsidRDefault="005D696B" w:rsidP="005D696B">
      <w:pPr>
        <w:pStyle w:val="Listaszerbekezds"/>
        <w:tabs>
          <w:tab w:val="left" w:pos="1701"/>
          <w:tab w:val="right" w:pos="9072"/>
        </w:tabs>
        <w:ind w:left="480"/>
        <w:rPr>
          <w:b/>
          <w:i/>
        </w:rPr>
      </w:pPr>
    </w:p>
    <w:p w:rsidR="005D696B" w:rsidRPr="005B300D" w:rsidRDefault="005D696B" w:rsidP="005D696B">
      <w:pPr>
        <w:pStyle w:val="Listaszerbekezds"/>
        <w:numPr>
          <w:ilvl w:val="2"/>
          <w:numId w:val="16"/>
        </w:numPr>
        <w:tabs>
          <w:tab w:val="left" w:pos="1701"/>
          <w:tab w:val="right" w:pos="9072"/>
        </w:tabs>
        <w:jc w:val="both"/>
        <w:rPr>
          <w:b/>
          <w:i/>
        </w:rPr>
      </w:pPr>
      <w:r w:rsidRPr="005B300D">
        <w:rPr>
          <w:b/>
          <w:bCs/>
        </w:rPr>
        <w:t xml:space="preserve">Valós </w:t>
      </w:r>
      <w:proofErr w:type="gramStart"/>
      <w:r w:rsidRPr="005B300D">
        <w:rPr>
          <w:b/>
          <w:bCs/>
        </w:rPr>
        <w:t>fül mérések</w:t>
      </w:r>
      <w:proofErr w:type="gramEnd"/>
      <w:r w:rsidRPr="005B300D">
        <w:rPr>
          <w:b/>
          <w:bCs/>
        </w:rPr>
        <w:tab/>
        <w:t>2 óra/2 óra</w:t>
      </w:r>
    </w:p>
    <w:p w:rsidR="005D696B" w:rsidRPr="005B300D" w:rsidRDefault="005D696B" w:rsidP="005D696B">
      <w:pPr>
        <w:pStyle w:val="Listaszerbekezds"/>
        <w:tabs>
          <w:tab w:val="left" w:pos="1701"/>
          <w:tab w:val="right" w:pos="9072"/>
        </w:tabs>
        <w:ind w:left="1440"/>
        <w:rPr>
          <w:b/>
          <w:i/>
        </w:rPr>
      </w:pPr>
    </w:p>
    <w:p w:rsidR="005D696B" w:rsidRPr="005B300D" w:rsidRDefault="005D696B" w:rsidP="005D696B">
      <w:pPr>
        <w:pStyle w:val="Listaszerbekezds"/>
        <w:numPr>
          <w:ilvl w:val="2"/>
          <w:numId w:val="16"/>
        </w:numPr>
        <w:tabs>
          <w:tab w:val="left" w:pos="1701"/>
          <w:tab w:val="right" w:pos="9072"/>
        </w:tabs>
        <w:jc w:val="both"/>
        <w:rPr>
          <w:b/>
          <w:i/>
        </w:rPr>
      </w:pPr>
      <w:r w:rsidRPr="005B300D">
        <w:rPr>
          <w:b/>
          <w:i/>
        </w:rPr>
        <w:t>Egyéb mérések</w:t>
      </w:r>
      <w:r w:rsidRPr="005B300D">
        <w:rPr>
          <w:b/>
          <w:i/>
        </w:rPr>
        <w:tab/>
        <w:t>2 óra/2 óra</w:t>
      </w:r>
    </w:p>
    <w:p w:rsidR="005D696B" w:rsidRPr="005B300D" w:rsidRDefault="005D696B" w:rsidP="005D696B">
      <w:pPr>
        <w:pStyle w:val="Listaszerbekezds"/>
        <w:ind w:left="480"/>
        <w:rPr>
          <w:b/>
        </w:rPr>
      </w:pPr>
      <w:r w:rsidRPr="005B300D">
        <w:rPr>
          <w:b/>
          <w:bCs/>
        </w:rPr>
        <w:lastRenderedPageBreak/>
        <w:t xml:space="preserve">                 </w:t>
      </w:r>
      <w:r w:rsidRPr="005B300D">
        <w:t>Irányhatás</w:t>
      </w:r>
    </w:p>
    <w:p w:rsidR="005D696B" w:rsidRPr="005B300D" w:rsidRDefault="005D696B" w:rsidP="005D696B">
      <w:r w:rsidRPr="005B300D">
        <w:t xml:space="preserve">                  Artikulációs index</w:t>
      </w:r>
    </w:p>
    <w:p w:rsidR="005D696B" w:rsidRPr="005B300D" w:rsidRDefault="005D696B" w:rsidP="005D696B">
      <w:pPr>
        <w:pStyle w:val="Listaszerbekezds"/>
        <w:ind w:left="480"/>
      </w:pPr>
      <w:r w:rsidRPr="005B300D">
        <w:t xml:space="preserve">                  Koherencia méréseke</w:t>
      </w:r>
    </w:p>
    <w:p w:rsidR="005D696B" w:rsidRPr="005B300D" w:rsidRDefault="005D696B" w:rsidP="005D696B">
      <w:pPr>
        <w:pStyle w:val="Listaszerbekezds"/>
        <w:ind w:left="480"/>
      </w:pPr>
      <w:r w:rsidRPr="005B300D">
        <w:t xml:space="preserve">                  Elektromágneses kompatibilitás</w:t>
      </w:r>
    </w:p>
    <w:p w:rsidR="005D696B" w:rsidRPr="005B300D" w:rsidRDefault="005D696B" w:rsidP="005D696B">
      <w:pPr>
        <w:pStyle w:val="Listaszerbekezds"/>
        <w:tabs>
          <w:tab w:val="left" w:pos="1701"/>
          <w:tab w:val="right" w:pos="9072"/>
        </w:tabs>
        <w:ind w:left="1440"/>
        <w:rPr>
          <w:b/>
          <w:i/>
        </w:rPr>
      </w:pPr>
    </w:p>
    <w:p w:rsidR="005D696B" w:rsidRPr="005B300D" w:rsidRDefault="005D696B" w:rsidP="005D696B">
      <w:pPr>
        <w:pStyle w:val="Listaszerbekezds"/>
        <w:numPr>
          <w:ilvl w:val="2"/>
          <w:numId w:val="16"/>
        </w:numPr>
        <w:tabs>
          <w:tab w:val="left" w:pos="1701"/>
          <w:tab w:val="right" w:pos="9072"/>
        </w:tabs>
        <w:jc w:val="both"/>
        <w:rPr>
          <w:b/>
          <w:i/>
        </w:rPr>
      </w:pPr>
      <w:r w:rsidRPr="005B300D">
        <w:rPr>
          <w:b/>
          <w:bCs/>
        </w:rPr>
        <w:t>Hallókészülék hibaelhárítás</w:t>
      </w:r>
      <w:r w:rsidRPr="005B300D">
        <w:rPr>
          <w:b/>
          <w:bCs/>
        </w:rPr>
        <w:tab/>
        <w:t>2 óra/2 óra</w:t>
      </w:r>
    </w:p>
    <w:p w:rsidR="005D696B" w:rsidRPr="005B300D" w:rsidRDefault="005D696B" w:rsidP="005D696B">
      <w:pPr>
        <w:pStyle w:val="Listaszerbekezds"/>
        <w:ind w:left="1189" w:firstLine="229"/>
        <w:rPr>
          <w:b/>
        </w:rPr>
      </w:pPr>
      <w:r w:rsidRPr="005B300D">
        <w:t>Visszacsatolás ITE</w:t>
      </w:r>
      <w:proofErr w:type="gramStart"/>
      <w:r w:rsidRPr="005B300D">
        <w:t>,BTE</w:t>
      </w:r>
      <w:proofErr w:type="gramEnd"/>
      <w:r w:rsidRPr="005B300D">
        <w:t xml:space="preserve"> készülékben</w:t>
      </w:r>
    </w:p>
    <w:p w:rsidR="005D696B" w:rsidRPr="005B300D" w:rsidRDefault="005D696B" w:rsidP="005D696B">
      <w:pPr>
        <w:pStyle w:val="Listaszerbekezds"/>
        <w:ind w:left="480"/>
      </w:pPr>
      <w:r w:rsidRPr="005B300D">
        <w:t xml:space="preserve">                  Nincs akusztikus erősítés</w:t>
      </w:r>
    </w:p>
    <w:p w:rsidR="005D696B" w:rsidRPr="005B300D" w:rsidRDefault="005D696B" w:rsidP="005D696B">
      <w:pPr>
        <w:pStyle w:val="Listaszerbekezds"/>
        <w:ind w:left="480"/>
      </w:pPr>
      <w:r w:rsidRPr="005B300D">
        <w:t xml:space="preserve">                  CIC hibaelhárítás</w:t>
      </w:r>
    </w:p>
    <w:p w:rsidR="005D696B" w:rsidRPr="005B300D" w:rsidRDefault="005D696B" w:rsidP="005D696B">
      <w:pPr>
        <w:pStyle w:val="Listaszerbekezds"/>
        <w:ind w:left="480"/>
      </w:pPr>
      <w:r w:rsidRPr="005B300D">
        <w:t xml:space="preserve">                  Okklúziós hatás</w:t>
      </w:r>
    </w:p>
    <w:p w:rsidR="005D696B" w:rsidRPr="005B300D" w:rsidRDefault="005D696B" w:rsidP="005D696B">
      <w:pPr>
        <w:pStyle w:val="Listaszerbekezds"/>
        <w:ind w:left="480"/>
      </w:pPr>
      <w:r w:rsidRPr="005B300D">
        <w:t xml:space="preserve">                   Laza illeszkedés</w:t>
      </w:r>
    </w:p>
    <w:p w:rsidR="005D696B" w:rsidRPr="005B300D" w:rsidRDefault="005D696B" w:rsidP="005D696B">
      <w:pPr>
        <w:pStyle w:val="Listaszerbekezds"/>
        <w:ind w:left="480"/>
      </w:pPr>
      <w:r w:rsidRPr="005B300D">
        <w:t xml:space="preserve">                   Visszacsatolás</w:t>
      </w:r>
    </w:p>
    <w:p w:rsidR="005D696B" w:rsidRPr="005B300D" w:rsidRDefault="005D696B" w:rsidP="005D696B">
      <w:pPr>
        <w:pStyle w:val="Listaszerbekezds"/>
        <w:ind w:left="480"/>
      </w:pPr>
      <w:r w:rsidRPr="005B300D">
        <w:t xml:space="preserve">                   Áramköri és mikrofon</w:t>
      </w:r>
    </w:p>
    <w:p w:rsidR="005D696B" w:rsidRPr="005B300D" w:rsidRDefault="005D696B" w:rsidP="005D696B">
      <w:pPr>
        <w:pStyle w:val="Listaszerbekezds"/>
        <w:ind w:left="480"/>
      </w:pPr>
      <w:r w:rsidRPr="005B300D">
        <w:t xml:space="preserve">                   Interferencia megjelenése</w:t>
      </w:r>
    </w:p>
    <w:p w:rsidR="005D696B" w:rsidRPr="005B300D" w:rsidRDefault="005D696B" w:rsidP="005D696B">
      <w:pPr>
        <w:pStyle w:val="Listaszerbekezds"/>
        <w:ind w:left="480"/>
      </w:pPr>
      <w:r w:rsidRPr="005B300D">
        <w:t xml:space="preserve">                   Kényelmetlenség (fájdalom) a fülben</w:t>
      </w:r>
    </w:p>
    <w:p w:rsidR="005D696B" w:rsidRPr="005B300D" w:rsidRDefault="005D696B" w:rsidP="005D696B">
      <w:pPr>
        <w:pStyle w:val="Listaszerbekezds"/>
        <w:tabs>
          <w:tab w:val="left" w:pos="1701"/>
          <w:tab w:val="right" w:pos="9072"/>
        </w:tabs>
        <w:ind w:left="1440"/>
        <w:rPr>
          <w:b/>
          <w:i/>
        </w:rPr>
      </w:pPr>
    </w:p>
    <w:p w:rsidR="005D696B" w:rsidRPr="005B300D" w:rsidRDefault="005D696B" w:rsidP="005D696B">
      <w:pPr>
        <w:pStyle w:val="Listaszerbekezds"/>
        <w:tabs>
          <w:tab w:val="left" w:pos="1701"/>
          <w:tab w:val="right" w:pos="9072"/>
        </w:tabs>
        <w:ind w:left="1440"/>
      </w:pPr>
      <w:r w:rsidRPr="005B300D">
        <w:rPr>
          <w:b/>
          <w:i/>
        </w:rPr>
        <w:tab/>
      </w:r>
    </w:p>
    <w:p w:rsidR="005D696B" w:rsidRPr="005B300D" w:rsidRDefault="005D696B" w:rsidP="005D696B">
      <w:pPr>
        <w:pStyle w:val="Listaszerbekezds"/>
        <w:numPr>
          <w:ilvl w:val="1"/>
          <w:numId w:val="16"/>
        </w:numPr>
        <w:jc w:val="both"/>
        <w:rPr>
          <w:b/>
        </w:rPr>
      </w:pPr>
      <w:r w:rsidRPr="005B300D">
        <w:rPr>
          <w:b/>
        </w:rPr>
        <w:t>A képzés javasolt helyszíne (ajánlás)</w:t>
      </w:r>
    </w:p>
    <w:p w:rsidR="005D696B" w:rsidRPr="005B300D" w:rsidRDefault="005D696B" w:rsidP="005D696B">
      <w:pPr>
        <w:ind w:left="426"/>
      </w:pPr>
      <w:r w:rsidRPr="005B300D">
        <w:t>Szaktanterem</w:t>
      </w:r>
    </w:p>
    <w:p w:rsidR="005D696B" w:rsidRPr="005B300D" w:rsidRDefault="005D696B" w:rsidP="005D696B">
      <w:pPr>
        <w:ind w:left="426"/>
      </w:pPr>
    </w:p>
    <w:p w:rsidR="005D696B" w:rsidRPr="005B300D" w:rsidRDefault="005D696B" w:rsidP="005D696B">
      <w:pPr>
        <w:pStyle w:val="Listaszerbekezds"/>
        <w:numPr>
          <w:ilvl w:val="1"/>
          <w:numId w:val="16"/>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rPr>
          <w:i/>
        </w:rPr>
      </w:pPr>
    </w:p>
    <w:p w:rsidR="005D696B" w:rsidRPr="005B300D" w:rsidRDefault="005D696B" w:rsidP="005D696B">
      <w:pPr>
        <w:ind w:left="426"/>
      </w:pPr>
    </w:p>
    <w:p w:rsidR="005D696B" w:rsidRPr="005B300D" w:rsidRDefault="005D696B" w:rsidP="005D696B">
      <w:pPr>
        <w:pStyle w:val="Listaszerbekezds"/>
        <w:numPr>
          <w:ilvl w:val="2"/>
          <w:numId w:val="16"/>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kiselőadás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16"/>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16"/>
        </w:numPr>
        <w:jc w:val="both"/>
        <w:rPr>
          <w:b/>
        </w:rPr>
      </w:pPr>
      <w:r w:rsidRPr="005B300D">
        <w:rPr>
          <w:b/>
        </w:rPr>
        <w:t xml:space="preserve"> 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ind w:left="426"/>
      </w:pPr>
    </w:p>
    <w:p w:rsidR="005D696B" w:rsidRPr="005B300D" w:rsidRDefault="005D696B" w:rsidP="005D696B">
      <w:pPr>
        <w:ind w:left="426"/>
      </w:pPr>
    </w:p>
    <w:p w:rsidR="005D696B" w:rsidRPr="005B300D" w:rsidRDefault="005D696B" w:rsidP="005D696B">
      <w:pPr>
        <w:pStyle w:val="Listaszerbekezds"/>
        <w:numPr>
          <w:ilvl w:val="0"/>
          <w:numId w:val="16"/>
        </w:numPr>
        <w:tabs>
          <w:tab w:val="right" w:pos="9072"/>
        </w:tabs>
        <w:jc w:val="both"/>
        <w:rPr>
          <w:b/>
        </w:rPr>
      </w:pPr>
      <w:r w:rsidRPr="005B300D">
        <w:rPr>
          <w:b/>
        </w:rPr>
        <w:t>Hallásakusztikai gyakorlat</w:t>
      </w:r>
      <w:r w:rsidRPr="005B300D">
        <w:rPr>
          <w:b/>
        </w:rPr>
        <w:tab/>
        <w:t>200 óra/240 óra*</w:t>
      </w:r>
    </w:p>
    <w:p w:rsidR="005D696B" w:rsidRPr="005B300D" w:rsidRDefault="005D696B" w:rsidP="005D696B">
      <w:pPr>
        <w:jc w:val="right"/>
        <w:rPr>
          <w:sz w:val="20"/>
        </w:rPr>
      </w:pPr>
      <w:r w:rsidRPr="005B300D">
        <w:rPr>
          <w:sz w:val="20"/>
        </w:rPr>
        <w:t>* 9-13. évfolyamon megszervezett képzés/13. és 14. évfolyamon megszervezett képzés</w:t>
      </w:r>
    </w:p>
    <w:p w:rsidR="005D696B" w:rsidRPr="005B300D" w:rsidRDefault="005D696B" w:rsidP="005D696B"/>
    <w:p w:rsidR="005D696B" w:rsidRPr="005B300D" w:rsidRDefault="005D696B" w:rsidP="005D696B">
      <w:pPr>
        <w:pStyle w:val="Listaszerbekezds"/>
        <w:numPr>
          <w:ilvl w:val="1"/>
          <w:numId w:val="16"/>
        </w:numPr>
        <w:jc w:val="both"/>
        <w:rPr>
          <w:b/>
        </w:rPr>
      </w:pPr>
      <w:r w:rsidRPr="005B300D">
        <w:rPr>
          <w:b/>
        </w:rPr>
        <w:t xml:space="preserve"> A tantárgy tanításának célja</w:t>
      </w:r>
    </w:p>
    <w:p w:rsidR="005D696B" w:rsidRPr="005B300D" w:rsidRDefault="005D696B" w:rsidP="005D696B">
      <w:pPr>
        <w:ind w:left="426"/>
      </w:pPr>
      <w:r w:rsidRPr="005B300D">
        <w:t xml:space="preserve">A hallókészülékes rehabilitáció elsajátítása. </w:t>
      </w:r>
    </w:p>
    <w:p w:rsidR="005D696B" w:rsidRPr="005B300D" w:rsidRDefault="005D696B" w:rsidP="005D696B">
      <w:pPr>
        <w:ind w:left="426"/>
      </w:pPr>
    </w:p>
    <w:p w:rsidR="005D696B" w:rsidRPr="005B300D" w:rsidRDefault="005D696B" w:rsidP="005D696B">
      <w:pPr>
        <w:pStyle w:val="Listaszerbekezds"/>
        <w:numPr>
          <w:ilvl w:val="1"/>
          <w:numId w:val="16"/>
        </w:numPr>
        <w:jc w:val="both"/>
        <w:rPr>
          <w:b/>
        </w:rPr>
      </w:pPr>
      <w:r w:rsidRPr="005B300D">
        <w:rPr>
          <w:b/>
        </w:rPr>
        <w:t>Kapcsolódó közismereti, szakmai tartalmak</w:t>
      </w:r>
    </w:p>
    <w:p w:rsidR="005D696B" w:rsidRPr="005B300D" w:rsidRDefault="005D696B" w:rsidP="005D696B">
      <w:pPr>
        <w:ind w:left="426"/>
      </w:pPr>
      <w:r w:rsidRPr="005B300D">
        <w:t>Kommunikáció</w:t>
      </w:r>
    </w:p>
    <w:p w:rsidR="005D696B" w:rsidRPr="005B300D" w:rsidRDefault="005D696B" w:rsidP="005D696B">
      <w:pPr>
        <w:ind w:left="426"/>
      </w:pPr>
      <w:r w:rsidRPr="005B300D">
        <w:t>Pszichológia</w:t>
      </w:r>
    </w:p>
    <w:p w:rsidR="005D696B" w:rsidRPr="005B300D" w:rsidRDefault="005D696B" w:rsidP="005D696B">
      <w:pPr>
        <w:ind w:left="426"/>
      </w:pPr>
      <w:r w:rsidRPr="005B300D">
        <w:t>Gyermekgyógyászat</w:t>
      </w:r>
    </w:p>
    <w:p w:rsidR="005D696B" w:rsidRPr="005B300D" w:rsidRDefault="005D696B" w:rsidP="005D696B">
      <w:pPr>
        <w:ind w:left="426"/>
      </w:pPr>
      <w:proofErr w:type="spellStart"/>
      <w:r w:rsidRPr="005B300D">
        <w:t>Elektrofiziológia</w:t>
      </w:r>
      <w:proofErr w:type="spellEnd"/>
    </w:p>
    <w:p w:rsidR="005D696B" w:rsidRPr="005B300D" w:rsidRDefault="005D696B" w:rsidP="005D696B">
      <w:pPr>
        <w:ind w:left="426"/>
      </w:pPr>
      <w:r w:rsidRPr="005B300D">
        <w:t>Fizika</w:t>
      </w:r>
    </w:p>
    <w:p w:rsidR="005D696B" w:rsidRPr="005B300D" w:rsidRDefault="005D696B" w:rsidP="005D696B">
      <w:pPr>
        <w:ind w:left="426"/>
      </w:pPr>
      <w:r w:rsidRPr="005B300D">
        <w:t>Neurológia</w:t>
      </w:r>
    </w:p>
    <w:p w:rsidR="005D696B" w:rsidRPr="005B300D" w:rsidRDefault="005D696B" w:rsidP="005D696B">
      <w:pPr>
        <w:ind w:left="426"/>
      </w:pPr>
    </w:p>
    <w:p w:rsidR="005D696B" w:rsidRPr="005B300D" w:rsidRDefault="005D696B" w:rsidP="005D696B">
      <w:pPr>
        <w:pStyle w:val="Listaszerbekezds"/>
        <w:numPr>
          <w:ilvl w:val="1"/>
          <w:numId w:val="16"/>
        </w:numPr>
        <w:jc w:val="both"/>
        <w:rPr>
          <w:b/>
        </w:rPr>
      </w:pPr>
      <w:r w:rsidRPr="005B300D">
        <w:rPr>
          <w:b/>
        </w:rPr>
        <w:t>Témakörök</w:t>
      </w:r>
    </w:p>
    <w:p w:rsidR="005D696B" w:rsidRPr="005B300D" w:rsidRDefault="005D696B" w:rsidP="005D696B">
      <w:pPr>
        <w:pStyle w:val="Listaszerbekezds"/>
        <w:numPr>
          <w:ilvl w:val="2"/>
          <w:numId w:val="16"/>
        </w:numPr>
        <w:tabs>
          <w:tab w:val="left" w:pos="1701"/>
          <w:tab w:val="right" w:pos="9072"/>
        </w:tabs>
        <w:ind w:left="993" w:hanging="426"/>
        <w:jc w:val="both"/>
        <w:rPr>
          <w:b/>
          <w:i/>
        </w:rPr>
      </w:pPr>
      <w:proofErr w:type="spellStart"/>
      <w:r w:rsidRPr="005B300D">
        <w:rPr>
          <w:b/>
          <w:i/>
        </w:rPr>
        <w:t>Audiológiai</w:t>
      </w:r>
      <w:proofErr w:type="spellEnd"/>
      <w:r w:rsidRPr="005B300D">
        <w:rPr>
          <w:b/>
          <w:i/>
        </w:rPr>
        <w:t xml:space="preserve"> szakrendelés</w:t>
      </w:r>
      <w:r w:rsidRPr="005B300D">
        <w:rPr>
          <w:b/>
          <w:i/>
        </w:rPr>
        <w:tab/>
        <w:t>20 óra/24 óra</w:t>
      </w:r>
    </w:p>
    <w:p w:rsidR="005D696B" w:rsidRPr="005B300D" w:rsidRDefault="005D696B" w:rsidP="005D696B">
      <w:pPr>
        <w:tabs>
          <w:tab w:val="left" w:pos="1418"/>
          <w:tab w:val="right" w:pos="9072"/>
        </w:tabs>
        <w:ind w:left="851"/>
      </w:pPr>
      <w:r w:rsidRPr="005B300D">
        <w:t>Beteggel történő kommunikáció</w:t>
      </w:r>
    </w:p>
    <w:p w:rsidR="005D696B" w:rsidRPr="005B300D" w:rsidRDefault="005D696B" w:rsidP="005D696B">
      <w:pPr>
        <w:tabs>
          <w:tab w:val="left" w:pos="1418"/>
          <w:tab w:val="right" w:pos="9072"/>
        </w:tabs>
        <w:ind w:left="851"/>
      </w:pPr>
      <w:r w:rsidRPr="005B300D">
        <w:t>Anamnézis felvétel</w:t>
      </w:r>
    </w:p>
    <w:p w:rsidR="005D696B" w:rsidRPr="005B300D" w:rsidRDefault="005D696B" w:rsidP="005D696B">
      <w:pPr>
        <w:tabs>
          <w:tab w:val="left" w:pos="1418"/>
          <w:tab w:val="right" w:pos="9072"/>
        </w:tabs>
        <w:ind w:left="851"/>
      </w:pPr>
      <w:r w:rsidRPr="005B300D">
        <w:t>Fizikális vizsgálat</w:t>
      </w:r>
    </w:p>
    <w:p w:rsidR="005D696B" w:rsidRPr="005B300D" w:rsidRDefault="005D696B" w:rsidP="005D696B">
      <w:pPr>
        <w:tabs>
          <w:tab w:val="left" w:pos="1418"/>
          <w:tab w:val="right" w:pos="9072"/>
        </w:tabs>
        <w:ind w:left="851"/>
      </w:pPr>
      <w:r w:rsidRPr="005B300D">
        <w:t>Szakorvossal történő konzultáció</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ind w:left="993" w:hanging="426"/>
        <w:jc w:val="both"/>
        <w:rPr>
          <w:b/>
          <w:i/>
        </w:rPr>
      </w:pPr>
      <w:r w:rsidRPr="005B300D">
        <w:rPr>
          <w:b/>
          <w:i/>
        </w:rPr>
        <w:t>Hallókészülék kiválasztás</w:t>
      </w:r>
      <w:r w:rsidRPr="005B300D">
        <w:rPr>
          <w:b/>
          <w:i/>
        </w:rPr>
        <w:tab/>
        <w:t>40 óra/40 óra</w:t>
      </w:r>
    </w:p>
    <w:p w:rsidR="005D696B" w:rsidRPr="005B300D" w:rsidRDefault="005D696B" w:rsidP="005D696B">
      <w:pPr>
        <w:ind w:left="851"/>
      </w:pPr>
      <w:r w:rsidRPr="005B300D">
        <w:t>Beteg előkészítése</w:t>
      </w:r>
    </w:p>
    <w:p w:rsidR="005D696B" w:rsidRPr="005B300D" w:rsidRDefault="005D696B" w:rsidP="005D696B">
      <w:pPr>
        <w:ind w:left="851"/>
      </w:pPr>
      <w:proofErr w:type="spellStart"/>
      <w:r w:rsidRPr="005B300D">
        <w:t>Audiológiai</w:t>
      </w:r>
      <w:proofErr w:type="spellEnd"/>
      <w:r w:rsidRPr="005B300D">
        <w:t xml:space="preserve"> leletek</w:t>
      </w:r>
    </w:p>
    <w:p w:rsidR="005D696B" w:rsidRPr="005B300D" w:rsidRDefault="005D696B" w:rsidP="005D696B">
      <w:pPr>
        <w:ind w:left="851"/>
      </w:pPr>
      <w:r w:rsidRPr="005B300D">
        <w:t>Beteg igényei</w:t>
      </w:r>
    </w:p>
    <w:p w:rsidR="005D696B" w:rsidRPr="005B300D" w:rsidRDefault="005D696B" w:rsidP="005D696B">
      <w:pPr>
        <w:ind w:left="851"/>
      </w:pPr>
      <w:r w:rsidRPr="005B300D">
        <w:t>Szakmai ismeretek alkalmazása</w:t>
      </w:r>
    </w:p>
    <w:p w:rsidR="005D696B" w:rsidRPr="005B300D" w:rsidRDefault="005D696B" w:rsidP="005D696B">
      <w:pPr>
        <w:ind w:left="851"/>
      </w:pPr>
      <w:r w:rsidRPr="005B300D">
        <w:t>Szakorvossal konzultáció</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ind w:left="993" w:hanging="426"/>
        <w:jc w:val="both"/>
        <w:rPr>
          <w:b/>
          <w:i/>
        </w:rPr>
      </w:pPr>
      <w:r w:rsidRPr="005B300D">
        <w:rPr>
          <w:b/>
          <w:i/>
        </w:rPr>
        <w:t>Hallókészülék beállítása</w:t>
      </w:r>
      <w:r w:rsidRPr="005B300D">
        <w:rPr>
          <w:b/>
          <w:i/>
        </w:rPr>
        <w:tab/>
        <w:t>100 óra/104 óra</w:t>
      </w:r>
    </w:p>
    <w:p w:rsidR="005D696B" w:rsidRPr="005B300D" w:rsidRDefault="005D696B" w:rsidP="005D696B">
      <w:pPr>
        <w:ind w:left="851"/>
      </w:pPr>
      <w:r w:rsidRPr="005B300D">
        <w:t>Beteg előkészítése</w:t>
      </w:r>
    </w:p>
    <w:p w:rsidR="005D696B" w:rsidRPr="005B300D" w:rsidRDefault="005D696B" w:rsidP="005D696B">
      <w:pPr>
        <w:tabs>
          <w:tab w:val="left" w:pos="1418"/>
          <w:tab w:val="right" w:pos="9072"/>
        </w:tabs>
        <w:ind w:left="851"/>
      </w:pPr>
      <w:r w:rsidRPr="005B300D">
        <w:t>Beállítás</w:t>
      </w:r>
    </w:p>
    <w:p w:rsidR="005D696B" w:rsidRPr="005B300D" w:rsidRDefault="005D696B" w:rsidP="005D696B">
      <w:pPr>
        <w:tabs>
          <w:tab w:val="left" w:pos="1418"/>
          <w:tab w:val="right" w:pos="9072"/>
        </w:tabs>
        <w:ind w:left="851"/>
      </w:pPr>
      <w:r w:rsidRPr="005B300D">
        <w:lastRenderedPageBreak/>
        <w:t>Finomhangolás</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ind w:left="993" w:hanging="426"/>
        <w:jc w:val="both"/>
        <w:rPr>
          <w:b/>
          <w:i/>
        </w:rPr>
      </w:pPr>
      <w:r w:rsidRPr="005B300D">
        <w:rPr>
          <w:b/>
          <w:i/>
        </w:rPr>
        <w:t>Hatékonyság mérése</w:t>
      </w:r>
      <w:r w:rsidRPr="005B300D">
        <w:rPr>
          <w:b/>
          <w:i/>
        </w:rPr>
        <w:tab/>
        <w:t>10 óra/24 óra</w:t>
      </w:r>
    </w:p>
    <w:p w:rsidR="005D696B" w:rsidRPr="005B300D" w:rsidRDefault="005D696B" w:rsidP="005D696B">
      <w:pPr>
        <w:ind w:left="851"/>
      </w:pPr>
      <w:proofErr w:type="spellStart"/>
      <w:r w:rsidRPr="005B300D">
        <w:t>Cosi</w:t>
      </w:r>
      <w:proofErr w:type="spellEnd"/>
      <w:r w:rsidRPr="005B300D">
        <w:t xml:space="preserve"> teszt</w:t>
      </w:r>
    </w:p>
    <w:p w:rsidR="005D696B" w:rsidRPr="005B300D" w:rsidRDefault="005D696B" w:rsidP="005D696B">
      <w:pPr>
        <w:ind w:left="851"/>
      </w:pPr>
      <w:r w:rsidRPr="005B300D">
        <w:t>Szabad hangteres vizsgálatok</w:t>
      </w:r>
    </w:p>
    <w:p w:rsidR="005D696B" w:rsidRPr="005B300D" w:rsidRDefault="005D696B" w:rsidP="005D696B">
      <w:pPr>
        <w:ind w:left="851"/>
      </w:pPr>
      <w:r w:rsidRPr="005B300D">
        <w:t>Ismételt állítások</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ind w:left="993" w:hanging="426"/>
        <w:jc w:val="both"/>
        <w:rPr>
          <w:b/>
          <w:i/>
        </w:rPr>
      </w:pPr>
      <w:proofErr w:type="spellStart"/>
      <w:r w:rsidRPr="005B300D">
        <w:rPr>
          <w:b/>
          <w:i/>
        </w:rPr>
        <w:t>Fülilleszték</w:t>
      </w:r>
      <w:proofErr w:type="spellEnd"/>
      <w:r w:rsidRPr="005B300D">
        <w:rPr>
          <w:b/>
          <w:i/>
        </w:rPr>
        <w:t xml:space="preserve"> készítés</w:t>
      </w:r>
      <w:r w:rsidRPr="005B300D">
        <w:rPr>
          <w:b/>
          <w:i/>
        </w:rPr>
        <w:tab/>
        <w:t>20 óra/24 óra</w:t>
      </w:r>
    </w:p>
    <w:p w:rsidR="005D696B" w:rsidRPr="005B300D" w:rsidRDefault="005D696B" w:rsidP="005D696B">
      <w:pPr>
        <w:tabs>
          <w:tab w:val="left" w:pos="1418"/>
          <w:tab w:val="right" w:pos="9072"/>
        </w:tabs>
        <w:ind w:left="851"/>
      </w:pPr>
      <w:r w:rsidRPr="005B300D">
        <w:t>Lenyomatvétel</w:t>
      </w: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2"/>
          <w:numId w:val="16"/>
        </w:numPr>
        <w:tabs>
          <w:tab w:val="left" w:pos="1701"/>
          <w:tab w:val="right" w:pos="9072"/>
        </w:tabs>
        <w:ind w:left="993" w:hanging="426"/>
        <w:jc w:val="both"/>
        <w:rPr>
          <w:b/>
          <w:i/>
        </w:rPr>
      </w:pPr>
      <w:r w:rsidRPr="005B300D">
        <w:rPr>
          <w:b/>
          <w:i/>
        </w:rPr>
        <w:t>Szervízelés</w:t>
      </w:r>
      <w:r w:rsidRPr="005B300D">
        <w:rPr>
          <w:b/>
          <w:i/>
        </w:rPr>
        <w:tab/>
        <w:t>10 óra/24 óra</w:t>
      </w:r>
    </w:p>
    <w:p w:rsidR="005D696B" w:rsidRPr="005B300D" w:rsidRDefault="005D696B" w:rsidP="005D696B">
      <w:pPr>
        <w:pStyle w:val="Listaszerbekezds"/>
        <w:tabs>
          <w:tab w:val="left" w:pos="1701"/>
          <w:tab w:val="right" w:pos="9072"/>
        </w:tabs>
        <w:ind w:left="993"/>
        <w:rPr>
          <w:b/>
          <w:i/>
        </w:rPr>
      </w:pPr>
    </w:p>
    <w:p w:rsidR="005D696B" w:rsidRPr="005B300D" w:rsidRDefault="005D696B" w:rsidP="005D696B">
      <w:pPr>
        <w:tabs>
          <w:tab w:val="left" w:pos="1418"/>
          <w:tab w:val="right" w:pos="9072"/>
        </w:tabs>
        <w:ind w:left="851"/>
      </w:pPr>
    </w:p>
    <w:p w:rsidR="005D696B" w:rsidRPr="005B300D" w:rsidRDefault="005D696B" w:rsidP="005D696B">
      <w:pPr>
        <w:pStyle w:val="Listaszerbekezds"/>
        <w:numPr>
          <w:ilvl w:val="1"/>
          <w:numId w:val="16"/>
        </w:numPr>
        <w:jc w:val="both"/>
        <w:rPr>
          <w:b/>
        </w:rPr>
      </w:pPr>
      <w:r w:rsidRPr="005B300D">
        <w:rPr>
          <w:b/>
        </w:rPr>
        <w:t xml:space="preserve"> A képzés javasolt helyszíne (ajánlás)</w:t>
      </w:r>
    </w:p>
    <w:p w:rsidR="005D696B" w:rsidRPr="005B300D" w:rsidRDefault="005D696B" w:rsidP="005D696B">
      <w:pPr>
        <w:ind w:left="426"/>
      </w:pPr>
    </w:p>
    <w:p w:rsidR="005D696B" w:rsidRPr="005B300D" w:rsidRDefault="005D696B" w:rsidP="005D696B">
      <w:r w:rsidRPr="005B300D">
        <w:t xml:space="preserve">Fül-orr-gégészeti, </w:t>
      </w:r>
      <w:proofErr w:type="spellStart"/>
      <w:r w:rsidRPr="005B300D">
        <w:t>audiológus</w:t>
      </w:r>
      <w:proofErr w:type="spellEnd"/>
      <w:r w:rsidRPr="005B300D">
        <w:t xml:space="preserve"> Szakmai Kollégium által akkreditált </w:t>
      </w:r>
      <w:proofErr w:type="spellStart"/>
      <w:r w:rsidRPr="005B300D">
        <w:t>audiológiai</w:t>
      </w:r>
      <w:proofErr w:type="spellEnd"/>
      <w:r w:rsidRPr="005B300D">
        <w:t xml:space="preserve"> szakrendelés, oktatási tapasztalattal rendelkező szakorvosok felügyelete mellett, ahol a műtéti ellátások, implantációs eljárások is bemutathatók. A hallókészülék állításának feltételei adottak, legalább 5 forgalmazó cég hallókészülékeinek állítása lehetséges. Gyermekellátás zajlik rendszeresen, </w:t>
      </w:r>
      <w:proofErr w:type="spellStart"/>
      <w:r w:rsidRPr="005B300D">
        <w:t>szurdopedagógus</w:t>
      </w:r>
      <w:proofErr w:type="spellEnd"/>
      <w:r w:rsidRPr="005B300D">
        <w:t xml:space="preserve"> jelenlétével.</w:t>
      </w:r>
    </w:p>
    <w:p w:rsidR="005D696B" w:rsidRPr="005B300D" w:rsidRDefault="005D696B" w:rsidP="005D696B"/>
    <w:p w:rsidR="005D696B" w:rsidRPr="005B300D" w:rsidRDefault="005D696B" w:rsidP="005D696B">
      <w:pPr>
        <w:pStyle w:val="Listaszerbekezds"/>
        <w:numPr>
          <w:ilvl w:val="1"/>
          <w:numId w:val="16"/>
        </w:numPr>
        <w:jc w:val="both"/>
        <w:rPr>
          <w:b/>
        </w:rPr>
      </w:pPr>
      <w:r w:rsidRPr="005B300D">
        <w:rPr>
          <w:b/>
        </w:rPr>
        <w:t>A tantárgy elsajátítása során alkalmazható sajátos módszerek, tanulói tevékenységformák (ajánlás)</w:t>
      </w:r>
    </w:p>
    <w:p w:rsidR="005D696B" w:rsidRPr="005B300D" w:rsidRDefault="005D696B" w:rsidP="005D696B">
      <w:pPr>
        <w:ind w:left="426"/>
      </w:pPr>
    </w:p>
    <w:p w:rsidR="005D696B" w:rsidRPr="005B300D" w:rsidRDefault="005D696B" w:rsidP="005D696B">
      <w:pPr>
        <w:pStyle w:val="Listaszerbekezds"/>
        <w:numPr>
          <w:ilvl w:val="2"/>
          <w:numId w:val="16"/>
        </w:numPr>
        <w:jc w:val="both"/>
        <w:rPr>
          <w:b/>
        </w:rPr>
      </w:pPr>
      <w:r w:rsidRPr="005B300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D696B" w:rsidRPr="005B300D" w:rsidTr="00FF0C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magyarázat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irányított feladat megoldás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megbeszélés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elbeszélés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szemléltetés</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960" w:type="dxa"/>
            <w:tcBorders>
              <w:top w:val="nil"/>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6.</w:t>
            </w: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házi feladat</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x</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80" w:type="dxa"/>
            <w:tcBorders>
              <w:top w:val="nil"/>
              <w:left w:val="nil"/>
              <w:bottom w:val="single" w:sz="4" w:space="0" w:color="auto"/>
              <w:right w:val="single" w:sz="4" w:space="0" w:color="auto"/>
            </w:tcBorders>
            <w:shd w:val="clear" w:color="auto" w:fill="FFFFFF" w:themeFill="background1"/>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2"/>
          <w:numId w:val="16"/>
        </w:numPr>
        <w:jc w:val="both"/>
        <w:rPr>
          <w:b/>
        </w:rPr>
      </w:pPr>
      <w:r w:rsidRPr="005B300D">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D696B" w:rsidRPr="005B300D" w:rsidTr="00FF0CD2">
        <w:trPr>
          <w:trHeight w:val="255"/>
          <w:jc w:val="center"/>
        </w:trPr>
        <w:tc>
          <w:tcPr>
            <w:tcW w:w="1036"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Sorszám</w:t>
            </w:r>
          </w:p>
        </w:tc>
        <w:tc>
          <w:tcPr>
            <w:tcW w:w="277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tevékenységforma</w:t>
            </w:r>
          </w:p>
        </w:tc>
        <w:tc>
          <w:tcPr>
            <w:tcW w:w="2328" w:type="dxa"/>
            <w:gridSpan w:val="3"/>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Tanulói tevékenység szervezési kerete (differenciálási módok)</w:t>
            </w:r>
          </w:p>
        </w:tc>
        <w:tc>
          <w:tcPr>
            <w:tcW w:w="2358" w:type="dxa"/>
            <w:vMerge w:val="restart"/>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ml:space="preserve">Alkalmazandó eszközök és felszerelések </w:t>
            </w:r>
          </w:p>
        </w:tc>
      </w:tr>
      <w:tr w:rsidR="005D696B" w:rsidRPr="005B300D" w:rsidTr="00FF0CD2">
        <w:trPr>
          <w:trHeight w:val="510"/>
          <w:jc w:val="center"/>
        </w:trPr>
        <w:tc>
          <w:tcPr>
            <w:tcW w:w="1036" w:type="dxa"/>
            <w:vMerge/>
            <w:vAlign w:val="center"/>
            <w:hideMark/>
          </w:tcPr>
          <w:p w:rsidR="005D696B" w:rsidRPr="005B300D" w:rsidRDefault="005D696B" w:rsidP="00FF0CD2">
            <w:pPr>
              <w:rPr>
                <w:color w:val="000000"/>
                <w:sz w:val="20"/>
                <w:szCs w:val="20"/>
              </w:rPr>
            </w:pPr>
          </w:p>
        </w:tc>
        <w:tc>
          <w:tcPr>
            <w:tcW w:w="2778" w:type="dxa"/>
            <w:vMerge/>
            <w:vAlign w:val="center"/>
            <w:hideMark/>
          </w:tcPr>
          <w:p w:rsidR="005D696B" w:rsidRPr="005B300D" w:rsidRDefault="005D696B" w:rsidP="00FF0CD2">
            <w:pPr>
              <w:rPr>
                <w:color w:val="000000"/>
                <w:sz w:val="20"/>
                <w:szCs w:val="20"/>
              </w:rPr>
            </w:pP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egyéni</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csoport-bontás</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osztály-keret</w:t>
            </w:r>
          </w:p>
        </w:tc>
        <w:tc>
          <w:tcPr>
            <w:tcW w:w="2358" w:type="dxa"/>
            <w:vMerge/>
            <w:vAlign w:val="center"/>
            <w:hideMark/>
          </w:tcPr>
          <w:p w:rsidR="005D696B" w:rsidRPr="005B300D" w:rsidRDefault="005D696B" w:rsidP="00FF0CD2">
            <w:pPr>
              <w:rPr>
                <w:color w:val="000000"/>
                <w:sz w:val="20"/>
                <w:szCs w:val="20"/>
              </w:rPr>
            </w:pP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1.</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Információ feldolgozó tevékenységek</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önálló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Olvasott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feldolgozása jegyzeteléssel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lastRenderedPageBreak/>
              <w:t>1.5.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Hallott szöveg feladattal vezetett feldolgozása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önálló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1.7.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Információk feladattal vezetett rendszerezése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2.</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Ismeretalkalmazási gyakorló tevékenységek, feladatok</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Írásos elemzések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Válaszolás írásban mondatszintű kérdésekre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Tesztfeladat megoldása</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Szöveges előadás egyéni felkészüléssel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2.6.</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utólagos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2.7.</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Tapasztalatok helyszíni ismertetése szóban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3.</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Komplex információk körében</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Esetleírás készítése</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Elemzés készítése tapasztalatokról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3.3.</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Jegyzetkészítés eseményről kérdéssor alapján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3.4.</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Esemény helyszíni értékelése szóban felkészülés után</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3.5.</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Utólagos szóbeli beszámoló</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4.</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Csoportos munkaformák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Kiscsoportos szakmai munkavégzés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4.2.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Csoportos helyzetgyakorlat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x</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255"/>
          <w:jc w:val="center"/>
        </w:trPr>
        <w:tc>
          <w:tcPr>
            <w:tcW w:w="1036" w:type="dxa"/>
            <w:shd w:val="clear" w:color="000000" w:fill="D9D9D9"/>
            <w:vAlign w:val="center"/>
            <w:hideMark/>
          </w:tcPr>
          <w:p w:rsidR="005D696B" w:rsidRPr="005B300D" w:rsidRDefault="005D696B" w:rsidP="00FF0CD2">
            <w:pPr>
              <w:jc w:val="center"/>
              <w:rPr>
                <w:color w:val="000000"/>
                <w:sz w:val="20"/>
                <w:szCs w:val="20"/>
              </w:rPr>
            </w:pPr>
            <w:r w:rsidRPr="005B300D">
              <w:rPr>
                <w:color w:val="000000"/>
                <w:sz w:val="20"/>
                <w:szCs w:val="20"/>
              </w:rPr>
              <w:t>5.</w:t>
            </w:r>
          </w:p>
        </w:tc>
        <w:tc>
          <w:tcPr>
            <w:tcW w:w="7464" w:type="dxa"/>
            <w:gridSpan w:val="5"/>
            <w:shd w:val="clear" w:color="000000" w:fill="D9D9D9"/>
            <w:vAlign w:val="center"/>
            <w:hideMark/>
          </w:tcPr>
          <w:p w:rsidR="005D696B" w:rsidRPr="005B300D" w:rsidRDefault="005D696B" w:rsidP="00FF0CD2">
            <w:pPr>
              <w:rPr>
                <w:color w:val="000000"/>
                <w:sz w:val="20"/>
                <w:szCs w:val="20"/>
              </w:rPr>
            </w:pPr>
            <w:r w:rsidRPr="005B300D">
              <w:rPr>
                <w:color w:val="000000"/>
                <w:sz w:val="20"/>
                <w:szCs w:val="20"/>
              </w:rPr>
              <w:t>Szolgáltatási tevékenységek körében</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5.1.</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 szakmai munkavégzés felügyelet mellett</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r w:rsidR="005D696B" w:rsidRPr="005B300D" w:rsidTr="00FF0CD2">
        <w:trPr>
          <w:trHeight w:val="510"/>
          <w:jc w:val="center"/>
        </w:trPr>
        <w:tc>
          <w:tcPr>
            <w:tcW w:w="103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5.2.</w:t>
            </w:r>
          </w:p>
        </w:tc>
        <w:tc>
          <w:tcPr>
            <w:tcW w:w="277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Önálló szakmai munkavégzés közvetlen irányítással</w:t>
            </w:r>
          </w:p>
        </w:tc>
        <w:tc>
          <w:tcPr>
            <w:tcW w:w="758"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x </w:t>
            </w:r>
          </w:p>
        </w:tc>
        <w:tc>
          <w:tcPr>
            <w:tcW w:w="796"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774" w:type="dxa"/>
            <w:shd w:val="clear" w:color="auto" w:fill="auto"/>
            <w:vAlign w:val="center"/>
            <w:hideMark/>
          </w:tcPr>
          <w:p w:rsidR="005D696B" w:rsidRPr="005B300D" w:rsidRDefault="005D696B" w:rsidP="00FF0CD2">
            <w:pPr>
              <w:jc w:val="center"/>
              <w:rPr>
                <w:color w:val="000000"/>
                <w:sz w:val="20"/>
                <w:szCs w:val="20"/>
              </w:rPr>
            </w:pPr>
            <w:r w:rsidRPr="005B300D">
              <w:rPr>
                <w:color w:val="000000"/>
                <w:sz w:val="20"/>
                <w:szCs w:val="20"/>
              </w:rPr>
              <w:t> </w:t>
            </w:r>
          </w:p>
        </w:tc>
        <w:tc>
          <w:tcPr>
            <w:tcW w:w="2358" w:type="dxa"/>
            <w:shd w:val="clear" w:color="auto" w:fill="auto"/>
            <w:vAlign w:val="center"/>
            <w:hideMark/>
          </w:tcPr>
          <w:p w:rsidR="005D696B" w:rsidRPr="005B300D" w:rsidRDefault="005D696B" w:rsidP="00FF0CD2">
            <w:pPr>
              <w:rPr>
                <w:color w:val="000000"/>
                <w:sz w:val="20"/>
                <w:szCs w:val="20"/>
              </w:rPr>
            </w:pPr>
            <w:r w:rsidRPr="005B300D">
              <w:rPr>
                <w:color w:val="000000"/>
                <w:sz w:val="20"/>
                <w:szCs w:val="20"/>
              </w:rPr>
              <w:t> </w:t>
            </w:r>
          </w:p>
        </w:tc>
      </w:tr>
    </w:tbl>
    <w:p w:rsidR="005D696B" w:rsidRPr="005B300D" w:rsidRDefault="005D696B" w:rsidP="005D696B">
      <w:pPr>
        <w:ind w:left="426"/>
      </w:pPr>
    </w:p>
    <w:p w:rsidR="005D696B" w:rsidRPr="005B300D" w:rsidRDefault="005D696B" w:rsidP="005D696B">
      <w:pPr>
        <w:pStyle w:val="Listaszerbekezds"/>
        <w:numPr>
          <w:ilvl w:val="1"/>
          <w:numId w:val="16"/>
        </w:numPr>
        <w:jc w:val="both"/>
        <w:rPr>
          <w:b/>
        </w:rPr>
      </w:pPr>
      <w:r w:rsidRPr="005B300D">
        <w:rPr>
          <w:b/>
        </w:rPr>
        <w:t xml:space="preserve"> A tantárgy értékelésének módja</w:t>
      </w:r>
    </w:p>
    <w:p w:rsidR="005D696B" w:rsidRPr="005B300D" w:rsidRDefault="005D696B" w:rsidP="005D696B">
      <w:pPr>
        <w:ind w:left="426"/>
      </w:pPr>
      <w:r w:rsidRPr="005B300D">
        <w:t>A nemzeti köznevelésről szóló 2011. évi CXC. törvény. 54. § (2) a) pontja szerinti értékeléssel.</w:t>
      </w:r>
    </w:p>
    <w:p w:rsidR="005D696B" w:rsidRPr="005B300D" w:rsidRDefault="005D696B" w:rsidP="005D696B">
      <w:pPr>
        <w:spacing w:after="200" w:line="276" w:lineRule="auto"/>
      </w:pPr>
    </w:p>
    <w:p w:rsidR="005D696B" w:rsidRPr="005B300D" w:rsidRDefault="005D696B" w:rsidP="005D696B">
      <w:pPr>
        <w:jc w:val="center"/>
        <w:rPr>
          <w:b/>
          <w:caps/>
        </w:rPr>
      </w:pPr>
      <w:r w:rsidRPr="005B300D">
        <w:rPr>
          <w:b/>
          <w:caps/>
        </w:rPr>
        <w:t>Összefüggő szakmai gyakorlat</w:t>
      </w:r>
    </w:p>
    <w:p w:rsidR="005D696B" w:rsidRPr="005B300D" w:rsidRDefault="005D696B" w:rsidP="005D696B"/>
    <w:p w:rsidR="005D696B" w:rsidRPr="005B300D" w:rsidRDefault="005D696B" w:rsidP="005D696B">
      <w:pPr>
        <w:jc w:val="center"/>
        <w:rPr>
          <w:b/>
        </w:rPr>
      </w:pPr>
      <w:r w:rsidRPr="005B300D">
        <w:rPr>
          <w:b/>
        </w:rPr>
        <w:t>I. Öt évfolyamos oktatás közismereti képzéssel</w:t>
      </w:r>
    </w:p>
    <w:p w:rsidR="005D696B" w:rsidRPr="005B300D" w:rsidRDefault="005D696B" w:rsidP="005D696B">
      <w:pPr>
        <w:jc w:val="center"/>
      </w:pPr>
      <w:r w:rsidRPr="005B300D">
        <w:t>10. évfolyamot követően 140 óra</w:t>
      </w:r>
    </w:p>
    <w:p w:rsidR="005D696B" w:rsidRPr="005B300D" w:rsidRDefault="005D696B" w:rsidP="005D696B">
      <w:pPr>
        <w:jc w:val="center"/>
      </w:pPr>
      <w:r w:rsidRPr="005B300D">
        <w:t>11. évfolyamot követően 140 óra</w:t>
      </w:r>
    </w:p>
    <w:p w:rsidR="005D696B" w:rsidRPr="005B300D" w:rsidRDefault="005D696B" w:rsidP="005D696B"/>
    <w:p w:rsidR="005D696B" w:rsidRPr="005B300D" w:rsidRDefault="005D696B" w:rsidP="005D696B">
      <w:r w:rsidRPr="005B300D">
        <w:t>Az összefüggő nyári gyakorlat egészére vonatkozik a meghatározott óraszám, amelynek keretében az összes felsorolt elemet kötelezően oktatni kell az óraszámok részletezése nélkül, a tanulók egyéni kompetenciafejlesztése érdekében.</w:t>
      </w:r>
    </w:p>
    <w:p w:rsidR="005D696B" w:rsidRPr="005B300D" w:rsidRDefault="005D696B" w:rsidP="005D696B"/>
    <w:p w:rsidR="005D696B" w:rsidRPr="005B300D" w:rsidRDefault="005D696B" w:rsidP="005D696B">
      <w:r w:rsidRPr="005B300D">
        <w:lastRenderedPageBreak/>
        <w:t>A 10. évfolyamot követő szakmai gyakorlat szakmai tartalma:</w:t>
      </w:r>
    </w:p>
    <w:p w:rsidR="005D696B" w:rsidRPr="005B300D" w:rsidRDefault="005D696B" w:rsidP="005D696B">
      <w:pPr>
        <w:ind w:left="851"/>
      </w:pPr>
      <w:r w:rsidRPr="005B300D">
        <w:rPr>
          <w:b/>
        </w:rPr>
        <w:t>Csecsemő és kisgyermekgondozás gyakorlat</w:t>
      </w:r>
      <w:r w:rsidRPr="005B300D">
        <w:t>:</w:t>
      </w:r>
    </w:p>
    <w:p w:rsidR="005D696B" w:rsidRPr="005B300D" w:rsidRDefault="005D696B" w:rsidP="005D696B">
      <w:pPr>
        <w:ind w:left="851"/>
      </w:pPr>
      <w:r w:rsidRPr="005B300D">
        <w:t>Az intézmény felépítése, munkarendje.</w:t>
      </w:r>
    </w:p>
    <w:p w:rsidR="005D696B" w:rsidRPr="005B300D" w:rsidRDefault="005D696B" w:rsidP="005D696B">
      <w:pPr>
        <w:ind w:left="851"/>
      </w:pPr>
      <w:r w:rsidRPr="005B300D">
        <w:t>Munkavédelmi, tűzvédelmi szabályok megismerése, betartása.</w:t>
      </w:r>
    </w:p>
    <w:p w:rsidR="005D696B" w:rsidRPr="005B300D" w:rsidRDefault="005D696B" w:rsidP="005D696B">
      <w:pPr>
        <w:ind w:left="851"/>
      </w:pPr>
      <w:r w:rsidRPr="005B300D">
        <w:t>Napirend megismerése, napirend szerinti munkavégzés.</w:t>
      </w:r>
    </w:p>
    <w:p w:rsidR="005D696B" w:rsidRPr="005B300D" w:rsidRDefault="005D696B" w:rsidP="005D696B">
      <w:pPr>
        <w:ind w:left="851"/>
      </w:pPr>
      <w:r w:rsidRPr="005B300D">
        <w:t>A gyermek fogadása.</w:t>
      </w:r>
    </w:p>
    <w:p w:rsidR="005D696B" w:rsidRPr="005B300D" w:rsidRDefault="005D696B" w:rsidP="005D696B">
      <w:pPr>
        <w:ind w:left="851"/>
      </w:pPr>
      <w:r w:rsidRPr="005B300D">
        <w:t>Részvétel a napi gondozási feladatokban.</w:t>
      </w:r>
    </w:p>
    <w:p w:rsidR="005D696B" w:rsidRPr="005B300D" w:rsidRDefault="005D696B" w:rsidP="005D696B">
      <w:pPr>
        <w:ind w:left="851"/>
      </w:pPr>
      <w:r w:rsidRPr="005B300D">
        <w:t>A csecsemő és gyermekgondozás eszközeinek használata, tisztítása, fertőtlenítése.</w:t>
      </w:r>
    </w:p>
    <w:p w:rsidR="005D696B" w:rsidRPr="005B300D" w:rsidRDefault="005D696B" w:rsidP="005D696B">
      <w:pPr>
        <w:ind w:left="851"/>
      </w:pPr>
      <w:r w:rsidRPr="005B300D">
        <w:t>Mosdatás, fürösztés feladatai.</w:t>
      </w:r>
    </w:p>
    <w:p w:rsidR="005D696B" w:rsidRPr="005B300D" w:rsidRDefault="005D696B" w:rsidP="005D696B">
      <w:pPr>
        <w:ind w:left="851"/>
      </w:pPr>
      <w:r w:rsidRPr="005B300D">
        <w:t>Pelenkázás, tisztázás.</w:t>
      </w:r>
    </w:p>
    <w:p w:rsidR="005D696B" w:rsidRPr="005B300D" w:rsidRDefault="005D696B" w:rsidP="005D696B">
      <w:pPr>
        <w:ind w:left="851"/>
      </w:pPr>
      <w:r w:rsidRPr="005B300D">
        <w:t>Időjárásnak megfelelő öltözet biztosítása.</w:t>
      </w:r>
    </w:p>
    <w:p w:rsidR="005D696B" w:rsidRPr="005B300D" w:rsidRDefault="005D696B" w:rsidP="005D696B">
      <w:pPr>
        <w:ind w:left="851"/>
      </w:pPr>
      <w:r w:rsidRPr="005B300D">
        <w:t>Öltöztetés.</w:t>
      </w:r>
    </w:p>
    <w:p w:rsidR="005D696B" w:rsidRPr="005B300D" w:rsidRDefault="005D696B" w:rsidP="005D696B">
      <w:pPr>
        <w:ind w:left="851"/>
      </w:pPr>
      <w:r w:rsidRPr="005B300D">
        <w:t>Levegőztetés.</w:t>
      </w:r>
    </w:p>
    <w:p w:rsidR="005D696B" w:rsidRPr="005B300D" w:rsidRDefault="005D696B" w:rsidP="005D696B">
      <w:pPr>
        <w:ind w:left="851"/>
      </w:pPr>
      <w:r w:rsidRPr="005B300D">
        <w:t>A csecsemő és a gyermek táplálása.</w:t>
      </w:r>
    </w:p>
    <w:p w:rsidR="005D696B" w:rsidRPr="005B300D" w:rsidRDefault="005D696B" w:rsidP="005D696B">
      <w:pPr>
        <w:ind w:left="851"/>
      </w:pPr>
      <w:r w:rsidRPr="005B300D">
        <w:t>Részvétel a gyermekkel való egyéni és csoportos foglalkozásokban.</w:t>
      </w:r>
    </w:p>
    <w:p w:rsidR="005D696B" w:rsidRPr="005B300D" w:rsidRDefault="005D696B" w:rsidP="005D696B">
      <w:pPr>
        <w:ind w:left="851"/>
      </w:pPr>
      <w:r w:rsidRPr="005B300D">
        <w:t>Közreműködés a helyes szokások kialakításában.</w:t>
      </w:r>
    </w:p>
    <w:p w:rsidR="005D696B" w:rsidRPr="005B300D" w:rsidRDefault="005D696B" w:rsidP="005D696B">
      <w:pPr>
        <w:ind w:left="851"/>
      </w:pPr>
      <w:r w:rsidRPr="005B300D">
        <w:t xml:space="preserve">Részvétel a játéktevékenységben. </w:t>
      </w:r>
    </w:p>
    <w:p w:rsidR="005D696B" w:rsidRPr="005B300D" w:rsidRDefault="005D696B" w:rsidP="005D696B">
      <w:pPr>
        <w:ind w:left="851"/>
      </w:pPr>
      <w:r w:rsidRPr="005B300D">
        <w:t xml:space="preserve">A játékok tisztántartása. </w:t>
      </w:r>
    </w:p>
    <w:p w:rsidR="005D696B" w:rsidRPr="005B300D" w:rsidRDefault="005D696B" w:rsidP="005D696B">
      <w:pPr>
        <w:ind w:left="851"/>
      </w:pPr>
      <w:r w:rsidRPr="005B300D">
        <w:t>Altatás, pihenés biztosítása.</w:t>
      </w:r>
    </w:p>
    <w:p w:rsidR="005D696B" w:rsidRPr="005B300D" w:rsidRDefault="005D696B" w:rsidP="005D696B">
      <w:pPr>
        <w:ind w:left="851"/>
      </w:pPr>
    </w:p>
    <w:p w:rsidR="005D696B" w:rsidRPr="005B300D" w:rsidRDefault="005D696B" w:rsidP="005D696B">
      <w:pPr>
        <w:ind w:left="851"/>
        <w:rPr>
          <w:b/>
        </w:rPr>
      </w:pPr>
      <w:r w:rsidRPr="005B300D">
        <w:rPr>
          <w:b/>
        </w:rPr>
        <w:t>Gondozási feladatok felnőtt korban:</w:t>
      </w:r>
    </w:p>
    <w:p w:rsidR="005D696B" w:rsidRPr="005B300D" w:rsidRDefault="005D696B" w:rsidP="005D696B">
      <w:pPr>
        <w:ind w:left="851"/>
      </w:pPr>
      <w:r w:rsidRPr="005B300D">
        <w:t>Az intézmény felépítésének, munkarendjének megismerése.</w:t>
      </w:r>
    </w:p>
    <w:p w:rsidR="005D696B" w:rsidRPr="005B300D" w:rsidRDefault="005D696B" w:rsidP="005D696B">
      <w:pPr>
        <w:ind w:left="851"/>
      </w:pPr>
      <w:r w:rsidRPr="005B300D">
        <w:t>Munkavédelmi, környezetvédelmi, tűzvédelmi szabályok megismerése, betartása a napi munkavégzés során.</w:t>
      </w:r>
    </w:p>
    <w:p w:rsidR="005D696B" w:rsidRPr="005B300D" w:rsidRDefault="005D696B" w:rsidP="005D696B">
      <w:pPr>
        <w:ind w:left="851"/>
      </w:pPr>
      <w:r w:rsidRPr="005B300D">
        <w:t xml:space="preserve">A napirend megismerése, részvétel a napi gondozási feladatokban. </w:t>
      </w:r>
    </w:p>
    <w:p w:rsidR="005D696B" w:rsidRPr="005B300D" w:rsidRDefault="005D696B" w:rsidP="005D696B">
      <w:pPr>
        <w:ind w:left="851"/>
      </w:pPr>
      <w:r w:rsidRPr="005B300D">
        <w:t>Megfigyelési feladatok elvégzése, eredmények dokumentálása:</w:t>
      </w:r>
    </w:p>
    <w:p w:rsidR="005D696B" w:rsidRPr="005B300D" w:rsidRDefault="005D696B" w:rsidP="005D696B">
      <w:pPr>
        <w:ind w:left="851"/>
      </w:pPr>
      <w:proofErr w:type="gramStart"/>
      <w:r w:rsidRPr="005B300D">
        <w:t>magatartás</w:t>
      </w:r>
      <w:proofErr w:type="gramEnd"/>
      <w:r w:rsidRPr="005B300D">
        <w:t>, viselkedés.</w:t>
      </w:r>
    </w:p>
    <w:p w:rsidR="005D696B" w:rsidRPr="005B300D" w:rsidRDefault="005D696B" w:rsidP="005D696B">
      <w:pPr>
        <w:ind w:left="851"/>
      </w:pPr>
      <w:proofErr w:type="gramStart"/>
      <w:r w:rsidRPr="005B300D">
        <w:t>testalkat</w:t>
      </w:r>
      <w:proofErr w:type="gramEnd"/>
      <w:r w:rsidRPr="005B300D">
        <w:t>, járás.</w:t>
      </w:r>
    </w:p>
    <w:p w:rsidR="005D696B" w:rsidRPr="005B300D" w:rsidRDefault="005D696B" w:rsidP="005D696B">
      <w:pPr>
        <w:ind w:left="851"/>
      </w:pPr>
      <w:proofErr w:type="gramStart"/>
      <w:r w:rsidRPr="005B300D">
        <w:t>érzékszervek</w:t>
      </w:r>
      <w:proofErr w:type="gramEnd"/>
      <w:r w:rsidRPr="005B300D">
        <w:t xml:space="preserve"> működése.</w:t>
      </w:r>
    </w:p>
    <w:p w:rsidR="005D696B" w:rsidRPr="005B300D" w:rsidRDefault="005D696B" w:rsidP="005D696B">
      <w:pPr>
        <w:ind w:left="851"/>
      </w:pPr>
      <w:proofErr w:type="gramStart"/>
      <w:r w:rsidRPr="005B300D">
        <w:t>tudatállapot</w:t>
      </w:r>
      <w:proofErr w:type="gramEnd"/>
      <w:r w:rsidRPr="005B300D">
        <w:t>.</w:t>
      </w:r>
    </w:p>
    <w:p w:rsidR="005D696B" w:rsidRPr="005B300D" w:rsidRDefault="005D696B" w:rsidP="005D696B">
      <w:pPr>
        <w:ind w:left="851"/>
      </w:pPr>
      <w:proofErr w:type="gramStart"/>
      <w:r w:rsidRPr="005B300D">
        <w:t>fekvés</w:t>
      </w:r>
      <w:proofErr w:type="gramEnd"/>
      <w:r w:rsidRPr="005B300D">
        <w:t xml:space="preserve">, alvás megfigyelése. </w:t>
      </w:r>
    </w:p>
    <w:p w:rsidR="005D696B" w:rsidRPr="005B300D" w:rsidRDefault="005D696B" w:rsidP="005D696B">
      <w:pPr>
        <w:ind w:left="851"/>
      </w:pPr>
      <w:proofErr w:type="gramStart"/>
      <w:r w:rsidRPr="005B300D">
        <w:t>bőr</w:t>
      </w:r>
      <w:proofErr w:type="gramEnd"/>
      <w:r w:rsidRPr="005B300D">
        <w:t>, bőrfüggelékek, hajas fejbőr.</w:t>
      </w:r>
    </w:p>
    <w:p w:rsidR="005D696B" w:rsidRPr="005B300D" w:rsidRDefault="005D696B" w:rsidP="005D696B">
      <w:pPr>
        <w:ind w:left="851"/>
      </w:pPr>
      <w:proofErr w:type="gramStart"/>
      <w:r w:rsidRPr="005B300D">
        <w:t>kardinális</w:t>
      </w:r>
      <w:proofErr w:type="gramEnd"/>
      <w:r w:rsidRPr="005B300D">
        <w:t xml:space="preserve"> tünetek megfigyelése. </w:t>
      </w:r>
    </w:p>
    <w:p w:rsidR="005D696B" w:rsidRPr="005B300D" w:rsidRDefault="005D696B" w:rsidP="005D696B">
      <w:pPr>
        <w:ind w:left="851"/>
      </w:pPr>
      <w:proofErr w:type="gramStart"/>
      <w:r w:rsidRPr="005B300D">
        <w:t>testváladékok</w:t>
      </w:r>
      <w:proofErr w:type="gramEnd"/>
      <w:r w:rsidRPr="005B300D">
        <w:t xml:space="preserve"> megfigyelése.</w:t>
      </w:r>
    </w:p>
    <w:p w:rsidR="005D696B" w:rsidRPr="005B300D" w:rsidRDefault="005D696B" w:rsidP="005D696B">
      <w:pPr>
        <w:ind w:left="851"/>
      </w:pPr>
      <w:proofErr w:type="gramStart"/>
      <w:r w:rsidRPr="005B300D">
        <w:t>fájdalom</w:t>
      </w:r>
      <w:proofErr w:type="gramEnd"/>
      <w:r w:rsidRPr="005B300D">
        <w:t xml:space="preserve"> megfigyelése.</w:t>
      </w:r>
    </w:p>
    <w:p w:rsidR="005D696B" w:rsidRPr="005B300D" w:rsidRDefault="005D696B" w:rsidP="005D696B">
      <w:pPr>
        <w:ind w:left="851"/>
      </w:pPr>
      <w:proofErr w:type="gramStart"/>
      <w:r w:rsidRPr="005B300D">
        <w:t>folyadékháztartás</w:t>
      </w:r>
      <w:proofErr w:type="gramEnd"/>
      <w:r w:rsidRPr="005B300D">
        <w:t xml:space="preserve"> megfigyelése</w:t>
      </w:r>
    </w:p>
    <w:p w:rsidR="005D696B" w:rsidRPr="005B300D" w:rsidRDefault="005D696B" w:rsidP="005D696B">
      <w:pPr>
        <w:ind w:left="851"/>
      </w:pPr>
      <w:r w:rsidRPr="005B300D">
        <w:t>A gondozott szükségleteinek figyelembe vétele, kielégítésének segítése:</w:t>
      </w:r>
    </w:p>
    <w:p w:rsidR="005D696B" w:rsidRPr="005B300D" w:rsidRDefault="005D696B" w:rsidP="005D696B">
      <w:pPr>
        <w:ind w:left="851"/>
      </w:pPr>
      <w:proofErr w:type="gramStart"/>
      <w:r w:rsidRPr="005B300D">
        <w:t>táplálkozás</w:t>
      </w:r>
      <w:proofErr w:type="gramEnd"/>
      <w:r w:rsidRPr="005B300D">
        <w:t>, folyadékfogyasztás segítése.</w:t>
      </w:r>
    </w:p>
    <w:p w:rsidR="005D696B" w:rsidRPr="005B300D" w:rsidRDefault="005D696B" w:rsidP="005D696B">
      <w:pPr>
        <w:ind w:left="851"/>
      </w:pPr>
      <w:proofErr w:type="gramStart"/>
      <w:r w:rsidRPr="005B300D">
        <w:t>hely-</w:t>
      </w:r>
      <w:proofErr w:type="gramEnd"/>
      <w:r w:rsidRPr="005B300D">
        <w:t xml:space="preserve"> és helyzetváltoztatás segítése.</w:t>
      </w:r>
    </w:p>
    <w:p w:rsidR="005D696B" w:rsidRPr="005B300D" w:rsidRDefault="005D696B" w:rsidP="005D696B">
      <w:pPr>
        <w:ind w:left="851"/>
      </w:pPr>
      <w:proofErr w:type="gramStart"/>
      <w:r w:rsidRPr="005B300D">
        <w:t>segítségnyújtás</w:t>
      </w:r>
      <w:proofErr w:type="gramEnd"/>
      <w:r w:rsidRPr="005B300D">
        <w:t xml:space="preserve"> a gondozott testének tisztántartásában. </w:t>
      </w:r>
    </w:p>
    <w:p w:rsidR="005D696B" w:rsidRPr="005B300D" w:rsidRDefault="005D696B" w:rsidP="005D696B">
      <w:pPr>
        <w:ind w:left="851"/>
      </w:pPr>
      <w:proofErr w:type="gramStart"/>
      <w:r w:rsidRPr="005B300D">
        <w:t>ágyazás</w:t>
      </w:r>
      <w:proofErr w:type="gramEnd"/>
      <w:r w:rsidRPr="005B300D">
        <w:t>, ágyneműcsere.</w:t>
      </w:r>
    </w:p>
    <w:p w:rsidR="005D696B" w:rsidRPr="005B300D" w:rsidRDefault="005D696B" w:rsidP="005D696B">
      <w:pPr>
        <w:ind w:left="851"/>
      </w:pPr>
      <w:proofErr w:type="gramStart"/>
      <w:r w:rsidRPr="005B300D">
        <w:t>ürítési</w:t>
      </w:r>
      <w:proofErr w:type="gramEnd"/>
      <w:r w:rsidRPr="005B300D">
        <w:t xml:space="preserve"> szükségletek kielégítésének segítése.</w:t>
      </w:r>
    </w:p>
    <w:p w:rsidR="005D696B" w:rsidRPr="005B300D" w:rsidRDefault="005D696B" w:rsidP="005D696B">
      <w:pPr>
        <w:ind w:left="851"/>
      </w:pPr>
      <w:proofErr w:type="spellStart"/>
      <w:r w:rsidRPr="005B300D">
        <w:t>incontinens</w:t>
      </w:r>
      <w:proofErr w:type="spellEnd"/>
      <w:r w:rsidRPr="005B300D">
        <w:t xml:space="preserve"> beteg ápolása.</w:t>
      </w:r>
    </w:p>
    <w:p w:rsidR="005D696B" w:rsidRPr="005B300D" w:rsidRDefault="005D696B" w:rsidP="005D696B">
      <w:pPr>
        <w:ind w:left="851"/>
      </w:pPr>
      <w:proofErr w:type="spellStart"/>
      <w:r w:rsidRPr="005B300D">
        <w:t>decubitus</w:t>
      </w:r>
      <w:proofErr w:type="spellEnd"/>
      <w:r w:rsidRPr="005B300D">
        <w:t xml:space="preserve"> megelőzés.</w:t>
      </w:r>
    </w:p>
    <w:p w:rsidR="005D696B" w:rsidRPr="005B300D" w:rsidRDefault="005D696B" w:rsidP="005D696B">
      <w:pPr>
        <w:ind w:left="851"/>
      </w:pPr>
      <w:r w:rsidRPr="005B300D">
        <w:t>Ápolási-gondozás eszközeinek szakszerű használata, tisztítása, fertőtlenítése.</w:t>
      </w:r>
    </w:p>
    <w:p w:rsidR="005D696B" w:rsidRPr="005B300D" w:rsidRDefault="005D696B" w:rsidP="005D696B">
      <w:pPr>
        <w:ind w:left="851"/>
      </w:pPr>
      <w:r w:rsidRPr="005B300D">
        <w:t>Fertőtlenítő eljárások alkalmazása.</w:t>
      </w:r>
    </w:p>
    <w:p w:rsidR="005D696B" w:rsidRPr="005B300D" w:rsidRDefault="005D696B" w:rsidP="005D696B">
      <w:pPr>
        <w:ind w:left="851"/>
      </w:pPr>
      <w:r w:rsidRPr="005B300D">
        <w:t>Akadályozott ember (mozgásszervi, látási, hallási, értelmi) segítése a mozgásban, higiénében, pihenésben, táplálkozásban, ürítésben, öltözködésben, kommunikációban.</w:t>
      </w:r>
    </w:p>
    <w:p w:rsidR="005D696B" w:rsidRPr="005B300D" w:rsidRDefault="005D696B" w:rsidP="005D696B">
      <w:pPr>
        <w:ind w:left="851"/>
      </w:pPr>
      <w:r w:rsidRPr="005B300D">
        <w:t>Az intézményben alkalmazott dokumentáció megismerése.</w:t>
      </w:r>
    </w:p>
    <w:p w:rsidR="005D696B" w:rsidRPr="005B300D" w:rsidRDefault="005D696B" w:rsidP="005D696B">
      <w:pPr>
        <w:ind w:left="851"/>
      </w:pPr>
    </w:p>
    <w:p w:rsidR="005D696B" w:rsidRPr="005B300D" w:rsidRDefault="005D696B" w:rsidP="005D696B">
      <w:pPr>
        <w:ind w:left="851"/>
        <w:rPr>
          <w:b/>
        </w:rPr>
      </w:pPr>
      <w:proofErr w:type="spellStart"/>
      <w:r w:rsidRPr="005B300D">
        <w:rPr>
          <w:b/>
        </w:rPr>
        <w:t>Járóbetegellátás</w:t>
      </w:r>
      <w:proofErr w:type="spellEnd"/>
      <w:r w:rsidRPr="005B300D">
        <w:rPr>
          <w:b/>
        </w:rPr>
        <w:t xml:space="preserve"> gyakorlat</w:t>
      </w:r>
    </w:p>
    <w:p w:rsidR="005D696B" w:rsidRPr="005B300D" w:rsidRDefault="005D696B" w:rsidP="005D696B">
      <w:pPr>
        <w:ind w:left="851"/>
      </w:pPr>
      <w:r w:rsidRPr="005B300D">
        <w:t>Az intézmény felépítése, munkarendje.</w:t>
      </w:r>
    </w:p>
    <w:p w:rsidR="005D696B" w:rsidRPr="005B300D" w:rsidRDefault="005D696B" w:rsidP="005D696B">
      <w:pPr>
        <w:ind w:left="851"/>
      </w:pPr>
      <w:r w:rsidRPr="005B300D">
        <w:t>Munkavédelmi, tűzvédelmi, környezetvédelmi szabályok megismerése, betartása a munkavégzés során.</w:t>
      </w:r>
    </w:p>
    <w:p w:rsidR="005D696B" w:rsidRPr="005B300D" w:rsidRDefault="005D696B" w:rsidP="005D696B">
      <w:pPr>
        <w:ind w:left="851"/>
      </w:pPr>
      <w:r w:rsidRPr="005B300D">
        <w:t>A beteg fogadása, ellátása.</w:t>
      </w:r>
    </w:p>
    <w:p w:rsidR="005D696B" w:rsidRPr="005B300D" w:rsidRDefault="005D696B" w:rsidP="005D696B">
      <w:pPr>
        <w:ind w:left="851"/>
      </w:pPr>
      <w:r w:rsidRPr="005B300D">
        <w:t>A betegellátás menete, dokumentációja, adatok rögzítése.</w:t>
      </w:r>
    </w:p>
    <w:p w:rsidR="005D696B" w:rsidRPr="005B300D" w:rsidRDefault="005D696B" w:rsidP="005D696B">
      <w:pPr>
        <w:ind w:left="851"/>
      </w:pPr>
      <w:r w:rsidRPr="005B300D">
        <w:t>Orvosi vizsgálatokban való segédkezés, asszisztálás.</w:t>
      </w:r>
    </w:p>
    <w:p w:rsidR="005D696B" w:rsidRPr="005B300D" w:rsidRDefault="005D696B" w:rsidP="005D696B">
      <w:pPr>
        <w:ind w:left="851"/>
      </w:pPr>
      <w:r w:rsidRPr="005B300D">
        <w:t>A beteg tüneteinek megfigyelése, dokumentálása.</w:t>
      </w:r>
    </w:p>
    <w:p w:rsidR="005D696B" w:rsidRPr="005B300D" w:rsidRDefault="005D696B" w:rsidP="005D696B">
      <w:pPr>
        <w:ind w:left="851"/>
      </w:pPr>
      <w:r w:rsidRPr="005B300D">
        <w:t>A beteg adatainak kezelése, adminisztráció, dokumentáció.</w:t>
      </w:r>
    </w:p>
    <w:p w:rsidR="005D696B" w:rsidRPr="005B300D" w:rsidRDefault="005D696B" w:rsidP="005D696B">
      <w:pPr>
        <w:ind w:left="851"/>
      </w:pPr>
      <w:r w:rsidRPr="005B300D">
        <w:t>Gondozottak ellátása, rendszeres vizsgálata.</w:t>
      </w:r>
    </w:p>
    <w:p w:rsidR="005D696B" w:rsidRPr="005B300D" w:rsidRDefault="005D696B" w:rsidP="005D696B">
      <w:pPr>
        <w:ind w:left="851"/>
      </w:pPr>
      <w:r w:rsidRPr="005B300D">
        <w:t xml:space="preserve">Légzés, pulzus, vérnyomás mérése, dokumentálása. </w:t>
      </w:r>
    </w:p>
    <w:p w:rsidR="005D696B" w:rsidRPr="005B300D" w:rsidRDefault="005D696B" w:rsidP="005D696B">
      <w:pPr>
        <w:ind w:left="851"/>
      </w:pPr>
      <w:r w:rsidRPr="005B300D">
        <w:t>Egészségnevelési feladatok.</w:t>
      </w:r>
    </w:p>
    <w:p w:rsidR="005D696B" w:rsidRPr="005B300D" w:rsidRDefault="005D696B" w:rsidP="005D696B"/>
    <w:p w:rsidR="005D696B" w:rsidRPr="005B300D" w:rsidRDefault="005D696B" w:rsidP="005D696B">
      <w:r w:rsidRPr="005B300D">
        <w:t>A 11. évfolyamot követő szakmai gyakorlat szakmai tartalma:</w:t>
      </w:r>
    </w:p>
    <w:p w:rsidR="005D696B" w:rsidRPr="005B300D" w:rsidRDefault="005D696B" w:rsidP="005D696B"/>
    <w:p w:rsidR="005D696B" w:rsidRPr="005B300D" w:rsidRDefault="005D696B" w:rsidP="005D696B">
      <w:pPr>
        <w:ind w:left="851"/>
        <w:rPr>
          <w:b/>
        </w:rPr>
      </w:pPr>
      <w:r w:rsidRPr="005B300D">
        <w:rPr>
          <w:b/>
        </w:rPr>
        <w:t>Belgyógyászati gyakorlat</w:t>
      </w:r>
    </w:p>
    <w:p w:rsidR="005D696B" w:rsidRPr="005B300D" w:rsidRDefault="005D696B" w:rsidP="005D696B">
      <w:pPr>
        <w:ind w:left="851"/>
      </w:pPr>
      <w:r w:rsidRPr="005B300D">
        <w:t xml:space="preserve">A beteg </w:t>
      </w:r>
      <w:proofErr w:type="spellStart"/>
      <w:r w:rsidRPr="005B300D">
        <w:t>kültakarójának</w:t>
      </w:r>
      <w:proofErr w:type="spellEnd"/>
      <w:r w:rsidRPr="005B300D">
        <w:t xml:space="preserve"> a megfigyelése.</w:t>
      </w:r>
    </w:p>
    <w:p w:rsidR="005D696B" w:rsidRPr="005B300D" w:rsidRDefault="005D696B" w:rsidP="005D696B">
      <w:pPr>
        <w:ind w:left="851"/>
      </w:pPr>
      <w:r w:rsidRPr="005B300D">
        <w:t>A beteg tudatának, tudatállapotának megfigyelése.</w:t>
      </w:r>
    </w:p>
    <w:p w:rsidR="005D696B" w:rsidRPr="005B300D" w:rsidRDefault="005D696B" w:rsidP="005D696B">
      <w:pPr>
        <w:ind w:left="851"/>
      </w:pPr>
      <w:r w:rsidRPr="005B300D">
        <w:t>Kardinális tünetek: a pulzus, vérnyomás, testhőmérséklet, légzés megfigyelése.</w:t>
      </w:r>
    </w:p>
    <w:p w:rsidR="005D696B" w:rsidRPr="005B300D" w:rsidRDefault="005D696B" w:rsidP="005D696B">
      <w:pPr>
        <w:ind w:left="851"/>
      </w:pPr>
      <w:r w:rsidRPr="005B300D">
        <w:t>A testváladék megfigyelése és felfogása, mérése.</w:t>
      </w:r>
    </w:p>
    <w:p w:rsidR="005D696B" w:rsidRPr="005B300D" w:rsidRDefault="005D696B" w:rsidP="005D696B">
      <w:pPr>
        <w:ind w:left="851"/>
      </w:pPr>
      <w:r w:rsidRPr="005B300D">
        <w:t>Vérvétel.</w:t>
      </w:r>
    </w:p>
    <w:p w:rsidR="005D696B" w:rsidRPr="005B300D" w:rsidRDefault="005D696B" w:rsidP="005D696B">
      <w:pPr>
        <w:ind w:left="851"/>
      </w:pPr>
      <w:r w:rsidRPr="005B300D">
        <w:t>Vércukor meghatározás végzése gyorstesztekkel.</w:t>
      </w:r>
    </w:p>
    <w:p w:rsidR="005D696B" w:rsidRPr="005B300D" w:rsidRDefault="005D696B" w:rsidP="005D696B">
      <w:pPr>
        <w:ind w:left="851"/>
      </w:pPr>
      <w:r w:rsidRPr="005B300D">
        <w:t xml:space="preserve">Betegmegfigyelő monitorok alkalmazása: EKG, pulzus, légző, hő, </w:t>
      </w:r>
      <w:proofErr w:type="spellStart"/>
      <w:r w:rsidRPr="005B300D">
        <w:t>szaturáció</w:t>
      </w:r>
      <w:proofErr w:type="spellEnd"/>
      <w:r w:rsidRPr="005B300D">
        <w:t xml:space="preserve">. </w:t>
      </w:r>
    </w:p>
    <w:p w:rsidR="005D696B" w:rsidRPr="005B300D" w:rsidRDefault="005D696B" w:rsidP="005D696B">
      <w:pPr>
        <w:ind w:left="851"/>
      </w:pPr>
      <w:r w:rsidRPr="005B300D">
        <w:t>A megfigyelések dokumentálása.</w:t>
      </w:r>
    </w:p>
    <w:p w:rsidR="005D696B" w:rsidRPr="005B300D" w:rsidRDefault="005D696B" w:rsidP="005D696B">
      <w:pPr>
        <w:ind w:left="851"/>
      </w:pPr>
      <w:r w:rsidRPr="005B300D">
        <w:t>Betegvizsgálat megfigyelése.</w:t>
      </w:r>
    </w:p>
    <w:p w:rsidR="005D696B" w:rsidRPr="005B300D" w:rsidRDefault="005D696B" w:rsidP="005D696B">
      <w:pPr>
        <w:ind w:left="851"/>
      </w:pPr>
      <w:r w:rsidRPr="005B300D">
        <w:t>Diagnosztikai beavatkozások megfigyelése.</w:t>
      </w:r>
    </w:p>
    <w:p w:rsidR="005D696B" w:rsidRPr="005B300D" w:rsidRDefault="005D696B" w:rsidP="005D696B">
      <w:pPr>
        <w:ind w:left="851"/>
      </w:pPr>
      <w:r w:rsidRPr="005B300D">
        <w:t>A különböző kórfolyamatok megfigyelése.</w:t>
      </w:r>
    </w:p>
    <w:p w:rsidR="005D696B" w:rsidRPr="005B300D" w:rsidRDefault="005D696B" w:rsidP="005D696B">
      <w:pPr>
        <w:ind w:left="851"/>
      </w:pPr>
      <w:r w:rsidRPr="005B300D">
        <w:t xml:space="preserve">Előkészítés gyógyszereléshez, segédkezés a gyógyszerbevitelben. </w:t>
      </w:r>
    </w:p>
    <w:p w:rsidR="005D696B" w:rsidRPr="005B300D" w:rsidRDefault="005D696B" w:rsidP="005D696B">
      <w:pPr>
        <w:ind w:left="851"/>
      </w:pPr>
      <w:r w:rsidRPr="005B300D">
        <w:t>Előkészítés injekciózáshoz és infúziós terápiához.</w:t>
      </w:r>
    </w:p>
    <w:p w:rsidR="005D696B" w:rsidRPr="005B300D" w:rsidRDefault="005D696B" w:rsidP="005D696B">
      <w:pPr>
        <w:ind w:left="851"/>
      </w:pPr>
      <w:r w:rsidRPr="005B300D">
        <w:t>Terápiás beavatkozások megfigyelése.</w:t>
      </w:r>
    </w:p>
    <w:p w:rsidR="005D696B" w:rsidRPr="005B300D" w:rsidRDefault="005D696B" w:rsidP="005D696B">
      <w:pPr>
        <w:ind w:left="851"/>
      </w:pPr>
      <w:r w:rsidRPr="005B300D">
        <w:t>Ellátási folyamat kísérése.</w:t>
      </w:r>
    </w:p>
    <w:p w:rsidR="005D696B" w:rsidRPr="005B300D" w:rsidRDefault="005D696B" w:rsidP="005D696B">
      <w:pPr>
        <w:ind w:left="851"/>
      </w:pPr>
      <w:r w:rsidRPr="005B300D">
        <w:t>Bekapcsolódás az ápolási/szakápolási folyamatba.</w:t>
      </w:r>
    </w:p>
    <w:p w:rsidR="005D696B" w:rsidRPr="005B300D" w:rsidRDefault="005D696B" w:rsidP="005D696B">
      <w:pPr>
        <w:ind w:left="851"/>
      </w:pPr>
      <w:r w:rsidRPr="005B300D">
        <w:t>Az ápolási folyamat: felmérés, ápolási diagnózis, ápolási terv, az ápolás kivitelezése, értékelés megfigyelés.</w:t>
      </w:r>
    </w:p>
    <w:p w:rsidR="005D696B" w:rsidRPr="005B300D" w:rsidRDefault="005D696B" w:rsidP="005D696B">
      <w:pPr>
        <w:ind w:left="851"/>
      </w:pPr>
      <w:r w:rsidRPr="005B300D">
        <w:t>Az ápolási dokumentáció vezetése.</w:t>
      </w:r>
    </w:p>
    <w:p w:rsidR="005D696B" w:rsidRPr="005B300D" w:rsidRDefault="005D696B" w:rsidP="005D696B">
      <w:pPr>
        <w:ind w:left="851"/>
      </w:pPr>
      <w:r w:rsidRPr="005B300D">
        <w:t>Segédkezés a beteg ember szükségleteinek a kielégítésében: mozgás, pihenés, higiéné, táplálkozás, folyadékfelvétel, váladékok ürítése, légzés, testhőmérséklet, környezeti veszélyek elkerülése</w:t>
      </w:r>
    </w:p>
    <w:p w:rsidR="005D696B" w:rsidRPr="005B300D" w:rsidRDefault="005D696B" w:rsidP="005D696B"/>
    <w:p w:rsidR="005D696B" w:rsidRPr="005B300D" w:rsidRDefault="005D696B" w:rsidP="005D696B">
      <w:pPr>
        <w:rPr>
          <w:b/>
        </w:rPr>
      </w:pPr>
      <w:r w:rsidRPr="005B300D">
        <w:tab/>
        <w:t xml:space="preserve">  </w:t>
      </w:r>
      <w:r w:rsidRPr="005B300D">
        <w:rPr>
          <w:b/>
        </w:rPr>
        <w:t>Sebészeti gyakorlat</w:t>
      </w:r>
    </w:p>
    <w:p w:rsidR="005D696B" w:rsidRPr="005B300D" w:rsidRDefault="005D696B" w:rsidP="005D696B">
      <w:pPr>
        <w:ind w:left="851"/>
      </w:pPr>
      <w:r w:rsidRPr="005B300D">
        <w:t>Sebellátás.</w:t>
      </w:r>
    </w:p>
    <w:p w:rsidR="005D696B" w:rsidRPr="005B300D" w:rsidRDefault="005D696B" w:rsidP="005D696B">
      <w:pPr>
        <w:ind w:left="851"/>
      </w:pPr>
      <w:r w:rsidRPr="005B300D">
        <w:t>Kötözésben segédkezés.</w:t>
      </w:r>
    </w:p>
    <w:p w:rsidR="005D696B" w:rsidRPr="005B300D" w:rsidRDefault="005D696B" w:rsidP="005D696B">
      <w:pPr>
        <w:ind w:left="851"/>
      </w:pPr>
      <w:r w:rsidRPr="005B300D">
        <w:t>Szövetegyesítő eljárások megfigyelése.</w:t>
      </w:r>
    </w:p>
    <w:p w:rsidR="005D696B" w:rsidRPr="005B300D" w:rsidRDefault="005D696B" w:rsidP="005D696B">
      <w:pPr>
        <w:ind w:left="851"/>
      </w:pPr>
      <w:r w:rsidRPr="005B300D">
        <w:t xml:space="preserve">Sebváladékok megfigyelése. </w:t>
      </w:r>
    </w:p>
    <w:p w:rsidR="005D696B" w:rsidRPr="005B300D" w:rsidRDefault="005D696B" w:rsidP="005D696B">
      <w:pPr>
        <w:ind w:left="851"/>
      </w:pPr>
      <w:proofErr w:type="spellStart"/>
      <w:r w:rsidRPr="005B300D">
        <w:t>Drének</w:t>
      </w:r>
      <w:proofErr w:type="spellEnd"/>
      <w:r w:rsidRPr="005B300D">
        <w:t xml:space="preserve"> megfigyelése.</w:t>
      </w:r>
    </w:p>
    <w:p w:rsidR="005D696B" w:rsidRPr="005B300D" w:rsidRDefault="005D696B" w:rsidP="005D696B">
      <w:pPr>
        <w:ind w:left="851"/>
      </w:pPr>
      <w:r w:rsidRPr="005B300D">
        <w:t>Műtétek.</w:t>
      </w:r>
    </w:p>
    <w:p w:rsidR="005D696B" w:rsidRPr="005B300D" w:rsidRDefault="005D696B" w:rsidP="005D696B">
      <w:pPr>
        <w:ind w:left="851"/>
      </w:pPr>
      <w:r w:rsidRPr="005B300D">
        <w:t>A műtő felszerelésének, eszközeinek a megismerése.</w:t>
      </w:r>
    </w:p>
    <w:p w:rsidR="005D696B" w:rsidRPr="005B300D" w:rsidRDefault="005D696B" w:rsidP="005D696B">
      <w:pPr>
        <w:ind w:left="851"/>
      </w:pPr>
      <w:r w:rsidRPr="005B300D">
        <w:t>Általános műtéti előkészítésben segédkezés.</w:t>
      </w:r>
    </w:p>
    <w:p w:rsidR="005D696B" w:rsidRPr="005B300D" w:rsidRDefault="005D696B" w:rsidP="005D696B">
      <w:pPr>
        <w:ind w:left="851"/>
      </w:pPr>
      <w:r w:rsidRPr="005B300D">
        <w:t>Kissebészeti beavatkozások megfigyelése.</w:t>
      </w:r>
    </w:p>
    <w:p w:rsidR="005D696B" w:rsidRPr="005B300D" w:rsidRDefault="005D696B" w:rsidP="005D696B">
      <w:pPr>
        <w:ind w:left="851"/>
      </w:pPr>
      <w:r w:rsidRPr="005B300D">
        <w:lastRenderedPageBreak/>
        <w:t xml:space="preserve">Egynapos sebészeti beavatkozások megfigyelése. </w:t>
      </w:r>
    </w:p>
    <w:p w:rsidR="005D696B" w:rsidRPr="005B300D" w:rsidRDefault="005D696B" w:rsidP="005D696B">
      <w:pPr>
        <w:ind w:left="851"/>
      </w:pPr>
      <w:r w:rsidRPr="005B300D">
        <w:t>A fájdalomcsillapítási eljárások megfigyelése.</w:t>
      </w:r>
    </w:p>
    <w:p w:rsidR="005D696B" w:rsidRPr="005B300D" w:rsidRDefault="005D696B" w:rsidP="005D696B">
      <w:pPr>
        <w:ind w:left="851"/>
      </w:pPr>
      <w:r w:rsidRPr="005B300D">
        <w:t>Általános műtéti utókezelésben segédkezés.</w:t>
      </w:r>
    </w:p>
    <w:p w:rsidR="005D696B" w:rsidRPr="005B300D" w:rsidRDefault="005D696B" w:rsidP="005D696B">
      <w:pPr>
        <w:ind w:left="851"/>
      </w:pPr>
      <w:r w:rsidRPr="005B300D">
        <w:t>Aszepszis/antiszepszis.</w:t>
      </w:r>
    </w:p>
    <w:p w:rsidR="005D696B" w:rsidRPr="005B300D" w:rsidRDefault="005D696B" w:rsidP="005D696B">
      <w:pPr>
        <w:ind w:left="851"/>
      </w:pPr>
      <w:r w:rsidRPr="005B300D">
        <w:t>Kézfertőtlenítés.</w:t>
      </w:r>
    </w:p>
    <w:p w:rsidR="005D696B" w:rsidRPr="005B300D" w:rsidRDefault="005D696B" w:rsidP="005D696B">
      <w:pPr>
        <w:ind w:left="851"/>
      </w:pPr>
      <w:proofErr w:type="spellStart"/>
      <w:r w:rsidRPr="005B300D">
        <w:t>Kötözőkocsi</w:t>
      </w:r>
      <w:proofErr w:type="spellEnd"/>
      <w:r w:rsidRPr="005B300D">
        <w:t xml:space="preserve"> eszközeinek fertőtlenítésében, sterilizálásában való közreműködés.</w:t>
      </w:r>
    </w:p>
    <w:p w:rsidR="005D696B" w:rsidRPr="005B300D" w:rsidRDefault="005D696B" w:rsidP="005D696B">
      <w:pPr>
        <w:ind w:left="851"/>
      </w:pPr>
      <w:r w:rsidRPr="005B300D">
        <w:t>A beteg előkészítése képalkotó vizsgálatokhoz, endoszkópos beavatkozásához.</w:t>
      </w:r>
    </w:p>
    <w:p w:rsidR="005D696B" w:rsidRPr="005B300D" w:rsidRDefault="005D696B" w:rsidP="005D696B">
      <w:pPr>
        <w:ind w:left="851"/>
      </w:pPr>
      <w:r w:rsidRPr="005B300D">
        <w:t>A testváladékokat megfigyelése és felfogása.</w:t>
      </w:r>
    </w:p>
    <w:p w:rsidR="005D696B" w:rsidRPr="005B300D" w:rsidRDefault="005D696B" w:rsidP="005D696B">
      <w:pPr>
        <w:ind w:left="851"/>
      </w:pPr>
      <w:r w:rsidRPr="005B300D">
        <w:t>Vérvétel.</w:t>
      </w:r>
    </w:p>
    <w:p w:rsidR="005D696B" w:rsidRPr="005B300D" w:rsidRDefault="005D696B" w:rsidP="005D696B">
      <w:pPr>
        <w:ind w:left="851"/>
      </w:pPr>
      <w:r w:rsidRPr="005B300D">
        <w:t>Előkészítés gyógyszereléshez, segédkezés a gyógyszerbevitelben.</w:t>
      </w:r>
    </w:p>
    <w:p w:rsidR="005D696B" w:rsidRPr="005B300D" w:rsidRDefault="005D696B" w:rsidP="005D696B">
      <w:pPr>
        <w:ind w:left="851"/>
      </w:pPr>
      <w:r w:rsidRPr="005B300D">
        <w:t>Előkészítés injekciózáshoz és infúziós terápiához.</w:t>
      </w:r>
    </w:p>
    <w:p w:rsidR="005D696B" w:rsidRPr="005B300D" w:rsidRDefault="005D696B" w:rsidP="005D696B">
      <w:pPr>
        <w:ind w:left="851"/>
      </w:pPr>
      <w:r w:rsidRPr="005B300D">
        <w:t xml:space="preserve">Előkészítés és segédkezés a punkciók és </w:t>
      </w:r>
      <w:proofErr w:type="spellStart"/>
      <w:r w:rsidRPr="005B300D">
        <w:t>biopsziák</w:t>
      </w:r>
      <w:proofErr w:type="spellEnd"/>
      <w:r w:rsidRPr="005B300D">
        <w:t xml:space="preserve"> kivitelezésében.</w:t>
      </w:r>
    </w:p>
    <w:p w:rsidR="005D696B" w:rsidRPr="005B300D" w:rsidRDefault="005D696B" w:rsidP="005D696B">
      <w:pPr>
        <w:ind w:left="851"/>
      </w:pPr>
      <w:r w:rsidRPr="005B300D">
        <w:t>Bekapcsolódás az ápolási/szakápolási folyamatba.</w:t>
      </w:r>
    </w:p>
    <w:p w:rsidR="005D696B" w:rsidRPr="005B300D" w:rsidRDefault="005D696B" w:rsidP="005D696B">
      <w:pPr>
        <w:ind w:left="851"/>
      </w:pPr>
      <w:r w:rsidRPr="005B300D">
        <w:t>Közreműködés az ápolási folyamatban.</w:t>
      </w:r>
    </w:p>
    <w:p w:rsidR="005D696B" w:rsidRPr="005B300D" w:rsidRDefault="005D696B" w:rsidP="005D696B">
      <w:pPr>
        <w:ind w:left="851"/>
      </w:pPr>
      <w:r w:rsidRPr="005B300D">
        <w:t>Az ápolási dokumentáció vezetése.</w:t>
      </w:r>
    </w:p>
    <w:p w:rsidR="005D696B" w:rsidRPr="005B300D" w:rsidRDefault="005D696B" w:rsidP="005D696B">
      <w:pPr>
        <w:ind w:left="851"/>
      </w:pPr>
      <w:r w:rsidRPr="005B300D">
        <w:t xml:space="preserve">Segédkezés a beteg ember szükségleteinek a kielégítésében: </w:t>
      </w:r>
    </w:p>
    <w:p w:rsidR="005D696B" w:rsidRPr="005B300D" w:rsidRDefault="005D696B" w:rsidP="005D696B">
      <w:pPr>
        <w:ind w:left="851"/>
      </w:pPr>
      <w:proofErr w:type="gramStart"/>
      <w:r w:rsidRPr="005B300D">
        <w:t>mozgás</w:t>
      </w:r>
      <w:proofErr w:type="gramEnd"/>
      <w:r w:rsidRPr="005B300D">
        <w:t xml:space="preserve">, pihenés, higiéné, táplálkozás, folyadékfelvétel, váladékok ürítése, </w:t>
      </w:r>
    </w:p>
    <w:p w:rsidR="005D696B" w:rsidRPr="005B300D" w:rsidRDefault="005D696B" w:rsidP="005D696B">
      <w:pPr>
        <w:ind w:left="851"/>
      </w:pPr>
      <w:proofErr w:type="gramStart"/>
      <w:r w:rsidRPr="005B300D">
        <w:t>légzés</w:t>
      </w:r>
      <w:proofErr w:type="gramEnd"/>
      <w:r w:rsidRPr="005B300D">
        <w:t>, testhőmérséklet, környezeti veszélyek elkerülése.</w:t>
      </w:r>
    </w:p>
    <w:p w:rsidR="005D696B" w:rsidRPr="005B300D" w:rsidRDefault="005D696B" w:rsidP="005D696B"/>
    <w:p w:rsidR="005D696B" w:rsidRPr="005B300D" w:rsidRDefault="005D696B" w:rsidP="005D696B">
      <w:pPr>
        <w:ind w:firstLine="709"/>
        <w:rPr>
          <w:b/>
        </w:rPr>
      </w:pPr>
      <w:r w:rsidRPr="005B300D">
        <w:rPr>
          <w:b/>
        </w:rPr>
        <w:t xml:space="preserve">  Traumatológiai gyakorlat</w:t>
      </w:r>
    </w:p>
    <w:p w:rsidR="005D696B" w:rsidRPr="005B300D" w:rsidRDefault="005D696B" w:rsidP="005D696B">
      <w:pPr>
        <w:tabs>
          <w:tab w:val="left" w:pos="1418"/>
          <w:tab w:val="right" w:pos="9072"/>
        </w:tabs>
        <w:ind w:left="851"/>
      </w:pPr>
      <w:r w:rsidRPr="005B300D">
        <w:t>Sérültek fogadása, első vizsgálata.</w:t>
      </w:r>
    </w:p>
    <w:p w:rsidR="005D696B" w:rsidRPr="005B300D" w:rsidRDefault="005D696B" w:rsidP="005D696B">
      <w:pPr>
        <w:tabs>
          <w:tab w:val="left" w:pos="1418"/>
          <w:tab w:val="right" w:pos="9072"/>
        </w:tabs>
        <w:ind w:left="851"/>
      </w:pPr>
      <w:r w:rsidRPr="005B300D">
        <w:t>A sebkötözések.</w:t>
      </w:r>
    </w:p>
    <w:p w:rsidR="005D696B" w:rsidRPr="005B300D" w:rsidRDefault="005D696B" w:rsidP="005D696B">
      <w:pPr>
        <w:tabs>
          <w:tab w:val="left" w:pos="1418"/>
          <w:tab w:val="right" w:pos="9072"/>
        </w:tabs>
        <w:ind w:left="851"/>
      </w:pPr>
      <w:r w:rsidRPr="005B300D">
        <w:t>Sebek dezinficiálása.</w:t>
      </w:r>
    </w:p>
    <w:p w:rsidR="005D696B" w:rsidRPr="005B300D" w:rsidRDefault="005D696B" w:rsidP="005D696B">
      <w:pPr>
        <w:tabs>
          <w:tab w:val="left" w:pos="1418"/>
          <w:tab w:val="right" w:pos="9072"/>
        </w:tabs>
        <w:ind w:left="851"/>
      </w:pPr>
      <w:r w:rsidRPr="005B300D">
        <w:t>Típuskötések alkalmazása.</w:t>
      </w:r>
    </w:p>
    <w:p w:rsidR="005D696B" w:rsidRPr="005B300D" w:rsidRDefault="005D696B" w:rsidP="005D696B">
      <w:pPr>
        <w:tabs>
          <w:tab w:val="left" w:pos="1418"/>
          <w:tab w:val="right" w:pos="9072"/>
        </w:tabs>
        <w:ind w:left="851"/>
      </w:pPr>
      <w:r w:rsidRPr="005B300D">
        <w:t xml:space="preserve">Kötözések a fejen és a nyakon, kötözések a mellkason. </w:t>
      </w:r>
    </w:p>
    <w:p w:rsidR="005D696B" w:rsidRPr="005B300D" w:rsidRDefault="005D696B" w:rsidP="005D696B">
      <w:pPr>
        <w:tabs>
          <w:tab w:val="left" w:pos="1418"/>
          <w:tab w:val="right" w:pos="9072"/>
        </w:tabs>
        <w:ind w:left="851"/>
      </w:pPr>
      <w:r w:rsidRPr="005B300D">
        <w:t xml:space="preserve">Has-, lágyék- és gáttáji kötözések. </w:t>
      </w:r>
    </w:p>
    <w:p w:rsidR="005D696B" w:rsidRPr="005B300D" w:rsidRDefault="005D696B" w:rsidP="005D696B">
      <w:pPr>
        <w:tabs>
          <w:tab w:val="left" w:pos="1418"/>
          <w:tab w:val="right" w:pos="9072"/>
        </w:tabs>
        <w:ind w:left="851"/>
      </w:pPr>
      <w:r w:rsidRPr="005B300D">
        <w:t>Kötözések az alsó és felső végtagon.</w:t>
      </w:r>
    </w:p>
    <w:p w:rsidR="005D696B" w:rsidRPr="005B300D" w:rsidRDefault="005D696B" w:rsidP="005D696B">
      <w:pPr>
        <w:tabs>
          <w:tab w:val="left" w:pos="1418"/>
          <w:tab w:val="right" w:pos="9072"/>
        </w:tabs>
        <w:ind w:left="851"/>
      </w:pPr>
      <w:r w:rsidRPr="005B300D">
        <w:t>Csonttörések ellátása.</w:t>
      </w:r>
    </w:p>
    <w:p w:rsidR="005D696B" w:rsidRPr="005B300D" w:rsidRDefault="005D696B" w:rsidP="005D696B">
      <w:pPr>
        <w:tabs>
          <w:tab w:val="left" w:pos="1418"/>
          <w:tab w:val="right" w:pos="9072"/>
        </w:tabs>
        <w:ind w:left="851"/>
      </w:pPr>
      <w:r w:rsidRPr="005B300D">
        <w:t>Rögzítő kötések, gipszelések.</w:t>
      </w:r>
    </w:p>
    <w:p w:rsidR="005D696B" w:rsidRPr="005B300D" w:rsidRDefault="005D696B" w:rsidP="005D696B">
      <w:pPr>
        <w:tabs>
          <w:tab w:val="left" w:pos="1418"/>
          <w:tab w:val="right" w:pos="9072"/>
        </w:tabs>
        <w:ind w:left="851"/>
      </w:pPr>
      <w:r w:rsidRPr="005B300D">
        <w:t xml:space="preserve">A törések vértelen helyretétele, </w:t>
      </w:r>
      <w:proofErr w:type="spellStart"/>
      <w:r w:rsidRPr="005B300D">
        <w:t>repozició</w:t>
      </w:r>
      <w:proofErr w:type="spellEnd"/>
      <w:r w:rsidRPr="005B300D">
        <w:t>.</w:t>
      </w:r>
    </w:p>
    <w:p w:rsidR="005D696B" w:rsidRPr="005B300D" w:rsidRDefault="005D696B" w:rsidP="005D696B">
      <w:pPr>
        <w:tabs>
          <w:tab w:val="left" w:pos="1418"/>
          <w:tab w:val="right" w:pos="9072"/>
        </w:tabs>
        <w:ind w:left="851"/>
      </w:pPr>
      <w:r w:rsidRPr="005B300D">
        <w:t xml:space="preserve">Gipszelés gyakorlati alapjai, gipszkötések fajtái. </w:t>
      </w:r>
    </w:p>
    <w:p w:rsidR="005D696B" w:rsidRPr="005B300D" w:rsidRDefault="005D696B" w:rsidP="005D696B">
      <w:pPr>
        <w:tabs>
          <w:tab w:val="left" w:pos="1418"/>
          <w:tab w:val="right" w:pos="9072"/>
        </w:tabs>
        <w:ind w:left="851"/>
      </w:pPr>
      <w:r w:rsidRPr="005B300D">
        <w:t>Gipszelési technikák, gipszkötések előkészítése.</w:t>
      </w:r>
    </w:p>
    <w:p w:rsidR="005D696B" w:rsidRPr="005B300D" w:rsidRDefault="005D696B" w:rsidP="005D696B">
      <w:pPr>
        <w:tabs>
          <w:tab w:val="left" w:pos="1418"/>
          <w:tab w:val="right" w:pos="9072"/>
        </w:tabs>
        <w:ind w:left="851"/>
      </w:pPr>
      <w:proofErr w:type="spellStart"/>
      <w:r w:rsidRPr="005B300D">
        <w:t>Extenzió</w:t>
      </w:r>
      <w:proofErr w:type="spellEnd"/>
      <w:r w:rsidRPr="005B300D">
        <w:t xml:space="preserve"> felhelyezésének megfigyelése. </w:t>
      </w:r>
    </w:p>
    <w:p w:rsidR="005D696B" w:rsidRPr="005B300D" w:rsidRDefault="005D696B" w:rsidP="005D696B">
      <w:pPr>
        <w:tabs>
          <w:tab w:val="left" w:pos="1418"/>
          <w:tab w:val="right" w:pos="9072"/>
        </w:tabs>
        <w:ind w:left="851"/>
      </w:pPr>
      <w:r w:rsidRPr="005B300D">
        <w:t>Előkészítés gyógyszereléshez, segédkezés a gyógyszerbevitelben.</w:t>
      </w:r>
    </w:p>
    <w:p w:rsidR="005D696B" w:rsidRPr="005B300D" w:rsidRDefault="005D696B" w:rsidP="005D696B">
      <w:pPr>
        <w:tabs>
          <w:tab w:val="left" w:pos="1418"/>
          <w:tab w:val="right" w:pos="9072"/>
        </w:tabs>
        <w:ind w:left="851"/>
      </w:pPr>
      <w:r w:rsidRPr="005B300D">
        <w:t>Előkészítés injekciózáshoz és infúziós terápiához.</w:t>
      </w:r>
    </w:p>
    <w:p w:rsidR="005D696B" w:rsidRPr="005B300D" w:rsidRDefault="005D696B" w:rsidP="005D696B">
      <w:pPr>
        <w:tabs>
          <w:tab w:val="left" w:pos="1418"/>
          <w:tab w:val="right" w:pos="9072"/>
        </w:tabs>
        <w:ind w:left="851"/>
      </w:pPr>
      <w:r w:rsidRPr="005B300D">
        <w:t>Előkészítés vércsoport meghatározáshoz.</w:t>
      </w:r>
    </w:p>
    <w:p w:rsidR="005D696B" w:rsidRPr="005B300D" w:rsidRDefault="005D696B" w:rsidP="005D696B">
      <w:pPr>
        <w:tabs>
          <w:tab w:val="left" w:pos="1418"/>
          <w:tab w:val="right" w:pos="9072"/>
        </w:tabs>
        <w:ind w:left="851"/>
      </w:pPr>
      <w:r w:rsidRPr="005B300D">
        <w:t>A testváladékok megfigyelése és felfogása.</w:t>
      </w:r>
    </w:p>
    <w:p w:rsidR="005D696B" w:rsidRPr="005B300D" w:rsidRDefault="005D696B" w:rsidP="005D696B">
      <w:pPr>
        <w:tabs>
          <w:tab w:val="left" w:pos="1418"/>
          <w:tab w:val="right" w:pos="9072"/>
        </w:tabs>
        <w:ind w:left="851"/>
      </w:pPr>
      <w:r w:rsidRPr="005B300D">
        <w:t xml:space="preserve">Vérvétel. </w:t>
      </w:r>
    </w:p>
    <w:p w:rsidR="005D696B" w:rsidRPr="005B300D" w:rsidRDefault="005D696B" w:rsidP="005D696B">
      <w:pPr>
        <w:tabs>
          <w:tab w:val="left" w:pos="1418"/>
          <w:tab w:val="right" w:pos="9072"/>
        </w:tabs>
        <w:ind w:left="851"/>
      </w:pPr>
      <w:r w:rsidRPr="005B300D">
        <w:t xml:space="preserve">Súlyos sérült ellátásának megfigyelése, </w:t>
      </w:r>
      <w:proofErr w:type="spellStart"/>
      <w:r w:rsidRPr="005B300D">
        <w:t>sokktalanítás</w:t>
      </w:r>
      <w:proofErr w:type="spellEnd"/>
      <w:r w:rsidRPr="005B300D">
        <w:t>.</w:t>
      </w:r>
    </w:p>
    <w:p w:rsidR="005D696B" w:rsidRPr="005B300D" w:rsidRDefault="005D696B" w:rsidP="005D696B">
      <w:pPr>
        <w:tabs>
          <w:tab w:val="left" w:pos="1418"/>
          <w:tab w:val="right" w:pos="9072"/>
        </w:tabs>
        <w:ind w:left="851"/>
      </w:pPr>
      <w:r w:rsidRPr="005B300D">
        <w:t>Bekapcsolódás az ápolási/szakápolási folyamatba.</w:t>
      </w:r>
    </w:p>
    <w:p w:rsidR="005D696B" w:rsidRPr="005B300D" w:rsidRDefault="005D696B" w:rsidP="005D696B">
      <w:pPr>
        <w:tabs>
          <w:tab w:val="left" w:pos="1418"/>
          <w:tab w:val="right" w:pos="9072"/>
        </w:tabs>
        <w:ind w:left="851"/>
      </w:pPr>
      <w:r w:rsidRPr="005B300D">
        <w:t>Közreműködés az ápolási folyamatban.</w:t>
      </w:r>
    </w:p>
    <w:p w:rsidR="005D696B" w:rsidRPr="005B300D" w:rsidRDefault="005D696B" w:rsidP="005D696B">
      <w:pPr>
        <w:tabs>
          <w:tab w:val="left" w:pos="1418"/>
          <w:tab w:val="right" w:pos="9072"/>
        </w:tabs>
        <w:ind w:left="851"/>
      </w:pPr>
      <w:r w:rsidRPr="005B300D">
        <w:t>Az ápolási dokumentáció vezetése.</w:t>
      </w:r>
    </w:p>
    <w:p w:rsidR="005D696B" w:rsidRPr="005B300D" w:rsidRDefault="005D696B" w:rsidP="005D696B">
      <w:pPr>
        <w:tabs>
          <w:tab w:val="left" w:pos="1418"/>
          <w:tab w:val="right" w:pos="9072"/>
        </w:tabs>
        <w:ind w:left="851"/>
      </w:pPr>
      <w:r w:rsidRPr="005B300D">
        <w:t xml:space="preserve">Segédkezés a beteg ember szükségleteinek a kielégítésében: </w:t>
      </w:r>
    </w:p>
    <w:p w:rsidR="005D696B" w:rsidRPr="005B300D" w:rsidRDefault="005D696B" w:rsidP="005D696B">
      <w:pPr>
        <w:tabs>
          <w:tab w:val="left" w:pos="1418"/>
          <w:tab w:val="right" w:pos="9072"/>
        </w:tabs>
        <w:ind w:left="851"/>
      </w:pPr>
      <w:r w:rsidRPr="005B300D">
        <w:t>Mozgás, pihenés, higiéné.</w:t>
      </w:r>
    </w:p>
    <w:p w:rsidR="005D696B" w:rsidRPr="005B300D" w:rsidRDefault="005D696B" w:rsidP="005D696B">
      <w:pPr>
        <w:tabs>
          <w:tab w:val="left" w:pos="1418"/>
          <w:tab w:val="right" w:pos="9072"/>
        </w:tabs>
        <w:ind w:left="851"/>
      </w:pPr>
      <w:r w:rsidRPr="005B300D">
        <w:t xml:space="preserve">Táplálkozás, folyadékfelvétel, váladékok ürítése. </w:t>
      </w:r>
    </w:p>
    <w:p w:rsidR="005D696B" w:rsidRPr="005B300D" w:rsidRDefault="005D696B" w:rsidP="005D696B">
      <w:pPr>
        <w:tabs>
          <w:tab w:val="left" w:pos="1418"/>
          <w:tab w:val="right" w:pos="9072"/>
        </w:tabs>
        <w:ind w:left="851"/>
      </w:pPr>
      <w:r w:rsidRPr="005B300D">
        <w:t>Légzés, testhőmérséklet, környezeti veszélyek elkerülése</w:t>
      </w:r>
    </w:p>
    <w:p w:rsidR="005D696B" w:rsidRPr="005B300D" w:rsidRDefault="005D696B" w:rsidP="005D696B"/>
    <w:p w:rsidR="005D696B" w:rsidRPr="005B300D" w:rsidRDefault="005D696B" w:rsidP="005D696B">
      <w:pPr>
        <w:rPr>
          <w:b/>
        </w:rPr>
      </w:pPr>
      <w:r w:rsidRPr="005B300D">
        <w:rPr>
          <w:b/>
        </w:rPr>
        <w:tab/>
        <w:t xml:space="preserve">  Gyermekgyógyászati gyakorlat</w:t>
      </w:r>
    </w:p>
    <w:p w:rsidR="005D696B" w:rsidRPr="005B300D" w:rsidRDefault="005D696B" w:rsidP="005D696B">
      <w:pPr>
        <w:tabs>
          <w:tab w:val="left" w:pos="1418"/>
          <w:tab w:val="right" w:pos="9072"/>
        </w:tabs>
        <w:ind w:left="851"/>
      </w:pPr>
      <w:r w:rsidRPr="005B300D">
        <w:t>Csecsemő osztályos gyakorlat.</w:t>
      </w:r>
    </w:p>
    <w:p w:rsidR="005D696B" w:rsidRPr="005B300D" w:rsidRDefault="005D696B" w:rsidP="005D696B">
      <w:pPr>
        <w:tabs>
          <w:tab w:val="left" w:pos="1418"/>
          <w:tab w:val="right" w:pos="9072"/>
        </w:tabs>
        <w:ind w:left="851"/>
      </w:pPr>
      <w:r w:rsidRPr="005B300D">
        <w:t xml:space="preserve">Az újszülött életjelenségeinek megfigyelése. </w:t>
      </w:r>
    </w:p>
    <w:p w:rsidR="005D696B" w:rsidRPr="005B300D" w:rsidRDefault="005D696B" w:rsidP="005D696B">
      <w:pPr>
        <w:tabs>
          <w:tab w:val="left" w:pos="1418"/>
          <w:tab w:val="right" w:pos="9072"/>
        </w:tabs>
        <w:ind w:left="851"/>
      </w:pPr>
      <w:r w:rsidRPr="005B300D">
        <w:lastRenderedPageBreak/>
        <w:t xml:space="preserve">Koraszülöttség jeleinek és a fejlődési rendellenességek felismerése. </w:t>
      </w:r>
    </w:p>
    <w:p w:rsidR="005D696B" w:rsidRPr="005B300D" w:rsidRDefault="005D696B" w:rsidP="005D696B">
      <w:pPr>
        <w:tabs>
          <w:tab w:val="left" w:pos="1418"/>
          <w:tab w:val="right" w:pos="9072"/>
        </w:tabs>
        <w:ind w:left="851"/>
      </w:pPr>
      <w:r w:rsidRPr="005B300D">
        <w:t xml:space="preserve">Megfigyelés: </w:t>
      </w:r>
      <w:proofErr w:type="spellStart"/>
      <w:r w:rsidRPr="005B300D">
        <w:t>turgor</w:t>
      </w:r>
      <w:proofErr w:type="spellEnd"/>
      <w:r w:rsidRPr="005B300D">
        <w:t>, mozgás, köldök, kutacsok, nyálkahártyák (</w:t>
      </w:r>
      <w:proofErr w:type="spellStart"/>
      <w:r w:rsidRPr="005B300D">
        <w:t>Apgar</w:t>
      </w:r>
      <w:proofErr w:type="spellEnd"/>
      <w:r w:rsidRPr="005B300D">
        <w:t>).</w:t>
      </w:r>
    </w:p>
    <w:p w:rsidR="005D696B" w:rsidRPr="005B300D" w:rsidRDefault="005D696B" w:rsidP="005D696B">
      <w:pPr>
        <w:tabs>
          <w:tab w:val="left" w:pos="1418"/>
          <w:tab w:val="right" w:pos="9072"/>
        </w:tabs>
        <w:ind w:left="851"/>
      </w:pPr>
      <w:r w:rsidRPr="005B300D">
        <w:t xml:space="preserve">Fekvési módok, alvás és alvási szokások, a sírás megfigyelése. </w:t>
      </w:r>
    </w:p>
    <w:p w:rsidR="005D696B" w:rsidRPr="005B300D" w:rsidRDefault="005D696B" w:rsidP="005D696B">
      <w:pPr>
        <w:tabs>
          <w:tab w:val="left" w:pos="1418"/>
          <w:tab w:val="right" w:pos="9072"/>
        </w:tabs>
        <w:ind w:left="851"/>
      </w:pPr>
      <w:r w:rsidRPr="005B300D">
        <w:t>Szoptatás és táplálás.</w:t>
      </w:r>
    </w:p>
    <w:p w:rsidR="005D696B" w:rsidRPr="005B300D" w:rsidRDefault="005D696B" w:rsidP="005D696B">
      <w:pPr>
        <w:tabs>
          <w:tab w:val="left" w:pos="1418"/>
          <w:tab w:val="right" w:pos="9072"/>
        </w:tabs>
        <w:ind w:left="851"/>
      </w:pPr>
      <w:r w:rsidRPr="005B300D">
        <w:t xml:space="preserve">Székletürítés és vizeletürítés megfigyelése. </w:t>
      </w:r>
    </w:p>
    <w:p w:rsidR="005D696B" w:rsidRPr="005B300D" w:rsidRDefault="005D696B" w:rsidP="005D696B">
      <w:pPr>
        <w:tabs>
          <w:tab w:val="left" w:pos="1418"/>
          <w:tab w:val="right" w:pos="9072"/>
        </w:tabs>
        <w:ind w:left="851"/>
      </w:pPr>
      <w:r w:rsidRPr="005B300D">
        <w:t xml:space="preserve">Testtömeg és testarányok mérése. </w:t>
      </w:r>
    </w:p>
    <w:p w:rsidR="005D696B" w:rsidRPr="005B300D" w:rsidRDefault="005D696B" w:rsidP="005D696B">
      <w:pPr>
        <w:tabs>
          <w:tab w:val="left" w:pos="1418"/>
          <w:tab w:val="right" w:pos="9072"/>
        </w:tabs>
        <w:ind w:left="851"/>
      </w:pPr>
      <w:r w:rsidRPr="005B300D">
        <w:t>Csecsemők állapotváltozásainak felismerése.</w:t>
      </w:r>
    </w:p>
    <w:p w:rsidR="005D696B" w:rsidRPr="005B300D" w:rsidRDefault="005D696B" w:rsidP="005D696B">
      <w:pPr>
        <w:tabs>
          <w:tab w:val="left" w:pos="1418"/>
          <w:tab w:val="right" w:pos="9072"/>
        </w:tabs>
        <w:ind w:left="851"/>
      </w:pPr>
      <w:r w:rsidRPr="005B300D">
        <w:t>Gyermekosztályos gyakorlat.</w:t>
      </w:r>
    </w:p>
    <w:p w:rsidR="005D696B" w:rsidRPr="005B300D" w:rsidRDefault="005D696B" w:rsidP="005D696B">
      <w:pPr>
        <w:tabs>
          <w:tab w:val="left" w:pos="1418"/>
          <w:tab w:val="right" w:pos="9072"/>
        </w:tabs>
        <w:ind w:left="851"/>
      </w:pPr>
      <w:r w:rsidRPr="005B300D">
        <w:t>Az arc és testtájak, testarányok, mozgás megfigyelése, testsúly mérése.</w:t>
      </w:r>
    </w:p>
    <w:p w:rsidR="005D696B" w:rsidRPr="005B300D" w:rsidRDefault="005D696B" w:rsidP="005D696B">
      <w:pPr>
        <w:tabs>
          <w:tab w:val="left" w:pos="1418"/>
          <w:tab w:val="right" w:pos="9072"/>
        </w:tabs>
        <w:ind w:left="851"/>
      </w:pPr>
      <w:r w:rsidRPr="005B300D">
        <w:t>Kardinális tünetek mérése, megfigyelése.</w:t>
      </w:r>
    </w:p>
    <w:p w:rsidR="005D696B" w:rsidRPr="005B300D" w:rsidRDefault="005D696B" w:rsidP="005D696B">
      <w:pPr>
        <w:tabs>
          <w:tab w:val="left" w:pos="1418"/>
          <w:tab w:val="right" w:pos="9072"/>
        </w:tabs>
        <w:ind w:left="851"/>
      </w:pPr>
      <w:r w:rsidRPr="005B300D">
        <w:t xml:space="preserve">A gyermek tudatának és magatartásának megfigyelése. </w:t>
      </w:r>
    </w:p>
    <w:p w:rsidR="005D696B" w:rsidRPr="005B300D" w:rsidRDefault="005D696B" w:rsidP="005D696B">
      <w:pPr>
        <w:tabs>
          <w:tab w:val="left" w:pos="1418"/>
          <w:tab w:val="right" w:pos="9072"/>
        </w:tabs>
        <w:ind w:left="851"/>
      </w:pPr>
      <w:r w:rsidRPr="005B300D">
        <w:t xml:space="preserve">Érzékszervek működésének megfigyelése. </w:t>
      </w:r>
    </w:p>
    <w:p w:rsidR="005D696B" w:rsidRPr="005B300D" w:rsidRDefault="005D696B" w:rsidP="005D696B">
      <w:pPr>
        <w:tabs>
          <w:tab w:val="left" w:pos="1418"/>
          <w:tab w:val="right" w:pos="9072"/>
        </w:tabs>
        <w:ind w:left="851"/>
      </w:pPr>
      <w:r w:rsidRPr="005B300D">
        <w:t xml:space="preserve">Köhögés és köpet megfigyelése. </w:t>
      </w:r>
    </w:p>
    <w:p w:rsidR="005D696B" w:rsidRPr="005B300D" w:rsidRDefault="005D696B" w:rsidP="005D696B">
      <w:pPr>
        <w:tabs>
          <w:tab w:val="left" w:pos="1418"/>
          <w:tab w:val="right" w:pos="9072"/>
        </w:tabs>
        <w:ind w:left="851"/>
      </w:pPr>
      <w:r w:rsidRPr="005B300D">
        <w:t xml:space="preserve">Hányás és </w:t>
      </w:r>
      <w:proofErr w:type="gramStart"/>
      <w:r w:rsidRPr="005B300D">
        <w:t>hányadék</w:t>
      </w:r>
      <w:proofErr w:type="gramEnd"/>
      <w:r w:rsidRPr="005B300D">
        <w:t xml:space="preserve"> megfigyelése. </w:t>
      </w:r>
    </w:p>
    <w:p w:rsidR="005D696B" w:rsidRPr="005B300D" w:rsidRDefault="005D696B" w:rsidP="005D696B">
      <w:pPr>
        <w:tabs>
          <w:tab w:val="left" w:pos="1418"/>
          <w:tab w:val="right" w:pos="9072"/>
        </w:tabs>
        <w:ind w:left="851"/>
      </w:pPr>
      <w:r w:rsidRPr="005B300D">
        <w:t xml:space="preserve">Bevitt és ürített folyadék mennyiségének megfigyelése. </w:t>
      </w:r>
    </w:p>
    <w:p w:rsidR="005D696B" w:rsidRPr="005B300D" w:rsidRDefault="005D696B" w:rsidP="005D696B">
      <w:pPr>
        <w:tabs>
          <w:tab w:val="left" w:pos="1418"/>
          <w:tab w:val="right" w:pos="9072"/>
        </w:tabs>
        <w:ind w:left="851"/>
      </w:pPr>
      <w:r w:rsidRPr="005B300D">
        <w:t xml:space="preserve">A gyermekek állapotváltozásainak felismerése. </w:t>
      </w:r>
    </w:p>
    <w:p w:rsidR="005D696B" w:rsidRPr="005B300D" w:rsidRDefault="005D696B" w:rsidP="005D696B">
      <w:pPr>
        <w:tabs>
          <w:tab w:val="left" w:pos="1418"/>
          <w:tab w:val="right" w:pos="9072"/>
        </w:tabs>
        <w:ind w:left="851"/>
      </w:pPr>
      <w:r w:rsidRPr="005B300D">
        <w:t xml:space="preserve">A gyermek elhanyagolásának illetve bántalmazásának felismerése. </w:t>
      </w:r>
    </w:p>
    <w:p w:rsidR="005D696B" w:rsidRPr="005B300D" w:rsidRDefault="005D696B" w:rsidP="005D696B">
      <w:pPr>
        <w:tabs>
          <w:tab w:val="left" w:pos="1418"/>
          <w:tab w:val="right" w:pos="9072"/>
        </w:tabs>
        <w:ind w:left="851"/>
      </w:pPr>
      <w:r w:rsidRPr="005B300D">
        <w:t xml:space="preserve">Betegmegfigyelő monitorok alkalmazása a gyermekápolásban. </w:t>
      </w:r>
    </w:p>
    <w:p w:rsidR="005D696B" w:rsidRPr="005B300D" w:rsidRDefault="005D696B" w:rsidP="005D696B">
      <w:pPr>
        <w:tabs>
          <w:tab w:val="left" w:pos="1418"/>
          <w:tab w:val="right" w:pos="9072"/>
        </w:tabs>
        <w:ind w:left="851"/>
      </w:pPr>
      <w:r w:rsidRPr="005B300D">
        <w:t xml:space="preserve">Csecsemő és gyermekosztályon egyaránt végzendő ápolási feladatok. </w:t>
      </w:r>
    </w:p>
    <w:p w:rsidR="005D696B" w:rsidRPr="005B300D" w:rsidRDefault="005D696B" w:rsidP="005D696B">
      <w:pPr>
        <w:tabs>
          <w:tab w:val="left" w:pos="1418"/>
          <w:tab w:val="right" w:pos="9072"/>
        </w:tabs>
        <w:ind w:left="851"/>
      </w:pPr>
      <w:r w:rsidRPr="005B300D">
        <w:t>Ágyazás, beteg fektetése, mobilizálása, kényelmi eszközök alkalmazása.</w:t>
      </w:r>
    </w:p>
    <w:p w:rsidR="005D696B" w:rsidRPr="005B300D" w:rsidRDefault="005D696B" w:rsidP="005D696B">
      <w:pPr>
        <w:tabs>
          <w:tab w:val="left" w:pos="1418"/>
          <w:tab w:val="right" w:pos="9072"/>
        </w:tabs>
        <w:ind w:left="851"/>
      </w:pPr>
      <w:r w:rsidRPr="005B300D">
        <w:t>Pihenés feltételeinek biztosítása.</w:t>
      </w:r>
    </w:p>
    <w:p w:rsidR="005D696B" w:rsidRPr="005B300D" w:rsidRDefault="005D696B" w:rsidP="005D696B">
      <w:pPr>
        <w:tabs>
          <w:tab w:val="left" w:pos="1418"/>
          <w:tab w:val="right" w:pos="9072"/>
        </w:tabs>
        <w:ind w:left="851"/>
      </w:pPr>
      <w:r w:rsidRPr="005B300D">
        <w:t>Beteg környezetének higiénéje.</w:t>
      </w:r>
    </w:p>
    <w:p w:rsidR="005D696B" w:rsidRPr="005B300D" w:rsidRDefault="005D696B" w:rsidP="005D696B">
      <w:pPr>
        <w:tabs>
          <w:tab w:val="left" w:pos="1418"/>
          <w:tab w:val="right" w:pos="9072"/>
        </w:tabs>
        <w:ind w:left="851"/>
      </w:pPr>
      <w:r w:rsidRPr="005B300D">
        <w:t>Fürdetés, szájápolás, hajmosás, körömápolás, bőrápolás, bőrvédelem.</w:t>
      </w:r>
    </w:p>
    <w:p w:rsidR="005D696B" w:rsidRPr="005B300D" w:rsidRDefault="005D696B" w:rsidP="005D696B">
      <w:pPr>
        <w:tabs>
          <w:tab w:val="left" w:pos="1418"/>
          <w:tab w:val="right" w:pos="9072"/>
        </w:tabs>
        <w:ind w:left="851"/>
      </w:pPr>
      <w:r w:rsidRPr="005B300D">
        <w:t>Etetés eszközeinek előkészítése, használata, szondatáplálás.</w:t>
      </w:r>
    </w:p>
    <w:p w:rsidR="005D696B" w:rsidRPr="005B300D" w:rsidRDefault="005D696B" w:rsidP="005D696B">
      <w:pPr>
        <w:tabs>
          <w:tab w:val="left" w:pos="1418"/>
          <w:tab w:val="right" w:pos="9072"/>
        </w:tabs>
        <w:ind w:left="851"/>
      </w:pPr>
      <w:r w:rsidRPr="005B300D">
        <w:t>Előkészítés vizithez, a beteg tartása-fogása vizsgálatokhoz.</w:t>
      </w:r>
    </w:p>
    <w:p w:rsidR="005D696B" w:rsidRPr="005B300D" w:rsidRDefault="005D696B" w:rsidP="005D696B">
      <w:pPr>
        <w:tabs>
          <w:tab w:val="left" w:pos="1418"/>
          <w:tab w:val="right" w:pos="9072"/>
        </w:tabs>
        <w:ind w:left="851"/>
      </w:pPr>
      <w:r w:rsidRPr="005B300D">
        <w:t xml:space="preserve">A megfigyelt és a mért paraméterek dokumentálása. </w:t>
      </w:r>
    </w:p>
    <w:p w:rsidR="005D696B" w:rsidRPr="005B300D" w:rsidRDefault="005D696B" w:rsidP="005D696B">
      <w:pPr>
        <w:ind w:firstLine="709"/>
      </w:pPr>
      <w:r w:rsidRPr="005B300D">
        <w:t xml:space="preserve">   Kapcsolat a szülőkkel</w:t>
      </w:r>
    </w:p>
    <w:p w:rsidR="005D696B" w:rsidRPr="005B300D" w:rsidRDefault="005D696B" w:rsidP="005D696B">
      <w:pPr>
        <w:ind w:firstLine="709"/>
      </w:pPr>
    </w:p>
    <w:p w:rsidR="005D696B" w:rsidRPr="005B300D" w:rsidRDefault="005D696B" w:rsidP="005D696B">
      <w:pPr>
        <w:jc w:val="center"/>
        <w:rPr>
          <w:b/>
        </w:rPr>
      </w:pPr>
      <w:r w:rsidRPr="005B300D">
        <w:rPr>
          <w:b/>
        </w:rPr>
        <w:t>II. Két évfolyamos oktatás közismereti képzés nélkül</w:t>
      </w:r>
    </w:p>
    <w:p w:rsidR="005D696B" w:rsidRPr="005B300D" w:rsidRDefault="005D696B" w:rsidP="005D696B">
      <w:pPr>
        <w:jc w:val="center"/>
      </w:pPr>
      <w:r w:rsidRPr="005B300D">
        <w:t>1. évfolyamot követően 160 óra</w:t>
      </w:r>
    </w:p>
    <w:p w:rsidR="005D696B" w:rsidRPr="005B300D" w:rsidRDefault="005D696B" w:rsidP="005D696B"/>
    <w:p w:rsidR="005D696B" w:rsidRPr="005B300D" w:rsidRDefault="005D696B" w:rsidP="005D696B">
      <w:r w:rsidRPr="005B300D">
        <w:t>Az 1. évfolyamot követő szakmai gyakorlat szakmai tartalma:</w:t>
      </w:r>
    </w:p>
    <w:p w:rsidR="005D696B" w:rsidRPr="005B300D" w:rsidRDefault="005D696B" w:rsidP="005D696B">
      <w:pPr>
        <w:ind w:left="851"/>
      </w:pPr>
      <w:r w:rsidRPr="005B300D">
        <w:t xml:space="preserve">Az </w:t>
      </w:r>
      <w:proofErr w:type="spellStart"/>
      <w:r w:rsidRPr="005B300D">
        <w:t>audiológiai</w:t>
      </w:r>
      <w:proofErr w:type="spellEnd"/>
      <w:r w:rsidRPr="005B300D">
        <w:t xml:space="preserve"> és hallásakusztikai ismeretek gyakorlati vonatkozásának megismerése, gyakorlása. Alkalmazás közben felmerülő kérdések megválaszolása. Esetek követése, esetleírások készítése.  </w:t>
      </w:r>
    </w:p>
    <w:p w:rsidR="005D696B" w:rsidRPr="005B300D" w:rsidRDefault="005D696B" w:rsidP="005D696B">
      <w:pPr>
        <w:ind w:left="851"/>
      </w:pPr>
      <w:r w:rsidRPr="005B300D">
        <w:t xml:space="preserve">A gyakorlatokat </w:t>
      </w:r>
      <w:proofErr w:type="spellStart"/>
      <w:r w:rsidRPr="005B300D">
        <w:t>audiológiai</w:t>
      </w:r>
      <w:proofErr w:type="spellEnd"/>
      <w:r w:rsidRPr="005B300D">
        <w:t xml:space="preserve"> szakrendelésen, </w:t>
      </w:r>
      <w:proofErr w:type="spellStart"/>
      <w:r w:rsidRPr="005B300D">
        <w:t>fülilleszték</w:t>
      </w:r>
      <w:proofErr w:type="spellEnd"/>
      <w:r w:rsidRPr="005B300D">
        <w:t xml:space="preserve"> laboratóriumban, </w:t>
      </w:r>
      <w:proofErr w:type="gramStart"/>
      <w:r w:rsidRPr="005B300D">
        <w:t>Fül-orr-  gégészeti</w:t>
      </w:r>
      <w:proofErr w:type="gramEnd"/>
      <w:r w:rsidRPr="005B300D">
        <w:t xml:space="preserve"> osztályon, </w:t>
      </w:r>
      <w:proofErr w:type="spellStart"/>
      <w:r w:rsidRPr="005B300D">
        <w:t>audiológiai</w:t>
      </w:r>
      <w:proofErr w:type="spellEnd"/>
      <w:r w:rsidRPr="005B300D">
        <w:t xml:space="preserve"> szakrendelésen kell megszervezni, mely rendelkezik az 54 725 02 számú, </w:t>
      </w:r>
      <w:proofErr w:type="spellStart"/>
      <w:r w:rsidRPr="005B300D">
        <w:t>Audiológiai</w:t>
      </w:r>
      <w:proofErr w:type="spellEnd"/>
      <w:r w:rsidRPr="005B300D">
        <w:t xml:space="preserve"> asszisztens és </w:t>
      </w:r>
      <w:proofErr w:type="spellStart"/>
      <w:r w:rsidRPr="005B300D">
        <w:t>hallásakusztikus</w:t>
      </w:r>
      <w:proofErr w:type="spellEnd"/>
      <w:r w:rsidRPr="005B300D">
        <w:t xml:space="preserve"> megnevezésű szakképesítés szakmai és vizsgakövetelményei szereplő tárgyi és a kerttantervben előírt feltételekkel.</w:t>
      </w:r>
    </w:p>
    <w:p w:rsidR="005D696B" w:rsidRPr="005B300D" w:rsidRDefault="005D696B" w:rsidP="005D696B">
      <w:pPr>
        <w:pStyle w:val="Listaszerbekezds"/>
        <w:ind w:left="360"/>
      </w:pPr>
    </w:p>
    <w:sectPr w:rsidR="005D696B" w:rsidRPr="005B30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1FA" w:rsidRDefault="009341FA">
      <w:r>
        <w:separator/>
      </w:r>
    </w:p>
  </w:endnote>
  <w:endnote w:type="continuationSeparator" w:id="0">
    <w:p w:rsidR="009341FA" w:rsidRDefault="00934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Droid Sans Fallback">
    <w:charset w:val="00"/>
    <w:family w:val="auto"/>
    <w:pitch w:val="variable"/>
  </w:font>
  <w:font w:name="FreeSans">
    <w:charset w:val="00"/>
    <w:family w:val="swiss"/>
    <w:pitch w:val="default"/>
  </w:font>
  <w:font w:name="MS Mincho">
    <w:altName w:val="ＭＳ 明朝"/>
    <w:panose1 w:val="02020609040205080304"/>
    <w:charset w:val="80"/>
    <w:family w:val="modern"/>
    <w:pitch w:val="fixed"/>
    <w:sig w:usb0="E00002FF" w:usb1="6AC7FDFB" w:usb2="00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EC7" w:rsidRDefault="00693EC7">
    <w:pPr>
      <w:pStyle w:val="llb"/>
      <w:rPr>
        <w:sz w:val="20"/>
      </w:rPr>
    </w:pPr>
    <w:r w:rsidRPr="00B862AB">
      <w:rPr>
        <w:sz w:val="20"/>
      </w:rPr>
      <w:tab/>
    </w:r>
  </w:p>
  <w:p w:rsidR="00693EC7" w:rsidRPr="00B862AB" w:rsidRDefault="00693EC7">
    <w:pPr>
      <w:pStyle w:val="llb"/>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1FA" w:rsidRDefault="009341FA">
      <w:r>
        <w:separator/>
      </w:r>
    </w:p>
  </w:footnote>
  <w:footnote w:type="continuationSeparator" w:id="0">
    <w:p w:rsidR="009341FA" w:rsidRDefault="009341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D23704"/>
    <w:multiLevelType w:val="hybridMultilevel"/>
    <w:tmpl w:val="3912E968"/>
    <w:lvl w:ilvl="0" w:tplc="20D6FEF8">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07BE3282"/>
    <w:multiLevelType w:val="multilevel"/>
    <w:tmpl w:val="CED432F4"/>
    <w:styleLink w:val="N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nsid w:val="09AD721B"/>
    <w:multiLevelType w:val="multilevel"/>
    <w:tmpl w:val="70ECAB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147B46"/>
    <w:multiLevelType w:val="multilevel"/>
    <w:tmpl w:val="23B424B0"/>
    <w:styleLink w:val="WWNum1"/>
    <w:lvl w:ilvl="0">
      <w:start w:val="1"/>
      <w:numFmt w:val="decimal"/>
      <w:lvlText w:val="%1."/>
      <w:lvlJc w:val="left"/>
      <w:pPr>
        <w:ind w:left="720" w:hanging="360"/>
      </w:pPr>
    </w:lvl>
    <w:lvl w:ilvl="1">
      <w:start w:val="1"/>
      <w:numFmt w:val="decimal"/>
      <w:lvlText w:val="%1.%2."/>
      <w:lvlJc w:val="left"/>
      <w:pPr>
        <w:ind w:left="1421" w:hanging="57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6">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17636A9D"/>
    <w:multiLevelType w:val="multilevel"/>
    <w:tmpl w:val="DCFAF8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8DF6769"/>
    <w:multiLevelType w:val="multilevel"/>
    <w:tmpl w:val="F5CAD4D0"/>
    <w:styleLink w:val="WWNum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A42627"/>
    <w:multiLevelType w:val="multilevel"/>
    <w:tmpl w:val="A3BE49C0"/>
    <w:lvl w:ilvl="0">
      <w:start w:val="23"/>
      <w:numFmt w:val="decimal"/>
      <w:lvlText w:val="%1."/>
      <w:lvlJc w:val="left"/>
      <w:pPr>
        <w:ind w:left="480" w:hanging="480"/>
      </w:pPr>
      <w:rPr>
        <w:rFonts w:hint="default"/>
        <w:b/>
        <w:i/>
      </w:rPr>
    </w:lvl>
    <w:lvl w:ilvl="1">
      <w:start w:val="4"/>
      <w:numFmt w:val="decimal"/>
      <w:lvlText w:val="%1.%2."/>
      <w:lvlJc w:val="left"/>
      <w:pPr>
        <w:ind w:left="840" w:hanging="48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1">
    <w:nsid w:val="1F6050E7"/>
    <w:multiLevelType w:val="multilevel"/>
    <w:tmpl w:val="0AD4A2AC"/>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7F4683A"/>
    <w:multiLevelType w:val="multilevel"/>
    <w:tmpl w:val="7EF01D12"/>
    <w:styleLink w:val="WWNum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0216DD"/>
    <w:multiLevelType w:val="multilevel"/>
    <w:tmpl w:val="A544968C"/>
    <w:lvl w:ilvl="0">
      <w:start w:val="21"/>
      <w:numFmt w:val="decimal"/>
      <w:lvlText w:val="%1."/>
      <w:lvlJc w:val="left"/>
      <w:pPr>
        <w:ind w:left="660" w:hanging="660"/>
      </w:pPr>
      <w:rPr>
        <w:rFonts w:cs="Times New Roman" w:hint="default"/>
      </w:rPr>
    </w:lvl>
    <w:lvl w:ilvl="1">
      <w:start w:val="3"/>
      <w:numFmt w:val="decimal"/>
      <w:lvlText w:val="%1.%2."/>
      <w:lvlJc w:val="left"/>
      <w:pPr>
        <w:ind w:left="660" w:hanging="6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FDF2E78"/>
    <w:multiLevelType w:val="multilevel"/>
    <w:tmpl w:val="BB346E3A"/>
    <w:styleLink w:val="WWNum7"/>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5106431"/>
    <w:multiLevelType w:val="hybridMultilevel"/>
    <w:tmpl w:val="CB3C5EF4"/>
    <w:lvl w:ilvl="0" w:tplc="FFFFFFFF">
      <w:start w:val="1999"/>
      <w:numFmt w:val="bullet"/>
      <w:pStyle w:val="FELS1"/>
      <w:lvlText w:val="–"/>
      <w:lvlJc w:val="left"/>
      <w:pPr>
        <w:tabs>
          <w:tab w:val="num" w:pos="927"/>
        </w:tabs>
        <w:ind w:left="851" w:hanging="284"/>
      </w:pPr>
      <w:rPr>
        <w:rFonts w:ascii="Times New Roman" w:hAnsi="Times New Roman" w:cs="Times New Roman" w:hint="default"/>
      </w:rPr>
    </w:lvl>
    <w:lvl w:ilvl="1" w:tplc="FFFFFFFF">
      <w:start w:val="1999"/>
      <w:numFmt w:val="bullet"/>
      <w:pStyle w:val="FELS2"/>
      <w:lvlText w:val="="/>
      <w:lvlJc w:val="left"/>
      <w:pPr>
        <w:tabs>
          <w:tab w:val="num" w:pos="1211"/>
        </w:tabs>
        <w:ind w:left="1134" w:hanging="283"/>
      </w:pPr>
      <w:rPr>
        <w:rFonts w:ascii="Times New Roman" w:eastAsia="Times New Roman" w:hAnsi="Times New Roman" w:cs="Times New Roman" w:hint="default"/>
      </w:rPr>
    </w:lvl>
    <w:lvl w:ilvl="2" w:tplc="FFFFFFFF">
      <w:numFmt w:val="bullet"/>
      <w:lvlText w:val=""/>
      <w:lvlJc w:val="left"/>
      <w:pPr>
        <w:tabs>
          <w:tab w:val="num" w:pos="2160"/>
        </w:tabs>
        <w:ind w:left="2160" w:hanging="360"/>
      </w:pPr>
      <w:rPr>
        <w:rFonts w:ascii="Symbol" w:eastAsia="Times New Roman" w:hAnsi="Symbol" w:cs="Times New Roman" w:hint="default"/>
        <w:b/>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532842"/>
    <w:multiLevelType w:val="multilevel"/>
    <w:tmpl w:val="6E74C540"/>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CEE2C48"/>
    <w:multiLevelType w:val="multilevel"/>
    <w:tmpl w:val="0380ADAC"/>
    <w:styleLink w:val="WWNum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D2A256D"/>
    <w:multiLevelType w:val="hybridMultilevel"/>
    <w:tmpl w:val="888265B2"/>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nsid w:val="428C2D61"/>
    <w:multiLevelType w:val="multilevel"/>
    <w:tmpl w:val="23CCA7A2"/>
    <w:styleLink w:val="WWNum6"/>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447041A1"/>
    <w:multiLevelType w:val="multilevel"/>
    <w:tmpl w:val="1A06DF14"/>
    <w:styleLink w:val="WWNum5"/>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48687AC2"/>
    <w:multiLevelType w:val="multilevel"/>
    <w:tmpl w:val="612E7F06"/>
    <w:lvl w:ilvl="0">
      <w:start w:val="23"/>
      <w:numFmt w:val="decimal"/>
      <w:lvlText w:val="%1."/>
      <w:lvlJc w:val="left"/>
      <w:pPr>
        <w:ind w:left="660" w:hanging="660"/>
      </w:pPr>
      <w:rPr>
        <w:rFonts w:hint="default"/>
      </w:rPr>
    </w:lvl>
    <w:lvl w:ilvl="1">
      <w:start w:val="5"/>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C2C7585"/>
    <w:multiLevelType w:val="hybridMultilevel"/>
    <w:tmpl w:val="3DBA5C90"/>
    <w:lvl w:ilvl="0" w:tplc="6C52F622">
      <w:start w:val="2008"/>
      <w:numFmt w:val="bullet"/>
      <w:lvlText w:val="-"/>
      <w:lvlJc w:val="left"/>
      <w:pPr>
        <w:ind w:left="1778" w:hanging="360"/>
      </w:pPr>
      <w:rPr>
        <w:rFonts w:ascii="Palatino Linotype" w:eastAsia="Times New Roman" w:hAnsi="Palatino Linotype" w:hint="default"/>
      </w:rPr>
    </w:lvl>
    <w:lvl w:ilvl="1" w:tplc="040E0003">
      <w:start w:val="1"/>
      <w:numFmt w:val="bullet"/>
      <w:lvlText w:val="o"/>
      <w:lvlJc w:val="left"/>
      <w:pPr>
        <w:ind w:left="2498" w:hanging="360"/>
      </w:pPr>
      <w:rPr>
        <w:rFonts w:ascii="Courier New" w:hAnsi="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6">
    <w:nsid w:val="62FA4BF1"/>
    <w:multiLevelType w:val="multilevel"/>
    <w:tmpl w:val="53FA2E02"/>
    <w:styleLink w:val="WWNum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837441E"/>
    <w:multiLevelType w:val="multilevel"/>
    <w:tmpl w:val="FBD6C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9E303FF"/>
    <w:multiLevelType w:val="hybridMultilevel"/>
    <w:tmpl w:val="B1164A94"/>
    <w:lvl w:ilvl="0" w:tplc="20D6FEF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06D5A62"/>
    <w:multiLevelType w:val="hybridMultilevel"/>
    <w:tmpl w:val="C7F8086C"/>
    <w:lvl w:ilvl="0" w:tplc="0EC2A1DC">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3141A69"/>
    <w:multiLevelType w:val="hybridMultilevel"/>
    <w:tmpl w:val="6714DE5E"/>
    <w:lvl w:ilvl="0" w:tplc="BFDCF45E">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8A7F02"/>
    <w:multiLevelType w:val="hybridMultilevel"/>
    <w:tmpl w:val="347C024A"/>
    <w:lvl w:ilvl="0" w:tplc="A90469D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F180BE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7"/>
  </w:num>
  <w:num w:numId="3">
    <w:abstractNumId w:val="4"/>
  </w:num>
  <w:num w:numId="4">
    <w:abstractNumId w:val="16"/>
  </w:num>
  <w:num w:numId="5">
    <w:abstractNumId w:val="9"/>
    <w:lvlOverride w:ilvl="1">
      <w:lvl w:ilvl="1">
        <w:start w:val="1"/>
        <w:numFmt w:val="decimal"/>
        <w:lvlText w:val="%1.%2."/>
        <w:lvlJc w:val="left"/>
        <w:pPr>
          <w:ind w:left="792" w:hanging="432"/>
        </w:pPr>
      </w:lvl>
    </w:lvlOverride>
  </w:num>
  <w:num w:numId="6">
    <w:abstractNumId w:val="2"/>
  </w:num>
  <w:num w:numId="7">
    <w:abstractNumId w:val="5"/>
  </w:num>
  <w:num w:numId="8">
    <w:abstractNumId w:val="26"/>
  </w:num>
  <w:num w:numId="9">
    <w:abstractNumId w:val="18"/>
  </w:num>
  <w:num w:numId="10">
    <w:abstractNumId w:val="12"/>
  </w:num>
  <w:num w:numId="11">
    <w:abstractNumId w:val="21"/>
  </w:num>
  <w:num w:numId="12">
    <w:abstractNumId w:val="20"/>
  </w:num>
  <w:num w:numId="13">
    <w:abstractNumId w:val="14"/>
  </w:num>
  <w:num w:numId="14">
    <w:abstractNumId w:val="10"/>
  </w:num>
  <w:num w:numId="15">
    <w:abstractNumId w:val="22"/>
  </w:num>
  <w:num w:numId="16">
    <w:abstractNumId w:val="11"/>
  </w:num>
  <w:num w:numId="17">
    <w:abstractNumId w:val="13"/>
  </w:num>
  <w:num w:numId="18">
    <w:abstractNumId w:val="17"/>
  </w:num>
  <w:num w:numId="19">
    <w:abstractNumId w:val="24"/>
  </w:num>
  <w:num w:numId="20">
    <w:abstractNumId w:val="6"/>
  </w:num>
  <w:num w:numId="21">
    <w:abstractNumId w:val="7"/>
  </w:num>
  <w:num w:numId="22">
    <w:abstractNumId w:val="32"/>
  </w:num>
  <w:num w:numId="23">
    <w:abstractNumId w:val="34"/>
  </w:num>
  <w:num w:numId="24">
    <w:abstractNumId w:val="9"/>
  </w:num>
  <w:num w:numId="25">
    <w:abstractNumId w:val="25"/>
  </w:num>
  <w:num w:numId="26">
    <w:abstractNumId w:val="23"/>
  </w:num>
  <w:num w:numId="27">
    <w:abstractNumId w:val="28"/>
  </w:num>
  <w:num w:numId="28">
    <w:abstractNumId w:val="33"/>
  </w:num>
  <w:num w:numId="29">
    <w:abstractNumId w:val="0"/>
  </w:num>
  <w:num w:numId="30">
    <w:abstractNumId w:val="15"/>
  </w:num>
  <w:num w:numId="31">
    <w:abstractNumId w:val="1"/>
  </w:num>
  <w:num w:numId="32">
    <w:abstractNumId w:val="30"/>
  </w:num>
  <w:num w:numId="33">
    <w:abstractNumId w:val="27"/>
  </w:num>
  <w:num w:numId="34">
    <w:abstractNumId w:val="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5"/>
  </w:num>
  <w:num w:numId="38">
    <w:abstractNumId w:val="31"/>
  </w:num>
  <w:num w:numId="39">
    <w:abstractNumId w:val="3"/>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96B"/>
    <w:rsid w:val="00011797"/>
    <w:rsid w:val="000D01F8"/>
    <w:rsid w:val="001C5028"/>
    <w:rsid w:val="002C65ED"/>
    <w:rsid w:val="002E0FF6"/>
    <w:rsid w:val="00327737"/>
    <w:rsid w:val="00414F1A"/>
    <w:rsid w:val="00481FCA"/>
    <w:rsid w:val="004A7EF9"/>
    <w:rsid w:val="00505EE0"/>
    <w:rsid w:val="005D696B"/>
    <w:rsid w:val="005F2EC7"/>
    <w:rsid w:val="006379A2"/>
    <w:rsid w:val="00693EC7"/>
    <w:rsid w:val="0070548F"/>
    <w:rsid w:val="0072768E"/>
    <w:rsid w:val="007D5E61"/>
    <w:rsid w:val="008B60E3"/>
    <w:rsid w:val="0092256D"/>
    <w:rsid w:val="009341FA"/>
    <w:rsid w:val="009D0484"/>
    <w:rsid w:val="009E74AA"/>
    <w:rsid w:val="00AC1ACD"/>
    <w:rsid w:val="00AC52BE"/>
    <w:rsid w:val="00E7234B"/>
    <w:rsid w:val="00E81329"/>
    <w:rsid w:val="00FA0E3C"/>
    <w:rsid w:val="00FF0C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5D696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5D696B"/>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Cmsor2">
    <w:name w:val="heading 2"/>
    <w:basedOn w:val="Norml"/>
    <w:next w:val="Norml"/>
    <w:link w:val="Cmsor2Char"/>
    <w:uiPriority w:val="9"/>
    <w:unhideWhenUsed/>
    <w:qFormat/>
    <w:rsid w:val="005D696B"/>
    <w:pPr>
      <w:keepNext/>
      <w:keepLines/>
      <w:spacing w:before="200"/>
      <w:jc w:val="both"/>
      <w:outlineLvl w:val="1"/>
    </w:pPr>
    <w:rPr>
      <w:rFonts w:eastAsiaTheme="majorEastAsia" w:cstheme="majorBidi"/>
      <w:b/>
      <w:bCs/>
      <w:szCs w:val="26"/>
      <w:lang w:eastAsia="en-US"/>
    </w:rPr>
  </w:style>
  <w:style w:type="paragraph" w:styleId="Cmsor3">
    <w:name w:val="heading 3"/>
    <w:basedOn w:val="Norml"/>
    <w:next w:val="Norml"/>
    <w:link w:val="Cmsor3Char"/>
    <w:uiPriority w:val="9"/>
    <w:unhideWhenUsed/>
    <w:qFormat/>
    <w:rsid w:val="005D696B"/>
    <w:pPr>
      <w:keepNext/>
      <w:keepLines/>
      <w:spacing w:before="200"/>
      <w:ind w:left="851"/>
      <w:jc w:val="both"/>
      <w:outlineLvl w:val="2"/>
    </w:pPr>
    <w:rPr>
      <w:rFonts w:eastAsiaTheme="majorEastAsia" w:cstheme="majorBidi"/>
      <w:b/>
      <w:bCs/>
      <w:szCs w:val="22"/>
      <w:lang w:eastAsia="en-US"/>
    </w:rPr>
  </w:style>
  <w:style w:type="paragraph" w:styleId="Cmsor4">
    <w:name w:val="heading 4"/>
    <w:basedOn w:val="Norml"/>
    <w:next w:val="Norml"/>
    <w:link w:val="Cmsor4Char"/>
    <w:uiPriority w:val="9"/>
    <w:unhideWhenUsed/>
    <w:qFormat/>
    <w:rsid w:val="005D696B"/>
    <w:pPr>
      <w:keepNext/>
      <w:keepLines/>
      <w:spacing w:before="200"/>
      <w:ind w:left="851"/>
      <w:jc w:val="both"/>
      <w:outlineLvl w:val="3"/>
    </w:pPr>
    <w:rPr>
      <w:rFonts w:eastAsiaTheme="majorEastAsia" w:cstheme="majorBidi"/>
      <w:b/>
      <w:bCs/>
      <w:i/>
      <w:iCs/>
      <w:szCs w:val="22"/>
      <w:lang w:eastAsia="en-US"/>
    </w:rPr>
  </w:style>
  <w:style w:type="paragraph" w:styleId="Cmsor5">
    <w:name w:val="heading 5"/>
    <w:basedOn w:val="Norml"/>
    <w:next w:val="Norml"/>
    <w:link w:val="Cmsor5Char"/>
    <w:uiPriority w:val="9"/>
    <w:semiHidden/>
    <w:unhideWhenUsed/>
    <w:qFormat/>
    <w:rsid w:val="005D696B"/>
    <w:pPr>
      <w:keepNext/>
      <w:keepLines/>
      <w:spacing w:before="200"/>
      <w:jc w:val="both"/>
      <w:outlineLvl w:val="4"/>
    </w:pPr>
    <w:rPr>
      <w:rFonts w:asciiTheme="majorHAnsi" w:eastAsiaTheme="majorEastAsia" w:hAnsiTheme="majorHAnsi" w:cstheme="majorBidi"/>
      <w:color w:val="243F60" w:themeColor="accent1" w:themeShade="7F"/>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D696B"/>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5D696B"/>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5D696B"/>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5D696B"/>
    <w:rPr>
      <w:rFonts w:ascii="Times New Roman" w:eastAsiaTheme="majorEastAsia" w:hAnsi="Times New Roman" w:cstheme="majorBidi"/>
      <w:b/>
      <w:bCs/>
      <w:i/>
      <w:iCs/>
      <w:sz w:val="24"/>
    </w:rPr>
  </w:style>
  <w:style w:type="character" w:customStyle="1" w:styleId="Cmsor5Char">
    <w:name w:val="Címsor 5 Char"/>
    <w:basedOn w:val="Bekezdsalapbettpusa"/>
    <w:link w:val="Cmsor5"/>
    <w:uiPriority w:val="9"/>
    <w:semiHidden/>
    <w:rsid w:val="005D696B"/>
    <w:rPr>
      <w:rFonts w:asciiTheme="majorHAnsi" w:eastAsiaTheme="majorEastAsia" w:hAnsiTheme="majorHAnsi" w:cstheme="majorBidi"/>
      <w:color w:val="243F60" w:themeColor="accent1" w:themeShade="7F"/>
      <w:sz w:val="24"/>
    </w:rPr>
  </w:style>
  <w:style w:type="paragraph" w:styleId="Listaszerbekezds">
    <w:name w:val="List Paragraph"/>
    <w:basedOn w:val="Norml"/>
    <w:uiPriority w:val="34"/>
    <w:qFormat/>
    <w:rsid w:val="005D696B"/>
    <w:pPr>
      <w:ind w:left="720"/>
      <w:contextualSpacing/>
    </w:pPr>
  </w:style>
  <w:style w:type="paragraph" w:customStyle="1" w:styleId="np">
    <w:name w:val="np"/>
    <w:basedOn w:val="Norml"/>
    <w:rsid w:val="005D696B"/>
    <w:pPr>
      <w:spacing w:after="20"/>
      <w:jc w:val="both"/>
    </w:pPr>
  </w:style>
  <w:style w:type="paragraph" w:customStyle="1" w:styleId="Default">
    <w:name w:val="Default"/>
    <w:uiPriority w:val="99"/>
    <w:rsid w:val="005D696B"/>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5D696B"/>
    <w:pPr>
      <w:tabs>
        <w:tab w:val="center" w:pos="4536"/>
        <w:tab w:val="right" w:pos="9072"/>
      </w:tabs>
      <w:jc w:val="both"/>
    </w:pPr>
    <w:rPr>
      <w:rFonts w:eastAsiaTheme="minorHAnsi" w:cstheme="minorBidi"/>
      <w:szCs w:val="22"/>
      <w:lang w:eastAsia="en-US"/>
    </w:rPr>
  </w:style>
  <w:style w:type="character" w:customStyle="1" w:styleId="lfejChar">
    <w:name w:val="Élőfej Char"/>
    <w:basedOn w:val="Bekezdsalapbettpusa"/>
    <w:link w:val="lfej"/>
    <w:uiPriority w:val="99"/>
    <w:rsid w:val="005D696B"/>
    <w:rPr>
      <w:rFonts w:ascii="Times New Roman" w:hAnsi="Times New Roman"/>
      <w:sz w:val="24"/>
    </w:rPr>
  </w:style>
  <w:style w:type="paragraph" w:styleId="llb">
    <w:name w:val="footer"/>
    <w:basedOn w:val="Norml"/>
    <w:link w:val="llbChar"/>
    <w:uiPriority w:val="99"/>
    <w:unhideWhenUsed/>
    <w:rsid w:val="005D696B"/>
    <w:pPr>
      <w:tabs>
        <w:tab w:val="center" w:pos="4536"/>
        <w:tab w:val="right" w:pos="9072"/>
      </w:tabs>
      <w:jc w:val="both"/>
    </w:pPr>
    <w:rPr>
      <w:rFonts w:eastAsiaTheme="minorHAnsi" w:cstheme="minorBidi"/>
      <w:szCs w:val="22"/>
      <w:lang w:eastAsia="en-US"/>
    </w:rPr>
  </w:style>
  <w:style w:type="character" w:customStyle="1" w:styleId="llbChar">
    <w:name w:val="Élőláb Char"/>
    <w:basedOn w:val="Bekezdsalapbettpusa"/>
    <w:link w:val="llb"/>
    <w:uiPriority w:val="99"/>
    <w:rsid w:val="005D696B"/>
    <w:rPr>
      <w:rFonts w:ascii="Times New Roman" w:hAnsi="Times New Roman"/>
      <w:sz w:val="24"/>
    </w:rPr>
  </w:style>
  <w:style w:type="paragraph" w:styleId="Buborkszveg">
    <w:name w:val="Balloon Text"/>
    <w:basedOn w:val="Norml"/>
    <w:link w:val="BuborkszvegChar"/>
    <w:uiPriority w:val="99"/>
    <w:unhideWhenUsed/>
    <w:rsid w:val="005D696B"/>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rsid w:val="005D696B"/>
    <w:rPr>
      <w:rFonts w:ascii="Tahoma" w:hAnsi="Tahoma" w:cs="Tahoma"/>
      <w:sz w:val="16"/>
      <w:szCs w:val="16"/>
    </w:rPr>
  </w:style>
  <w:style w:type="character" w:styleId="Hiperhivatkozs">
    <w:name w:val="Hyperlink"/>
    <w:basedOn w:val="Bekezdsalapbettpusa"/>
    <w:uiPriority w:val="99"/>
    <w:unhideWhenUsed/>
    <w:rsid w:val="005D696B"/>
    <w:rPr>
      <w:color w:val="0000FF"/>
      <w:u w:val="single"/>
    </w:rPr>
  </w:style>
  <w:style w:type="character" w:styleId="Mrltotthiperhivatkozs">
    <w:name w:val="FollowedHyperlink"/>
    <w:basedOn w:val="Bekezdsalapbettpusa"/>
    <w:uiPriority w:val="99"/>
    <w:unhideWhenUsed/>
    <w:rsid w:val="005D696B"/>
    <w:rPr>
      <w:color w:val="800080"/>
      <w:u w:val="single"/>
    </w:rPr>
  </w:style>
  <w:style w:type="paragraph" w:customStyle="1" w:styleId="xl65">
    <w:name w:val="xl65"/>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l"/>
    <w:uiPriority w:val="99"/>
    <w:rsid w:val="005D696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l"/>
    <w:uiPriority w:val="99"/>
    <w:rsid w:val="005D696B"/>
    <w:pPr>
      <w:spacing w:before="100" w:beforeAutospacing="1" w:after="100" w:afterAutospacing="1"/>
      <w:textAlignment w:val="center"/>
    </w:pPr>
    <w:rPr>
      <w:sz w:val="18"/>
      <w:szCs w:val="18"/>
    </w:rPr>
  </w:style>
  <w:style w:type="paragraph" w:customStyle="1" w:styleId="xl70">
    <w:name w:val="xl70"/>
    <w:basedOn w:val="Norml"/>
    <w:uiPriority w:val="99"/>
    <w:rsid w:val="005D696B"/>
    <w:pPr>
      <w:spacing w:before="100" w:beforeAutospacing="1" w:after="100" w:afterAutospacing="1"/>
      <w:jc w:val="center"/>
      <w:textAlignment w:val="center"/>
    </w:pPr>
    <w:rPr>
      <w:sz w:val="18"/>
      <w:szCs w:val="18"/>
    </w:rPr>
  </w:style>
  <w:style w:type="paragraph" w:customStyle="1" w:styleId="xl71">
    <w:name w:val="xl71"/>
    <w:basedOn w:val="Norml"/>
    <w:uiPriority w:val="99"/>
    <w:rsid w:val="005D696B"/>
    <w:pPr>
      <w:shd w:val="clear" w:color="000000" w:fill="FFFF00"/>
      <w:spacing w:before="100" w:beforeAutospacing="1" w:after="100" w:afterAutospacing="1"/>
      <w:jc w:val="center"/>
      <w:textAlignment w:val="center"/>
    </w:pPr>
    <w:rPr>
      <w:sz w:val="18"/>
      <w:szCs w:val="18"/>
    </w:rPr>
  </w:style>
  <w:style w:type="paragraph" w:customStyle="1" w:styleId="xl72">
    <w:name w:val="xl72"/>
    <w:basedOn w:val="Norml"/>
    <w:uiPriority w:val="99"/>
    <w:rsid w:val="005D696B"/>
    <w:pPr>
      <w:spacing w:before="100" w:beforeAutospacing="1" w:after="100" w:afterAutospacing="1"/>
      <w:textAlignment w:val="center"/>
    </w:pPr>
    <w:rPr>
      <w:sz w:val="18"/>
      <w:szCs w:val="18"/>
    </w:rPr>
  </w:style>
  <w:style w:type="paragraph" w:customStyle="1" w:styleId="xl73">
    <w:name w:val="xl73"/>
    <w:basedOn w:val="Norml"/>
    <w:uiPriority w:val="99"/>
    <w:rsid w:val="005D696B"/>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l"/>
    <w:uiPriority w:val="99"/>
    <w:rsid w:val="005D696B"/>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l"/>
    <w:uiPriority w:val="99"/>
    <w:rsid w:val="005D696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8">
    <w:name w:val="xl78"/>
    <w:basedOn w:val="Norml"/>
    <w:uiPriority w:val="99"/>
    <w:rsid w:val="005D696B"/>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9">
    <w:name w:val="xl79"/>
    <w:basedOn w:val="Norml"/>
    <w:uiPriority w:val="99"/>
    <w:rsid w:val="005D696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l"/>
    <w:uiPriority w:val="99"/>
    <w:rsid w:val="005D69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Norml"/>
    <w:uiPriority w:val="99"/>
    <w:rsid w:val="005D696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3">
    <w:name w:val="xl83"/>
    <w:basedOn w:val="Norml"/>
    <w:uiPriority w:val="99"/>
    <w:rsid w:val="005D696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4">
    <w:name w:val="xl84"/>
    <w:basedOn w:val="Norml"/>
    <w:uiPriority w:val="99"/>
    <w:rsid w:val="005D696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Norml"/>
    <w:uiPriority w:val="99"/>
    <w:rsid w:val="005D696B"/>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6">
    <w:name w:val="xl86"/>
    <w:basedOn w:val="Norml"/>
    <w:uiPriority w:val="99"/>
    <w:rsid w:val="005D696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l"/>
    <w:uiPriority w:val="99"/>
    <w:rsid w:val="005D696B"/>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8">
    <w:name w:val="xl88"/>
    <w:basedOn w:val="Norml"/>
    <w:uiPriority w:val="99"/>
    <w:rsid w:val="005D696B"/>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Norml"/>
    <w:uiPriority w:val="99"/>
    <w:rsid w:val="005D69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91">
    <w:name w:val="xl91"/>
    <w:basedOn w:val="Norml"/>
    <w:uiPriority w:val="99"/>
    <w:rsid w:val="005D69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2">
    <w:name w:val="xl92"/>
    <w:basedOn w:val="Norml"/>
    <w:uiPriority w:val="99"/>
    <w:rsid w:val="005D696B"/>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Norml"/>
    <w:uiPriority w:val="99"/>
    <w:rsid w:val="005D69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5">
    <w:name w:val="xl95"/>
    <w:basedOn w:val="Norml"/>
    <w:uiPriority w:val="99"/>
    <w:rsid w:val="005D696B"/>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6">
    <w:name w:val="xl96"/>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Norml"/>
    <w:uiPriority w:val="99"/>
    <w:rsid w:val="005D696B"/>
    <w:pPr>
      <w:pBdr>
        <w:lef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l"/>
    <w:uiPriority w:val="99"/>
    <w:rsid w:val="005D696B"/>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Norml"/>
    <w:uiPriority w:val="99"/>
    <w:rsid w:val="005D696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Norml"/>
    <w:uiPriority w:val="99"/>
    <w:rsid w:val="005D696B"/>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01">
    <w:name w:val="xl101"/>
    <w:basedOn w:val="Norml"/>
    <w:uiPriority w:val="99"/>
    <w:rsid w:val="005D696B"/>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2">
    <w:name w:val="xl102"/>
    <w:basedOn w:val="Norml"/>
    <w:uiPriority w:val="99"/>
    <w:rsid w:val="005D696B"/>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l"/>
    <w:uiPriority w:val="99"/>
    <w:rsid w:val="005D696B"/>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Norml"/>
    <w:uiPriority w:val="99"/>
    <w:rsid w:val="005D696B"/>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l"/>
    <w:uiPriority w:val="99"/>
    <w:rsid w:val="005D696B"/>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7">
    <w:name w:val="xl107"/>
    <w:basedOn w:val="Norml"/>
    <w:uiPriority w:val="99"/>
    <w:rsid w:val="005D696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108">
    <w:name w:val="xl108"/>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9">
    <w:name w:val="xl109"/>
    <w:basedOn w:val="Norml"/>
    <w:uiPriority w:val="99"/>
    <w:rsid w:val="005D696B"/>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0">
    <w:name w:val="xl110"/>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1">
    <w:name w:val="xl111"/>
    <w:basedOn w:val="Norml"/>
    <w:uiPriority w:val="99"/>
    <w:rsid w:val="005D696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rPr>
  </w:style>
  <w:style w:type="paragraph" w:customStyle="1" w:styleId="xl112">
    <w:name w:val="xl112"/>
    <w:basedOn w:val="Norml"/>
    <w:uiPriority w:val="99"/>
    <w:rsid w:val="005D69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13">
    <w:name w:val="xl113"/>
    <w:basedOn w:val="Norml"/>
    <w:uiPriority w:val="99"/>
    <w:rsid w:val="005D696B"/>
    <w:pPr>
      <w:spacing w:before="100" w:beforeAutospacing="1" w:after="100" w:afterAutospacing="1"/>
      <w:textAlignment w:val="center"/>
    </w:pPr>
    <w:rPr>
      <w:b/>
      <w:bCs/>
      <w:sz w:val="18"/>
      <w:szCs w:val="18"/>
    </w:rPr>
  </w:style>
  <w:style w:type="paragraph" w:customStyle="1" w:styleId="xl114">
    <w:name w:val="xl114"/>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5">
    <w:name w:val="xl115"/>
    <w:basedOn w:val="Norml"/>
    <w:uiPriority w:val="99"/>
    <w:rsid w:val="005D696B"/>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6">
    <w:name w:val="xl116"/>
    <w:basedOn w:val="Norml"/>
    <w:uiPriority w:val="99"/>
    <w:rsid w:val="005D696B"/>
    <w:pPr>
      <w:pBdr>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l"/>
    <w:uiPriority w:val="99"/>
    <w:rsid w:val="005D696B"/>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8">
    <w:name w:val="xl118"/>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9">
    <w:name w:val="xl119"/>
    <w:basedOn w:val="Norml"/>
    <w:uiPriority w:val="99"/>
    <w:rsid w:val="005D696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18"/>
      <w:szCs w:val="18"/>
    </w:rPr>
  </w:style>
  <w:style w:type="paragraph" w:customStyle="1" w:styleId="xl120">
    <w:name w:val="xl120"/>
    <w:basedOn w:val="Norml"/>
    <w:uiPriority w:val="99"/>
    <w:rsid w:val="005D696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121">
    <w:name w:val="xl121"/>
    <w:basedOn w:val="Norml"/>
    <w:uiPriority w:val="99"/>
    <w:rsid w:val="005D696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8"/>
      <w:szCs w:val="18"/>
    </w:rPr>
  </w:style>
  <w:style w:type="paragraph" w:customStyle="1" w:styleId="xl122">
    <w:name w:val="xl122"/>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4">
    <w:name w:val="xl124"/>
    <w:basedOn w:val="Norml"/>
    <w:uiPriority w:val="99"/>
    <w:rsid w:val="005D696B"/>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5">
    <w:name w:val="xl125"/>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Norml"/>
    <w:uiPriority w:val="99"/>
    <w:rsid w:val="005D696B"/>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7">
    <w:name w:val="xl127"/>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l"/>
    <w:uiPriority w:val="99"/>
    <w:rsid w:val="005D69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129">
    <w:name w:val="xl129"/>
    <w:basedOn w:val="Norml"/>
    <w:uiPriority w:val="99"/>
    <w:rsid w:val="005D696B"/>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30">
    <w:name w:val="xl130"/>
    <w:basedOn w:val="Norml"/>
    <w:uiPriority w:val="99"/>
    <w:rsid w:val="005D696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table" w:styleId="Rcsostblzat">
    <w:name w:val="Table Grid"/>
    <w:basedOn w:val="Normltblzat"/>
    <w:uiPriority w:val="99"/>
    <w:rsid w:val="005D6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
    <w:name w:val="WWNum8"/>
    <w:basedOn w:val="Nemlista"/>
    <w:rsid w:val="005D696B"/>
    <w:pPr>
      <w:numPr>
        <w:numId w:val="24"/>
      </w:numPr>
    </w:pPr>
  </w:style>
  <w:style w:type="paragraph" w:customStyle="1" w:styleId="Standard">
    <w:name w:val="Standard"/>
    <w:uiPriority w:val="99"/>
    <w:rsid w:val="005D696B"/>
    <w:pPr>
      <w:suppressAutoHyphens/>
      <w:autoSpaceDN w:val="0"/>
      <w:spacing w:after="120" w:line="240" w:lineRule="auto"/>
      <w:jc w:val="both"/>
      <w:textAlignment w:val="baseline"/>
    </w:pPr>
    <w:rPr>
      <w:rFonts w:ascii="Times New Roman" w:eastAsia="Times New Roman" w:hAnsi="Times New Roman" w:cs="Times New Roman"/>
      <w:kern w:val="3"/>
      <w:sz w:val="24"/>
    </w:rPr>
  </w:style>
  <w:style w:type="paragraph" w:customStyle="1" w:styleId="Heading">
    <w:name w:val="Heading"/>
    <w:basedOn w:val="Standard"/>
    <w:next w:val="Textbody"/>
    <w:rsid w:val="005D696B"/>
    <w:pPr>
      <w:keepNext/>
      <w:spacing w:before="240"/>
    </w:pPr>
    <w:rPr>
      <w:rFonts w:ascii="Liberation Sans" w:eastAsia="Droid Sans Fallback" w:hAnsi="Liberation Sans" w:cs="FreeSans"/>
      <w:sz w:val="28"/>
      <w:szCs w:val="28"/>
    </w:rPr>
  </w:style>
  <w:style w:type="paragraph" w:customStyle="1" w:styleId="Textbody">
    <w:name w:val="Text body"/>
    <w:basedOn w:val="Standard"/>
    <w:rsid w:val="005D696B"/>
    <w:pPr>
      <w:spacing w:after="140" w:line="288" w:lineRule="auto"/>
    </w:pPr>
  </w:style>
  <w:style w:type="paragraph" w:styleId="Lista">
    <w:name w:val="List"/>
    <w:basedOn w:val="Textbody"/>
    <w:uiPriority w:val="99"/>
    <w:rsid w:val="005D696B"/>
    <w:rPr>
      <w:rFonts w:cs="FreeSans"/>
    </w:rPr>
  </w:style>
  <w:style w:type="paragraph" w:styleId="Kpalrs">
    <w:name w:val="caption"/>
    <w:basedOn w:val="Standard"/>
    <w:rsid w:val="005D696B"/>
    <w:pPr>
      <w:suppressLineNumbers/>
      <w:spacing w:before="120"/>
    </w:pPr>
    <w:rPr>
      <w:rFonts w:cs="FreeSans"/>
      <w:i/>
      <w:iCs/>
      <w:szCs w:val="24"/>
    </w:rPr>
  </w:style>
  <w:style w:type="paragraph" w:customStyle="1" w:styleId="Index">
    <w:name w:val="Index"/>
    <w:basedOn w:val="Standard"/>
    <w:rsid w:val="005D696B"/>
    <w:pPr>
      <w:suppressLineNumbers/>
    </w:pPr>
    <w:rPr>
      <w:rFonts w:cs="FreeSans"/>
    </w:rPr>
  </w:style>
  <w:style w:type="paragraph" w:customStyle="1" w:styleId="TableContents">
    <w:name w:val="Table Contents"/>
    <w:basedOn w:val="Standard"/>
    <w:rsid w:val="005D696B"/>
  </w:style>
  <w:style w:type="character" w:customStyle="1" w:styleId="Internetlink">
    <w:name w:val="Internet link"/>
    <w:basedOn w:val="Bekezdsalapbettpusa"/>
    <w:rsid w:val="005D696B"/>
    <w:rPr>
      <w:color w:val="0000FF"/>
      <w:u w:val="single"/>
    </w:rPr>
  </w:style>
  <w:style w:type="character" w:customStyle="1" w:styleId="ListLabel1">
    <w:name w:val="ListLabel 1"/>
    <w:rsid w:val="005D696B"/>
    <w:rPr>
      <w:rFonts w:eastAsia="Times New Roman"/>
    </w:rPr>
  </w:style>
  <w:style w:type="character" w:customStyle="1" w:styleId="ListLabel2">
    <w:name w:val="ListLabel 2"/>
    <w:rsid w:val="005D696B"/>
    <w:rPr>
      <w:rFonts w:cs="Courier New"/>
    </w:rPr>
  </w:style>
  <w:style w:type="numbering" w:customStyle="1" w:styleId="Nemlista1">
    <w:name w:val="Nem lista1"/>
    <w:basedOn w:val="Nemlista"/>
    <w:rsid w:val="005D696B"/>
    <w:pPr>
      <w:numPr>
        <w:numId w:val="6"/>
      </w:numPr>
    </w:pPr>
  </w:style>
  <w:style w:type="numbering" w:customStyle="1" w:styleId="WWNum1">
    <w:name w:val="WWNum1"/>
    <w:basedOn w:val="Nemlista"/>
    <w:rsid w:val="005D696B"/>
    <w:pPr>
      <w:numPr>
        <w:numId w:val="7"/>
      </w:numPr>
    </w:pPr>
  </w:style>
  <w:style w:type="numbering" w:customStyle="1" w:styleId="WWNum2">
    <w:name w:val="WWNum2"/>
    <w:basedOn w:val="Nemlista"/>
    <w:rsid w:val="005D696B"/>
    <w:pPr>
      <w:numPr>
        <w:numId w:val="8"/>
      </w:numPr>
    </w:pPr>
  </w:style>
  <w:style w:type="numbering" w:customStyle="1" w:styleId="WWNum3">
    <w:name w:val="WWNum3"/>
    <w:basedOn w:val="Nemlista"/>
    <w:rsid w:val="005D696B"/>
    <w:pPr>
      <w:numPr>
        <w:numId w:val="9"/>
      </w:numPr>
    </w:pPr>
  </w:style>
  <w:style w:type="numbering" w:customStyle="1" w:styleId="WWNum4">
    <w:name w:val="WWNum4"/>
    <w:basedOn w:val="Nemlista"/>
    <w:rsid w:val="005D696B"/>
    <w:pPr>
      <w:numPr>
        <w:numId w:val="10"/>
      </w:numPr>
    </w:pPr>
  </w:style>
  <w:style w:type="numbering" w:customStyle="1" w:styleId="WWNum5">
    <w:name w:val="WWNum5"/>
    <w:basedOn w:val="Nemlista"/>
    <w:rsid w:val="005D696B"/>
    <w:pPr>
      <w:numPr>
        <w:numId w:val="11"/>
      </w:numPr>
    </w:pPr>
  </w:style>
  <w:style w:type="numbering" w:customStyle="1" w:styleId="WWNum6">
    <w:name w:val="WWNum6"/>
    <w:basedOn w:val="Nemlista"/>
    <w:rsid w:val="005D696B"/>
    <w:pPr>
      <w:numPr>
        <w:numId w:val="12"/>
      </w:numPr>
    </w:pPr>
  </w:style>
  <w:style w:type="numbering" w:customStyle="1" w:styleId="WWNum7">
    <w:name w:val="WWNum7"/>
    <w:basedOn w:val="Nemlista"/>
    <w:rsid w:val="005D696B"/>
    <w:pPr>
      <w:numPr>
        <w:numId w:val="13"/>
      </w:numPr>
    </w:pPr>
  </w:style>
  <w:style w:type="paragraph" w:customStyle="1" w:styleId="xl63">
    <w:name w:val="xl63"/>
    <w:basedOn w:val="Norml"/>
    <w:uiPriority w:val="99"/>
    <w:rsid w:val="005D696B"/>
    <w:pPr>
      <w:spacing w:before="100" w:beforeAutospacing="1" w:after="100" w:afterAutospacing="1"/>
      <w:textAlignment w:val="center"/>
    </w:pPr>
    <w:rPr>
      <w:sz w:val="18"/>
      <w:szCs w:val="18"/>
    </w:rPr>
  </w:style>
  <w:style w:type="paragraph" w:customStyle="1" w:styleId="xl64">
    <w:name w:val="xl64"/>
    <w:basedOn w:val="Norml"/>
    <w:uiPriority w:val="99"/>
    <w:rsid w:val="005D696B"/>
    <w:pPr>
      <w:spacing w:before="100" w:beforeAutospacing="1" w:after="100" w:afterAutospacing="1"/>
      <w:jc w:val="center"/>
      <w:textAlignment w:val="center"/>
    </w:pPr>
    <w:rPr>
      <w:sz w:val="18"/>
      <w:szCs w:val="18"/>
    </w:rPr>
  </w:style>
  <w:style w:type="paragraph" w:customStyle="1" w:styleId="xl131">
    <w:name w:val="xl131"/>
    <w:basedOn w:val="Norml"/>
    <w:uiPriority w:val="99"/>
    <w:rsid w:val="005D696B"/>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styleId="Jegyzethivatkozs">
    <w:name w:val="annotation reference"/>
    <w:basedOn w:val="Bekezdsalapbettpusa"/>
    <w:uiPriority w:val="99"/>
    <w:unhideWhenUsed/>
    <w:rsid w:val="005D696B"/>
    <w:rPr>
      <w:sz w:val="16"/>
      <w:szCs w:val="16"/>
    </w:rPr>
  </w:style>
  <w:style w:type="paragraph" w:styleId="Jegyzetszveg">
    <w:name w:val="annotation text"/>
    <w:basedOn w:val="Norml"/>
    <w:link w:val="JegyzetszvegChar"/>
    <w:uiPriority w:val="99"/>
    <w:unhideWhenUsed/>
    <w:rsid w:val="005D696B"/>
    <w:pPr>
      <w:spacing w:after="120"/>
      <w:jc w:val="both"/>
    </w:pPr>
    <w:rPr>
      <w:rFonts w:eastAsiaTheme="minorHAnsi" w:cstheme="minorBidi"/>
      <w:sz w:val="20"/>
      <w:szCs w:val="20"/>
      <w:lang w:eastAsia="en-US"/>
    </w:rPr>
  </w:style>
  <w:style w:type="character" w:customStyle="1" w:styleId="JegyzetszvegChar">
    <w:name w:val="Jegyzetszöveg Char"/>
    <w:basedOn w:val="Bekezdsalapbettpusa"/>
    <w:link w:val="Jegyzetszveg"/>
    <w:uiPriority w:val="99"/>
    <w:rsid w:val="005D696B"/>
    <w:rPr>
      <w:rFonts w:ascii="Times New Roman" w:hAnsi="Times New Roman"/>
      <w:sz w:val="20"/>
      <w:szCs w:val="20"/>
    </w:rPr>
  </w:style>
  <w:style w:type="paragraph" w:styleId="Megjegyzstrgya">
    <w:name w:val="annotation subject"/>
    <w:basedOn w:val="Jegyzetszveg"/>
    <w:next w:val="Jegyzetszveg"/>
    <w:link w:val="MegjegyzstrgyaChar"/>
    <w:uiPriority w:val="99"/>
    <w:unhideWhenUsed/>
    <w:rsid w:val="005D696B"/>
    <w:rPr>
      <w:b/>
      <w:bCs/>
    </w:rPr>
  </w:style>
  <w:style w:type="character" w:customStyle="1" w:styleId="MegjegyzstrgyaChar">
    <w:name w:val="Megjegyzés tárgya Char"/>
    <w:basedOn w:val="JegyzetszvegChar"/>
    <w:link w:val="Megjegyzstrgya"/>
    <w:uiPriority w:val="99"/>
    <w:rsid w:val="005D696B"/>
    <w:rPr>
      <w:rFonts w:ascii="Times New Roman" w:hAnsi="Times New Roman"/>
      <w:b/>
      <w:bCs/>
      <w:sz w:val="20"/>
      <w:szCs w:val="20"/>
    </w:rPr>
  </w:style>
  <w:style w:type="paragraph" w:customStyle="1" w:styleId="Listaszerbekezds4">
    <w:name w:val="Listaszerű bekezdés4"/>
    <w:basedOn w:val="Norml"/>
    <w:uiPriority w:val="99"/>
    <w:qFormat/>
    <w:rsid w:val="005D696B"/>
    <w:pPr>
      <w:spacing w:after="200" w:line="276" w:lineRule="auto"/>
      <w:ind w:left="708"/>
    </w:pPr>
    <w:rPr>
      <w:rFonts w:ascii="Calibri" w:eastAsia="Calibri" w:hAnsi="Calibri"/>
      <w:sz w:val="22"/>
      <w:szCs w:val="22"/>
      <w:lang w:eastAsia="en-US"/>
    </w:rPr>
  </w:style>
  <w:style w:type="character" w:customStyle="1" w:styleId="Heading1Char">
    <w:name w:val="Heading 1 Char"/>
    <w:basedOn w:val="Bekezdsalapbettpusa"/>
    <w:uiPriority w:val="9"/>
    <w:rsid w:val="005D696B"/>
    <w:rPr>
      <w:rFonts w:asciiTheme="majorHAnsi" w:eastAsiaTheme="majorEastAsia" w:hAnsiTheme="majorHAnsi" w:cstheme="majorBidi"/>
      <w:b/>
      <w:bCs/>
      <w:kern w:val="32"/>
      <w:sz w:val="32"/>
      <w:szCs w:val="32"/>
      <w:lang w:eastAsia="en-US"/>
    </w:rPr>
  </w:style>
  <w:style w:type="character" w:customStyle="1" w:styleId="Heading2Char">
    <w:name w:val="Heading 2 Char"/>
    <w:basedOn w:val="Bekezdsalapbettpusa"/>
    <w:uiPriority w:val="9"/>
    <w:semiHidden/>
    <w:rsid w:val="005D696B"/>
    <w:rPr>
      <w:rFonts w:asciiTheme="majorHAnsi" w:eastAsiaTheme="majorEastAsia" w:hAnsiTheme="majorHAnsi" w:cstheme="majorBidi"/>
      <w:b/>
      <w:bCs/>
      <w:i/>
      <w:iCs/>
      <w:sz w:val="28"/>
      <w:szCs w:val="28"/>
      <w:lang w:eastAsia="en-US"/>
    </w:rPr>
  </w:style>
  <w:style w:type="character" w:customStyle="1" w:styleId="Heading3Char">
    <w:name w:val="Heading 3 Char"/>
    <w:basedOn w:val="Bekezdsalapbettpusa"/>
    <w:uiPriority w:val="9"/>
    <w:semiHidden/>
    <w:rsid w:val="005D696B"/>
    <w:rPr>
      <w:rFonts w:asciiTheme="majorHAnsi" w:eastAsiaTheme="majorEastAsia" w:hAnsiTheme="majorHAnsi" w:cstheme="majorBidi"/>
      <w:b/>
      <w:bCs/>
      <w:sz w:val="26"/>
      <w:szCs w:val="26"/>
      <w:lang w:eastAsia="en-US"/>
    </w:rPr>
  </w:style>
  <w:style w:type="paragraph" w:styleId="Lbjegyzetszveg">
    <w:name w:val="footnote text"/>
    <w:basedOn w:val="Norml"/>
    <w:link w:val="LbjegyzetszvegChar"/>
    <w:uiPriority w:val="99"/>
    <w:rsid w:val="005D696B"/>
    <w:rPr>
      <w:rFonts w:ascii="Calibri" w:eastAsia="Calibri" w:hAnsi="Calibri"/>
      <w:sz w:val="20"/>
      <w:szCs w:val="20"/>
    </w:rPr>
  </w:style>
  <w:style w:type="character" w:customStyle="1" w:styleId="LbjegyzetszvegChar">
    <w:name w:val="Lábjegyzetszöveg Char"/>
    <w:basedOn w:val="Bekezdsalapbettpusa"/>
    <w:link w:val="Lbjegyzetszveg"/>
    <w:uiPriority w:val="99"/>
    <w:rsid w:val="005D696B"/>
    <w:rPr>
      <w:rFonts w:ascii="Calibri" w:eastAsia="Calibri" w:hAnsi="Calibri" w:cs="Times New Roman"/>
      <w:sz w:val="20"/>
      <w:szCs w:val="20"/>
      <w:lang w:eastAsia="hu-HU"/>
    </w:rPr>
  </w:style>
  <w:style w:type="character" w:customStyle="1" w:styleId="FootnoteTextChar">
    <w:name w:val="Footnote Text Char"/>
    <w:basedOn w:val="Bekezdsalapbettpusa"/>
    <w:uiPriority w:val="99"/>
    <w:semiHidden/>
    <w:rsid w:val="005D696B"/>
    <w:rPr>
      <w:sz w:val="20"/>
      <w:szCs w:val="20"/>
      <w:lang w:eastAsia="en-US"/>
    </w:rPr>
  </w:style>
  <w:style w:type="character" w:styleId="Lbjegyzet-hivatkozs">
    <w:name w:val="footnote reference"/>
    <w:basedOn w:val="Bekezdsalapbettpusa"/>
    <w:uiPriority w:val="99"/>
    <w:semiHidden/>
    <w:rsid w:val="005D696B"/>
    <w:rPr>
      <w:vertAlign w:val="superscript"/>
    </w:rPr>
  </w:style>
  <w:style w:type="table" w:customStyle="1" w:styleId="Rcsostblzat1">
    <w:name w:val="Rácsos táblázat1"/>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5D696B"/>
    <w:pPr>
      <w:spacing w:after="0" w:line="240" w:lineRule="auto"/>
    </w:pPr>
    <w:rPr>
      <w:rFonts w:ascii="Calibri" w:eastAsia="Calibri" w:hAnsi="Calibri" w:cs="Times New Roman"/>
    </w:rPr>
  </w:style>
  <w:style w:type="character" w:customStyle="1" w:styleId="CommentTextChar">
    <w:name w:val="Comment Text Char"/>
    <w:basedOn w:val="Bekezdsalapbettpusa"/>
    <w:uiPriority w:val="99"/>
    <w:semiHidden/>
    <w:rsid w:val="005D696B"/>
    <w:rPr>
      <w:sz w:val="20"/>
      <w:szCs w:val="20"/>
      <w:lang w:eastAsia="en-US"/>
    </w:rPr>
  </w:style>
  <w:style w:type="character" w:customStyle="1" w:styleId="CommentSubjectChar">
    <w:name w:val="Comment Subject Char"/>
    <w:basedOn w:val="JegyzetszvegChar"/>
    <w:uiPriority w:val="99"/>
    <w:semiHidden/>
    <w:rsid w:val="005D696B"/>
    <w:rPr>
      <w:rFonts w:ascii="Calibri" w:hAnsi="Calibri"/>
      <w:b/>
      <w:bCs/>
      <w:sz w:val="20"/>
      <w:szCs w:val="20"/>
      <w:lang w:eastAsia="en-US"/>
    </w:rPr>
  </w:style>
  <w:style w:type="character" w:customStyle="1" w:styleId="BalloonTextChar">
    <w:name w:val="Balloon Text Char"/>
    <w:basedOn w:val="Bekezdsalapbettpusa"/>
    <w:uiPriority w:val="99"/>
    <w:semiHidden/>
    <w:rsid w:val="005D696B"/>
    <w:rPr>
      <w:rFonts w:ascii="Times New Roman" w:hAnsi="Times New Roman"/>
      <w:sz w:val="0"/>
      <w:szCs w:val="0"/>
      <w:lang w:eastAsia="en-US"/>
    </w:rPr>
  </w:style>
  <w:style w:type="paragraph" w:customStyle="1" w:styleId="Tblzattartalom">
    <w:name w:val="Táblázattartalom"/>
    <w:basedOn w:val="Norml"/>
    <w:uiPriority w:val="99"/>
    <w:rsid w:val="005D696B"/>
    <w:pPr>
      <w:widowControl w:val="0"/>
      <w:suppressLineNumbers/>
      <w:suppressAutoHyphens/>
    </w:pPr>
    <w:rPr>
      <w:rFonts w:eastAsia="Calibri" w:cs="Mangal"/>
      <w:kern w:val="1"/>
      <w:lang w:eastAsia="hi-IN" w:bidi="hi-IN"/>
    </w:rPr>
  </w:style>
  <w:style w:type="table" w:customStyle="1" w:styleId="Rcsostblzat2">
    <w:name w:val="Rácsos táblázat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5D696B"/>
    <w:pPr>
      <w:widowControl w:val="0"/>
      <w:suppressAutoHyphens/>
      <w:ind w:left="720"/>
    </w:pPr>
    <w:rPr>
      <w:kern w:val="1"/>
      <w:lang w:eastAsia="hi-IN" w:bidi="hi-IN"/>
    </w:rPr>
  </w:style>
  <w:style w:type="character" w:customStyle="1" w:styleId="apple-style-span">
    <w:name w:val="apple-style-span"/>
    <w:uiPriority w:val="99"/>
    <w:rsid w:val="005D696B"/>
  </w:style>
  <w:style w:type="paragraph" w:styleId="Szvegtrzsbehzssal">
    <w:name w:val="Body Text Indent"/>
    <w:basedOn w:val="Norml"/>
    <w:link w:val="SzvegtrzsbehzssalChar"/>
    <w:uiPriority w:val="99"/>
    <w:rsid w:val="005D696B"/>
    <w:pPr>
      <w:spacing w:after="120"/>
      <w:ind w:left="283"/>
    </w:pPr>
  </w:style>
  <w:style w:type="character" w:customStyle="1" w:styleId="SzvegtrzsbehzssalChar">
    <w:name w:val="Szövegtörzs behúzással Char"/>
    <w:basedOn w:val="Bekezdsalapbettpusa"/>
    <w:link w:val="Szvegtrzsbehzssal"/>
    <w:uiPriority w:val="99"/>
    <w:rsid w:val="005D696B"/>
    <w:rPr>
      <w:rFonts w:ascii="Times New Roman" w:eastAsia="Times New Roman" w:hAnsi="Times New Roman" w:cs="Times New Roman"/>
      <w:sz w:val="24"/>
      <w:szCs w:val="24"/>
      <w:lang w:eastAsia="hu-HU"/>
    </w:rPr>
  </w:style>
  <w:style w:type="character" w:customStyle="1" w:styleId="BodyTextIndentChar">
    <w:name w:val="Body Text Indent Char"/>
    <w:basedOn w:val="Bekezdsalapbettpusa"/>
    <w:uiPriority w:val="99"/>
    <w:semiHidden/>
    <w:rsid w:val="005D696B"/>
    <w:rPr>
      <w:lang w:eastAsia="en-US"/>
    </w:rPr>
  </w:style>
  <w:style w:type="paragraph" w:styleId="Szvegtrzsbehzssal2">
    <w:name w:val="Body Text Indent 2"/>
    <w:basedOn w:val="Norml"/>
    <w:link w:val="Szvegtrzsbehzssal2Char"/>
    <w:uiPriority w:val="99"/>
    <w:rsid w:val="005D696B"/>
    <w:pPr>
      <w:spacing w:after="120" w:line="480" w:lineRule="auto"/>
      <w:ind w:left="283"/>
    </w:pPr>
  </w:style>
  <w:style w:type="character" w:customStyle="1" w:styleId="Szvegtrzsbehzssal2Char">
    <w:name w:val="Szövegtörzs behúzással 2 Char"/>
    <w:basedOn w:val="Bekezdsalapbettpusa"/>
    <w:link w:val="Szvegtrzsbehzssal2"/>
    <w:uiPriority w:val="99"/>
    <w:rsid w:val="005D696B"/>
    <w:rPr>
      <w:rFonts w:ascii="Times New Roman" w:eastAsia="Times New Roman" w:hAnsi="Times New Roman" w:cs="Times New Roman"/>
      <w:sz w:val="24"/>
      <w:szCs w:val="24"/>
      <w:lang w:eastAsia="hu-HU"/>
    </w:rPr>
  </w:style>
  <w:style w:type="character" w:customStyle="1" w:styleId="BodyTextIndent2Char">
    <w:name w:val="Body Text Indent 2 Char"/>
    <w:basedOn w:val="Bekezdsalapbettpusa"/>
    <w:uiPriority w:val="99"/>
    <w:semiHidden/>
    <w:rsid w:val="005D696B"/>
    <w:rPr>
      <w:lang w:eastAsia="en-US"/>
    </w:rPr>
  </w:style>
  <w:style w:type="character" w:customStyle="1" w:styleId="HeaderChar">
    <w:name w:val="Header Char"/>
    <w:basedOn w:val="Bekezdsalapbettpusa"/>
    <w:uiPriority w:val="99"/>
    <w:semiHidden/>
    <w:rsid w:val="005D696B"/>
    <w:rPr>
      <w:lang w:eastAsia="en-US"/>
    </w:rPr>
  </w:style>
  <w:style w:type="character" w:customStyle="1" w:styleId="FooterChar">
    <w:name w:val="Footer Char"/>
    <w:basedOn w:val="Bekezdsalapbettpusa"/>
    <w:uiPriority w:val="99"/>
    <w:semiHidden/>
    <w:rsid w:val="005D696B"/>
    <w:rPr>
      <w:lang w:eastAsia="en-US"/>
    </w:rPr>
  </w:style>
  <w:style w:type="paragraph" w:customStyle="1" w:styleId="Stlus3">
    <w:name w:val="Stílus3"/>
    <w:basedOn w:val="Norml"/>
    <w:uiPriority w:val="99"/>
    <w:rsid w:val="005D696B"/>
    <w:pPr>
      <w:spacing w:before="60" w:after="60"/>
    </w:pPr>
    <w:rPr>
      <w:sz w:val="20"/>
      <w:szCs w:val="20"/>
    </w:rPr>
  </w:style>
  <w:style w:type="paragraph" w:customStyle="1" w:styleId="font5">
    <w:name w:val="font5"/>
    <w:basedOn w:val="Norml"/>
    <w:uiPriority w:val="99"/>
    <w:rsid w:val="005D696B"/>
    <w:pPr>
      <w:spacing w:before="100" w:beforeAutospacing="1" w:after="100" w:afterAutospacing="1"/>
    </w:pPr>
    <w:rPr>
      <w:color w:val="FF0000"/>
      <w:sz w:val="22"/>
      <w:szCs w:val="22"/>
    </w:rPr>
  </w:style>
  <w:style w:type="paragraph" w:customStyle="1" w:styleId="xl132">
    <w:name w:val="xl132"/>
    <w:basedOn w:val="Norml"/>
    <w:uiPriority w:val="99"/>
    <w:rsid w:val="005D696B"/>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uiPriority w:val="99"/>
    <w:rsid w:val="005D696B"/>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uiPriority w:val="99"/>
    <w:rsid w:val="005D696B"/>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uiPriority w:val="99"/>
    <w:rsid w:val="005D696B"/>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uiPriority w:val="99"/>
    <w:rsid w:val="005D696B"/>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uiPriority w:val="99"/>
    <w:rsid w:val="005D696B"/>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uiPriority w:val="99"/>
    <w:rsid w:val="005D696B"/>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uiPriority w:val="99"/>
    <w:rsid w:val="005D696B"/>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uiPriority w:val="99"/>
    <w:rsid w:val="005D696B"/>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uiPriority w:val="99"/>
    <w:rsid w:val="005D696B"/>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uiPriority w:val="99"/>
    <w:rsid w:val="005D696B"/>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uiPriority w:val="99"/>
    <w:rsid w:val="005D696B"/>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uiPriority w:val="99"/>
    <w:rsid w:val="005D696B"/>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uiPriority w:val="99"/>
    <w:rsid w:val="005D696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uiPriority w:val="99"/>
    <w:rsid w:val="005D696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uiPriority w:val="99"/>
    <w:rsid w:val="005D696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uiPriority w:val="99"/>
    <w:rsid w:val="005D696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uiPriority w:val="99"/>
    <w:rsid w:val="005D696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uiPriority w:val="99"/>
    <w:rsid w:val="005D696B"/>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uiPriority w:val="99"/>
    <w:rsid w:val="005D696B"/>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uiPriority w:val="99"/>
    <w:rsid w:val="005D696B"/>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Listaszerbekezds2">
    <w:name w:val="Listaszerű bekezdés2"/>
    <w:basedOn w:val="Norml"/>
    <w:uiPriority w:val="99"/>
    <w:rsid w:val="005D696B"/>
    <w:pPr>
      <w:widowControl w:val="0"/>
      <w:suppressAutoHyphens/>
      <w:ind w:left="720"/>
    </w:pPr>
    <w:rPr>
      <w:kern w:val="1"/>
      <w:lang w:eastAsia="hi-IN" w:bidi="hi-IN"/>
    </w:rPr>
  </w:style>
  <w:style w:type="table" w:customStyle="1" w:styleId="Rcsostblzat3">
    <w:name w:val="Rácsos táblázat3"/>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D696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5D696B"/>
    <w:pPr>
      <w:spacing w:line="276" w:lineRule="auto"/>
      <w:jc w:val="left"/>
      <w:outlineLvl w:val="9"/>
    </w:pPr>
    <w:rPr>
      <w:rFonts w:ascii="Cambria" w:eastAsia="Times New Roman" w:hAnsi="Cambria" w:cs="Times New Roman"/>
      <w:color w:val="365F91"/>
      <w:lang w:eastAsia="hu-HU"/>
    </w:rPr>
  </w:style>
  <w:style w:type="paragraph" w:styleId="TJ3">
    <w:name w:val="toc 3"/>
    <w:basedOn w:val="Norml"/>
    <w:next w:val="Norml"/>
    <w:autoRedefine/>
    <w:uiPriority w:val="99"/>
    <w:rsid w:val="005D696B"/>
    <w:pPr>
      <w:spacing w:after="200" w:line="276" w:lineRule="auto"/>
      <w:ind w:left="440"/>
    </w:pPr>
    <w:rPr>
      <w:rFonts w:ascii="Calibri" w:eastAsia="Calibri" w:hAnsi="Calibri"/>
      <w:sz w:val="22"/>
      <w:szCs w:val="22"/>
      <w:lang w:eastAsia="en-US"/>
    </w:rPr>
  </w:style>
  <w:style w:type="paragraph" w:styleId="TJ2">
    <w:name w:val="toc 2"/>
    <w:basedOn w:val="Norml"/>
    <w:next w:val="Norml"/>
    <w:autoRedefine/>
    <w:uiPriority w:val="99"/>
    <w:rsid w:val="005D696B"/>
    <w:pPr>
      <w:spacing w:after="100" w:line="276" w:lineRule="auto"/>
      <w:ind w:left="220"/>
    </w:pPr>
    <w:rPr>
      <w:rFonts w:ascii="Calibri" w:hAnsi="Calibri"/>
      <w:sz w:val="22"/>
      <w:szCs w:val="22"/>
    </w:rPr>
  </w:style>
  <w:style w:type="paragraph" w:styleId="TJ1">
    <w:name w:val="toc 1"/>
    <w:basedOn w:val="Norml"/>
    <w:next w:val="Norml"/>
    <w:autoRedefine/>
    <w:uiPriority w:val="99"/>
    <w:rsid w:val="005D696B"/>
    <w:pPr>
      <w:tabs>
        <w:tab w:val="right" w:leader="dot" w:pos="9062"/>
      </w:tabs>
      <w:spacing w:after="100" w:line="276" w:lineRule="auto"/>
    </w:pPr>
    <w:rPr>
      <w:rFonts w:ascii="Palatino Linotype" w:eastAsia="Calibri" w:hAnsi="Palatino Linotype"/>
      <w:b/>
      <w:i/>
      <w:noProof/>
      <w:w w:val="99"/>
      <w:kern w:val="1"/>
      <w:sz w:val="22"/>
      <w:szCs w:val="22"/>
      <w:lang w:eastAsia="hi-IN" w:bidi="hi-IN"/>
    </w:rPr>
  </w:style>
  <w:style w:type="character" w:customStyle="1" w:styleId="CharChar">
    <w:name w:val="Char Char"/>
    <w:uiPriority w:val="99"/>
    <w:rsid w:val="005D696B"/>
    <w:rPr>
      <w:rFonts w:ascii="Tahoma" w:hAnsi="Tahoma"/>
      <w:sz w:val="16"/>
    </w:rPr>
  </w:style>
  <w:style w:type="paragraph" w:customStyle="1" w:styleId="Listaszerbekezds3">
    <w:name w:val="Listaszerű bekezdés3"/>
    <w:basedOn w:val="Norml"/>
    <w:uiPriority w:val="99"/>
    <w:rsid w:val="005D696B"/>
    <w:pPr>
      <w:widowControl w:val="0"/>
      <w:suppressAutoHyphens/>
      <w:ind w:left="720"/>
    </w:pPr>
    <w:rPr>
      <w:kern w:val="1"/>
      <w:lang w:eastAsia="hi-IN" w:bidi="hi-IN"/>
    </w:rPr>
  </w:style>
  <w:style w:type="paragraph" w:styleId="Vltozat">
    <w:name w:val="Revision"/>
    <w:hidden/>
    <w:uiPriority w:val="99"/>
    <w:rsid w:val="005D696B"/>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rsid w:val="005D696B"/>
    <w:pPr>
      <w:spacing w:after="0" w:line="240" w:lineRule="auto"/>
    </w:pPr>
    <w:rPr>
      <w:rFonts w:ascii="Calibri" w:eastAsia="Calibri" w:hAnsi="Calibri" w:cs="Times New Roman"/>
    </w:rPr>
  </w:style>
  <w:style w:type="paragraph" w:customStyle="1" w:styleId="Nincstrkz1">
    <w:name w:val="Nincs térköz1"/>
    <w:uiPriority w:val="99"/>
    <w:rsid w:val="005D696B"/>
    <w:pPr>
      <w:spacing w:after="0" w:line="240" w:lineRule="auto"/>
    </w:pPr>
    <w:rPr>
      <w:rFonts w:ascii="Calibri" w:eastAsia="Times New Roman" w:hAnsi="Calibri" w:cs="Times New Roman"/>
    </w:rPr>
  </w:style>
  <w:style w:type="table" w:customStyle="1" w:styleId="Rcsostblzat23">
    <w:name w:val="Rácsos táblázat23"/>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5D696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1">
    <w:name w:val="Rácsos táblázat22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5D696B"/>
    <w:pPr>
      <w:spacing w:line="276" w:lineRule="auto"/>
      <w:jc w:val="left"/>
      <w:outlineLvl w:val="9"/>
    </w:pPr>
    <w:rPr>
      <w:rFonts w:ascii="Cambria" w:eastAsia="Calibri" w:hAnsi="Cambria" w:cs="Times New Roman"/>
      <w:color w:val="365F91"/>
      <w:lang w:eastAsia="hu-HU"/>
    </w:rPr>
  </w:style>
  <w:style w:type="character" w:customStyle="1" w:styleId="CharChar15">
    <w:name w:val="Char Char15"/>
    <w:uiPriority w:val="99"/>
    <w:rsid w:val="005D696B"/>
    <w:rPr>
      <w:rFonts w:ascii="Tahoma" w:eastAsia="Times New Roman" w:hAnsi="Tahoma"/>
      <w:sz w:val="16"/>
    </w:rPr>
  </w:style>
  <w:style w:type="table" w:customStyle="1" w:styleId="Rcsostblzat71">
    <w:name w:val="Rácsos táblázat71"/>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D696B"/>
    <w:pPr>
      <w:spacing w:after="0" w:line="240" w:lineRule="auto"/>
    </w:pPr>
    <w:rPr>
      <w:rFonts w:ascii="Calibri" w:eastAsia="Calibri" w:hAnsi="Calibri" w:cs="Times New Roman"/>
    </w:rPr>
  </w:style>
  <w:style w:type="table" w:customStyle="1" w:styleId="Rcsostblzat231">
    <w:name w:val="Rácsos táblázat23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D696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5D696B"/>
    <w:pPr>
      <w:spacing w:line="276" w:lineRule="auto"/>
      <w:jc w:val="left"/>
      <w:outlineLvl w:val="9"/>
    </w:pPr>
    <w:rPr>
      <w:rFonts w:ascii="Cambria" w:eastAsia="Times New Roman" w:hAnsi="Cambria" w:cs="Times New Roman"/>
      <w:color w:val="365F91"/>
      <w:lang w:eastAsia="hu-HU"/>
    </w:rPr>
  </w:style>
  <w:style w:type="table" w:customStyle="1" w:styleId="Rcsostblzat711">
    <w:name w:val="Rácsos táblázat711"/>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D696B"/>
  </w:style>
  <w:style w:type="character" w:styleId="Kiemels2">
    <w:name w:val="Strong"/>
    <w:basedOn w:val="Bekezdsalapbettpusa"/>
    <w:uiPriority w:val="22"/>
    <w:qFormat/>
    <w:rsid w:val="005D696B"/>
    <w:rPr>
      <w:b/>
    </w:rPr>
  </w:style>
  <w:style w:type="table" w:customStyle="1" w:styleId="Rcsostblzat24">
    <w:name w:val="Rácsos táblázat24"/>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5D696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2">
    <w:name w:val="Rácsos táblázat22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32">
    <w:name w:val="Rácsos táblázat23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D696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ap">
    <w:name w:val="++alap"/>
    <w:basedOn w:val="Norml"/>
    <w:uiPriority w:val="99"/>
    <w:rsid w:val="005D696B"/>
    <w:pPr>
      <w:autoSpaceDE w:val="0"/>
      <w:autoSpaceDN w:val="0"/>
      <w:adjustRightInd w:val="0"/>
      <w:spacing w:line="280" w:lineRule="atLeast"/>
      <w:ind w:left="794" w:hanging="227"/>
      <w:jc w:val="both"/>
      <w:textAlignment w:val="center"/>
    </w:pPr>
    <w:rPr>
      <w:rFonts w:ascii="MyriadPro-Regular" w:hAnsi="MyriadPro-Regular" w:cs="MyriadPro-Regular"/>
      <w:color w:val="000000"/>
      <w:sz w:val="22"/>
      <w:szCs w:val="22"/>
      <w:lang w:eastAsia="en-US"/>
    </w:rPr>
  </w:style>
  <w:style w:type="character" w:customStyle="1" w:styleId="WW8Num1z0">
    <w:name w:val="WW8Num1z0"/>
    <w:uiPriority w:val="99"/>
    <w:rsid w:val="005D696B"/>
    <w:rPr>
      <w:rFonts w:ascii="Palatino Linotype" w:hAnsi="Palatino Linotype"/>
    </w:rPr>
  </w:style>
  <w:style w:type="character" w:customStyle="1" w:styleId="WW8Num2z2">
    <w:name w:val="WW8Num2z2"/>
    <w:uiPriority w:val="99"/>
    <w:rsid w:val="005D696B"/>
    <w:rPr>
      <w:b/>
    </w:rPr>
  </w:style>
  <w:style w:type="character" w:customStyle="1" w:styleId="WW8Num4z0">
    <w:name w:val="WW8Num4z0"/>
    <w:uiPriority w:val="99"/>
    <w:rsid w:val="005D696B"/>
    <w:rPr>
      <w:rFonts w:ascii="Symbol" w:hAnsi="Symbol"/>
    </w:rPr>
  </w:style>
  <w:style w:type="character" w:customStyle="1" w:styleId="WW8Num5z2">
    <w:name w:val="WW8Num5z2"/>
    <w:uiPriority w:val="99"/>
    <w:rsid w:val="005D696B"/>
    <w:rPr>
      <w:b/>
    </w:rPr>
  </w:style>
  <w:style w:type="character" w:customStyle="1" w:styleId="WW8Num6z0">
    <w:name w:val="WW8Num6z0"/>
    <w:uiPriority w:val="99"/>
    <w:rsid w:val="005D696B"/>
    <w:rPr>
      <w:rFonts w:ascii="Palatino Linotype" w:eastAsia="Times New Roman" w:hAnsi="Palatino Linotype"/>
    </w:rPr>
  </w:style>
  <w:style w:type="character" w:customStyle="1" w:styleId="WW8Num6z1">
    <w:name w:val="WW8Num6z1"/>
    <w:uiPriority w:val="99"/>
    <w:rsid w:val="005D696B"/>
    <w:rPr>
      <w:rFonts w:ascii="Courier New" w:hAnsi="Courier New"/>
    </w:rPr>
  </w:style>
  <w:style w:type="character" w:customStyle="1" w:styleId="WW8Num6z2">
    <w:name w:val="WW8Num6z2"/>
    <w:uiPriority w:val="99"/>
    <w:rsid w:val="005D696B"/>
    <w:rPr>
      <w:rFonts w:ascii="Wingdings" w:hAnsi="Wingdings"/>
    </w:rPr>
  </w:style>
  <w:style w:type="character" w:customStyle="1" w:styleId="WW8Num6z3">
    <w:name w:val="WW8Num6z3"/>
    <w:uiPriority w:val="99"/>
    <w:rsid w:val="005D696B"/>
    <w:rPr>
      <w:rFonts w:ascii="Symbol" w:hAnsi="Symbol"/>
    </w:rPr>
  </w:style>
  <w:style w:type="character" w:customStyle="1" w:styleId="WW8Num9z0">
    <w:name w:val="WW8Num9z0"/>
    <w:uiPriority w:val="99"/>
    <w:rsid w:val="005D696B"/>
    <w:rPr>
      <w:rFonts w:ascii="Symbol" w:hAnsi="Symbol"/>
    </w:rPr>
  </w:style>
  <w:style w:type="character" w:customStyle="1" w:styleId="WW8Num10z0">
    <w:name w:val="WW8Num10z0"/>
    <w:uiPriority w:val="99"/>
    <w:rsid w:val="005D696B"/>
    <w:rPr>
      <w:rFonts w:ascii="Symbol" w:hAnsi="Symbol"/>
    </w:rPr>
  </w:style>
  <w:style w:type="character" w:customStyle="1" w:styleId="WW8Num12z0">
    <w:name w:val="WW8Num12z0"/>
    <w:uiPriority w:val="99"/>
    <w:rsid w:val="005D696B"/>
    <w:rPr>
      <w:rFonts w:ascii="Palatino Linotype" w:eastAsia="Times New Roman" w:hAnsi="Palatino Linotype"/>
    </w:rPr>
  </w:style>
  <w:style w:type="character" w:customStyle="1" w:styleId="WW8Num12z1">
    <w:name w:val="WW8Num12z1"/>
    <w:uiPriority w:val="99"/>
    <w:rsid w:val="005D696B"/>
    <w:rPr>
      <w:rFonts w:ascii="Courier New" w:hAnsi="Courier New"/>
    </w:rPr>
  </w:style>
  <w:style w:type="character" w:customStyle="1" w:styleId="WW8Num12z2">
    <w:name w:val="WW8Num12z2"/>
    <w:uiPriority w:val="99"/>
    <w:rsid w:val="005D696B"/>
    <w:rPr>
      <w:rFonts w:ascii="Wingdings" w:hAnsi="Wingdings"/>
    </w:rPr>
  </w:style>
  <w:style w:type="character" w:customStyle="1" w:styleId="WW8Num13z0">
    <w:name w:val="WW8Num13z0"/>
    <w:uiPriority w:val="99"/>
    <w:rsid w:val="005D696B"/>
    <w:rPr>
      <w:rFonts w:ascii="Palatino Linotype" w:eastAsia="Times New Roman" w:hAnsi="Palatino Linotype"/>
    </w:rPr>
  </w:style>
  <w:style w:type="character" w:customStyle="1" w:styleId="WW8Num13z1">
    <w:name w:val="WW8Num13z1"/>
    <w:uiPriority w:val="99"/>
    <w:rsid w:val="005D696B"/>
    <w:rPr>
      <w:rFonts w:ascii="Courier New" w:hAnsi="Courier New"/>
    </w:rPr>
  </w:style>
  <w:style w:type="character" w:customStyle="1" w:styleId="WW8Num13z2">
    <w:name w:val="WW8Num13z2"/>
    <w:uiPriority w:val="99"/>
    <w:rsid w:val="005D696B"/>
    <w:rPr>
      <w:rFonts w:ascii="Wingdings" w:hAnsi="Wingdings"/>
    </w:rPr>
  </w:style>
  <w:style w:type="character" w:customStyle="1" w:styleId="WW8Num13z3">
    <w:name w:val="WW8Num13z3"/>
    <w:uiPriority w:val="99"/>
    <w:rsid w:val="005D696B"/>
    <w:rPr>
      <w:rFonts w:ascii="Symbol" w:hAnsi="Symbol"/>
    </w:rPr>
  </w:style>
  <w:style w:type="character" w:customStyle="1" w:styleId="WW8Num14z2">
    <w:name w:val="WW8Num14z2"/>
    <w:uiPriority w:val="99"/>
    <w:rsid w:val="005D696B"/>
    <w:rPr>
      <w:b/>
    </w:rPr>
  </w:style>
  <w:style w:type="character" w:customStyle="1" w:styleId="WW8Num15z0">
    <w:name w:val="WW8Num15z0"/>
    <w:uiPriority w:val="99"/>
    <w:rsid w:val="005D696B"/>
    <w:rPr>
      <w:i/>
    </w:rPr>
  </w:style>
  <w:style w:type="character" w:customStyle="1" w:styleId="WW8Num16z0">
    <w:name w:val="WW8Num16z0"/>
    <w:uiPriority w:val="99"/>
    <w:rsid w:val="005D696B"/>
    <w:rPr>
      <w:rFonts w:ascii="Palatino Linotype" w:eastAsia="Times New Roman" w:hAnsi="Palatino Linotype"/>
    </w:rPr>
  </w:style>
  <w:style w:type="character" w:customStyle="1" w:styleId="WW8Num17z2">
    <w:name w:val="WW8Num17z2"/>
    <w:uiPriority w:val="99"/>
    <w:rsid w:val="005D696B"/>
    <w:rPr>
      <w:b/>
    </w:rPr>
  </w:style>
  <w:style w:type="character" w:customStyle="1" w:styleId="WW8Num18z0">
    <w:name w:val="WW8Num18z0"/>
    <w:uiPriority w:val="99"/>
    <w:rsid w:val="005D696B"/>
    <w:rPr>
      <w:rFonts w:ascii="Palatino Linotype" w:eastAsia="Times New Roman" w:hAnsi="Palatino Linotype"/>
    </w:rPr>
  </w:style>
  <w:style w:type="character" w:customStyle="1" w:styleId="WW8Num18z1">
    <w:name w:val="WW8Num18z1"/>
    <w:uiPriority w:val="99"/>
    <w:rsid w:val="005D696B"/>
    <w:rPr>
      <w:rFonts w:ascii="Courier New" w:hAnsi="Courier New"/>
    </w:rPr>
  </w:style>
  <w:style w:type="character" w:customStyle="1" w:styleId="WW8Num18z2">
    <w:name w:val="WW8Num18z2"/>
    <w:uiPriority w:val="99"/>
    <w:rsid w:val="005D696B"/>
    <w:rPr>
      <w:rFonts w:ascii="Wingdings" w:hAnsi="Wingdings"/>
    </w:rPr>
  </w:style>
  <w:style w:type="character" w:customStyle="1" w:styleId="WW8Num18z3">
    <w:name w:val="WW8Num18z3"/>
    <w:uiPriority w:val="99"/>
    <w:rsid w:val="005D696B"/>
    <w:rPr>
      <w:rFonts w:ascii="Symbol" w:hAnsi="Symbol"/>
    </w:rPr>
  </w:style>
  <w:style w:type="character" w:customStyle="1" w:styleId="WW8Num19z0">
    <w:name w:val="WW8Num19z0"/>
    <w:uiPriority w:val="99"/>
    <w:rsid w:val="005D696B"/>
    <w:rPr>
      <w:rFonts w:ascii="Symbol" w:hAnsi="Symbol"/>
    </w:rPr>
  </w:style>
  <w:style w:type="character" w:customStyle="1" w:styleId="WW8Num19z1">
    <w:name w:val="WW8Num19z1"/>
    <w:uiPriority w:val="99"/>
    <w:rsid w:val="005D696B"/>
    <w:rPr>
      <w:rFonts w:ascii="Courier New" w:hAnsi="Courier New"/>
    </w:rPr>
  </w:style>
  <w:style w:type="character" w:customStyle="1" w:styleId="WW8Num19z2">
    <w:name w:val="WW8Num19z2"/>
    <w:uiPriority w:val="99"/>
    <w:rsid w:val="005D696B"/>
    <w:rPr>
      <w:rFonts w:ascii="Wingdings" w:hAnsi="Wingdings"/>
    </w:rPr>
  </w:style>
  <w:style w:type="character" w:customStyle="1" w:styleId="WW8Num19z3">
    <w:name w:val="WW8Num19z3"/>
    <w:uiPriority w:val="99"/>
    <w:rsid w:val="005D696B"/>
    <w:rPr>
      <w:rFonts w:ascii="Symbol" w:hAnsi="Symbol"/>
    </w:rPr>
  </w:style>
  <w:style w:type="character" w:customStyle="1" w:styleId="WW8Num20z1">
    <w:name w:val="WW8Num20z1"/>
    <w:uiPriority w:val="99"/>
    <w:rsid w:val="005D696B"/>
    <w:rPr>
      <w:b/>
      <w:color w:val="auto"/>
    </w:rPr>
  </w:style>
  <w:style w:type="character" w:customStyle="1" w:styleId="WW8Num20z2">
    <w:name w:val="WW8Num20z2"/>
    <w:uiPriority w:val="99"/>
    <w:rsid w:val="005D696B"/>
    <w:rPr>
      <w:b/>
    </w:rPr>
  </w:style>
  <w:style w:type="character" w:customStyle="1" w:styleId="WW8Num20z3">
    <w:name w:val="WW8Num20z3"/>
    <w:uiPriority w:val="99"/>
    <w:rsid w:val="005D696B"/>
  </w:style>
  <w:style w:type="character" w:customStyle="1" w:styleId="WW8Num21z0">
    <w:name w:val="WW8Num21z0"/>
    <w:uiPriority w:val="99"/>
    <w:rsid w:val="005D696B"/>
    <w:rPr>
      <w:rFonts w:ascii="Symbol" w:hAnsi="Symbol"/>
    </w:rPr>
  </w:style>
  <w:style w:type="character" w:customStyle="1" w:styleId="WW8Num21z1">
    <w:name w:val="WW8Num21z1"/>
    <w:uiPriority w:val="99"/>
    <w:rsid w:val="005D696B"/>
    <w:rPr>
      <w:rFonts w:ascii="Courier New" w:hAnsi="Courier New"/>
    </w:rPr>
  </w:style>
  <w:style w:type="character" w:customStyle="1" w:styleId="WW8Num21z2">
    <w:name w:val="WW8Num21z2"/>
    <w:uiPriority w:val="99"/>
    <w:rsid w:val="005D696B"/>
    <w:rPr>
      <w:rFonts w:ascii="Wingdings" w:hAnsi="Wingdings"/>
    </w:rPr>
  </w:style>
  <w:style w:type="character" w:customStyle="1" w:styleId="WW8Num22z0">
    <w:name w:val="WW8Num22z0"/>
    <w:uiPriority w:val="99"/>
    <w:rsid w:val="005D696B"/>
  </w:style>
  <w:style w:type="character" w:customStyle="1" w:styleId="Bekezdsalapbettpusa2">
    <w:name w:val="Bekezdés alapbetűtípusa2"/>
    <w:uiPriority w:val="99"/>
    <w:rsid w:val="005D696B"/>
  </w:style>
  <w:style w:type="character" w:customStyle="1" w:styleId="Lbjegyzet-karakterek">
    <w:name w:val="Lábjegyzet-karakterek"/>
    <w:uiPriority w:val="99"/>
    <w:rsid w:val="005D696B"/>
    <w:rPr>
      <w:vertAlign w:val="superscript"/>
    </w:rPr>
  </w:style>
  <w:style w:type="character" w:customStyle="1" w:styleId="Jegyzethivatkozs1">
    <w:name w:val="Jegyzethivatkozás1"/>
    <w:uiPriority w:val="99"/>
    <w:rsid w:val="005D696B"/>
    <w:rPr>
      <w:sz w:val="16"/>
    </w:rPr>
  </w:style>
  <w:style w:type="character" w:customStyle="1" w:styleId="WW8Num2z0">
    <w:name w:val="WW8Num2z0"/>
    <w:uiPriority w:val="99"/>
    <w:rsid w:val="005D696B"/>
  </w:style>
  <w:style w:type="character" w:customStyle="1" w:styleId="WW8Num2z1">
    <w:name w:val="WW8Num2z1"/>
    <w:uiPriority w:val="99"/>
    <w:rsid w:val="005D696B"/>
    <w:rPr>
      <w:b/>
      <w:color w:val="auto"/>
    </w:rPr>
  </w:style>
  <w:style w:type="character" w:customStyle="1" w:styleId="WW8Num4z2">
    <w:name w:val="WW8Num4z2"/>
    <w:uiPriority w:val="99"/>
    <w:rsid w:val="005D696B"/>
    <w:rPr>
      <w:b/>
    </w:rPr>
  </w:style>
  <w:style w:type="character" w:customStyle="1" w:styleId="WW8Num8z0">
    <w:name w:val="WW8Num8z0"/>
    <w:uiPriority w:val="99"/>
    <w:rsid w:val="005D696B"/>
    <w:rPr>
      <w:rFonts w:ascii="Symbol" w:hAnsi="Symbol"/>
    </w:rPr>
  </w:style>
  <w:style w:type="character" w:customStyle="1" w:styleId="WW8Num8z1">
    <w:name w:val="WW8Num8z1"/>
    <w:uiPriority w:val="99"/>
    <w:rsid w:val="005D696B"/>
    <w:rPr>
      <w:rFonts w:ascii="Courier New" w:hAnsi="Courier New"/>
    </w:rPr>
  </w:style>
  <w:style w:type="character" w:customStyle="1" w:styleId="WW8Num8z2">
    <w:name w:val="WW8Num8z2"/>
    <w:uiPriority w:val="99"/>
    <w:rsid w:val="005D696B"/>
    <w:rPr>
      <w:rFonts w:ascii="Wingdings" w:hAnsi="Wingdings"/>
    </w:rPr>
  </w:style>
  <w:style w:type="character" w:customStyle="1" w:styleId="WW8Num9z1">
    <w:name w:val="WW8Num9z1"/>
    <w:uiPriority w:val="99"/>
    <w:rsid w:val="005D696B"/>
    <w:rPr>
      <w:rFonts w:ascii="Courier New" w:hAnsi="Courier New"/>
    </w:rPr>
  </w:style>
  <w:style w:type="character" w:customStyle="1" w:styleId="WW8Num9z2">
    <w:name w:val="WW8Num9z2"/>
    <w:uiPriority w:val="99"/>
    <w:rsid w:val="005D696B"/>
    <w:rPr>
      <w:rFonts w:ascii="Wingdings" w:hAnsi="Wingdings"/>
    </w:rPr>
  </w:style>
  <w:style w:type="character" w:customStyle="1" w:styleId="WW8Num10z2">
    <w:name w:val="WW8Num10z2"/>
    <w:uiPriority w:val="99"/>
    <w:rsid w:val="005D696B"/>
    <w:rPr>
      <w:b/>
    </w:rPr>
  </w:style>
  <w:style w:type="character" w:customStyle="1" w:styleId="WW8Num11z0">
    <w:name w:val="WW8Num11z0"/>
    <w:uiPriority w:val="99"/>
    <w:rsid w:val="005D696B"/>
    <w:rPr>
      <w:rFonts w:ascii="Palatino Linotype" w:eastAsia="Times New Roman" w:hAnsi="Palatino Linotype"/>
    </w:rPr>
  </w:style>
  <w:style w:type="character" w:customStyle="1" w:styleId="WW8Num11z1">
    <w:name w:val="WW8Num11z1"/>
    <w:uiPriority w:val="99"/>
    <w:rsid w:val="005D696B"/>
    <w:rPr>
      <w:rFonts w:ascii="Courier New" w:hAnsi="Courier New"/>
    </w:rPr>
  </w:style>
  <w:style w:type="character" w:customStyle="1" w:styleId="WW8Num11z2">
    <w:name w:val="WW8Num11z2"/>
    <w:uiPriority w:val="99"/>
    <w:rsid w:val="005D696B"/>
    <w:rPr>
      <w:rFonts w:ascii="Wingdings" w:hAnsi="Wingdings"/>
    </w:rPr>
  </w:style>
  <w:style w:type="character" w:customStyle="1" w:styleId="WW8Num11z3">
    <w:name w:val="WW8Num11z3"/>
    <w:uiPriority w:val="99"/>
    <w:rsid w:val="005D696B"/>
    <w:rPr>
      <w:rFonts w:ascii="Symbol" w:hAnsi="Symbol"/>
    </w:rPr>
  </w:style>
  <w:style w:type="character" w:customStyle="1" w:styleId="WW8Num12z3">
    <w:name w:val="WW8Num12z3"/>
    <w:uiPriority w:val="99"/>
    <w:rsid w:val="005D696B"/>
    <w:rPr>
      <w:rFonts w:ascii="Symbol" w:hAnsi="Symbol"/>
    </w:rPr>
  </w:style>
  <w:style w:type="character" w:customStyle="1" w:styleId="WW8Num16z1">
    <w:name w:val="WW8Num16z1"/>
    <w:uiPriority w:val="99"/>
    <w:rsid w:val="005D696B"/>
    <w:rPr>
      <w:rFonts w:ascii="Courier New" w:hAnsi="Courier New"/>
    </w:rPr>
  </w:style>
  <w:style w:type="character" w:customStyle="1" w:styleId="WW8Num16z2">
    <w:name w:val="WW8Num16z2"/>
    <w:uiPriority w:val="99"/>
    <w:rsid w:val="005D696B"/>
    <w:rPr>
      <w:rFonts w:ascii="Wingdings" w:hAnsi="Wingdings"/>
    </w:rPr>
  </w:style>
  <w:style w:type="character" w:customStyle="1" w:styleId="WW8Num16z3">
    <w:name w:val="WW8Num16z3"/>
    <w:uiPriority w:val="99"/>
    <w:rsid w:val="005D696B"/>
    <w:rPr>
      <w:rFonts w:ascii="Symbol" w:hAnsi="Symbol"/>
    </w:rPr>
  </w:style>
  <w:style w:type="character" w:customStyle="1" w:styleId="WW8Num17z1">
    <w:name w:val="WW8Num17z1"/>
    <w:uiPriority w:val="99"/>
    <w:rsid w:val="005D696B"/>
    <w:rPr>
      <w:b/>
      <w:color w:val="auto"/>
    </w:rPr>
  </w:style>
  <w:style w:type="character" w:customStyle="1" w:styleId="WW8Num17z3">
    <w:name w:val="WW8Num17z3"/>
    <w:uiPriority w:val="99"/>
    <w:rsid w:val="005D696B"/>
  </w:style>
  <w:style w:type="character" w:customStyle="1" w:styleId="Bekezdsalapbettpusa1">
    <w:name w:val="Bekezdés alapbetűtípusa1"/>
    <w:uiPriority w:val="99"/>
    <w:rsid w:val="005D696B"/>
  </w:style>
  <w:style w:type="character" w:customStyle="1" w:styleId="SzvegtrzsChar">
    <w:name w:val="Szövegtörzs Char"/>
    <w:uiPriority w:val="99"/>
    <w:rsid w:val="005D696B"/>
    <w:rPr>
      <w:rFonts w:ascii="Times New Roman" w:eastAsia="SimSun" w:hAnsi="Times New Roman"/>
      <w:kern w:val="1"/>
      <w:sz w:val="24"/>
      <w:lang w:val="hu-HU" w:eastAsia="hi-IN" w:bidi="hi-IN"/>
    </w:rPr>
  </w:style>
  <w:style w:type="paragraph" w:customStyle="1" w:styleId="Cmsor">
    <w:name w:val="Címsor"/>
    <w:basedOn w:val="Norml"/>
    <w:next w:val="Szvegtrzs"/>
    <w:uiPriority w:val="99"/>
    <w:rsid w:val="005D696B"/>
    <w:pPr>
      <w:keepNext/>
      <w:widowControl w:val="0"/>
      <w:suppressAutoHyphens/>
      <w:spacing w:before="240" w:after="120"/>
    </w:pPr>
    <w:rPr>
      <w:rFonts w:ascii="Arial" w:eastAsia="Microsoft YaHei" w:hAnsi="Arial" w:cs="Mangal"/>
      <w:kern w:val="1"/>
      <w:sz w:val="28"/>
      <w:szCs w:val="28"/>
      <w:lang w:eastAsia="hi-IN" w:bidi="hi-IN"/>
    </w:rPr>
  </w:style>
  <w:style w:type="paragraph" w:styleId="Szvegtrzs">
    <w:name w:val="Body Text"/>
    <w:basedOn w:val="Norml"/>
    <w:link w:val="SzvegtrzsChar1"/>
    <w:uiPriority w:val="99"/>
    <w:rsid w:val="005D696B"/>
    <w:pPr>
      <w:suppressAutoHyphens/>
      <w:spacing w:after="120" w:line="276" w:lineRule="auto"/>
    </w:pPr>
    <w:rPr>
      <w:rFonts w:ascii="Calibri" w:eastAsia="Calibri" w:hAnsi="Calibri"/>
      <w:sz w:val="22"/>
      <w:szCs w:val="22"/>
      <w:lang w:eastAsia="ar-SA"/>
    </w:rPr>
  </w:style>
  <w:style w:type="character" w:customStyle="1" w:styleId="SzvegtrzsChar1">
    <w:name w:val="Szövegtörzs Char1"/>
    <w:basedOn w:val="Bekezdsalapbettpusa"/>
    <w:link w:val="Szvegtrzs"/>
    <w:uiPriority w:val="99"/>
    <w:rsid w:val="005D696B"/>
    <w:rPr>
      <w:rFonts w:ascii="Calibri" w:eastAsia="Calibri" w:hAnsi="Calibri" w:cs="Times New Roman"/>
      <w:lang w:eastAsia="ar-SA"/>
    </w:rPr>
  </w:style>
  <w:style w:type="character" w:customStyle="1" w:styleId="BodyTextChar">
    <w:name w:val="Body Text Char"/>
    <w:basedOn w:val="Bekezdsalapbettpusa"/>
    <w:uiPriority w:val="99"/>
    <w:semiHidden/>
    <w:rsid w:val="005D696B"/>
    <w:rPr>
      <w:lang w:eastAsia="en-US"/>
    </w:rPr>
  </w:style>
  <w:style w:type="paragraph" w:customStyle="1" w:styleId="Felirat">
    <w:name w:val="Felirat"/>
    <w:basedOn w:val="Norml"/>
    <w:uiPriority w:val="99"/>
    <w:rsid w:val="005D696B"/>
    <w:pPr>
      <w:widowControl w:val="0"/>
      <w:suppressLineNumbers/>
      <w:suppressAutoHyphens/>
      <w:spacing w:before="120" w:after="120"/>
    </w:pPr>
    <w:rPr>
      <w:rFonts w:eastAsia="SimSun" w:cs="Mangal"/>
      <w:i/>
      <w:iCs/>
      <w:kern w:val="1"/>
      <w:lang w:eastAsia="hi-IN" w:bidi="hi-IN"/>
    </w:rPr>
  </w:style>
  <w:style w:type="paragraph" w:customStyle="1" w:styleId="Trgymutat">
    <w:name w:val="Tárgymutató"/>
    <w:basedOn w:val="Norml"/>
    <w:uiPriority w:val="99"/>
    <w:rsid w:val="005D696B"/>
    <w:pPr>
      <w:widowControl w:val="0"/>
      <w:suppressLineNumbers/>
      <w:suppressAutoHyphens/>
    </w:pPr>
    <w:rPr>
      <w:rFonts w:eastAsia="SimSun" w:cs="Mangal"/>
      <w:kern w:val="1"/>
      <w:lang w:eastAsia="hi-IN" w:bidi="hi-IN"/>
    </w:rPr>
  </w:style>
  <w:style w:type="paragraph" w:customStyle="1" w:styleId="Jegyzetszveg1">
    <w:name w:val="Jegyzetszöveg1"/>
    <w:basedOn w:val="Norml"/>
    <w:uiPriority w:val="99"/>
    <w:rsid w:val="005D696B"/>
    <w:pPr>
      <w:suppressAutoHyphens/>
      <w:spacing w:after="200"/>
    </w:pPr>
    <w:rPr>
      <w:rFonts w:ascii="Calibri" w:eastAsia="Calibri" w:hAnsi="Calibri"/>
      <w:sz w:val="20"/>
      <w:szCs w:val="20"/>
      <w:lang w:eastAsia="ar-SA"/>
    </w:rPr>
  </w:style>
  <w:style w:type="paragraph" w:customStyle="1" w:styleId="Szvegtrzsbehzssal21">
    <w:name w:val="Szövegtörzs behúzással 21"/>
    <w:basedOn w:val="Norml"/>
    <w:uiPriority w:val="99"/>
    <w:rsid w:val="005D696B"/>
    <w:pPr>
      <w:suppressAutoHyphens/>
      <w:spacing w:after="120" w:line="480" w:lineRule="auto"/>
      <w:ind w:left="283"/>
    </w:pPr>
    <w:rPr>
      <w:lang w:eastAsia="ar-SA"/>
    </w:rPr>
  </w:style>
  <w:style w:type="paragraph" w:customStyle="1" w:styleId="Tblzatfejlc">
    <w:name w:val="Táblázatfejléc"/>
    <w:basedOn w:val="Tblzattartalom"/>
    <w:uiPriority w:val="99"/>
    <w:rsid w:val="005D696B"/>
    <w:pPr>
      <w:widowControl/>
      <w:spacing w:after="200" w:line="276" w:lineRule="auto"/>
      <w:jc w:val="center"/>
    </w:pPr>
    <w:rPr>
      <w:rFonts w:ascii="Calibri" w:hAnsi="Calibri" w:cs="Times New Roman"/>
      <w:b/>
      <w:bCs/>
      <w:sz w:val="22"/>
      <w:szCs w:val="22"/>
      <w:lang w:eastAsia="ar-SA" w:bidi="ar-SA"/>
    </w:rPr>
  </w:style>
  <w:style w:type="paragraph" w:styleId="NormlWeb">
    <w:name w:val="Normal (Web)"/>
    <w:basedOn w:val="Norml"/>
    <w:uiPriority w:val="99"/>
    <w:rsid w:val="005D696B"/>
    <w:pPr>
      <w:suppressAutoHyphens/>
      <w:spacing w:before="280" w:after="119"/>
    </w:pPr>
    <w:rPr>
      <w:rFonts w:eastAsia="Calibri"/>
      <w:lang w:eastAsia="ar-SA"/>
    </w:rPr>
  </w:style>
  <w:style w:type="character" w:customStyle="1" w:styleId="CharChar10">
    <w:name w:val="Char Char10"/>
    <w:uiPriority w:val="99"/>
    <w:rsid w:val="005D696B"/>
    <w:rPr>
      <w:b/>
      <w:kern w:val="36"/>
      <w:sz w:val="48"/>
    </w:rPr>
  </w:style>
  <w:style w:type="paragraph" w:customStyle="1" w:styleId="CharChar2Char">
    <w:name w:val="Char Char2 Char"/>
    <w:basedOn w:val="Norml"/>
    <w:uiPriority w:val="99"/>
    <w:rsid w:val="005D696B"/>
    <w:pPr>
      <w:spacing w:after="160" w:line="240" w:lineRule="exact"/>
    </w:pPr>
    <w:rPr>
      <w:rFonts w:ascii="Tahoma" w:eastAsia="Calibri" w:hAnsi="Tahoma"/>
      <w:sz w:val="20"/>
      <w:szCs w:val="20"/>
      <w:lang w:val="en-US" w:eastAsia="en-US"/>
    </w:rPr>
  </w:style>
  <w:style w:type="paragraph" w:styleId="Alcm">
    <w:name w:val="Subtitle"/>
    <w:basedOn w:val="Norml"/>
    <w:link w:val="AlcmChar"/>
    <w:uiPriority w:val="99"/>
    <w:qFormat/>
    <w:rsid w:val="005D696B"/>
    <w:pPr>
      <w:widowControl w:val="0"/>
      <w:numPr>
        <w:ilvl w:val="1"/>
        <w:numId w:val="20"/>
      </w:numPr>
      <w:suppressAutoHyphens/>
    </w:pPr>
    <w:rPr>
      <w:rFonts w:ascii="Palatino Linotype" w:hAnsi="Palatino Linotype" w:cs="Tahoma"/>
      <w:b/>
      <w:kern w:val="1"/>
      <w:lang w:eastAsia="hi-IN" w:bidi="hi-IN"/>
    </w:rPr>
  </w:style>
  <w:style w:type="character" w:customStyle="1" w:styleId="AlcmChar">
    <w:name w:val="Alcím Char"/>
    <w:basedOn w:val="Bekezdsalapbettpusa"/>
    <w:link w:val="Alcm"/>
    <w:uiPriority w:val="99"/>
    <w:rsid w:val="005D696B"/>
    <w:rPr>
      <w:rFonts w:ascii="Palatino Linotype" w:eastAsia="Times New Roman" w:hAnsi="Palatino Linotype" w:cs="Tahoma"/>
      <w:b/>
      <w:kern w:val="1"/>
      <w:sz w:val="24"/>
      <w:szCs w:val="24"/>
      <w:lang w:eastAsia="hi-IN" w:bidi="hi-IN"/>
    </w:rPr>
  </w:style>
  <w:style w:type="character" w:customStyle="1" w:styleId="SubtitleChar">
    <w:name w:val="Subtitle Char"/>
    <w:basedOn w:val="Bekezdsalapbettpusa"/>
    <w:uiPriority w:val="11"/>
    <w:rsid w:val="005D696B"/>
    <w:rPr>
      <w:rFonts w:asciiTheme="majorHAnsi" w:eastAsiaTheme="majorEastAsia" w:hAnsiTheme="majorHAnsi" w:cstheme="majorBidi"/>
      <w:sz w:val="24"/>
      <w:szCs w:val="24"/>
      <w:lang w:eastAsia="en-US"/>
    </w:rPr>
  </w:style>
  <w:style w:type="numbering" w:customStyle="1" w:styleId="Stlus2">
    <w:name w:val="Stílus2"/>
    <w:rsid w:val="005D696B"/>
    <w:pPr>
      <w:numPr>
        <w:numId w:val="21"/>
      </w:numPr>
    </w:pPr>
  </w:style>
  <w:style w:type="paragraph" w:customStyle="1" w:styleId="Norml1">
    <w:name w:val="Normál1"/>
    <w:basedOn w:val="Norml"/>
    <w:uiPriority w:val="99"/>
    <w:rsid w:val="005D696B"/>
    <w:pPr>
      <w:suppressAutoHyphens/>
      <w:autoSpaceDE w:val="0"/>
    </w:pPr>
    <w:rPr>
      <w:rFonts w:ascii="Tahoma" w:hAnsi="Tahoma" w:cs="Tahoma"/>
      <w:color w:val="000000"/>
      <w:lang w:eastAsia="zh-CN"/>
    </w:rPr>
  </w:style>
  <w:style w:type="paragraph" w:styleId="Cm">
    <w:name w:val="Title"/>
    <w:basedOn w:val="Norml"/>
    <w:next w:val="Norml"/>
    <w:link w:val="CmChar"/>
    <w:uiPriority w:val="10"/>
    <w:qFormat/>
    <w:rsid w:val="005D696B"/>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mChar">
    <w:name w:val="Cím Char"/>
    <w:basedOn w:val="Bekezdsalapbettpusa"/>
    <w:link w:val="Cm"/>
    <w:uiPriority w:val="10"/>
    <w:rsid w:val="005D696B"/>
    <w:rPr>
      <w:rFonts w:asciiTheme="majorHAnsi" w:eastAsiaTheme="majorEastAsia" w:hAnsiTheme="majorHAnsi" w:cstheme="majorBidi"/>
      <w:color w:val="17365D" w:themeColor="text2" w:themeShade="BF"/>
      <w:spacing w:val="5"/>
      <w:kern w:val="28"/>
      <w:sz w:val="52"/>
      <w:szCs w:val="52"/>
    </w:rPr>
  </w:style>
  <w:style w:type="paragraph" w:styleId="Idzet">
    <w:name w:val="Quote"/>
    <w:basedOn w:val="Norml"/>
    <w:next w:val="Norml"/>
    <w:link w:val="IdzetChar"/>
    <w:uiPriority w:val="29"/>
    <w:qFormat/>
    <w:rsid w:val="005D696B"/>
    <w:pPr>
      <w:spacing w:after="120"/>
      <w:jc w:val="both"/>
    </w:pPr>
    <w:rPr>
      <w:rFonts w:eastAsiaTheme="minorHAnsi" w:cstheme="minorBidi"/>
      <w:i/>
      <w:iCs/>
      <w:color w:val="000000" w:themeColor="text1"/>
      <w:szCs w:val="22"/>
      <w:lang w:eastAsia="en-US"/>
    </w:rPr>
  </w:style>
  <w:style w:type="character" w:customStyle="1" w:styleId="IdzetChar">
    <w:name w:val="Idézet Char"/>
    <w:basedOn w:val="Bekezdsalapbettpusa"/>
    <w:link w:val="Idzet"/>
    <w:uiPriority w:val="29"/>
    <w:rsid w:val="005D696B"/>
    <w:rPr>
      <w:rFonts w:ascii="Times New Roman" w:hAnsi="Times New Roman"/>
      <w:i/>
      <w:iCs/>
      <w:color w:val="000000" w:themeColor="text1"/>
      <w:sz w:val="24"/>
    </w:rPr>
  </w:style>
  <w:style w:type="paragraph" w:customStyle="1" w:styleId="FELS1">
    <w:name w:val="FELS1"/>
    <w:basedOn w:val="Norml"/>
    <w:rsid w:val="005D696B"/>
    <w:pPr>
      <w:numPr>
        <w:numId w:val="30"/>
      </w:numPr>
      <w:tabs>
        <w:tab w:val="clear" w:pos="927"/>
        <w:tab w:val="left" w:pos="851"/>
      </w:tabs>
      <w:overflowPunct w:val="0"/>
      <w:autoSpaceDE w:val="0"/>
      <w:autoSpaceDN w:val="0"/>
      <w:adjustRightInd w:val="0"/>
      <w:jc w:val="both"/>
      <w:textAlignment w:val="baseline"/>
    </w:pPr>
    <w:rPr>
      <w:sz w:val="26"/>
      <w:szCs w:val="20"/>
    </w:rPr>
  </w:style>
  <w:style w:type="paragraph" w:customStyle="1" w:styleId="FELS2">
    <w:name w:val="FELS2"/>
    <w:basedOn w:val="Norml"/>
    <w:rsid w:val="005D696B"/>
    <w:pPr>
      <w:numPr>
        <w:ilvl w:val="1"/>
        <w:numId w:val="30"/>
      </w:numPr>
      <w:tabs>
        <w:tab w:val="clear" w:pos="1211"/>
        <w:tab w:val="num" w:pos="1134"/>
      </w:tabs>
      <w:overflowPunct w:val="0"/>
      <w:autoSpaceDE w:val="0"/>
      <w:autoSpaceDN w:val="0"/>
      <w:adjustRightInd w:val="0"/>
      <w:jc w:val="both"/>
      <w:textAlignment w:val="baseline"/>
    </w:pPr>
    <w:rPr>
      <w:sz w:val="26"/>
      <w:szCs w:val="20"/>
    </w:rPr>
  </w:style>
  <w:style w:type="character" w:customStyle="1" w:styleId="szvekzStlusPalatinoLinotype12ptFlkvr">
    <w:name w:val="szöveköz Stílus Palatino Linotype 12 pt Félkövér"/>
    <w:rsid w:val="005D696B"/>
    <w:rPr>
      <w:rFonts w:ascii="Palatino Linotype" w:hAnsi="Palatino Linotype"/>
      <w:b/>
      <w:bCs/>
      <w:sz w:val="24"/>
    </w:rPr>
  </w:style>
  <w:style w:type="paragraph" w:customStyle="1" w:styleId="text-justify">
    <w:name w:val="text-justify"/>
    <w:basedOn w:val="Norml"/>
    <w:uiPriority w:val="99"/>
    <w:rsid w:val="005D696B"/>
    <w:pPr>
      <w:spacing w:before="100" w:beforeAutospacing="1" w:after="100" w:afterAutospacing="1"/>
    </w:pPr>
  </w:style>
  <w:style w:type="character" w:styleId="Kiemels">
    <w:name w:val="Emphasis"/>
    <w:basedOn w:val="Bekezdsalapbettpusa"/>
    <w:uiPriority w:val="20"/>
    <w:qFormat/>
    <w:rsid w:val="005D69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5D696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5D696B"/>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Cmsor2">
    <w:name w:val="heading 2"/>
    <w:basedOn w:val="Norml"/>
    <w:next w:val="Norml"/>
    <w:link w:val="Cmsor2Char"/>
    <w:uiPriority w:val="9"/>
    <w:unhideWhenUsed/>
    <w:qFormat/>
    <w:rsid w:val="005D696B"/>
    <w:pPr>
      <w:keepNext/>
      <w:keepLines/>
      <w:spacing w:before="200"/>
      <w:jc w:val="both"/>
      <w:outlineLvl w:val="1"/>
    </w:pPr>
    <w:rPr>
      <w:rFonts w:eastAsiaTheme="majorEastAsia" w:cstheme="majorBidi"/>
      <w:b/>
      <w:bCs/>
      <w:szCs w:val="26"/>
      <w:lang w:eastAsia="en-US"/>
    </w:rPr>
  </w:style>
  <w:style w:type="paragraph" w:styleId="Cmsor3">
    <w:name w:val="heading 3"/>
    <w:basedOn w:val="Norml"/>
    <w:next w:val="Norml"/>
    <w:link w:val="Cmsor3Char"/>
    <w:uiPriority w:val="9"/>
    <w:unhideWhenUsed/>
    <w:qFormat/>
    <w:rsid w:val="005D696B"/>
    <w:pPr>
      <w:keepNext/>
      <w:keepLines/>
      <w:spacing w:before="200"/>
      <w:ind w:left="851"/>
      <w:jc w:val="both"/>
      <w:outlineLvl w:val="2"/>
    </w:pPr>
    <w:rPr>
      <w:rFonts w:eastAsiaTheme="majorEastAsia" w:cstheme="majorBidi"/>
      <w:b/>
      <w:bCs/>
      <w:szCs w:val="22"/>
      <w:lang w:eastAsia="en-US"/>
    </w:rPr>
  </w:style>
  <w:style w:type="paragraph" w:styleId="Cmsor4">
    <w:name w:val="heading 4"/>
    <w:basedOn w:val="Norml"/>
    <w:next w:val="Norml"/>
    <w:link w:val="Cmsor4Char"/>
    <w:uiPriority w:val="9"/>
    <w:unhideWhenUsed/>
    <w:qFormat/>
    <w:rsid w:val="005D696B"/>
    <w:pPr>
      <w:keepNext/>
      <w:keepLines/>
      <w:spacing w:before="200"/>
      <w:ind w:left="851"/>
      <w:jc w:val="both"/>
      <w:outlineLvl w:val="3"/>
    </w:pPr>
    <w:rPr>
      <w:rFonts w:eastAsiaTheme="majorEastAsia" w:cstheme="majorBidi"/>
      <w:b/>
      <w:bCs/>
      <w:i/>
      <w:iCs/>
      <w:szCs w:val="22"/>
      <w:lang w:eastAsia="en-US"/>
    </w:rPr>
  </w:style>
  <w:style w:type="paragraph" w:styleId="Cmsor5">
    <w:name w:val="heading 5"/>
    <w:basedOn w:val="Norml"/>
    <w:next w:val="Norml"/>
    <w:link w:val="Cmsor5Char"/>
    <w:uiPriority w:val="9"/>
    <w:semiHidden/>
    <w:unhideWhenUsed/>
    <w:qFormat/>
    <w:rsid w:val="005D696B"/>
    <w:pPr>
      <w:keepNext/>
      <w:keepLines/>
      <w:spacing w:before="200"/>
      <w:jc w:val="both"/>
      <w:outlineLvl w:val="4"/>
    </w:pPr>
    <w:rPr>
      <w:rFonts w:asciiTheme="majorHAnsi" w:eastAsiaTheme="majorEastAsia" w:hAnsiTheme="majorHAnsi" w:cstheme="majorBidi"/>
      <w:color w:val="243F60" w:themeColor="accent1" w:themeShade="7F"/>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D696B"/>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5D696B"/>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5D696B"/>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5D696B"/>
    <w:rPr>
      <w:rFonts w:ascii="Times New Roman" w:eastAsiaTheme="majorEastAsia" w:hAnsi="Times New Roman" w:cstheme="majorBidi"/>
      <w:b/>
      <w:bCs/>
      <w:i/>
      <w:iCs/>
      <w:sz w:val="24"/>
    </w:rPr>
  </w:style>
  <w:style w:type="character" w:customStyle="1" w:styleId="Cmsor5Char">
    <w:name w:val="Címsor 5 Char"/>
    <w:basedOn w:val="Bekezdsalapbettpusa"/>
    <w:link w:val="Cmsor5"/>
    <w:uiPriority w:val="9"/>
    <w:semiHidden/>
    <w:rsid w:val="005D696B"/>
    <w:rPr>
      <w:rFonts w:asciiTheme="majorHAnsi" w:eastAsiaTheme="majorEastAsia" w:hAnsiTheme="majorHAnsi" w:cstheme="majorBidi"/>
      <w:color w:val="243F60" w:themeColor="accent1" w:themeShade="7F"/>
      <w:sz w:val="24"/>
    </w:rPr>
  </w:style>
  <w:style w:type="paragraph" w:styleId="Listaszerbekezds">
    <w:name w:val="List Paragraph"/>
    <w:basedOn w:val="Norml"/>
    <w:uiPriority w:val="34"/>
    <w:qFormat/>
    <w:rsid w:val="005D696B"/>
    <w:pPr>
      <w:ind w:left="720"/>
      <w:contextualSpacing/>
    </w:pPr>
  </w:style>
  <w:style w:type="paragraph" w:customStyle="1" w:styleId="np">
    <w:name w:val="np"/>
    <w:basedOn w:val="Norml"/>
    <w:rsid w:val="005D696B"/>
    <w:pPr>
      <w:spacing w:after="20"/>
      <w:jc w:val="both"/>
    </w:pPr>
  </w:style>
  <w:style w:type="paragraph" w:customStyle="1" w:styleId="Default">
    <w:name w:val="Default"/>
    <w:uiPriority w:val="99"/>
    <w:rsid w:val="005D696B"/>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fej">
    <w:name w:val="header"/>
    <w:basedOn w:val="Norml"/>
    <w:link w:val="lfejChar"/>
    <w:uiPriority w:val="99"/>
    <w:unhideWhenUsed/>
    <w:rsid w:val="005D696B"/>
    <w:pPr>
      <w:tabs>
        <w:tab w:val="center" w:pos="4536"/>
        <w:tab w:val="right" w:pos="9072"/>
      </w:tabs>
      <w:jc w:val="both"/>
    </w:pPr>
    <w:rPr>
      <w:rFonts w:eastAsiaTheme="minorHAnsi" w:cstheme="minorBidi"/>
      <w:szCs w:val="22"/>
      <w:lang w:eastAsia="en-US"/>
    </w:rPr>
  </w:style>
  <w:style w:type="character" w:customStyle="1" w:styleId="lfejChar">
    <w:name w:val="Élőfej Char"/>
    <w:basedOn w:val="Bekezdsalapbettpusa"/>
    <w:link w:val="lfej"/>
    <w:uiPriority w:val="99"/>
    <w:rsid w:val="005D696B"/>
    <w:rPr>
      <w:rFonts w:ascii="Times New Roman" w:hAnsi="Times New Roman"/>
      <w:sz w:val="24"/>
    </w:rPr>
  </w:style>
  <w:style w:type="paragraph" w:styleId="llb">
    <w:name w:val="footer"/>
    <w:basedOn w:val="Norml"/>
    <w:link w:val="llbChar"/>
    <w:uiPriority w:val="99"/>
    <w:unhideWhenUsed/>
    <w:rsid w:val="005D696B"/>
    <w:pPr>
      <w:tabs>
        <w:tab w:val="center" w:pos="4536"/>
        <w:tab w:val="right" w:pos="9072"/>
      </w:tabs>
      <w:jc w:val="both"/>
    </w:pPr>
    <w:rPr>
      <w:rFonts w:eastAsiaTheme="minorHAnsi" w:cstheme="minorBidi"/>
      <w:szCs w:val="22"/>
      <w:lang w:eastAsia="en-US"/>
    </w:rPr>
  </w:style>
  <w:style w:type="character" w:customStyle="1" w:styleId="llbChar">
    <w:name w:val="Élőláb Char"/>
    <w:basedOn w:val="Bekezdsalapbettpusa"/>
    <w:link w:val="llb"/>
    <w:uiPriority w:val="99"/>
    <w:rsid w:val="005D696B"/>
    <w:rPr>
      <w:rFonts w:ascii="Times New Roman" w:hAnsi="Times New Roman"/>
      <w:sz w:val="24"/>
    </w:rPr>
  </w:style>
  <w:style w:type="paragraph" w:styleId="Buborkszveg">
    <w:name w:val="Balloon Text"/>
    <w:basedOn w:val="Norml"/>
    <w:link w:val="BuborkszvegChar"/>
    <w:uiPriority w:val="99"/>
    <w:unhideWhenUsed/>
    <w:rsid w:val="005D696B"/>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rsid w:val="005D696B"/>
    <w:rPr>
      <w:rFonts w:ascii="Tahoma" w:hAnsi="Tahoma" w:cs="Tahoma"/>
      <w:sz w:val="16"/>
      <w:szCs w:val="16"/>
    </w:rPr>
  </w:style>
  <w:style w:type="character" w:styleId="Hiperhivatkozs">
    <w:name w:val="Hyperlink"/>
    <w:basedOn w:val="Bekezdsalapbettpusa"/>
    <w:uiPriority w:val="99"/>
    <w:unhideWhenUsed/>
    <w:rsid w:val="005D696B"/>
    <w:rPr>
      <w:color w:val="0000FF"/>
      <w:u w:val="single"/>
    </w:rPr>
  </w:style>
  <w:style w:type="character" w:styleId="Mrltotthiperhivatkozs">
    <w:name w:val="FollowedHyperlink"/>
    <w:basedOn w:val="Bekezdsalapbettpusa"/>
    <w:uiPriority w:val="99"/>
    <w:unhideWhenUsed/>
    <w:rsid w:val="005D696B"/>
    <w:rPr>
      <w:color w:val="800080"/>
      <w:u w:val="single"/>
    </w:rPr>
  </w:style>
  <w:style w:type="paragraph" w:customStyle="1" w:styleId="xl65">
    <w:name w:val="xl65"/>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l"/>
    <w:uiPriority w:val="99"/>
    <w:rsid w:val="005D696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l"/>
    <w:uiPriority w:val="99"/>
    <w:rsid w:val="005D696B"/>
    <w:pPr>
      <w:spacing w:before="100" w:beforeAutospacing="1" w:after="100" w:afterAutospacing="1"/>
      <w:textAlignment w:val="center"/>
    </w:pPr>
    <w:rPr>
      <w:sz w:val="18"/>
      <w:szCs w:val="18"/>
    </w:rPr>
  </w:style>
  <w:style w:type="paragraph" w:customStyle="1" w:styleId="xl70">
    <w:name w:val="xl70"/>
    <w:basedOn w:val="Norml"/>
    <w:uiPriority w:val="99"/>
    <w:rsid w:val="005D696B"/>
    <w:pPr>
      <w:spacing w:before="100" w:beforeAutospacing="1" w:after="100" w:afterAutospacing="1"/>
      <w:jc w:val="center"/>
      <w:textAlignment w:val="center"/>
    </w:pPr>
    <w:rPr>
      <w:sz w:val="18"/>
      <w:szCs w:val="18"/>
    </w:rPr>
  </w:style>
  <w:style w:type="paragraph" w:customStyle="1" w:styleId="xl71">
    <w:name w:val="xl71"/>
    <w:basedOn w:val="Norml"/>
    <w:uiPriority w:val="99"/>
    <w:rsid w:val="005D696B"/>
    <w:pPr>
      <w:shd w:val="clear" w:color="000000" w:fill="FFFF00"/>
      <w:spacing w:before="100" w:beforeAutospacing="1" w:after="100" w:afterAutospacing="1"/>
      <w:jc w:val="center"/>
      <w:textAlignment w:val="center"/>
    </w:pPr>
    <w:rPr>
      <w:sz w:val="18"/>
      <w:szCs w:val="18"/>
    </w:rPr>
  </w:style>
  <w:style w:type="paragraph" w:customStyle="1" w:styleId="xl72">
    <w:name w:val="xl72"/>
    <w:basedOn w:val="Norml"/>
    <w:uiPriority w:val="99"/>
    <w:rsid w:val="005D696B"/>
    <w:pPr>
      <w:spacing w:before="100" w:beforeAutospacing="1" w:after="100" w:afterAutospacing="1"/>
      <w:textAlignment w:val="center"/>
    </w:pPr>
    <w:rPr>
      <w:sz w:val="18"/>
      <w:szCs w:val="18"/>
    </w:rPr>
  </w:style>
  <w:style w:type="paragraph" w:customStyle="1" w:styleId="xl73">
    <w:name w:val="xl73"/>
    <w:basedOn w:val="Norml"/>
    <w:uiPriority w:val="99"/>
    <w:rsid w:val="005D696B"/>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l"/>
    <w:uiPriority w:val="99"/>
    <w:rsid w:val="005D696B"/>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l"/>
    <w:uiPriority w:val="99"/>
    <w:rsid w:val="005D696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8">
    <w:name w:val="xl78"/>
    <w:basedOn w:val="Norml"/>
    <w:uiPriority w:val="99"/>
    <w:rsid w:val="005D696B"/>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9">
    <w:name w:val="xl79"/>
    <w:basedOn w:val="Norml"/>
    <w:uiPriority w:val="99"/>
    <w:rsid w:val="005D696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l"/>
    <w:uiPriority w:val="99"/>
    <w:rsid w:val="005D69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Norml"/>
    <w:uiPriority w:val="99"/>
    <w:rsid w:val="005D696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3">
    <w:name w:val="xl83"/>
    <w:basedOn w:val="Norml"/>
    <w:uiPriority w:val="99"/>
    <w:rsid w:val="005D696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4">
    <w:name w:val="xl84"/>
    <w:basedOn w:val="Norml"/>
    <w:uiPriority w:val="99"/>
    <w:rsid w:val="005D696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Norml"/>
    <w:uiPriority w:val="99"/>
    <w:rsid w:val="005D696B"/>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6">
    <w:name w:val="xl86"/>
    <w:basedOn w:val="Norml"/>
    <w:uiPriority w:val="99"/>
    <w:rsid w:val="005D696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l"/>
    <w:uiPriority w:val="99"/>
    <w:rsid w:val="005D696B"/>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8">
    <w:name w:val="xl88"/>
    <w:basedOn w:val="Norml"/>
    <w:uiPriority w:val="99"/>
    <w:rsid w:val="005D696B"/>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Norml"/>
    <w:uiPriority w:val="99"/>
    <w:rsid w:val="005D69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91">
    <w:name w:val="xl91"/>
    <w:basedOn w:val="Norml"/>
    <w:uiPriority w:val="99"/>
    <w:rsid w:val="005D69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2">
    <w:name w:val="xl92"/>
    <w:basedOn w:val="Norml"/>
    <w:uiPriority w:val="99"/>
    <w:rsid w:val="005D696B"/>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Norml"/>
    <w:uiPriority w:val="99"/>
    <w:rsid w:val="005D69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5">
    <w:name w:val="xl95"/>
    <w:basedOn w:val="Norml"/>
    <w:uiPriority w:val="99"/>
    <w:rsid w:val="005D696B"/>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96">
    <w:name w:val="xl96"/>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Norml"/>
    <w:uiPriority w:val="99"/>
    <w:rsid w:val="005D696B"/>
    <w:pPr>
      <w:pBdr>
        <w:lef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l"/>
    <w:uiPriority w:val="99"/>
    <w:rsid w:val="005D696B"/>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Norml"/>
    <w:uiPriority w:val="99"/>
    <w:rsid w:val="005D696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Norml"/>
    <w:uiPriority w:val="99"/>
    <w:rsid w:val="005D696B"/>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01">
    <w:name w:val="xl101"/>
    <w:basedOn w:val="Norml"/>
    <w:uiPriority w:val="99"/>
    <w:rsid w:val="005D696B"/>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2">
    <w:name w:val="xl102"/>
    <w:basedOn w:val="Norml"/>
    <w:uiPriority w:val="99"/>
    <w:rsid w:val="005D696B"/>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l"/>
    <w:uiPriority w:val="99"/>
    <w:rsid w:val="005D696B"/>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Norml"/>
    <w:uiPriority w:val="99"/>
    <w:rsid w:val="005D696B"/>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l"/>
    <w:uiPriority w:val="99"/>
    <w:rsid w:val="005D696B"/>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7">
    <w:name w:val="xl107"/>
    <w:basedOn w:val="Norml"/>
    <w:uiPriority w:val="99"/>
    <w:rsid w:val="005D696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108">
    <w:name w:val="xl108"/>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9">
    <w:name w:val="xl109"/>
    <w:basedOn w:val="Norml"/>
    <w:uiPriority w:val="99"/>
    <w:rsid w:val="005D696B"/>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0">
    <w:name w:val="xl110"/>
    <w:basedOn w:val="Norml"/>
    <w:uiPriority w:val="99"/>
    <w:rsid w:val="005D696B"/>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1">
    <w:name w:val="xl111"/>
    <w:basedOn w:val="Norml"/>
    <w:uiPriority w:val="99"/>
    <w:rsid w:val="005D696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18"/>
      <w:szCs w:val="18"/>
    </w:rPr>
  </w:style>
  <w:style w:type="paragraph" w:customStyle="1" w:styleId="xl112">
    <w:name w:val="xl112"/>
    <w:basedOn w:val="Norml"/>
    <w:uiPriority w:val="99"/>
    <w:rsid w:val="005D69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13">
    <w:name w:val="xl113"/>
    <w:basedOn w:val="Norml"/>
    <w:uiPriority w:val="99"/>
    <w:rsid w:val="005D696B"/>
    <w:pPr>
      <w:spacing w:before="100" w:beforeAutospacing="1" w:after="100" w:afterAutospacing="1"/>
      <w:textAlignment w:val="center"/>
    </w:pPr>
    <w:rPr>
      <w:b/>
      <w:bCs/>
      <w:sz w:val="18"/>
      <w:szCs w:val="18"/>
    </w:rPr>
  </w:style>
  <w:style w:type="paragraph" w:customStyle="1" w:styleId="xl114">
    <w:name w:val="xl114"/>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5">
    <w:name w:val="xl115"/>
    <w:basedOn w:val="Norml"/>
    <w:uiPriority w:val="99"/>
    <w:rsid w:val="005D696B"/>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6">
    <w:name w:val="xl116"/>
    <w:basedOn w:val="Norml"/>
    <w:uiPriority w:val="99"/>
    <w:rsid w:val="005D696B"/>
    <w:pPr>
      <w:pBdr>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l"/>
    <w:uiPriority w:val="99"/>
    <w:rsid w:val="005D696B"/>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18">
    <w:name w:val="xl118"/>
    <w:basedOn w:val="Norml"/>
    <w:uiPriority w:val="99"/>
    <w:rsid w:val="005D696B"/>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9">
    <w:name w:val="xl119"/>
    <w:basedOn w:val="Norml"/>
    <w:uiPriority w:val="99"/>
    <w:rsid w:val="005D696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18"/>
      <w:szCs w:val="18"/>
    </w:rPr>
  </w:style>
  <w:style w:type="paragraph" w:customStyle="1" w:styleId="xl120">
    <w:name w:val="xl120"/>
    <w:basedOn w:val="Norml"/>
    <w:uiPriority w:val="99"/>
    <w:rsid w:val="005D696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121">
    <w:name w:val="xl121"/>
    <w:basedOn w:val="Norml"/>
    <w:uiPriority w:val="99"/>
    <w:rsid w:val="005D696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8"/>
      <w:szCs w:val="18"/>
    </w:rPr>
  </w:style>
  <w:style w:type="paragraph" w:customStyle="1" w:styleId="xl122">
    <w:name w:val="xl122"/>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4">
    <w:name w:val="xl124"/>
    <w:basedOn w:val="Norml"/>
    <w:uiPriority w:val="99"/>
    <w:rsid w:val="005D696B"/>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5">
    <w:name w:val="xl125"/>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Norml"/>
    <w:uiPriority w:val="99"/>
    <w:rsid w:val="005D696B"/>
    <w:pPr>
      <w:pBdr>
        <w:left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27">
    <w:name w:val="xl127"/>
    <w:basedOn w:val="Norml"/>
    <w:uiPriority w:val="99"/>
    <w:rsid w:val="005D6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l"/>
    <w:uiPriority w:val="99"/>
    <w:rsid w:val="005D69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rPr>
  </w:style>
  <w:style w:type="paragraph" w:customStyle="1" w:styleId="xl129">
    <w:name w:val="xl129"/>
    <w:basedOn w:val="Norml"/>
    <w:uiPriority w:val="99"/>
    <w:rsid w:val="005D696B"/>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paragraph" w:customStyle="1" w:styleId="xl130">
    <w:name w:val="xl130"/>
    <w:basedOn w:val="Norml"/>
    <w:uiPriority w:val="99"/>
    <w:rsid w:val="005D696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sz w:val="18"/>
      <w:szCs w:val="18"/>
    </w:rPr>
  </w:style>
  <w:style w:type="table" w:styleId="Rcsostblzat">
    <w:name w:val="Table Grid"/>
    <w:basedOn w:val="Normltblzat"/>
    <w:uiPriority w:val="99"/>
    <w:rsid w:val="005D6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
    <w:name w:val="WWNum8"/>
    <w:basedOn w:val="Nemlista"/>
    <w:rsid w:val="005D696B"/>
    <w:pPr>
      <w:numPr>
        <w:numId w:val="24"/>
      </w:numPr>
    </w:pPr>
  </w:style>
  <w:style w:type="paragraph" w:customStyle="1" w:styleId="Standard">
    <w:name w:val="Standard"/>
    <w:uiPriority w:val="99"/>
    <w:rsid w:val="005D696B"/>
    <w:pPr>
      <w:suppressAutoHyphens/>
      <w:autoSpaceDN w:val="0"/>
      <w:spacing w:after="120" w:line="240" w:lineRule="auto"/>
      <w:jc w:val="both"/>
      <w:textAlignment w:val="baseline"/>
    </w:pPr>
    <w:rPr>
      <w:rFonts w:ascii="Times New Roman" w:eastAsia="Times New Roman" w:hAnsi="Times New Roman" w:cs="Times New Roman"/>
      <w:kern w:val="3"/>
      <w:sz w:val="24"/>
    </w:rPr>
  </w:style>
  <w:style w:type="paragraph" w:customStyle="1" w:styleId="Heading">
    <w:name w:val="Heading"/>
    <w:basedOn w:val="Standard"/>
    <w:next w:val="Textbody"/>
    <w:rsid w:val="005D696B"/>
    <w:pPr>
      <w:keepNext/>
      <w:spacing w:before="240"/>
    </w:pPr>
    <w:rPr>
      <w:rFonts w:ascii="Liberation Sans" w:eastAsia="Droid Sans Fallback" w:hAnsi="Liberation Sans" w:cs="FreeSans"/>
      <w:sz w:val="28"/>
      <w:szCs w:val="28"/>
    </w:rPr>
  </w:style>
  <w:style w:type="paragraph" w:customStyle="1" w:styleId="Textbody">
    <w:name w:val="Text body"/>
    <w:basedOn w:val="Standard"/>
    <w:rsid w:val="005D696B"/>
    <w:pPr>
      <w:spacing w:after="140" w:line="288" w:lineRule="auto"/>
    </w:pPr>
  </w:style>
  <w:style w:type="paragraph" w:styleId="Lista">
    <w:name w:val="List"/>
    <w:basedOn w:val="Textbody"/>
    <w:uiPriority w:val="99"/>
    <w:rsid w:val="005D696B"/>
    <w:rPr>
      <w:rFonts w:cs="FreeSans"/>
    </w:rPr>
  </w:style>
  <w:style w:type="paragraph" w:styleId="Kpalrs">
    <w:name w:val="caption"/>
    <w:basedOn w:val="Standard"/>
    <w:rsid w:val="005D696B"/>
    <w:pPr>
      <w:suppressLineNumbers/>
      <w:spacing w:before="120"/>
    </w:pPr>
    <w:rPr>
      <w:rFonts w:cs="FreeSans"/>
      <w:i/>
      <w:iCs/>
      <w:szCs w:val="24"/>
    </w:rPr>
  </w:style>
  <w:style w:type="paragraph" w:customStyle="1" w:styleId="Index">
    <w:name w:val="Index"/>
    <w:basedOn w:val="Standard"/>
    <w:rsid w:val="005D696B"/>
    <w:pPr>
      <w:suppressLineNumbers/>
    </w:pPr>
    <w:rPr>
      <w:rFonts w:cs="FreeSans"/>
    </w:rPr>
  </w:style>
  <w:style w:type="paragraph" w:customStyle="1" w:styleId="TableContents">
    <w:name w:val="Table Contents"/>
    <w:basedOn w:val="Standard"/>
    <w:rsid w:val="005D696B"/>
  </w:style>
  <w:style w:type="character" w:customStyle="1" w:styleId="Internetlink">
    <w:name w:val="Internet link"/>
    <w:basedOn w:val="Bekezdsalapbettpusa"/>
    <w:rsid w:val="005D696B"/>
    <w:rPr>
      <w:color w:val="0000FF"/>
      <w:u w:val="single"/>
    </w:rPr>
  </w:style>
  <w:style w:type="character" w:customStyle="1" w:styleId="ListLabel1">
    <w:name w:val="ListLabel 1"/>
    <w:rsid w:val="005D696B"/>
    <w:rPr>
      <w:rFonts w:eastAsia="Times New Roman"/>
    </w:rPr>
  </w:style>
  <w:style w:type="character" w:customStyle="1" w:styleId="ListLabel2">
    <w:name w:val="ListLabel 2"/>
    <w:rsid w:val="005D696B"/>
    <w:rPr>
      <w:rFonts w:cs="Courier New"/>
    </w:rPr>
  </w:style>
  <w:style w:type="numbering" w:customStyle="1" w:styleId="Nemlista1">
    <w:name w:val="Nem lista1"/>
    <w:basedOn w:val="Nemlista"/>
    <w:rsid w:val="005D696B"/>
    <w:pPr>
      <w:numPr>
        <w:numId w:val="6"/>
      </w:numPr>
    </w:pPr>
  </w:style>
  <w:style w:type="numbering" w:customStyle="1" w:styleId="WWNum1">
    <w:name w:val="WWNum1"/>
    <w:basedOn w:val="Nemlista"/>
    <w:rsid w:val="005D696B"/>
    <w:pPr>
      <w:numPr>
        <w:numId w:val="7"/>
      </w:numPr>
    </w:pPr>
  </w:style>
  <w:style w:type="numbering" w:customStyle="1" w:styleId="WWNum2">
    <w:name w:val="WWNum2"/>
    <w:basedOn w:val="Nemlista"/>
    <w:rsid w:val="005D696B"/>
    <w:pPr>
      <w:numPr>
        <w:numId w:val="8"/>
      </w:numPr>
    </w:pPr>
  </w:style>
  <w:style w:type="numbering" w:customStyle="1" w:styleId="WWNum3">
    <w:name w:val="WWNum3"/>
    <w:basedOn w:val="Nemlista"/>
    <w:rsid w:val="005D696B"/>
    <w:pPr>
      <w:numPr>
        <w:numId w:val="9"/>
      </w:numPr>
    </w:pPr>
  </w:style>
  <w:style w:type="numbering" w:customStyle="1" w:styleId="WWNum4">
    <w:name w:val="WWNum4"/>
    <w:basedOn w:val="Nemlista"/>
    <w:rsid w:val="005D696B"/>
    <w:pPr>
      <w:numPr>
        <w:numId w:val="10"/>
      </w:numPr>
    </w:pPr>
  </w:style>
  <w:style w:type="numbering" w:customStyle="1" w:styleId="WWNum5">
    <w:name w:val="WWNum5"/>
    <w:basedOn w:val="Nemlista"/>
    <w:rsid w:val="005D696B"/>
    <w:pPr>
      <w:numPr>
        <w:numId w:val="11"/>
      </w:numPr>
    </w:pPr>
  </w:style>
  <w:style w:type="numbering" w:customStyle="1" w:styleId="WWNum6">
    <w:name w:val="WWNum6"/>
    <w:basedOn w:val="Nemlista"/>
    <w:rsid w:val="005D696B"/>
    <w:pPr>
      <w:numPr>
        <w:numId w:val="12"/>
      </w:numPr>
    </w:pPr>
  </w:style>
  <w:style w:type="numbering" w:customStyle="1" w:styleId="WWNum7">
    <w:name w:val="WWNum7"/>
    <w:basedOn w:val="Nemlista"/>
    <w:rsid w:val="005D696B"/>
    <w:pPr>
      <w:numPr>
        <w:numId w:val="13"/>
      </w:numPr>
    </w:pPr>
  </w:style>
  <w:style w:type="paragraph" w:customStyle="1" w:styleId="xl63">
    <w:name w:val="xl63"/>
    <w:basedOn w:val="Norml"/>
    <w:uiPriority w:val="99"/>
    <w:rsid w:val="005D696B"/>
    <w:pPr>
      <w:spacing w:before="100" w:beforeAutospacing="1" w:after="100" w:afterAutospacing="1"/>
      <w:textAlignment w:val="center"/>
    </w:pPr>
    <w:rPr>
      <w:sz w:val="18"/>
      <w:szCs w:val="18"/>
    </w:rPr>
  </w:style>
  <w:style w:type="paragraph" w:customStyle="1" w:styleId="xl64">
    <w:name w:val="xl64"/>
    <w:basedOn w:val="Norml"/>
    <w:uiPriority w:val="99"/>
    <w:rsid w:val="005D696B"/>
    <w:pPr>
      <w:spacing w:before="100" w:beforeAutospacing="1" w:after="100" w:afterAutospacing="1"/>
      <w:jc w:val="center"/>
      <w:textAlignment w:val="center"/>
    </w:pPr>
    <w:rPr>
      <w:sz w:val="18"/>
      <w:szCs w:val="18"/>
    </w:rPr>
  </w:style>
  <w:style w:type="paragraph" w:customStyle="1" w:styleId="xl131">
    <w:name w:val="xl131"/>
    <w:basedOn w:val="Norml"/>
    <w:uiPriority w:val="99"/>
    <w:rsid w:val="005D696B"/>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styleId="Jegyzethivatkozs">
    <w:name w:val="annotation reference"/>
    <w:basedOn w:val="Bekezdsalapbettpusa"/>
    <w:uiPriority w:val="99"/>
    <w:unhideWhenUsed/>
    <w:rsid w:val="005D696B"/>
    <w:rPr>
      <w:sz w:val="16"/>
      <w:szCs w:val="16"/>
    </w:rPr>
  </w:style>
  <w:style w:type="paragraph" w:styleId="Jegyzetszveg">
    <w:name w:val="annotation text"/>
    <w:basedOn w:val="Norml"/>
    <w:link w:val="JegyzetszvegChar"/>
    <w:uiPriority w:val="99"/>
    <w:unhideWhenUsed/>
    <w:rsid w:val="005D696B"/>
    <w:pPr>
      <w:spacing w:after="120"/>
      <w:jc w:val="both"/>
    </w:pPr>
    <w:rPr>
      <w:rFonts w:eastAsiaTheme="minorHAnsi" w:cstheme="minorBidi"/>
      <w:sz w:val="20"/>
      <w:szCs w:val="20"/>
      <w:lang w:eastAsia="en-US"/>
    </w:rPr>
  </w:style>
  <w:style w:type="character" w:customStyle="1" w:styleId="JegyzetszvegChar">
    <w:name w:val="Jegyzetszöveg Char"/>
    <w:basedOn w:val="Bekezdsalapbettpusa"/>
    <w:link w:val="Jegyzetszveg"/>
    <w:uiPriority w:val="99"/>
    <w:rsid w:val="005D696B"/>
    <w:rPr>
      <w:rFonts w:ascii="Times New Roman" w:hAnsi="Times New Roman"/>
      <w:sz w:val="20"/>
      <w:szCs w:val="20"/>
    </w:rPr>
  </w:style>
  <w:style w:type="paragraph" w:styleId="Megjegyzstrgya">
    <w:name w:val="annotation subject"/>
    <w:basedOn w:val="Jegyzetszveg"/>
    <w:next w:val="Jegyzetszveg"/>
    <w:link w:val="MegjegyzstrgyaChar"/>
    <w:uiPriority w:val="99"/>
    <w:unhideWhenUsed/>
    <w:rsid w:val="005D696B"/>
    <w:rPr>
      <w:b/>
      <w:bCs/>
    </w:rPr>
  </w:style>
  <w:style w:type="character" w:customStyle="1" w:styleId="MegjegyzstrgyaChar">
    <w:name w:val="Megjegyzés tárgya Char"/>
    <w:basedOn w:val="JegyzetszvegChar"/>
    <w:link w:val="Megjegyzstrgya"/>
    <w:uiPriority w:val="99"/>
    <w:rsid w:val="005D696B"/>
    <w:rPr>
      <w:rFonts w:ascii="Times New Roman" w:hAnsi="Times New Roman"/>
      <w:b/>
      <w:bCs/>
      <w:sz w:val="20"/>
      <w:szCs w:val="20"/>
    </w:rPr>
  </w:style>
  <w:style w:type="paragraph" w:customStyle="1" w:styleId="Listaszerbekezds4">
    <w:name w:val="Listaszerű bekezdés4"/>
    <w:basedOn w:val="Norml"/>
    <w:uiPriority w:val="99"/>
    <w:qFormat/>
    <w:rsid w:val="005D696B"/>
    <w:pPr>
      <w:spacing w:after="200" w:line="276" w:lineRule="auto"/>
      <w:ind w:left="708"/>
    </w:pPr>
    <w:rPr>
      <w:rFonts w:ascii="Calibri" w:eastAsia="Calibri" w:hAnsi="Calibri"/>
      <w:sz w:val="22"/>
      <w:szCs w:val="22"/>
      <w:lang w:eastAsia="en-US"/>
    </w:rPr>
  </w:style>
  <w:style w:type="character" w:customStyle="1" w:styleId="Heading1Char">
    <w:name w:val="Heading 1 Char"/>
    <w:basedOn w:val="Bekezdsalapbettpusa"/>
    <w:uiPriority w:val="9"/>
    <w:rsid w:val="005D696B"/>
    <w:rPr>
      <w:rFonts w:asciiTheme="majorHAnsi" w:eastAsiaTheme="majorEastAsia" w:hAnsiTheme="majorHAnsi" w:cstheme="majorBidi"/>
      <w:b/>
      <w:bCs/>
      <w:kern w:val="32"/>
      <w:sz w:val="32"/>
      <w:szCs w:val="32"/>
      <w:lang w:eastAsia="en-US"/>
    </w:rPr>
  </w:style>
  <w:style w:type="character" w:customStyle="1" w:styleId="Heading2Char">
    <w:name w:val="Heading 2 Char"/>
    <w:basedOn w:val="Bekezdsalapbettpusa"/>
    <w:uiPriority w:val="9"/>
    <w:semiHidden/>
    <w:rsid w:val="005D696B"/>
    <w:rPr>
      <w:rFonts w:asciiTheme="majorHAnsi" w:eastAsiaTheme="majorEastAsia" w:hAnsiTheme="majorHAnsi" w:cstheme="majorBidi"/>
      <w:b/>
      <w:bCs/>
      <w:i/>
      <w:iCs/>
      <w:sz w:val="28"/>
      <w:szCs w:val="28"/>
      <w:lang w:eastAsia="en-US"/>
    </w:rPr>
  </w:style>
  <w:style w:type="character" w:customStyle="1" w:styleId="Heading3Char">
    <w:name w:val="Heading 3 Char"/>
    <w:basedOn w:val="Bekezdsalapbettpusa"/>
    <w:uiPriority w:val="9"/>
    <w:semiHidden/>
    <w:rsid w:val="005D696B"/>
    <w:rPr>
      <w:rFonts w:asciiTheme="majorHAnsi" w:eastAsiaTheme="majorEastAsia" w:hAnsiTheme="majorHAnsi" w:cstheme="majorBidi"/>
      <w:b/>
      <w:bCs/>
      <w:sz w:val="26"/>
      <w:szCs w:val="26"/>
      <w:lang w:eastAsia="en-US"/>
    </w:rPr>
  </w:style>
  <w:style w:type="paragraph" w:styleId="Lbjegyzetszveg">
    <w:name w:val="footnote text"/>
    <w:basedOn w:val="Norml"/>
    <w:link w:val="LbjegyzetszvegChar"/>
    <w:uiPriority w:val="99"/>
    <w:rsid w:val="005D696B"/>
    <w:rPr>
      <w:rFonts w:ascii="Calibri" w:eastAsia="Calibri" w:hAnsi="Calibri"/>
      <w:sz w:val="20"/>
      <w:szCs w:val="20"/>
    </w:rPr>
  </w:style>
  <w:style w:type="character" w:customStyle="1" w:styleId="LbjegyzetszvegChar">
    <w:name w:val="Lábjegyzetszöveg Char"/>
    <w:basedOn w:val="Bekezdsalapbettpusa"/>
    <w:link w:val="Lbjegyzetszveg"/>
    <w:uiPriority w:val="99"/>
    <w:rsid w:val="005D696B"/>
    <w:rPr>
      <w:rFonts w:ascii="Calibri" w:eastAsia="Calibri" w:hAnsi="Calibri" w:cs="Times New Roman"/>
      <w:sz w:val="20"/>
      <w:szCs w:val="20"/>
      <w:lang w:eastAsia="hu-HU"/>
    </w:rPr>
  </w:style>
  <w:style w:type="character" w:customStyle="1" w:styleId="FootnoteTextChar">
    <w:name w:val="Footnote Text Char"/>
    <w:basedOn w:val="Bekezdsalapbettpusa"/>
    <w:uiPriority w:val="99"/>
    <w:semiHidden/>
    <w:rsid w:val="005D696B"/>
    <w:rPr>
      <w:sz w:val="20"/>
      <w:szCs w:val="20"/>
      <w:lang w:eastAsia="en-US"/>
    </w:rPr>
  </w:style>
  <w:style w:type="character" w:styleId="Lbjegyzet-hivatkozs">
    <w:name w:val="footnote reference"/>
    <w:basedOn w:val="Bekezdsalapbettpusa"/>
    <w:uiPriority w:val="99"/>
    <w:semiHidden/>
    <w:rsid w:val="005D696B"/>
    <w:rPr>
      <w:vertAlign w:val="superscript"/>
    </w:rPr>
  </w:style>
  <w:style w:type="table" w:customStyle="1" w:styleId="Rcsostblzat1">
    <w:name w:val="Rácsos táblázat1"/>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5D696B"/>
    <w:pPr>
      <w:spacing w:after="0" w:line="240" w:lineRule="auto"/>
    </w:pPr>
    <w:rPr>
      <w:rFonts w:ascii="Calibri" w:eastAsia="Calibri" w:hAnsi="Calibri" w:cs="Times New Roman"/>
    </w:rPr>
  </w:style>
  <w:style w:type="character" w:customStyle="1" w:styleId="CommentTextChar">
    <w:name w:val="Comment Text Char"/>
    <w:basedOn w:val="Bekezdsalapbettpusa"/>
    <w:uiPriority w:val="99"/>
    <w:semiHidden/>
    <w:rsid w:val="005D696B"/>
    <w:rPr>
      <w:sz w:val="20"/>
      <w:szCs w:val="20"/>
      <w:lang w:eastAsia="en-US"/>
    </w:rPr>
  </w:style>
  <w:style w:type="character" w:customStyle="1" w:styleId="CommentSubjectChar">
    <w:name w:val="Comment Subject Char"/>
    <w:basedOn w:val="JegyzetszvegChar"/>
    <w:uiPriority w:val="99"/>
    <w:semiHidden/>
    <w:rsid w:val="005D696B"/>
    <w:rPr>
      <w:rFonts w:ascii="Calibri" w:hAnsi="Calibri"/>
      <w:b/>
      <w:bCs/>
      <w:sz w:val="20"/>
      <w:szCs w:val="20"/>
      <w:lang w:eastAsia="en-US"/>
    </w:rPr>
  </w:style>
  <w:style w:type="character" w:customStyle="1" w:styleId="BalloonTextChar">
    <w:name w:val="Balloon Text Char"/>
    <w:basedOn w:val="Bekezdsalapbettpusa"/>
    <w:uiPriority w:val="99"/>
    <w:semiHidden/>
    <w:rsid w:val="005D696B"/>
    <w:rPr>
      <w:rFonts w:ascii="Times New Roman" w:hAnsi="Times New Roman"/>
      <w:sz w:val="0"/>
      <w:szCs w:val="0"/>
      <w:lang w:eastAsia="en-US"/>
    </w:rPr>
  </w:style>
  <w:style w:type="paragraph" w:customStyle="1" w:styleId="Tblzattartalom">
    <w:name w:val="Táblázattartalom"/>
    <w:basedOn w:val="Norml"/>
    <w:uiPriority w:val="99"/>
    <w:rsid w:val="005D696B"/>
    <w:pPr>
      <w:widowControl w:val="0"/>
      <w:suppressLineNumbers/>
      <w:suppressAutoHyphens/>
    </w:pPr>
    <w:rPr>
      <w:rFonts w:eastAsia="Calibri" w:cs="Mangal"/>
      <w:kern w:val="1"/>
      <w:lang w:eastAsia="hi-IN" w:bidi="hi-IN"/>
    </w:rPr>
  </w:style>
  <w:style w:type="table" w:customStyle="1" w:styleId="Rcsostblzat2">
    <w:name w:val="Rácsos táblázat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5D696B"/>
    <w:pPr>
      <w:widowControl w:val="0"/>
      <w:suppressAutoHyphens/>
      <w:ind w:left="720"/>
    </w:pPr>
    <w:rPr>
      <w:kern w:val="1"/>
      <w:lang w:eastAsia="hi-IN" w:bidi="hi-IN"/>
    </w:rPr>
  </w:style>
  <w:style w:type="character" w:customStyle="1" w:styleId="apple-style-span">
    <w:name w:val="apple-style-span"/>
    <w:uiPriority w:val="99"/>
    <w:rsid w:val="005D696B"/>
  </w:style>
  <w:style w:type="paragraph" w:styleId="Szvegtrzsbehzssal">
    <w:name w:val="Body Text Indent"/>
    <w:basedOn w:val="Norml"/>
    <w:link w:val="SzvegtrzsbehzssalChar"/>
    <w:uiPriority w:val="99"/>
    <w:rsid w:val="005D696B"/>
    <w:pPr>
      <w:spacing w:after="120"/>
      <w:ind w:left="283"/>
    </w:pPr>
  </w:style>
  <w:style w:type="character" w:customStyle="1" w:styleId="SzvegtrzsbehzssalChar">
    <w:name w:val="Szövegtörzs behúzással Char"/>
    <w:basedOn w:val="Bekezdsalapbettpusa"/>
    <w:link w:val="Szvegtrzsbehzssal"/>
    <w:uiPriority w:val="99"/>
    <w:rsid w:val="005D696B"/>
    <w:rPr>
      <w:rFonts w:ascii="Times New Roman" w:eastAsia="Times New Roman" w:hAnsi="Times New Roman" w:cs="Times New Roman"/>
      <w:sz w:val="24"/>
      <w:szCs w:val="24"/>
      <w:lang w:eastAsia="hu-HU"/>
    </w:rPr>
  </w:style>
  <w:style w:type="character" w:customStyle="1" w:styleId="BodyTextIndentChar">
    <w:name w:val="Body Text Indent Char"/>
    <w:basedOn w:val="Bekezdsalapbettpusa"/>
    <w:uiPriority w:val="99"/>
    <w:semiHidden/>
    <w:rsid w:val="005D696B"/>
    <w:rPr>
      <w:lang w:eastAsia="en-US"/>
    </w:rPr>
  </w:style>
  <w:style w:type="paragraph" w:styleId="Szvegtrzsbehzssal2">
    <w:name w:val="Body Text Indent 2"/>
    <w:basedOn w:val="Norml"/>
    <w:link w:val="Szvegtrzsbehzssal2Char"/>
    <w:uiPriority w:val="99"/>
    <w:rsid w:val="005D696B"/>
    <w:pPr>
      <w:spacing w:after="120" w:line="480" w:lineRule="auto"/>
      <w:ind w:left="283"/>
    </w:pPr>
  </w:style>
  <w:style w:type="character" w:customStyle="1" w:styleId="Szvegtrzsbehzssal2Char">
    <w:name w:val="Szövegtörzs behúzással 2 Char"/>
    <w:basedOn w:val="Bekezdsalapbettpusa"/>
    <w:link w:val="Szvegtrzsbehzssal2"/>
    <w:uiPriority w:val="99"/>
    <w:rsid w:val="005D696B"/>
    <w:rPr>
      <w:rFonts w:ascii="Times New Roman" w:eastAsia="Times New Roman" w:hAnsi="Times New Roman" w:cs="Times New Roman"/>
      <w:sz w:val="24"/>
      <w:szCs w:val="24"/>
      <w:lang w:eastAsia="hu-HU"/>
    </w:rPr>
  </w:style>
  <w:style w:type="character" w:customStyle="1" w:styleId="BodyTextIndent2Char">
    <w:name w:val="Body Text Indent 2 Char"/>
    <w:basedOn w:val="Bekezdsalapbettpusa"/>
    <w:uiPriority w:val="99"/>
    <w:semiHidden/>
    <w:rsid w:val="005D696B"/>
    <w:rPr>
      <w:lang w:eastAsia="en-US"/>
    </w:rPr>
  </w:style>
  <w:style w:type="character" w:customStyle="1" w:styleId="HeaderChar">
    <w:name w:val="Header Char"/>
    <w:basedOn w:val="Bekezdsalapbettpusa"/>
    <w:uiPriority w:val="99"/>
    <w:semiHidden/>
    <w:rsid w:val="005D696B"/>
    <w:rPr>
      <w:lang w:eastAsia="en-US"/>
    </w:rPr>
  </w:style>
  <w:style w:type="character" w:customStyle="1" w:styleId="FooterChar">
    <w:name w:val="Footer Char"/>
    <w:basedOn w:val="Bekezdsalapbettpusa"/>
    <w:uiPriority w:val="99"/>
    <w:semiHidden/>
    <w:rsid w:val="005D696B"/>
    <w:rPr>
      <w:lang w:eastAsia="en-US"/>
    </w:rPr>
  </w:style>
  <w:style w:type="paragraph" w:customStyle="1" w:styleId="Stlus3">
    <w:name w:val="Stílus3"/>
    <w:basedOn w:val="Norml"/>
    <w:uiPriority w:val="99"/>
    <w:rsid w:val="005D696B"/>
    <w:pPr>
      <w:spacing w:before="60" w:after="60"/>
    </w:pPr>
    <w:rPr>
      <w:sz w:val="20"/>
      <w:szCs w:val="20"/>
    </w:rPr>
  </w:style>
  <w:style w:type="paragraph" w:customStyle="1" w:styleId="font5">
    <w:name w:val="font5"/>
    <w:basedOn w:val="Norml"/>
    <w:uiPriority w:val="99"/>
    <w:rsid w:val="005D696B"/>
    <w:pPr>
      <w:spacing w:before="100" w:beforeAutospacing="1" w:after="100" w:afterAutospacing="1"/>
    </w:pPr>
    <w:rPr>
      <w:color w:val="FF0000"/>
      <w:sz w:val="22"/>
      <w:szCs w:val="22"/>
    </w:rPr>
  </w:style>
  <w:style w:type="paragraph" w:customStyle="1" w:styleId="xl132">
    <w:name w:val="xl132"/>
    <w:basedOn w:val="Norml"/>
    <w:uiPriority w:val="99"/>
    <w:rsid w:val="005D696B"/>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uiPriority w:val="99"/>
    <w:rsid w:val="005D696B"/>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uiPriority w:val="99"/>
    <w:rsid w:val="005D696B"/>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uiPriority w:val="99"/>
    <w:rsid w:val="005D696B"/>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uiPriority w:val="99"/>
    <w:rsid w:val="005D696B"/>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uiPriority w:val="99"/>
    <w:rsid w:val="005D696B"/>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uiPriority w:val="99"/>
    <w:rsid w:val="005D696B"/>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uiPriority w:val="99"/>
    <w:rsid w:val="005D696B"/>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uiPriority w:val="99"/>
    <w:rsid w:val="005D696B"/>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uiPriority w:val="99"/>
    <w:rsid w:val="005D696B"/>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uiPriority w:val="99"/>
    <w:rsid w:val="005D696B"/>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uiPriority w:val="99"/>
    <w:rsid w:val="005D696B"/>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uiPriority w:val="99"/>
    <w:rsid w:val="005D696B"/>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uiPriority w:val="99"/>
    <w:rsid w:val="005D696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uiPriority w:val="99"/>
    <w:rsid w:val="005D696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uiPriority w:val="99"/>
    <w:rsid w:val="005D696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uiPriority w:val="99"/>
    <w:rsid w:val="005D696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uiPriority w:val="99"/>
    <w:rsid w:val="005D696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uiPriority w:val="99"/>
    <w:rsid w:val="005D696B"/>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uiPriority w:val="99"/>
    <w:rsid w:val="005D696B"/>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uiPriority w:val="99"/>
    <w:rsid w:val="005D696B"/>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Listaszerbekezds2">
    <w:name w:val="Listaszerű bekezdés2"/>
    <w:basedOn w:val="Norml"/>
    <w:uiPriority w:val="99"/>
    <w:rsid w:val="005D696B"/>
    <w:pPr>
      <w:widowControl w:val="0"/>
      <w:suppressAutoHyphens/>
      <w:ind w:left="720"/>
    </w:pPr>
    <w:rPr>
      <w:kern w:val="1"/>
      <w:lang w:eastAsia="hi-IN" w:bidi="hi-IN"/>
    </w:rPr>
  </w:style>
  <w:style w:type="table" w:customStyle="1" w:styleId="Rcsostblzat3">
    <w:name w:val="Rácsos táblázat3"/>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D696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D696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5D696B"/>
    <w:pPr>
      <w:spacing w:line="276" w:lineRule="auto"/>
      <w:jc w:val="left"/>
      <w:outlineLvl w:val="9"/>
    </w:pPr>
    <w:rPr>
      <w:rFonts w:ascii="Cambria" w:eastAsia="Times New Roman" w:hAnsi="Cambria" w:cs="Times New Roman"/>
      <w:color w:val="365F91"/>
      <w:lang w:eastAsia="hu-HU"/>
    </w:rPr>
  </w:style>
  <w:style w:type="paragraph" w:styleId="TJ3">
    <w:name w:val="toc 3"/>
    <w:basedOn w:val="Norml"/>
    <w:next w:val="Norml"/>
    <w:autoRedefine/>
    <w:uiPriority w:val="99"/>
    <w:rsid w:val="005D696B"/>
    <w:pPr>
      <w:spacing w:after="200" w:line="276" w:lineRule="auto"/>
      <w:ind w:left="440"/>
    </w:pPr>
    <w:rPr>
      <w:rFonts w:ascii="Calibri" w:eastAsia="Calibri" w:hAnsi="Calibri"/>
      <w:sz w:val="22"/>
      <w:szCs w:val="22"/>
      <w:lang w:eastAsia="en-US"/>
    </w:rPr>
  </w:style>
  <w:style w:type="paragraph" w:styleId="TJ2">
    <w:name w:val="toc 2"/>
    <w:basedOn w:val="Norml"/>
    <w:next w:val="Norml"/>
    <w:autoRedefine/>
    <w:uiPriority w:val="99"/>
    <w:rsid w:val="005D696B"/>
    <w:pPr>
      <w:spacing w:after="100" w:line="276" w:lineRule="auto"/>
      <w:ind w:left="220"/>
    </w:pPr>
    <w:rPr>
      <w:rFonts w:ascii="Calibri" w:hAnsi="Calibri"/>
      <w:sz w:val="22"/>
      <w:szCs w:val="22"/>
    </w:rPr>
  </w:style>
  <w:style w:type="paragraph" w:styleId="TJ1">
    <w:name w:val="toc 1"/>
    <w:basedOn w:val="Norml"/>
    <w:next w:val="Norml"/>
    <w:autoRedefine/>
    <w:uiPriority w:val="99"/>
    <w:rsid w:val="005D696B"/>
    <w:pPr>
      <w:tabs>
        <w:tab w:val="right" w:leader="dot" w:pos="9062"/>
      </w:tabs>
      <w:spacing w:after="100" w:line="276" w:lineRule="auto"/>
    </w:pPr>
    <w:rPr>
      <w:rFonts w:ascii="Palatino Linotype" w:eastAsia="Calibri" w:hAnsi="Palatino Linotype"/>
      <w:b/>
      <w:i/>
      <w:noProof/>
      <w:w w:val="99"/>
      <w:kern w:val="1"/>
      <w:sz w:val="22"/>
      <w:szCs w:val="22"/>
      <w:lang w:eastAsia="hi-IN" w:bidi="hi-IN"/>
    </w:rPr>
  </w:style>
  <w:style w:type="character" w:customStyle="1" w:styleId="CharChar">
    <w:name w:val="Char Char"/>
    <w:uiPriority w:val="99"/>
    <w:rsid w:val="005D696B"/>
    <w:rPr>
      <w:rFonts w:ascii="Tahoma" w:hAnsi="Tahoma"/>
      <w:sz w:val="16"/>
    </w:rPr>
  </w:style>
  <w:style w:type="paragraph" w:customStyle="1" w:styleId="Listaszerbekezds3">
    <w:name w:val="Listaszerű bekezdés3"/>
    <w:basedOn w:val="Norml"/>
    <w:uiPriority w:val="99"/>
    <w:rsid w:val="005D696B"/>
    <w:pPr>
      <w:widowControl w:val="0"/>
      <w:suppressAutoHyphens/>
      <w:ind w:left="720"/>
    </w:pPr>
    <w:rPr>
      <w:kern w:val="1"/>
      <w:lang w:eastAsia="hi-IN" w:bidi="hi-IN"/>
    </w:rPr>
  </w:style>
  <w:style w:type="paragraph" w:styleId="Vltozat">
    <w:name w:val="Revision"/>
    <w:hidden/>
    <w:uiPriority w:val="99"/>
    <w:rsid w:val="005D696B"/>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rsid w:val="005D696B"/>
    <w:pPr>
      <w:spacing w:after="0" w:line="240" w:lineRule="auto"/>
    </w:pPr>
    <w:rPr>
      <w:rFonts w:ascii="Calibri" w:eastAsia="Calibri" w:hAnsi="Calibri" w:cs="Times New Roman"/>
    </w:rPr>
  </w:style>
  <w:style w:type="paragraph" w:customStyle="1" w:styleId="Nincstrkz1">
    <w:name w:val="Nincs térköz1"/>
    <w:uiPriority w:val="99"/>
    <w:rsid w:val="005D696B"/>
    <w:pPr>
      <w:spacing w:after="0" w:line="240" w:lineRule="auto"/>
    </w:pPr>
    <w:rPr>
      <w:rFonts w:ascii="Calibri" w:eastAsia="Times New Roman" w:hAnsi="Calibri" w:cs="Times New Roman"/>
    </w:rPr>
  </w:style>
  <w:style w:type="table" w:customStyle="1" w:styleId="Rcsostblzat23">
    <w:name w:val="Rácsos táblázat23"/>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5D696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1">
    <w:name w:val="Rácsos táblázat22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5D696B"/>
    <w:pPr>
      <w:spacing w:line="276" w:lineRule="auto"/>
      <w:jc w:val="left"/>
      <w:outlineLvl w:val="9"/>
    </w:pPr>
    <w:rPr>
      <w:rFonts w:ascii="Cambria" w:eastAsia="Calibri" w:hAnsi="Cambria" w:cs="Times New Roman"/>
      <w:color w:val="365F91"/>
      <w:lang w:eastAsia="hu-HU"/>
    </w:rPr>
  </w:style>
  <w:style w:type="character" w:customStyle="1" w:styleId="CharChar15">
    <w:name w:val="Char Char15"/>
    <w:uiPriority w:val="99"/>
    <w:rsid w:val="005D696B"/>
    <w:rPr>
      <w:rFonts w:ascii="Tahoma" w:eastAsia="Times New Roman" w:hAnsi="Tahoma"/>
      <w:sz w:val="16"/>
    </w:rPr>
  </w:style>
  <w:style w:type="table" w:customStyle="1" w:styleId="Rcsostblzat71">
    <w:name w:val="Rácsos táblázat71"/>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D696B"/>
    <w:pPr>
      <w:spacing w:after="0" w:line="240" w:lineRule="auto"/>
    </w:pPr>
    <w:rPr>
      <w:rFonts w:ascii="Calibri" w:eastAsia="Calibri" w:hAnsi="Calibri" w:cs="Times New Roman"/>
    </w:rPr>
  </w:style>
  <w:style w:type="table" w:customStyle="1" w:styleId="Rcsostblzat231">
    <w:name w:val="Rácsos táblázat23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D696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5D696B"/>
    <w:pPr>
      <w:spacing w:line="276" w:lineRule="auto"/>
      <w:jc w:val="left"/>
      <w:outlineLvl w:val="9"/>
    </w:pPr>
    <w:rPr>
      <w:rFonts w:ascii="Cambria" w:eastAsia="Times New Roman" w:hAnsi="Cambria" w:cs="Times New Roman"/>
      <w:color w:val="365F91"/>
      <w:lang w:eastAsia="hu-HU"/>
    </w:rPr>
  </w:style>
  <w:style w:type="table" w:customStyle="1" w:styleId="Rcsostblzat711">
    <w:name w:val="Rácsos táblázat711"/>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D696B"/>
  </w:style>
  <w:style w:type="character" w:styleId="Kiemels2">
    <w:name w:val="Strong"/>
    <w:basedOn w:val="Bekezdsalapbettpusa"/>
    <w:uiPriority w:val="22"/>
    <w:qFormat/>
    <w:rsid w:val="005D696B"/>
    <w:rPr>
      <w:b/>
    </w:rPr>
  </w:style>
  <w:style w:type="table" w:customStyle="1" w:styleId="Rcsostblzat24">
    <w:name w:val="Rácsos táblázat24"/>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5D696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22">
    <w:name w:val="Rácsos táblázat22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5D696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5D696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32">
    <w:name w:val="Rácsos táblázat23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D696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D696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D696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ap">
    <w:name w:val="++alap"/>
    <w:basedOn w:val="Norml"/>
    <w:uiPriority w:val="99"/>
    <w:rsid w:val="005D696B"/>
    <w:pPr>
      <w:autoSpaceDE w:val="0"/>
      <w:autoSpaceDN w:val="0"/>
      <w:adjustRightInd w:val="0"/>
      <w:spacing w:line="280" w:lineRule="atLeast"/>
      <w:ind w:left="794" w:hanging="227"/>
      <w:jc w:val="both"/>
      <w:textAlignment w:val="center"/>
    </w:pPr>
    <w:rPr>
      <w:rFonts w:ascii="MyriadPro-Regular" w:hAnsi="MyriadPro-Regular" w:cs="MyriadPro-Regular"/>
      <w:color w:val="000000"/>
      <w:sz w:val="22"/>
      <w:szCs w:val="22"/>
      <w:lang w:eastAsia="en-US"/>
    </w:rPr>
  </w:style>
  <w:style w:type="character" w:customStyle="1" w:styleId="WW8Num1z0">
    <w:name w:val="WW8Num1z0"/>
    <w:uiPriority w:val="99"/>
    <w:rsid w:val="005D696B"/>
    <w:rPr>
      <w:rFonts w:ascii="Palatino Linotype" w:hAnsi="Palatino Linotype"/>
    </w:rPr>
  </w:style>
  <w:style w:type="character" w:customStyle="1" w:styleId="WW8Num2z2">
    <w:name w:val="WW8Num2z2"/>
    <w:uiPriority w:val="99"/>
    <w:rsid w:val="005D696B"/>
    <w:rPr>
      <w:b/>
    </w:rPr>
  </w:style>
  <w:style w:type="character" w:customStyle="1" w:styleId="WW8Num4z0">
    <w:name w:val="WW8Num4z0"/>
    <w:uiPriority w:val="99"/>
    <w:rsid w:val="005D696B"/>
    <w:rPr>
      <w:rFonts w:ascii="Symbol" w:hAnsi="Symbol"/>
    </w:rPr>
  </w:style>
  <w:style w:type="character" w:customStyle="1" w:styleId="WW8Num5z2">
    <w:name w:val="WW8Num5z2"/>
    <w:uiPriority w:val="99"/>
    <w:rsid w:val="005D696B"/>
    <w:rPr>
      <w:b/>
    </w:rPr>
  </w:style>
  <w:style w:type="character" w:customStyle="1" w:styleId="WW8Num6z0">
    <w:name w:val="WW8Num6z0"/>
    <w:uiPriority w:val="99"/>
    <w:rsid w:val="005D696B"/>
    <w:rPr>
      <w:rFonts w:ascii="Palatino Linotype" w:eastAsia="Times New Roman" w:hAnsi="Palatino Linotype"/>
    </w:rPr>
  </w:style>
  <w:style w:type="character" w:customStyle="1" w:styleId="WW8Num6z1">
    <w:name w:val="WW8Num6z1"/>
    <w:uiPriority w:val="99"/>
    <w:rsid w:val="005D696B"/>
    <w:rPr>
      <w:rFonts w:ascii="Courier New" w:hAnsi="Courier New"/>
    </w:rPr>
  </w:style>
  <w:style w:type="character" w:customStyle="1" w:styleId="WW8Num6z2">
    <w:name w:val="WW8Num6z2"/>
    <w:uiPriority w:val="99"/>
    <w:rsid w:val="005D696B"/>
    <w:rPr>
      <w:rFonts w:ascii="Wingdings" w:hAnsi="Wingdings"/>
    </w:rPr>
  </w:style>
  <w:style w:type="character" w:customStyle="1" w:styleId="WW8Num6z3">
    <w:name w:val="WW8Num6z3"/>
    <w:uiPriority w:val="99"/>
    <w:rsid w:val="005D696B"/>
    <w:rPr>
      <w:rFonts w:ascii="Symbol" w:hAnsi="Symbol"/>
    </w:rPr>
  </w:style>
  <w:style w:type="character" w:customStyle="1" w:styleId="WW8Num9z0">
    <w:name w:val="WW8Num9z0"/>
    <w:uiPriority w:val="99"/>
    <w:rsid w:val="005D696B"/>
    <w:rPr>
      <w:rFonts w:ascii="Symbol" w:hAnsi="Symbol"/>
    </w:rPr>
  </w:style>
  <w:style w:type="character" w:customStyle="1" w:styleId="WW8Num10z0">
    <w:name w:val="WW8Num10z0"/>
    <w:uiPriority w:val="99"/>
    <w:rsid w:val="005D696B"/>
    <w:rPr>
      <w:rFonts w:ascii="Symbol" w:hAnsi="Symbol"/>
    </w:rPr>
  </w:style>
  <w:style w:type="character" w:customStyle="1" w:styleId="WW8Num12z0">
    <w:name w:val="WW8Num12z0"/>
    <w:uiPriority w:val="99"/>
    <w:rsid w:val="005D696B"/>
    <w:rPr>
      <w:rFonts w:ascii="Palatino Linotype" w:eastAsia="Times New Roman" w:hAnsi="Palatino Linotype"/>
    </w:rPr>
  </w:style>
  <w:style w:type="character" w:customStyle="1" w:styleId="WW8Num12z1">
    <w:name w:val="WW8Num12z1"/>
    <w:uiPriority w:val="99"/>
    <w:rsid w:val="005D696B"/>
    <w:rPr>
      <w:rFonts w:ascii="Courier New" w:hAnsi="Courier New"/>
    </w:rPr>
  </w:style>
  <w:style w:type="character" w:customStyle="1" w:styleId="WW8Num12z2">
    <w:name w:val="WW8Num12z2"/>
    <w:uiPriority w:val="99"/>
    <w:rsid w:val="005D696B"/>
    <w:rPr>
      <w:rFonts w:ascii="Wingdings" w:hAnsi="Wingdings"/>
    </w:rPr>
  </w:style>
  <w:style w:type="character" w:customStyle="1" w:styleId="WW8Num13z0">
    <w:name w:val="WW8Num13z0"/>
    <w:uiPriority w:val="99"/>
    <w:rsid w:val="005D696B"/>
    <w:rPr>
      <w:rFonts w:ascii="Palatino Linotype" w:eastAsia="Times New Roman" w:hAnsi="Palatino Linotype"/>
    </w:rPr>
  </w:style>
  <w:style w:type="character" w:customStyle="1" w:styleId="WW8Num13z1">
    <w:name w:val="WW8Num13z1"/>
    <w:uiPriority w:val="99"/>
    <w:rsid w:val="005D696B"/>
    <w:rPr>
      <w:rFonts w:ascii="Courier New" w:hAnsi="Courier New"/>
    </w:rPr>
  </w:style>
  <w:style w:type="character" w:customStyle="1" w:styleId="WW8Num13z2">
    <w:name w:val="WW8Num13z2"/>
    <w:uiPriority w:val="99"/>
    <w:rsid w:val="005D696B"/>
    <w:rPr>
      <w:rFonts w:ascii="Wingdings" w:hAnsi="Wingdings"/>
    </w:rPr>
  </w:style>
  <w:style w:type="character" w:customStyle="1" w:styleId="WW8Num13z3">
    <w:name w:val="WW8Num13z3"/>
    <w:uiPriority w:val="99"/>
    <w:rsid w:val="005D696B"/>
    <w:rPr>
      <w:rFonts w:ascii="Symbol" w:hAnsi="Symbol"/>
    </w:rPr>
  </w:style>
  <w:style w:type="character" w:customStyle="1" w:styleId="WW8Num14z2">
    <w:name w:val="WW8Num14z2"/>
    <w:uiPriority w:val="99"/>
    <w:rsid w:val="005D696B"/>
    <w:rPr>
      <w:b/>
    </w:rPr>
  </w:style>
  <w:style w:type="character" w:customStyle="1" w:styleId="WW8Num15z0">
    <w:name w:val="WW8Num15z0"/>
    <w:uiPriority w:val="99"/>
    <w:rsid w:val="005D696B"/>
    <w:rPr>
      <w:i/>
    </w:rPr>
  </w:style>
  <w:style w:type="character" w:customStyle="1" w:styleId="WW8Num16z0">
    <w:name w:val="WW8Num16z0"/>
    <w:uiPriority w:val="99"/>
    <w:rsid w:val="005D696B"/>
    <w:rPr>
      <w:rFonts w:ascii="Palatino Linotype" w:eastAsia="Times New Roman" w:hAnsi="Palatino Linotype"/>
    </w:rPr>
  </w:style>
  <w:style w:type="character" w:customStyle="1" w:styleId="WW8Num17z2">
    <w:name w:val="WW8Num17z2"/>
    <w:uiPriority w:val="99"/>
    <w:rsid w:val="005D696B"/>
    <w:rPr>
      <w:b/>
    </w:rPr>
  </w:style>
  <w:style w:type="character" w:customStyle="1" w:styleId="WW8Num18z0">
    <w:name w:val="WW8Num18z0"/>
    <w:uiPriority w:val="99"/>
    <w:rsid w:val="005D696B"/>
    <w:rPr>
      <w:rFonts w:ascii="Palatino Linotype" w:eastAsia="Times New Roman" w:hAnsi="Palatino Linotype"/>
    </w:rPr>
  </w:style>
  <w:style w:type="character" w:customStyle="1" w:styleId="WW8Num18z1">
    <w:name w:val="WW8Num18z1"/>
    <w:uiPriority w:val="99"/>
    <w:rsid w:val="005D696B"/>
    <w:rPr>
      <w:rFonts w:ascii="Courier New" w:hAnsi="Courier New"/>
    </w:rPr>
  </w:style>
  <w:style w:type="character" w:customStyle="1" w:styleId="WW8Num18z2">
    <w:name w:val="WW8Num18z2"/>
    <w:uiPriority w:val="99"/>
    <w:rsid w:val="005D696B"/>
    <w:rPr>
      <w:rFonts w:ascii="Wingdings" w:hAnsi="Wingdings"/>
    </w:rPr>
  </w:style>
  <w:style w:type="character" w:customStyle="1" w:styleId="WW8Num18z3">
    <w:name w:val="WW8Num18z3"/>
    <w:uiPriority w:val="99"/>
    <w:rsid w:val="005D696B"/>
    <w:rPr>
      <w:rFonts w:ascii="Symbol" w:hAnsi="Symbol"/>
    </w:rPr>
  </w:style>
  <w:style w:type="character" w:customStyle="1" w:styleId="WW8Num19z0">
    <w:name w:val="WW8Num19z0"/>
    <w:uiPriority w:val="99"/>
    <w:rsid w:val="005D696B"/>
    <w:rPr>
      <w:rFonts w:ascii="Symbol" w:hAnsi="Symbol"/>
    </w:rPr>
  </w:style>
  <w:style w:type="character" w:customStyle="1" w:styleId="WW8Num19z1">
    <w:name w:val="WW8Num19z1"/>
    <w:uiPriority w:val="99"/>
    <w:rsid w:val="005D696B"/>
    <w:rPr>
      <w:rFonts w:ascii="Courier New" w:hAnsi="Courier New"/>
    </w:rPr>
  </w:style>
  <w:style w:type="character" w:customStyle="1" w:styleId="WW8Num19z2">
    <w:name w:val="WW8Num19z2"/>
    <w:uiPriority w:val="99"/>
    <w:rsid w:val="005D696B"/>
    <w:rPr>
      <w:rFonts w:ascii="Wingdings" w:hAnsi="Wingdings"/>
    </w:rPr>
  </w:style>
  <w:style w:type="character" w:customStyle="1" w:styleId="WW8Num19z3">
    <w:name w:val="WW8Num19z3"/>
    <w:uiPriority w:val="99"/>
    <w:rsid w:val="005D696B"/>
    <w:rPr>
      <w:rFonts w:ascii="Symbol" w:hAnsi="Symbol"/>
    </w:rPr>
  </w:style>
  <w:style w:type="character" w:customStyle="1" w:styleId="WW8Num20z1">
    <w:name w:val="WW8Num20z1"/>
    <w:uiPriority w:val="99"/>
    <w:rsid w:val="005D696B"/>
    <w:rPr>
      <w:b/>
      <w:color w:val="auto"/>
    </w:rPr>
  </w:style>
  <w:style w:type="character" w:customStyle="1" w:styleId="WW8Num20z2">
    <w:name w:val="WW8Num20z2"/>
    <w:uiPriority w:val="99"/>
    <w:rsid w:val="005D696B"/>
    <w:rPr>
      <w:b/>
    </w:rPr>
  </w:style>
  <w:style w:type="character" w:customStyle="1" w:styleId="WW8Num20z3">
    <w:name w:val="WW8Num20z3"/>
    <w:uiPriority w:val="99"/>
    <w:rsid w:val="005D696B"/>
  </w:style>
  <w:style w:type="character" w:customStyle="1" w:styleId="WW8Num21z0">
    <w:name w:val="WW8Num21z0"/>
    <w:uiPriority w:val="99"/>
    <w:rsid w:val="005D696B"/>
    <w:rPr>
      <w:rFonts w:ascii="Symbol" w:hAnsi="Symbol"/>
    </w:rPr>
  </w:style>
  <w:style w:type="character" w:customStyle="1" w:styleId="WW8Num21z1">
    <w:name w:val="WW8Num21z1"/>
    <w:uiPriority w:val="99"/>
    <w:rsid w:val="005D696B"/>
    <w:rPr>
      <w:rFonts w:ascii="Courier New" w:hAnsi="Courier New"/>
    </w:rPr>
  </w:style>
  <w:style w:type="character" w:customStyle="1" w:styleId="WW8Num21z2">
    <w:name w:val="WW8Num21z2"/>
    <w:uiPriority w:val="99"/>
    <w:rsid w:val="005D696B"/>
    <w:rPr>
      <w:rFonts w:ascii="Wingdings" w:hAnsi="Wingdings"/>
    </w:rPr>
  </w:style>
  <w:style w:type="character" w:customStyle="1" w:styleId="WW8Num22z0">
    <w:name w:val="WW8Num22z0"/>
    <w:uiPriority w:val="99"/>
    <w:rsid w:val="005D696B"/>
  </w:style>
  <w:style w:type="character" w:customStyle="1" w:styleId="Bekezdsalapbettpusa2">
    <w:name w:val="Bekezdés alapbetűtípusa2"/>
    <w:uiPriority w:val="99"/>
    <w:rsid w:val="005D696B"/>
  </w:style>
  <w:style w:type="character" w:customStyle="1" w:styleId="Lbjegyzet-karakterek">
    <w:name w:val="Lábjegyzet-karakterek"/>
    <w:uiPriority w:val="99"/>
    <w:rsid w:val="005D696B"/>
    <w:rPr>
      <w:vertAlign w:val="superscript"/>
    </w:rPr>
  </w:style>
  <w:style w:type="character" w:customStyle="1" w:styleId="Jegyzethivatkozs1">
    <w:name w:val="Jegyzethivatkozás1"/>
    <w:uiPriority w:val="99"/>
    <w:rsid w:val="005D696B"/>
    <w:rPr>
      <w:sz w:val="16"/>
    </w:rPr>
  </w:style>
  <w:style w:type="character" w:customStyle="1" w:styleId="WW8Num2z0">
    <w:name w:val="WW8Num2z0"/>
    <w:uiPriority w:val="99"/>
    <w:rsid w:val="005D696B"/>
  </w:style>
  <w:style w:type="character" w:customStyle="1" w:styleId="WW8Num2z1">
    <w:name w:val="WW8Num2z1"/>
    <w:uiPriority w:val="99"/>
    <w:rsid w:val="005D696B"/>
    <w:rPr>
      <w:b/>
      <w:color w:val="auto"/>
    </w:rPr>
  </w:style>
  <w:style w:type="character" w:customStyle="1" w:styleId="WW8Num4z2">
    <w:name w:val="WW8Num4z2"/>
    <w:uiPriority w:val="99"/>
    <w:rsid w:val="005D696B"/>
    <w:rPr>
      <w:b/>
    </w:rPr>
  </w:style>
  <w:style w:type="character" w:customStyle="1" w:styleId="WW8Num8z0">
    <w:name w:val="WW8Num8z0"/>
    <w:uiPriority w:val="99"/>
    <w:rsid w:val="005D696B"/>
    <w:rPr>
      <w:rFonts w:ascii="Symbol" w:hAnsi="Symbol"/>
    </w:rPr>
  </w:style>
  <w:style w:type="character" w:customStyle="1" w:styleId="WW8Num8z1">
    <w:name w:val="WW8Num8z1"/>
    <w:uiPriority w:val="99"/>
    <w:rsid w:val="005D696B"/>
    <w:rPr>
      <w:rFonts w:ascii="Courier New" w:hAnsi="Courier New"/>
    </w:rPr>
  </w:style>
  <w:style w:type="character" w:customStyle="1" w:styleId="WW8Num8z2">
    <w:name w:val="WW8Num8z2"/>
    <w:uiPriority w:val="99"/>
    <w:rsid w:val="005D696B"/>
    <w:rPr>
      <w:rFonts w:ascii="Wingdings" w:hAnsi="Wingdings"/>
    </w:rPr>
  </w:style>
  <w:style w:type="character" w:customStyle="1" w:styleId="WW8Num9z1">
    <w:name w:val="WW8Num9z1"/>
    <w:uiPriority w:val="99"/>
    <w:rsid w:val="005D696B"/>
    <w:rPr>
      <w:rFonts w:ascii="Courier New" w:hAnsi="Courier New"/>
    </w:rPr>
  </w:style>
  <w:style w:type="character" w:customStyle="1" w:styleId="WW8Num9z2">
    <w:name w:val="WW8Num9z2"/>
    <w:uiPriority w:val="99"/>
    <w:rsid w:val="005D696B"/>
    <w:rPr>
      <w:rFonts w:ascii="Wingdings" w:hAnsi="Wingdings"/>
    </w:rPr>
  </w:style>
  <w:style w:type="character" w:customStyle="1" w:styleId="WW8Num10z2">
    <w:name w:val="WW8Num10z2"/>
    <w:uiPriority w:val="99"/>
    <w:rsid w:val="005D696B"/>
    <w:rPr>
      <w:b/>
    </w:rPr>
  </w:style>
  <w:style w:type="character" w:customStyle="1" w:styleId="WW8Num11z0">
    <w:name w:val="WW8Num11z0"/>
    <w:uiPriority w:val="99"/>
    <w:rsid w:val="005D696B"/>
    <w:rPr>
      <w:rFonts w:ascii="Palatino Linotype" w:eastAsia="Times New Roman" w:hAnsi="Palatino Linotype"/>
    </w:rPr>
  </w:style>
  <w:style w:type="character" w:customStyle="1" w:styleId="WW8Num11z1">
    <w:name w:val="WW8Num11z1"/>
    <w:uiPriority w:val="99"/>
    <w:rsid w:val="005D696B"/>
    <w:rPr>
      <w:rFonts w:ascii="Courier New" w:hAnsi="Courier New"/>
    </w:rPr>
  </w:style>
  <w:style w:type="character" w:customStyle="1" w:styleId="WW8Num11z2">
    <w:name w:val="WW8Num11z2"/>
    <w:uiPriority w:val="99"/>
    <w:rsid w:val="005D696B"/>
    <w:rPr>
      <w:rFonts w:ascii="Wingdings" w:hAnsi="Wingdings"/>
    </w:rPr>
  </w:style>
  <w:style w:type="character" w:customStyle="1" w:styleId="WW8Num11z3">
    <w:name w:val="WW8Num11z3"/>
    <w:uiPriority w:val="99"/>
    <w:rsid w:val="005D696B"/>
    <w:rPr>
      <w:rFonts w:ascii="Symbol" w:hAnsi="Symbol"/>
    </w:rPr>
  </w:style>
  <w:style w:type="character" w:customStyle="1" w:styleId="WW8Num12z3">
    <w:name w:val="WW8Num12z3"/>
    <w:uiPriority w:val="99"/>
    <w:rsid w:val="005D696B"/>
    <w:rPr>
      <w:rFonts w:ascii="Symbol" w:hAnsi="Symbol"/>
    </w:rPr>
  </w:style>
  <w:style w:type="character" w:customStyle="1" w:styleId="WW8Num16z1">
    <w:name w:val="WW8Num16z1"/>
    <w:uiPriority w:val="99"/>
    <w:rsid w:val="005D696B"/>
    <w:rPr>
      <w:rFonts w:ascii="Courier New" w:hAnsi="Courier New"/>
    </w:rPr>
  </w:style>
  <w:style w:type="character" w:customStyle="1" w:styleId="WW8Num16z2">
    <w:name w:val="WW8Num16z2"/>
    <w:uiPriority w:val="99"/>
    <w:rsid w:val="005D696B"/>
    <w:rPr>
      <w:rFonts w:ascii="Wingdings" w:hAnsi="Wingdings"/>
    </w:rPr>
  </w:style>
  <w:style w:type="character" w:customStyle="1" w:styleId="WW8Num16z3">
    <w:name w:val="WW8Num16z3"/>
    <w:uiPriority w:val="99"/>
    <w:rsid w:val="005D696B"/>
    <w:rPr>
      <w:rFonts w:ascii="Symbol" w:hAnsi="Symbol"/>
    </w:rPr>
  </w:style>
  <w:style w:type="character" w:customStyle="1" w:styleId="WW8Num17z1">
    <w:name w:val="WW8Num17z1"/>
    <w:uiPriority w:val="99"/>
    <w:rsid w:val="005D696B"/>
    <w:rPr>
      <w:b/>
      <w:color w:val="auto"/>
    </w:rPr>
  </w:style>
  <w:style w:type="character" w:customStyle="1" w:styleId="WW8Num17z3">
    <w:name w:val="WW8Num17z3"/>
    <w:uiPriority w:val="99"/>
    <w:rsid w:val="005D696B"/>
  </w:style>
  <w:style w:type="character" w:customStyle="1" w:styleId="Bekezdsalapbettpusa1">
    <w:name w:val="Bekezdés alapbetűtípusa1"/>
    <w:uiPriority w:val="99"/>
    <w:rsid w:val="005D696B"/>
  </w:style>
  <w:style w:type="character" w:customStyle="1" w:styleId="SzvegtrzsChar">
    <w:name w:val="Szövegtörzs Char"/>
    <w:uiPriority w:val="99"/>
    <w:rsid w:val="005D696B"/>
    <w:rPr>
      <w:rFonts w:ascii="Times New Roman" w:eastAsia="SimSun" w:hAnsi="Times New Roman"/>
      <w:kern w:val="1"/>
      <w:sz w:val="24"/>
      <w:lang w:val="hu-HU" w:eastAsia="hi-IN" w:bidi="hi-IN"/>
    </w:rPr>
  </w:style>
  <w:style w:type="paragraph" w:customStyle="1" w:styleId="Cmsor">
    <w:name w:val="Címsor"/>
    <w:basedOn w:val="Norml"/>
    <w:next w:val="Szvegtrzs"/>
    <w:uiPriority w:val="99"/>
    <w:rsid w:val="005D696B"/>
    <w:pPr>
      <w:keepNext/>
      <w:widowControl w:val="0"/>
      <w:suppressAutoHyphens/>
      <w:spacing w:before="240" w:after="120"/>
    </w:pPr>
    <w:rPr>
      <w:rFonts w:ascii="Arial" w:eastAsia="Microsoft YaHei" w:hAnsi="Arial" w:cs="Mangal"/>
      <w:kern w:val="1"/>
      <w:sz w:val="28"/>
      <w:szCs w:val="28"/>
      <w:lang w:eastAsia="hi-IN" w:bidi="hi-IN"/>
    </w:rPr>
  </w:style>
  <w:style w:type="paragraph" w:styleId="Szvegtrzs">
    <w:name w:val="Body Text"/>
    <w:basedOn w:val="Norml"/>
    <w:link w:val="SzvegtrzsChar1"/>
    <w:uiPriority w:val="99"/>
    <w:rsid w:val="005D696B"/>
    <w:pPr>
      <w:suppressAutoHyphens/>
      <w:spacing w:after="120" w:line="276" w:lineRule="auto"/>
    </w:pPr>
    <w:rPr>
      <w:rFonts w:ascii="Calibri" w:eastAsia="Calibri" w:hAnsi="Calibri"/>
      <w:sz w:val="22"/>
      <w:szCs w:val="22"/>
      <w:lang w:eastAsia="ar-SA"/>
    </w:rPr>
  </w:style>
  <w:style w:type="character" w:customStyle="1" w:styleId="SzvegtrzsChar1">
    <w:name w:val="Szövegtörzs Char1"/>
    <w:basedOn w:val="Bekezdsalapbettpusa"/>
    <w:link w:val="Szvegtrzs"/>
    <w:uiPriority w:val="99"/>
    <w:rsid w:val="005D696B"/>
    <w:rPr>
      <w:rFonts w:ascii="Calibri" w:eastAsia="Calibri" w:hAnsi="Calibri" w:cs="Times New Roman"/>
      <w:lang w:eastAsia="ar-SA"/>
    </w:rPr>
  </w:style>
  <w:style w:type="character" w:customStyle="1" w:styleId="BodyTextChar">
    <w:name w:val="Body Text Char"/>
    <w:basedOn w:val="Bekezdsalapbettpusa"/>
    <w:uiPriority w:val="99"/>
    <w:semiHidden/>
    <w:rsid w:val="005D696B"/>
    <w:rPr>
      <w:lang w:eastAsia="en-US"/>
    </w:rPr>
  </w:style>
  <w:style w:type="paragraph" w:customStyle="1" w:styleId="Felirat">
    <w:name w:val="Felirat"/>
    <w:basedOn w:val="Norml"/>
    <w:uiPriority w:val="99"/>
    <w:rsid w:val="005D696B"/>
    <w:pPr>
      <w:widowControl w:val="0"/>
      <w:suppressLineNumbers/>
      <w:suppressAutoHyphens/>
      <w:spacing w:before="120" w:after="120"/>
    </w:pPr>
    <w:rPr>
      <w:rFonts w:eastAsia="SimSun" w:cs="Mangal"/>
      <w:i/>
      <w:iCs/>
      <w:kern w:val="1"/>
      <w:lang w:eastAsia="hi-IN" w:bidi="hi-IN"/>
    </w:rPr>
  </w:style>
  <w:style w:type="paragraph" w:customStyle="1" w:styleId="Trgymutat">
    <w:name w:val="Tárgymutató"/>
    <w:basedOn w:val="Norml"/>
    <w:uiPriority w:val="99"/>
    <w:rsid w:val="005D696B"/>
    <w:pPr>
      <w:widowControl w:val="0"/>
      <w:suppressLineNumbers/>
      <w:suppressAutoHyphens/>
    </w:pPr>
    <w:rPr>
      <w:rFonts w:eastAsia="SimSun" w:cs="Mangal"/>
      <w:kern w:val="1"/>
      <w:lang w:eastAsia="hi-IN" w:bidi="hi-IN"/>
    </w:rPr>
  </w:style>
  <w:style w:type="paragraph" w:customStyle="1" w:styleId="Jegyzetszveg1">
    <w:name w:val="Jegyzetszöveg1"/>
    <w:basedOn w:val="Norml"/>
    <w:uiPriority w:val="99"/>
    <w:rsid w:val="005D696B"/>
    <w:pPr>
      <w:suppressAutoHyphens/>
      <w:spacing w:after="200"/>
    </w:pPr>
    <w:rPr>
      <w:rFonts w:ascii="Calibri" w:eastAsia="Calibri" w:hAnsi="Calibri"/>
      <w:sz w:val="20"/>
      <w:szCs w:val="20"/>
      <w:lang w:eastAsia="ar-SA"/>
    </w:rPr>
  </w:style>
  <w:style w:type="paragraph" w:customStyle="1" w:styleId="Szvegtrzsbehzssal21">
    <w:name w:val="Szövegtörzs behúzással 21"/>
    <w:basedOn w:val="Norml"/>
    <w:uiPriority w:val="99"/>
    <w:rsid w:val="005D696B"/>
    <w:pPr>
      <w:suppressAutoHyphens/>
      <w:spacing w:after="120" w:line="480" w:lineRule="auto"/>
      <w:ind w:left="283"/>
    </w:pPr>
    <w:rPr>
      <w:lang w:eastAsia="ar-SA"/>
    </w:rPr>
  </w:style>
  <w:style w:type="paragraph" w:customStyle="1" w:styleId="Tblzatfejlc">
    <w:name w:val="Táblázatfejléc"/>
    <w:basedOn w:val="Tblzattartalom"/>
    <w:uiPriority w:val="99"/>
    <w:rsid w:val="005D696B"/>
    <w:pPr>
      <w:widowControl/>
      <w:spacing w:after="200" w:line="276" w:lineRule="auto"/>
      <w:jc w:val="center"/>
    </w:pPr>
    <w:rPr>
      <w:rFonts w:ascii="Calibri" w:hAnsi="Calibri" w:cs="Times New Roman"/>
      <w:b/>
      <w:bCs/>
      <w:sz w:val="22"/>
      <w:szCs w:val="22"/>
      <w:lang w:eastAsia="ar-SA" w:bidi="ar-SA"/>
    </w:rPr>
  </w:style>
  <w:style w:type="paragraph" w:styleId="NormlWeb">
    <w:name w:val="Normal (Web)"/>
    <w:basedOn w:val="Norml"/>
    <w:uiPriority w:val="99"/>
    <w:rsid w:val="005D696B"/>
    <w:pPr>
      <w:suppressAutoHyphens/>
      <w:spacing w:before="280" w:after="119"/>
    </w:pPr>
    <w:rPr>
      <w:rFonts w:eastAsia="Calibri"/>
      <w:lang w:eastAsia="ar-SA"/>
    </w:rPr>
  </w:style>
  <w:style w:type="character" w:customStyle="1" w:styleId="CharChar10">
    <w:name w:val="Char Char10"/>
    <w:uiPriority w:val="99"/>
    <w:rsid w:val="005D696B"/>
    <w:rPr>
      <w:b/>
      <w:kern w:val="36"/>
      <w:sz w:val="48"/>
    </w:rPr>
  </w:style>
  <w:style w:type="paragraph" w:customStyle="1" w:styleId="CharChar2Char">
    <w:name w:val="Char Char2 Char"/>
    <w:basedOn w:val="Norml"/>
    <w:uiPriority w:val="99"/>
    <w:rsid w:val="005D696B"/>
    <w:pPr>
      <w:spacing w:after="160" w:line="240" w:lineRule="exact"/>
    </w:pPr>
    <w:rPr>
      <w:rFonts w:ascii="Tahoma" w:eastAsia="Calibri" w:hAnsi="Tahoma"/>
      <w:sz w:val="20"/>
      <w:szCs w:val="20"/>
      <w:lang w:val="en-US" w:eastAsia="en-US"/>
    </w:rPr>
  </w:style>
  <w:style w:type="paragraph" w:styleId="Alcm">
    <w:name w:val="Subtitle"/>
    <w:basedOn w:val="Norml"/>
    <w:link w:val="AlcmChar"/>
    <w:uiPriority w:val="99"/>
    <w:qFormat/>
    <w:rsid w:val="005D696B"/>
    <w:pPr>
      <w:widowControl w:val="0"/>
      <w:numPr>
        <w:ilvl w:val="1"/>
        <w:numId w:val="20"/>
      </w:numPr>
      <w:suppressAutoHyphens/>
    </w:pPr>
    <w:rPr>
      <w:rFonts w:ascii="Palatino Linotype" w:hAnsi="Palatino Linotype" w:cs="Tahoma"/>
      <w:b/>
      <w:kern w:val="1"/>
      <w:lang w:eastAsia="hi-IN" w:bidi="hi-IN"/>
    </w:rPr>
  </w:style>
  <w:style w:type="character" w:customStyle="1" w:styleId="AlcmChar">
    <w:name w:val="Alcím Char"/>
    <w:basedOn w:val="Bekezdsalapbettpusa"/>
    <w:link w:val="Alcm"/>
    <w:uiPriority w:val="99"/>
    <w:rsid w:val="005D696B"/>
    <w:rPr>
      <w:rFonts w:ascii="Palatino Linotype" w:eastAsia="Times New Roman" w:hAnsi="Palatino Linotype" w:cs="Tahoma"/>
      <w:b/>
      <w:kern w:val="1"/>
      <w:sz w:val="24"/>
      <w:szCs w:val="24"/>
      <w:lang w:eastAsia="hi-IN" w:bidi="hi-IN"/>
    </w:rPr>
  </w:style>
  <w:style w:type="character" w:customStyle="1" w:styleId="SubtitleChar">
    <w:name w:val="Subtitle Char"/>
    <w:basedOn w:val="Bekezdsalapbettpusa"/>
    <w:uiPriority w:val="11"/>
    <w:rsid w:val="005D696B"/>
    <w:rPr>
      <w:rFonts w:asciiTheme="majorHAnsi" w:eastAsiaTheme="majorEastAsia" w:hAnsiTheme="majorHAnsi" w:cstheme="majorBidi"/>
      <w:sz w:val="24"/>
      <w:szCs w:val="24"/>
      <w:lang w:eastAsia="en-US"/>
    </w:rPr>
  </w:style>
  <w:style w:type="numbering" w:customStyle="1" w:styleId="Stlus2">
    <w:name w:val="Stílus2"/>
    <w:rsid w:val="005D696B"/>
    <w:pPr>
      <w:numPr>
        <w:numId w:val="21"/>
      </w:numPr>
    </w:pPr>
  </w:style>
  <w:style w:type="paragraph" w:customStyle="1" w:styleId="Norml1">
    <w:name w:val="Normál1"/>
    <w:basedOn w:val="Norml"/>
    <w:uiPriority w:val="99"/>
    <w:rsid w:val="005D696B"/>
    <w:pPr>
      <w:suppressAutoHyphens/>
      <w:autoSpaceDE w:val="0"/>
    </w:pPr>
    <w:rPr>
      <w:rFonts w:ascii="Tahoma" w:hAnsi="Tahoma" w:cs="Tahoma"/>
      <w:color w:val="000000"/>
      <w:lang w:eastAsia="zh-CN"/>
    </w:rPr>
  </w:style>
  <w:style w:type="paragraph" w:styleId="Cm">
    <w:name w:val="Title"/>
    <w:basedOn w:val="Norml"/>
    <w:next w:val="Norml"/>
    <w:link w:val="CmChar"/>
    <w:uiPriority w:val="10"/>
    <w:qFormat/>
    <w:rsid w:val="005D696B"/>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mChar">
    <w:name w:val="Cím Char"/>
    <w:basedOn w:val="Bekezdsalapbettpusa"/>
    <w:link w:val="Cm"/>
    <w:uiPriority w:val="10"/>
    <w:rsid w:val="005D696B"/>
    <w:rPr>
      <w:rFonts w:asciiTheme="majorHAnsi" w:eastAsiaTheme="majorEastAsia" w:hAnsiTheme="majorHAnsi" w:cstheme="majorBidi"/>
      <w:color w:val="17365D" w:themeColor="text2" w:themeShade="BF"/>
      <w:spacing w:val="5"/>
      <w:kern w:val="28"/>
      <w:sz w:val="52"/>
      <w:szCs w:val="52"/>
    </w:rPr>
  </w:style>
  <w:style w:type="paragraph" w:styleId="Idzet">
    <w:name w:val="Quote"/>
    <w:basedOn w:val="Norml"/>
    <w:next w:val="Norml"/>
    <w:link w:val="IdzetChar"/>
    <w:uiPriority w:val="29"/>
    <w:qFormat/>
    <w:rsid w:val="005D696B"/>
    <w:pPr>
      <w:spacing w:after="120"/>
      <w:jc w:val="both"/>
    </w:pPr>
    <w:rPr>
      <w:rFonts w:eastAsiaTheme="minorHAnsi" w:cstheme="minorBidi"/>
      <w:i/>
      <w:iCs/>
      <w:color w:val="000000" w:themeColor="text1"/>
      <w:szCs w:val="22"/>
      <w:lang w:eastAsia="en-US"/>
    </w:rPr>
  </w:style>
  <w:style w:type="character" w:customStyle="1" w:styleId="IdzetChar">
    <w:name w:val="Idézet Char"/>
    <w:basedOn w:val="Bekezdsalapbettpusa"/>
    <w:link w:val="Idzet"/>
    <w:uiPriority w:val="29"/>
    <w:rsid w:val="005D696B"/>
    <w:rPr>
      <w:rFonts w:ascii="Times New Roman" w:hAnsi="Times New Roman"/>
      <w:i/>
      <w:iCs/>
      <w:color w:val="000000" w:themeColor="text1"/>
      <w:sz w:val="24"/>
    </w:rPr>
  </w:style>
  <w:style w:type="paragraph" w:customStyle="1" w:styleId="FELS1">
    <w:name w:val="FELS1"/>
    <w:basedOn w:val="Norml"/>
    <w:rsid w:val="005D696B"/>
    <w:pPr>
      <w:numPr>
        <w:numId w:val="30"/>
      </w:numPr>
      <w:tabs>
        <w:tab w:val="clear" w:pos="927"/>
        <w:tab w:val="left" w:pos="851"/>
      </w:tabs>
      <w:overflowPunct w:val="0"/>
      <w:autoSpaceDE w:val="0"/>
      <w:autoSpaceDN w:val="0"/>
      <w:adjustRightInd w:val="0"/>
      <w:jc w:val="both"/>
      <w:textAlignment w:val="baseline"/>
    </w:pPr>
    <w:rPr>
      <w:sz w:val="26"/>
      <w:szCs w:val="20"/>
    </w:rPr>
  </w:style>
  <w:style w:type="paragraph" w:customStyle="1" w:styleId="FELS2">
    <w:name w:val="FELS2"/>
    <w:basedOn w:val="Norml"/>
    <w:rsid w:val="005D696B"/>
    <w:pPr>
      <w:numPr>
        <w:ilvl w:val="1"/>
        <w:numId w:val="30"/>
      </w:numPr>
      <w:tabs>
        <w:tab w:val="clear" w:pos="1211"/>
        <w:tab w:val="num" w:pos="1134"/>
      </w:tabs>
      <w:overflowPunct w:val="0"/>
      <w:autoSpaceDE w:val="0"/>
      <w:autoSpaceDN w:val="0"/>
      <w:adjustRightInd w:val="0"/>
      <w:jc w:val="both"/>
      <w:textAlignment w:val="baseline"/>
    </w:pPr>
    <w:rPr>
      <w:sz w:val="26"/>
      <w:szCs w:val="20"/>
    </w:rPr>
  </w:style>
  <w:style w:type="character" w:customStyle="1" w:styleId="szvekzStlusPalatinoLinotype12ptFlkvr">
    <w:name w:val="szöveköz Stílus Palatino Linotype 12 pt Félkövér"/>
    <w:rsid w:val="005D696B"/>
    <w:rPr>
      <w:rFonts w:ascii="Palatino Linotype" w:hAnsi="Palatino Linotype"/>
      <w:b/>
      <w:bCs/>
      <w:sz w:val="24"/>
    </w:rPr>
  </w:style>
  <w:style w:type="paragraph" w:customStyle="1" w:styleId="text-justify">
    <w:name w:val="text-justify"/>
    <w:basedOn w:val="Norml"/>
    <w:uiPriority w:val="99"/>
    <w:rsid w:val="005D696B"/>
    <w:pPr>
      <w:spacing w:before="100" w:beforeAutospacing="1" w:after="100" w:afterAutospacing="1"/>
    </w:pPr>
  </w:style>
  <w:style w:type="character" w:styleId="Kiemels">
    <w:name w:val="Emphasis"/>
    <w:basedOn w:val="Bekezdsalapbettpusa"/>
    <w:uiPriority w:val="20"/>
    <w:qFormat/>
    <w:rsid w:val="005D69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128</Pages>
  <Words>26418</Words>
  <Characters>182292</Characters>
  <Application>Microsoft Office Word</Application>
  <DocSecurity>0</DocSecurity>
  <Lines>1519</Lines>
  <Paragraphs>416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208294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Rendszergazda</cp:lastModifiedBy>
  <cp:revision>3</cp:revision>
  <dcterms:created xsi:type="dcterms:W3CDTF">2017-08-11T09:27:00Z</dcterms:created>
  <dcterms:modified xsi:type="dcterms:W3CDTF">2017-08-11T09:33:00Z</dcterms:modified>
</cp:coreProperties>
</file>